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108689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887471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C93657" w:rsidP="00887471">
            <w:pPr>
              <w:cnfStyle w:val="100000000000"/>
            </w:pPr>
            <w:r>
              <w:t>Client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887471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3B0CBD" w:rsidP="00887471">
            <w:pPr>
              <w:cnfStyle w:val="000000100000"/>
            </w:pPr>
            <w:r>
              <w:t>Use these steps to assign a person as a staff member by creating a staff profile, e.g. to record organisation, employment and Performance Based Research Fund (PBRF) details, and to be able to assign resources to them.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887471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3B0CBD" w:rsidP="00887471">
            <w:pPr>
              <w:cnfStyle w:val="000000000000"/>
            </w:pPr>
            <w:r>
              <w:t>Windows 7/Apache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887471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C93657" w:rsidP="00887471">
            <w:pPr>
              <w:cnfStyle w:val="000000100000"/>
            </w:pPr>
            <w:r>
              <w:t xml:space="preserve">Manual </w:t>
            </w:r>
            <w:r w:rsidR="003B0CBD">
              <w:t>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887471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3B0CBD" w:rsidRDefault="00C93657" w:rsidP="00887471">
            <w:pPr>
              <w:cnfStyle w:val="000000000000"/>
              <w:rPr>
                <w:b/>
              </w:rPr>
            </w:pPr>
            <w:r w:rsidRPr="003B0CBD">
              <w:rPr>
                <w:b/>
              </w:rPr>
              <w:t>Client/Staff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887471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C93657" w:rsidP="00887471">
            <w:pPr>
              <w:cnfStyle w:val="000000100000"/>
            </w:pPr>
            <w:r>
              <w:t>11.1</w:t>
            </w:r>
            <w:r w:rsidR="00C66BD3">
              <w:t>.1</w:t>
            </w:r>
            <w:r>
              <w:t xml:space="preserve"> - 11.</w:t>
            </w:r>
            <w:r w:rsidR="00527072">
              <w:t>7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887471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887471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887471">
            <w:pPr>
              <w:cnfStyle w:val="100000000000"/>
            </w:pPr>
            <w:r>
              <w:t>Date</w:t>
            </w:r>
          </w:p>
        </w:tc>
      </w:tr>
      <w:tr w:rsidR="00D25C2F" w:rsidTr="00887471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887471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887471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106497484"/>
        <w:docPartObj>
          <w:docPartGallery w:val="Table of Contents"/>
          <w:docPartUnique/>
        </w:docPartObj>
      </w:sdtPr>
      <w:sdtContent>
        <w:p w:rsidR="00475D82" w:rsidRDefault="00475D82">
          <w:pPr>
            <w:pStyle w:val="TOCHeading"/>
          </w:pPr>
          <w:r>
            <w:t>Contents</w:t>
          </w:r>
        </w:p>
        <w:p w:rsidR="00475D82" w:rsidRDefault="00253842">
          <w:pPr>
            <w:pStyle w:val="TOC2"/>
            <w:tabs>
              <w:tab w:val="right" w:leader="dot" w:pos="13949"/>
            </w:tabs>
            <w:rPr>
              <w:noProof/>
            </w:rPr>
          </w:pPr>
          <w:r>
            <w:fldChar w:fldCharType="begin"/>
          </w:r>
          <w:r w:rsidR="00475D82">
            <w:instrText xml:space="preserve"> TOC \o "1-3" \h \z \u </w:instrText>
          </w:r>
          <w:r>
            <w:fldChar w:fldCharType="separate"/>
          </w:r>
          <w:hyperlink w:anchor="_Toc360108689" w:history="1">
            <w:r w:rsidR="00475D82" w:rsidRPr="0083409B">
              <w:rPr>
                <w:rStyle w:val="Hyperlink"/>
                <w:noProof/>
              </w:rPr>
              <w:t>Test Plan</w:t>
            </w:r>
            <w:r w:rsidR="00475D8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75D82">
              <w:rPr>
                <w:noProof/>
                <w:webHidden/>
              </w:rPr>
              <w:instrText xml:space="preserve"> PAGEREF _Toc360108689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492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5D82" w:rsidRDefault="00253842">
          <w:pPr>
            <w:pStyle w:val="TOC2"/>
            <w:tabs>
              <w:tab w:val="right" w:leader="dot" w:pos="13949"/>
            </w:tabs>
            <w:rPr>
              <w:noProof/>
            </w:rPr>
          </w:pPr>
          <w:hyperlink w:anchor="_Toc360108690" w:history="1">
            <w:r w:rsidR="00475D82" w:rsidRPr="0083409B">
              <w:rPr>
                <w:rStyle w:val="Hyperlink"/>
                <w:noProof/>
              </w:rPr>
              <w:t>Test Cases</w:t>
            </w:r>
            <w:r w:rsidR="00475D8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75D82">
              <w:rPr>
                <w:noProof/>
                <w:webHidden/>
              </w:rPr>
              <w:instrText xml:space="preserve"> PAGEREF _Toc360108690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492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5D82" w:rsidRPr="00475D82" w:rsidRDefault="00253842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8691" w:history="1">
            <w:r w:rsidR="00475D82" w:rsidRPr="00475D82">
              <w:rPr>
                <w:rStyle w:val="Hyperlink"/>
                <w:noProof/>
              </w:rPr>
              <w:t>11.1.1 Add Staff</w:t>
            </w:r>
            <w:r w:rsidR="00475D82" w:rsidRPr="00475D82">
              <w:rPr>
                <w:noProof/>
                <w:webHidden/>
              </w:rPr>
              <w:tab/>
            </w:r>
            <w:r w:rsidRPr="00475D82">
              <w:rPr>
                <w:noProof/>
                <w:webHidden/>
              </w:rPr>
              <w:fldChar w:fldCharType="begin"/>
            </w:r>
            <w:r w:rsidR="00475D82" w:rsidRPr="00475D82">
              <w:rPr>
                <w:noProof/>
                <w:webHidden/>
              </w:rPr>
              <w:instrText xml:space="preserve"> PAGEREF _Toc360108691 \h </w:instrText>
            </w:r>
            <w:r w:rsidRPr="00475D82">
              <w:rPr>
                <w:noProof/>
                <w:webHidden/>
              </w:rPr>
            </w:r>
            <w:r w:rsidRPr="00475D82">
              <w:rPr>
                <w:noProof/>
                <w:webHidden/>
              </w:rPr>
              <w:fldChar w:fldCharType="separate"/>
            </w:r>
            <w:r w:rsidR="00E21492">
              <w:rPr>
                <w:noProof/>
                <w:webHidden/>
              </w:rPr>
              <w:t>2</w:t>
            </w:r>
            <w:r w:rsidRPr="00475D82">
              <w:rPr>
                <w:noProof/>
                <w:webHidden/>
              </w:rPr>
              <w:fldChar w:fldCharType="end"/>
            </w:r>
          </w:hyperlink>
        </w:p>
        <w:p w:rsidR="00475D82" w:rsidRPr="00475D82" w:rsidRDefault="00253842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8692" w:history="1">
            <w:r w:rsidR="00475D82" w:rsidRPr="00475D82">
              <w:rPr>
                <w:rStyle w:val="Hyperlink"/>
                <w:noProof/>
              </w:rPr>
              <w:t>11.1.2 Edit Staff record</w:t>
            </w:r>
            <w:r w:rsidR="00475D82" w:rsidRPr="00475D82">
              <w:rPr>
                <w:noProof/>
                <w:webHidden/>
              </w:rPr>
              <w:tab/>
            </w:r>
            <w:r w:rsidRPr="00475D82">
              <w:rPr>
                <w:noProof/>
                <w:webHidden/>
              </w:rPr>
              <w:fldChar w:fldCharType="begin"/>
            </w:r>
            <w:r w:rsidR="00475D82" w:rsidRPr="00475D82">
              <w:rPr>
                <w:noProof/>
                <w:webHidden/>
              </w:rPr>
              <w:instrText xml:space="preserve"> PAGEREF _Toc360108692 \h </w:instrText>
            </w:r>
            <w:r w:rsidRPr="00475D82">
              <w:rPr>
                <w:noProof/>
                <w:webHidden/>
              </w:rPr>
            </w:r>
            <w:r w:rsidRPr="00475D82">
              <w:rPr>
                <w:noProof/>
                <w:webHidden/>
              </w:rPr>
              <w:fldChar w:fldCharType="separate"/>
            </w:r>
            <w:r w:rsidR="00E21492">
              <w:rPr>
                <w:noProof/>
                <w:webHidden/>
              </w:rPr>
              <w:t>2</w:t>
            </w:r>
            <w:r w:rsidRPr="00475D82">
              <w:rPr>
                <w:noProof/>
                <w:webHidden/>
              </w:rPr>
              <w:fldChar w:fldCharType="end"/>
            </w:r>
          </w:hyperlink>
        </w:p>
        <w:p w:rsidR="00475D82" w:rsidRPr="00475D82" w:rsidRDefault="00253842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8693" w:history="1">
            <w:r w:rsidR="00475D82" w:rsidRPr="00475D82">
              <w:rPr>
                <w:rStyle w:val="Hyperlink"/>
                <w:noProof/>
              </w:rPr>
              <w:t>11.1.3 Delete Staff record</w:t>
            </w:r>
            <w:r w:rsidR="00475D82" w:rsidRPr="00475D82">
              <w:rPr>
                <w:noProof/>
                <w:webHidden/>
              </w:rPr>
              <w:tab/>
            </w:r>
            <w:r w:rsidRPr="00475D82">
              <w:rPr>
                <w:noProof/>
                <w:webHidden/>
              </w:rPr>
              <w:fldChar w:fldCharType="begin"/>
            </w:r>
            <w:r w:rsidR="00475D82" w:rsidRPr="00475D82">
              <w:rPr>
                <w:noProof/>
                <w:webHidden/>
              </w:rPr>
              <w:instrText xml:space="preserve"> PAGEREF _Toc360108693 \h </w:instrText>
            </w:r>
            <w:r w:rsidRPr="00475D82">
              <w:rPr>
                <w:noProof/>
                <w:webHidden/>
              </w:rPr>
            </w:r>
            <w:r w:rsidRPr="00475D82">
              <w:rPr>
                <w:noProof/>
                <w:webHidden/>
              </w:rPr>
              <w:fldChar w:fldCharType="separate"/>
            </w:r>
            <w:r w:rsidR="00E21492">
              <w:rPr>
                <w:noProof/>
                <w:webHidden/>
              </w:rPr>
              <w:t>2</w:t>
            </w:r>
            <w:r w:rsidRPr="00475D82">
              <w:rPr>
                <w:noProof/>
                <w:webHidden/>
              </w:rPr>
              <w:fldChar w:fldCharType="end"/>
            </w:r>
          </w:hyperlink>
        </w:p>
        <w:p w:rsidR="00475D82" w:rsidRPr="00475D82" w:rsidRDefault="00253842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8694" w:history="1">
            <w:r w:rsidR="00475D82" w:rsidRPr="00475D82">
              <w:rPr>
                <w:rStyle w:val="Hyperlink"/>
                <w:noProof/>
              </w:rPr>
              <w:t>11.2 PBRF</w:t>
            </w:r>
            <w:r w:rsidR="00475D82" w:rsidRPr="00475D82">
              <w:rPr>
                <w:noProof/>
                <w:webHidden/>
              </w:rPr>
              <w:tab/>
            </w:r>
            <w:r w:rsidRPr="00475D82">
              <w:rPr>
                <w:noProof/>
                <w:webHidden/>
              </w:rPr>
              <w:fldChar w:fldCharType="begin"/>
            </w:r>
            <w:r w:rsidR="00475D82" w:rsidRPr="00475D82">
              <w:rPr>
                <w:noProof/>
                <w:webHidden/>
              </w:rPr>
              <w:instrText xml:space="preserve"> PAGEREF _Toc360108694 \h </w:instrText>
            </w:r>
            <w:r w:rsidRPr="00475D82">
              <w:rPr>
                <w:noProof/>
                <w:webHidden/>
              </w:rPr>
            </w:r>
            <w:r w:rsidRPr="00475D82">
              <w:rPr>
                <w:noProof/>
                <w:webHidden/>
              </w:rPr>
              <w:fldChar w:fldCharType="separate"/>
            </w:r>
            <w:r w:rsidR="00E21492">
              <w:rPr>
                <w:noProof/>
                <w:webHidden/>
              </w:rPr>
              <w:t>2</w:t>
            </w:r>
            <w:r w:rsidRPr="00475D82">
              <w:rPr>
                <w:noProof/>
                <w:webHidden/>
              </w:rPr>
              <w:fldChar w:fldCharType="end"/>
            </w:r>
          </w:hyperlink>
        </w:p>
        <w:p w:rsidR="00475D82" w:rsidRPr="00475D82" w:rsidRDefault="00253842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8695" w:history="1">
            <w:r w:rsidR="00475D82" w:rsidRPr="00475D82">
              <w:rPr>
                <w:rStyle w:val="Hyperlink"/>
                <w:noProof/>
              </w:rPr>
              <w:t>11.7 Print Reports</w:t>
            </w:r>
            <w:r w:rsidR="00475D82" w:rsidRPr="00475D82">
              <w:rPr>
                <w:noProof/>
                <w:webHidden/>
              </w:rPr>
              <w:tab/>
            </w:r>
            <w:r w:rsidRPr="00475D82">
              <w:rPr>
                <w:noProof/>
                <w:webHidden/>
              </w:rPr>
              <w:fldChar w:fldCharType="begin"/>
            </w:r>
            <w:r w:rsidR="00475D82" w:rsidRPr="00475D82">
              <w:rPr>
                <w:noProof/>
                <w:webHidden/>
              </w:rPr>
              <w:instrText xml:space="preserve"> PAGEREF _Toc360108695 \h </w:instrText>
            </w:r>
            <w:r w:rsidRPr="00475D82">
              <w:rPr>
                <w:noProof/>
                <w:webHidden/>
              </w:rPr>
            </w:r>
            <w:r w:rsidRPr="00475D82">
              <w:rPr>
                <w:noProof/>
                <w:webHidden/>
              </w:rPr>
              <w:fldChar w:fldCharType="separate"/>
            </w:r>
            <w:r w:rsidR="00E21492">
              <w:rPr>
                <w:noProof/>
                <w:webHidden/>
              </w:rPr>
              <w:t>2</w:t>
            </w:r>
            <w:r w:rsidRPr="00475D82">
              <w:rPr>
                <w:noProof/>
                <w:webHidden/>
              </w:rPr>
              <w:fldChar w:fldCharType="end"/>
            </w:r>
          </w:hyperlink>
        </w:p>
        <w:p w:rsidR="00475D82" w:rsidRDefault="00253842">
          <w:r>
            <w:fldChar w:fldCharType="end"/>
          </w:r>
        </w:p>
      </w:sdtContent>
    </w:sdt>
    <w:p w:rsidR="00C66BD3" w:rsidRDefault="00C66BD3">
      <w:r>
        <w:br w:type="page"/>
      </w:r>
    </w:p>
    <w:p w:rsidR="00475D82" w:rsidRDefault="00C66BD3" w:rsidP="001B4450">
      <w:pPr>
        <w:rPr>
          <w:b/>
        </w:rPr>
      </w:pPr>
      <w:r w:rsidRPr="00C66BD3">
        <w:rPr>
          <w:b/>
        </w:rPr>
        <w:lastRenderedPageBreak/>
        <w:t>Refer to the generic test plan templates for the following features</w:t>
      </w:r>
    </w:p>
    <w:p w:rsidR="00C66BD3" w:rsidRDefault="00253842" w:rsidP="001B4450">
      <w:hyperlink r:id="rId8" w:history="1">
        <w:r w:rsidR="00C66BD3" w:rsidRPr="00C66BD3">
          <w:rPr>
            <w:rStyle w:val="Hyperlink"/>
          </w:rPr>
          <w:t>11.3 Audit</w:t>
        </w:r>
      </w:hyperlink>
    </w:p>
    <w:p w:rsidR="00C66BD3" w:rsidRDefault="00253842" w:rsidP="001B4450">
      <w:hyperlink r:id="rId9" w:history="1">
        <w:r w:rsidR="00C66BD3" w:rsidRPr="00C66BD3">
          <w:rPr>
            <w:rStyle w:val="Hyperlink"/>
          </w:rPr>
          <w:t>11.4 Contact Log</w:t>
        </w:r>
      </w:hyperlink>
    </w:p>
    <w:p w:rsidR="00C66BD3" w:rsidRDefault="00253842" w:rsidP="001B4450">
      <w:hyperlink r:id="rId10" w:history="1">
        <w:r w:rsidR="00C66BD3" w:rsidRPr="00C66BD3">
          <w:rPr>
            <w:rStyle w:val="Hyperlink"/>
          </w:rPr>
          <w:t>11.5 Correspondence</w:t>
        </w:r>
      </w:hyperlink>
    </w:p>
    <w:p w:rsidR="00C66BD3" w:rsidRPr="00C66BD3" w:rsidRDefault="00253842" w:rsidP="001B4450">
      <w:hyperlink r:id="rId11" w:history="1">
        <w:r w:rsidR="00C66BD3" w:rsidRPr="00C66BD3">
          <w:rPr>
            <w:rStyle w:val="Hyperlink"/>
          </w:rPr>
          <w:t>11.6 Post-It-Note</w:t>
        </w:r>
      </w:hyperlink>
    </w:p>
    <w:p w:rsidR="00C66BD3" w:rsidRDefault="00C66BD3" w:rsidP="001B4450">
      <w:pPr>
        <w:pStyle w:val="Heading2"/>
      </w:pPr>
      <w:bookmarkStart w:id="1" w:name="_Toc360108690"/>
    </w:p>
    <w:p w:rsidR="001B4450" w:rsidRDefault="006F315E" w:rsidP="001B4450">
      <w:pPr>
        <w:pStyle w:val="Heading2"/>
      </w:pPr>
      <w:r>
        <w:t>Test Cases</w:t>
      </w:r>
      <w:bookmarkEnd w:id="1"/>
    </w:p>
    <w:tbl>
      <w:tblPr>
        <w:tblStyle w:val="LightList-Accent11"/>
        <w:tblW w:w="5000" w:type="pct"/>
        <w:tblLook w:val="04A0"/>
      </w:tblPr>
      <w:tblGrid>
        <w:gridCol w:w="2376"/>
        <w:gridCol w:w="2503"/>
        <w:gridCol w:w="1874"/>
        <w:gridCol w:w="1962"/>
        <w:gridCol w:w="1398"/>
        <w:gridCol w:w="1474"/>
        <w:gridCol w:w="1298"/>
        <w:gridCol w:w="1290"/>
      </w:tblGrid>
      <w:tr w:rsidR="006F315E" w:rsidTr="003B0CBD">
        <w:trPr>
          <w:cnfStyle w:val="100000000000"/>
          <w:tblHeader/>
        </w:trPr>
        <w:tc>
          <w:tcPr>
            <w:cnfStyle w:val="001000000000"/>
            <w:tcW w:w="838" w:type="pct"/>
          </w:tcPr>
          <w:p w:rsidR="006F315E" w:rsidRPr="006C607F" w:rsidRDefault="006F315E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6F315E" w:rsidRPr="006C607F" w:rsidRDefault="006F315E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883" w:type="pct"/>
          </w:tcPr>
          <w:p w:rsidR="006F315E" w:rsidRPr="006C607F" w:rsidRDefault="006F315E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61" w:type="pct"/>
          </w:tcPr>
          <w:p w:rsidR="006F315E" w:rsidRPr="006C607F" w:rsidRDefault="006F315E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692" w:type="pct"/>
          </w:tcPr>
          <w:p w:rsidR="006F315E" w:rsidRPr="006C607F" w:rsidRDefault="006F315E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493" w:type="pct"/>
          </w:tcPr>
          <w:p w:rsidR="006F315E" w:rsidRPr="006C607F" w:rsidRDefault="006F315E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520" w:type="pct"/>
          </w:tcPr>
          <w:p w:rsidR="006F315E" w:rsidRPr="006C607F" w:rsidRDefault="006F315E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58" w:type="pct"/>
          </w:tcPr>
          <w:p w:rsidR="006F315E" w:rsidRPr="006C607F" w:rsidRDefault="006F315E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55" w:type="pct"/>
          </w:tcPr>
          <w:p w:rsidR="006F315E" w:rsidRPr="006C607F" w:rsidRDefault="006F315E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 w:val="restart"/>
          </w:tcPr>
          <w:p w:rsidR="006F315E" w:rsidRPr="006F315E" w:rsidRDefault="006F315E" w:rsidP="006F315E">
            <w:pPr>
              <w:pStyle w:val="Heading3"/>
              <w:outlineLvl w:val="2"/>
            </w:pPr>
            <w:bookmarkStart w:id="2" w:name="_11.1.1_Add_Staff"/>
            <w:bookmarkStart w:id="3" w:name="_Toc360108691"/>
            <w:bookmarkEnd w:id="2"/>
            <w:r w:rsidRPr="006F315E">
              <w:t>11.1.1</w:t>
            </w:r>
            <w:r>
              <w:t xml:space="preserve"> </w:t>
            </w:r>
            <w:bookmarkStart w:id="4" w:name="Add"/>
            <w:r w:rsidRPr="006F315E">
              <w:t xml:space="preserve">Add </w:t>
            </w:r>
            <w:bookmarkEnd w:id="4"/>
            <w:r w:rsidRPr="006F315E">
              <w:t>Staff</w:t>
            </w:r>
            <w:bookmarkEnd w:id="3"/>
          </w:p>
        </w:tc>
        <w:tc>
          <w:tcPr>
            <w:tcW w:w="883" w:type="pct"/>
            <w:vMerge w:val="restart"/>
          </w:tcPr>
          <w:p w:rsidR="006F315E" w:rsidRDefault="006F315E" w:rsidP="00887471">
            <w:pPr>
              <w:pStyle w:val="ListParagraph"/>
              <w:ind w:left="0"/>
              <w:cnfStyle w:val="000000100000"/>
            </w:pPr>
            <w:r>
              <w:t>Must have Student record existing.</w:t>
            </w:r>
            <w:r w:rsidR="003B0CBD">
              <w:t xml:space="preserve"> To create one refer to</w:t>
            </w:r>
          </w:p>
          <w:p w:rsidR="003B0CBD" w:rsidRDefault="003B0CBD" w:rsidP="003B0CBD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4.1.1 Add Student</w:t>
            </w:r>
          </w:p>
          <w:p w:rsidR="006F315E" w:rsidRDefault="006F315E" w:rsidP="00887471">
            <w:pPr>
              <w:pStyle w:val="ListParagraph"/>
              <w:ind w:left="0"/>
              <w:cnfStyle w:val="000000100000"/>
            </w:pPr>
          </w:p>
          <w:p w:rsidR="006F315E" w:rsidRDefault="006F315E" w:rsidP="00887471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6F315E" w:rsidRDefault="006F315E" w:rsidP="00887471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Client</w:t>
            </w:r>
          </w:p>
          <w:p w:rsidR="006F315E" w:rsidRDefault="006F315E" w:rsidP="003B0CBD">
            <w:pPr>
              <w:pStyle w:val="ListParagraph"/>
              <w:ind w:left="386"/>
              <w:cnfStyle w:val="000000100000"/>
            </w:pPr>
          </w:p>
        </w:tc>
        <w:tc>
          <w:tcPr>
            <w:tcW w:w="661" w:type="pct"/>
          </w:tcPr>
          <w:p w:rsidR="006F315E" w:rsidRDefault="006F315E" w:rsidP="00887471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692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887471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88747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92" w:type="pct"/>
          </w:tcPr>
          <w:p w:rsidR="006F315E" w:rsidRDefault="006F315E" w:rsidP="0078064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6F315E" w:rsidRDefault="006F315E" w:rsidP="0078064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6F315E" w:rsidRDefault="006F315E" w:rsidP="0078064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6F315E" w:rsidRDefault="006F315E" w:rsidP="003B0CB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493" w:type="pct"/>
          </w:tcPr>
          <w:p w:rsidR="006F315E" w:rsidRDefault="006F315E" w:rsidP="00887471">
            <w:pPr>
              <w:cnfStyle w:val="0000000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0545A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2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887471">
            <w:pPr>
              <w:cnfStyle w:val="0000001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0545AF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92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887471">
            <w:pPr>
              <w:cnfStyle w:val="000000000000"/>
            </w:pPr>
            <w:r>
              <w:t>Screen changes to Person view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0545A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Add Staff</w:t>
            </w:r>
            <w:r>
              <w:t xml:space="preserve"> button on the person tree</w:t>
            </w:r>
          </w:p>
        </w:tc>
        <w:tc>
          <w:tcPr>
            <w:tcW w:w="692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93" w:type="pct"/>
          </w:tcPr>
          <w:p w:rsidR="006F315E" w:rsidRDefault="003B0CBD" w:rsidP="00887471">
            <w:pPr>
              <w:cnfStyle w:val="000000100000"/>
            </w:pPr>
            <w:r>
              <w:t xml:space="preserve">A </w:t>
            </w:r>
            <w:r w:rsidR="006F315E">
              <w:t>Confirmation message appears on screen</w:t>
            </w:r>
            <w:r>
              <w:t xml:space="preserve"> </w:t>
            </w:r>
            <w:r>
              <w:lastRenderedPageBreak/>
              <w:t>asking user to confirm the creation of staff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0545AF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3B0CBD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692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887471">
            <w:pPr>
              <w:cnfStyle w:val="000000000000"/>
            </w:pPr>
            <w:r>
              <w:t>Screen changes to staff view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0545A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92" w:type="pct"/>
          </w:tcPr>
          <w:p w:rsidR="006F315E" w:rsidRDefault="006F315E" w:rsidP="00887471">
            <w:pPr>
              <w:cnfStyle w:val="000000100000"/>
            </w:pPr>
            <w:r>
              <w:t xml:space="preserve">Go to </w:t>
            </w:r>
            <w:r w:rsidRPr="003B0CBD">
              <w:rPr>
                <w:b/>
              </w:rPr>
              <w:t>Staff</w:t>
            </w:r>
            <w:r>
              <w:t xml:space="preserve"> Details tab</w:t>
            </w:r>
          </w:p>
          <w:p w:rsidR="006F315E" w:rsidRDefault="006F315E" w:rsidP="0088747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Start Date</w:t>
            </w:r>
          </w:p>
          <w:p w:rsidR="006F315E" w:rsidRDefault="006F315E" w:rsidP="0088747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Finish Date</w:t>
            </w:r>
          </w:p>
          <w:p w:rsidR="006F315E" w:rsidRDefault="006F315E" w:rsidP="0088747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Full time / Part time Status</w:t>
            </w:r>
          </w:p>
          <w:p w:rsidR="006F315E" w:rsidRDefault="006F315E" w:rsidP="0088747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Organisation</w:t>
            </w:r>
          </w:p>
          <w:p w:rsidR="006F315E" w:rsidRDefault="006F315E" w:rsidP="0088747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User ID</w:t>
            </w:r>
          </w:p>
          <w:p w:rsidR="006F315E" w:rsidRDefault="006F315E" w:rsidP="00887471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Position</w:t>
            </w:r>
          </w:p>
          <w:p w:rsidR="006F315E" w:rsidRDefault="006F315E" w:rsidP="003F5BF7">
            <w:pPr>
              <w:cnfStyle w:val="000000100000"/>
            </w:pPr>
          </w:p>
          <w:p w:rsidR="006F315E" w:rsidRDefault="006F315E" w:rsidP="003F5BF7">
            <w:pPr>
              <w:cnfStyle w:val="000000100000"/>
            </w:pPr>
            <w:r>
              <w:t xml:space="preserve">Go to </w:t>
            </w:r>
            <w:r w:rsidRPr="003B0CBD">
              <w:rPr>
                <w:b/>
              </w:rPr>
              <w:t>PBRF</w:t>
            </w:r>
            <w:r>
              <w:t xml:space="preserve"> tab</w:t>
            </w:r>
          </w:p>
          <w:p w:rsidR="006F315E" w:rsidRDefault="006F315E" w:rsidP="003F5BF7">
            <w:pPr>
              <w:cnfStyle w:val="000000100000"/>
            </w:pPr>
            <w:r>
              <w:t>Say Yes on Confirmation message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UNID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Ethnicity Codes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Ethnicity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Date of first academic appointment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Date of highest degree enrolment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 xml:space="preserve">Date </w:t>
            </w:r>
            <w:r>
              <w:lastRenderedPageBreak/>
              <w:t>employment contract changed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Date of Highest degree completion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Degree Classification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Degree name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subject Area.</w:t>
            </w:r>
          </w:p>
          <w:p w:rsidR="006F315E" w:rsidRDefault="006F315E" w:rsidP="003F5BF7">
            <w:pPr>
              <w:cnfStyle w:val="000000100000"/>
            </w:pPr>
            <w:r>
              <w:t xml:space="preserve">Go to </w:t>
            </w:r>
            <w:r w:rsidRPr="003B0CBD">
              <w:rPr>
                <w:b/>
              </w:rPr>
              <w:t>UDAs</w:t>
            </w:r>
            <w:r>
              <w:t xml:space="preserve"> tab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Staff UDA 1 to 4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Staff ID Number</w:t>
            </w:r>
          </w:p>
          <w:p w:rsidR="006F315E" w:rsidRDefault="006F315E" w:rsidP="003F5BF7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Staff UDA date field 1.</w:t>
            </w:r>
          </w:p>
        </w:tc>
        <w:tc>
          <w:tcPr>
            <w:tcW w:w="493" w:type="pct"/>
          </w:tcPr>
          <w:p w:rsidR="006F315E" w:rsidRDefault="006F315E" w:rsidP="00887471">
            <w:pPr>
              <w:cnfStyle w:val="000000100000"/>
            </w:pPr>
            <w:r>
              <w:lastRenderedPageBreak/>
              <w:t>Data is visible in text fields and drop downs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78064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B0CBD">
              <w:rPr>
                <w:b/>
              </w:rPr>
              <w:t>Save</w:t>
            </w:r>
            <w:r w:rsidR="003B0CBD">
              <w:rPr>
                <w:b/>
              </w:rPr>
              <w:t xml:space="preserve"> button</w:t>
            </w:r>
          </w:p>
        </w:tc>
        <w:tc>
          <w:tcPr>
            <w:tcW w:w="692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887471">
            <w:pPr>
              <w:cnfStyle w:val="000000000000"/>
            </w:pPr>
            <w:r>
              <w:t>Staff record created successfully.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 w:val="restart"/>
          </w:tcPr>
          <w:p w:rsidR="006F315E" w:rsidRPr="006F315E" w:rsidRDefault="006F315E" w:rsidP="006F315E">
            <w:pPr>
              <w:pStyle w:val="Heading3"/>
              <w:outlineLvl w:val="2"/>
            </w:pPr>
            <w:bookmarkStart w:id="5" w:name="_Toc360108692"/>
            <w:r w:rsidRPr="006F315E">
              <w:t>11.1.2</w:t>
            </w:r>
            <w:r>
              <w:t xml:space="preserve"> </w:t>
            </w:r>
            <w:bookmarkStart w:id="6" w:name="Edit"/>
            <w:r w:rsidRPr="006F315E">
              <w:t xml:space="preserve">Edit </w:t>
            </w:r>
            <w:bookmarkEnd w:id="6"/>
            <w:r w:rsidRPr="006F315E">
              <w:t>Staff record</w:t>
            </w:r>
            <w:bookmarkEnd w:id="5"/>
          </w:p>
        </w:tc>
        <w:tc>
          <w:tcPr>
            <w:tcW w:w="883" w:type="pct"/>
            <w:vMerge w:val="restart"/>
          </w:tcPr>
          <w:p w:rsidR="006F315E" w:rsidRDefault="003B0CBD" w:rsidP="006D11C4">
            <w:pPr>
              <w:pStyle w:val="ListParagraph"/>
              <w:ind w:left="0"/>
              <w:cnfStyle w:val="000000100000"/>
            </w:pPr>
            <w:r>
              <w:t>Must have existing Staff record. To create one refer to</w:t>
            </w:r>
          </w:p>
          <w:p w:rsidR="003B0CBD" w:rsidRDefault="00253842" w:rsidP="003B0CBD">
            <w:pPr>
              <w:pStyle w:val="ListParagraph"/>
              <w:numPr>
                <w:ilvl w:val="0"/>
                <w:numId w:val="14"/>
              </w:numPr>
              <w:cnfStyle w:val="000000100000"/>
            </w:pPr>
            <w:hyperlink w:anchor="_11.1.1_Add_Staff" w:history="1">
              <w:r w:rsidR="003B0CBD" w:rsidRPr="003B0CBD">
                <w:rPr>
                  <w:rStyle w:val="Hyperlink"/>
                </w:rPr>
                <w:t>11.1.1 Add Staff</w:t>
              </w:r>
            </w:hyperlink>
          </w:p>
          <w:p w:rsidR="006F315E" w:rsidRDefault="006F315E" w:rsidP="006D11C4">
            <w:pPr>
              <w:pStyle w:val="ListParagraph"/>
              <w:ind w:left="0"/>
              <w:cnfStyle w:val="000000100000"/>
            </w:pPr>
          </w:p>
          <w:p w:rsidR="006F315E" w:rsidRDefault="006F315E" w:rsidP="006D11C4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6F315E" w:rsidRDefault="006F315E" w:rsidP="006D11C4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Client</w:t>
            </w:r>
          </w:p>
          <w:p w:rsidR="006F315E" w:rsidRDefault="006F315E" w:rsidP="003B0CBD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83391B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692" w:type="pct"/>
          </w:tcPr>
          <w:p w:rsidR="006F315E" w:rsidRDefault="006F315E" w:rsidP="0083391B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83391B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83391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92" w:type="pct"/>
          </w:tcPr>
          <w:p w:rsidR="006F315E" w:rsidRDefault="006F315E" w:rsidP="0083391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6F315E" w:rsidRDefault="006F315E" w:rsidP="003B0CB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493" w:type="pct"/>
          </w:tcPr>
          <w:p w:rsidR="006F315E" w:rsidRDefault="006F315E" w:rsidP="0083391B">
            <w:pPr>
              <w:cnfStyle w:val="0000000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83391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2" w:type="pct"/>
          </w:tcPr>
          <w:p w:rsidR="006F315E" w:rsidRDefault="006F315E" w:rsidP="0083391B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83391B">
            <w:pPr>
              <w:cnfStyle w:val="0000001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83391B">
            <w:pPr>
              <w:pStyle w:val="ListParagraph"/>
              <w:ind w:left="0"/>
              <w:cnfStyle w:val="000000000000"/>
            </w:pPr>
            <w:r>
              <w:t xml:space="preserve">Double Click on </w:t>
            </w:r>
            <w:r>
              <w:lastRenderedPageBreak/>
              <w:t>the selected person</w:t>
            </w:r>
          </w:p>
        </w:tc>
        <w:tc>
          <w:tcPr>
            <w:tcW w:w="692" w:type="pct"/>
          </w:tcPr>
          <w:p w:rsidR="006F315E" w:rsidRDefault="006F315E" w:rsidP="0083391B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83391B">
            <w:pPr>
              <w:cnfStyle w:val="000000000000"/>
            </w:pPr>
            <w:r>
              <w:t xml:space="preserve">Screen </w:t>
            </w:r>
            <w:r>
              <w:lastRenderedPageBreak/>
              <w:t>changes to Person view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83391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Staff</w:t>
            </w:r>
            <w:r>
              <w:t xml:space="preserve"> button</w:t>
            </w:r>
          </w:p>
        </w:tc>
        <w:tc>
          <w:tcPr>
            <w:tcW w:w="692" w:type="pct"/>
          </w:tcPr>
          <w:p w:rsidR="006F315E" w:rsidRDefault="006F315E" w:rsidP="0083391B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83391B">
            <w:pPr>
              <w:cnfStyle w:val="000000100000"/>
            </w:pPr>
            <w:r>
              <w:t>Screen changes to Staff View.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1C788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B0CBD">
              <w:rPr>
                <w:b/>
              </w:rPr>
              <w:t>Edit</w:t>
            </w:r>
            <w:r>
              <w:t xml:space="preserve"> button on Staff screen</w:t>
            </w:r>
          </w:p>
        </w:tc>
        <w:tc>
          <w:tcPr>
            <w:tcW w:w="692" w:type="pct"/>
          </w:tcPr>
          <w:p w:rsidR="006F315E" w:rsidRDefault="006F315E" w:rsidP="0083391B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83391B">
            <w:pPr>
              <w:cnfStyle w:val="000000000000"/>
            </w:pP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83391B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92" w:type="pct"/>
          </w:tcPr>
          <w:p w:rsidR="006F315E" w:rsidRDefault="006F315E" w:rsidP="0083391B">
            <w:pPr>
              <w:cnfStyle w:val="000000100000"/>
            </w:pPr>
            <w:r>
              <w:t xml:space="preserve">Go to </w:t>
            </w:r>
            <w:r w:rsidRPr="003B0CBD">
              <w:rPr>
                <w:b/>
              </w:rPr>
              <w:t>Staff</w:t>
            </w:r>
            <w:r>
              <w:t xml:space="preserve"> Details tab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Start Date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Finish Date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Full time / Part time Status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Organisation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User ID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Position</w:t>
            </w:r>
          </w:p>
          <w:p w:rsidR="006F315E" w:rsidRDefault="006F315E" w:rsidP="0083391B">
            <w:pPr>
              <w:cnfStyle w:val="000000100000"/>
            </w:pPr>
          </w:p>
          <w:p w:rsidR="006F315E" w:rsidRDefault="006F315E" w:rsidP="0083391B">
            <w:pPr>
              <w:cnfStyle w:val="000000100000"/>
            </w:pPr>
            <w:r>
              <w:t xml:space="preserve">Go to </w:t>
            </w:r>
            <w:r w:rsidRPr="003B0CBD">
              <w:rPr>
                <w:b/>
              </w:rPr>
              <w:t>PBRF</w:t>
            </w:r>
            <w:r>
              <w:t xml:space="preserve"> tab</w:t>
            </w:r>
          </w:p>
          <w:p w:rsidR="006F315E" w:rsidRDefault="006F315E" w:rsidP="0083391B">
            <w:pPr>
              <w:cnfStyle w:val="000000100000"/>
            </w:pPr>
            <w:r>
              <w:t xml:space="preserve">Say </w:t>
            </w:r>
            <w:r w:rsidRPr="003B0CBD">
              <w:rPr>
                <w:b/>
              </w:rPr>
              <w:t>Yes</w:t>
            </w:r>
            <w:r>
              <w:t xml:space="preserve"> on Confirmation message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UNID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Ethnicity Codes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Ethnicity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Date of first academic appointment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Date of highest degree enrolment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lastRenderedPageBreak/>
              <w:t>Date employment contract changed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Date of Highest degree completion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Degree Classification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Degree name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subject Area.</w:t>
            </w:r>
          </w:p>
          <w:p w:rsidR="006F315E" w:rsidRDefault="006F315E" w:rsidP="0083391B">
            <w:pPr>
              <w:cnfStyle w:val="000000100000"/>
            </w:pPr>
            <w:r>
              <w:t xml:space="preserve">Go to </w:t>
            </w:r>
            <w:r w:rsidRPr="003B0CBD">
              <w:rPr>
                <w:b/>
              </w:rPr>
              <w:t>UDAs</w:t>
            </w:r>
            <w:r>
              <w:t xml:space="preserve"> tab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Staff UDA 1 to 4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Staff ID Number</w:t>
            </w:r>
          </w:p>
          <w:p w:rsidR="006F315E" w:rsidRDefault="006F315E" w:rsidP="0083391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Staff UDA date field 1.</w:t>
            </w:r>
          </w:p>
        </w:tc>
        <w:tc>
          <w:tcPr>
            <w:tcW w:w="493" w:type="pct"/>
          </w:tcPr>
          <w:p w:rsidR="006F315E" w:rsidRDefault="006F315E" w:rsidP="0083391B">
            <w:pPr>
              <w:cnfStyle w:val="000000100000"/>
            </w:pPr>
            <w:r>
              <w:lastRenderedPageBreak/>
              <w:t>Data is visible in text fields and drop downs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83391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B0CBD">
              <w:rPr>
                <w:b/>
              </w:rPr>
              <w:t>Save</w:t>
            </w:r>
            <w:r w:rsidR="003B0CBD">
              <w:rPr>
                <w:b/>
              </w:rPr>
              <w:t xml:space="preserve"> button</w:t>
            </w:r>
          </w:p>
        </w:tc>
        <w:tc>
          <w:tcPr>
            <w:tcW w:w="692" w:type="pct"/>
          </w:tcPr>
          <w:p w:rsidR="006F315E" w:rsidRDefault="006F315E" w:rsidP="0083391B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3B0CBD">
            <w:pPr>
              <w:cnfStyle w:val="000000000000"/>
            </w:pPr>
            <w:r>
              <w:t xml:space="preserve">Staff record </w:t>
            </w:r>
            <w:r w:rsidR="003B0CBD">
              <w:t>updated</w:t>
            </w:r>
            <w:r>
              <w:t xml:space="preserve"> successfully.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 w:val="restart"/>
          </w:tcPr>
          <w:p w:rsidR="006F315E" w:rsidRPr="006F315E" w:rsidRDefault="006F315E" w:rsidP="006F315E">
            <w:pPr>
              <w:pStyle w:val="Heading3"/>
              <w:outlineLvl w:val="2"/>
            </w:pPr>
            <w:bookmarkStart w:id="7" w:name="_Toc360108693"/>
            <w:r w:rsidRPr="006F315E">
              <w:t>11.1.3</w:t>
            </w:r>
            <w:r>
              <w:t xml:space="preserve"> </w:t>
            </w:r>
            <w:bookmarkStart w:id="8" w:name="Delete"/>
            <w:r w:rsidRPr="006F315E">
              <w:t xml:space="preserve">Delete </w:t>
            </w:r>
            <w:bookmarkEnd w:id="8"/>
            <w:r w:rsidRPr="006F315E">
              <w:t>Staff record</w:t>
            </w:r>
            <w:bookmarkEnd w:id="7"/>
          </w:p>
        </w:tc>
        <w:tc>
          <w:tcPr>
            <w:tcW w:w="883" w:type="pct"/>
            <w:vMerge w:val="restart"/>
          </w:tcPr>
          <w:p w:rsidR="003B0CBD" w:rsidRDefault="003B0CBD" w:rsidP="003B0CBD">
            <w:pPr>
              <w:pStyle w:val="ListParagraph"/>
              <w:ind w:left="0"/>
              <w:cnfStyle w:val="000000100000"/>
            </w:pPr>
            <w:r>
              <w:t>Must have existing Staff record. To create one refer to</w:t>
            </w:r>
          </w:p>
          <w:p w:rsidR="003B0CBD" w:rsidRDefault="00253842" w:rsidP="003B0CBD">
            <w:pPr>
              <w:pStyle w:val="ListParagraph"/>
              <w:numPr>
                <w:ilvl w:val="0"/>
                <w:numId w:val="14"/>
              </w:numPr>
              <w:cnfStyle w:val="000000100000"/>
            </w:pPr>
            <w:hyperlink w:anchor="_11.1.1_Add_Staff" w:history="1">
              <w:r w:rsidR="003B0CBD" w:rsidRPr="003B0CBD">
                <w:rPr>
                  <w:rStyle w:val="Hyperlink"/>
                </w:rPr>
                <w:t>11.1.1 Add Staff</w:t>
              </w:r>
            </w:hyperlink>
          </w:p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  <w:p w:rsidR="006F315E" w:rsidRDefault="006F315E" w:rsidP="00DD47DD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6F315E" w:rsidRDefault="006F315E" w:rsidP="003B0CBD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Client</w:t>
            </w: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100000"/>
            </w:pPr>
            <w:r>
              <w:t>Click on the Client module.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92" w:type="pct"/>
          </w:tcPr>
          <w:p w:rsidR="006F315E" w:rsidRDefault="006F315E" w:rsidP="006A1A3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6F315E" w:rsidRDefault="006F315E" w:rsidP="006A1A3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6F315E" w:rsidRDefault="006F315E" w:rsidP="006A1A3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6F315E" w:rsidRDefault="006F315E" w:rsidP="003B0CB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493" w:type="pct"/>
          </w:tcPr>
          <w:p w:rsidR="006F315E" w:rsidRDefault="006F315E" w:rsidP="006A1A3F">
            <w:pPr>
              <w:cnfStyle w:val="0000000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1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000000"/>
            </w:pPr>
            <w:r>
              <w:t>Screen changes to Person view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Staff</w:t>
            </w:r>
            <w:r>
              <w:t xml:space="preserve"> button on person tree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100000"/>
            </w:pPr>
            <w:r>
              <w:t>Screen changes to Staff view.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1C788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B0CBD">
              <w:rPr>
                <w:b/>
              </w:rPr>
              <w:t>Delete</w:t>
            </w:r>
            <w:r>
              <w:t xml:space="preserve"> button on Staff screen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000000"/>
            </w:pPr>
            <w:r>
              <w:t>Confirmation message appears on screen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6F315E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100000"/>
            </w:pPr>
          </w:p>
        </w:tc>
        <w:tc>
          <w:tcPr>
            <w:tcW w:w="493" w:type="pct"/>
          </w:tcPr>
          <w:p w:rsidR="003B0CBD" w:rsidRDefault="003B0CBD" w:rsidP="003B0CBD">
            <w:pPr>
              <w:cnfStyle w:val="000000100000"/>
            </w:pPr>
            <w:r>
              <w:t xml:space="preserve">Staff role will be deleted from the person </w:t>
            </w:r>
          </w:p>
          <w:p w:rsidR="003B0CBD" w:rsidRDefault="003B0CBD" w:rsidP="003B0CBD">
            <w:pPr>
              <w:cnfStyle w:val="000000100000"/>
            </w:pPr>
            <w:r>
              <w:t xml:space="preserve">and </w:t>
            </w:r>
          </w:p>
          <w:p w:rsidR="006F315E" w:rsidRDefault="006F315E" w:rsidP="003B0CBD">
            <w:pPr>
              <w:cnfStyle w:val="000000100000"/>
            </w:pPr>
            <w:r>
              <w:t xml:space="preserve">Screen changes to </w:t>
            </w:r>
            <w:r w:rsidR="003B0CBD">
              <w:t>Person</w:t>
            </w:r>
            <w:r>
              <w:t xml:space="preserve"> view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 w:val="restart"/>
          </w:tcPr>
          <w:p w:rsidR="006F315E" w:rsidRPr="006F315E" w:rsidRDefault="006F315E" w:rsidP="006F315E">
            <w:pPr>
              <w:pStyle w:val="Heading3"/>
              <w:outlineLvl w:val="2"/>
            </w:pPr>
            <w:bookmarkStart w:id="9" w:name="_Toc360108694"/>
            <w:r w:rsidRPr="006F315E">
              <w:t>11.2</w:t>
            </w:r>
            <w:r>
              <w:t xml:space="preserve"> </w:t>
            </w:r>
            <w:bookmarkStart w:id="10" w:name="PBRF"/>
            <w:r w:rsidRPr="006F315E">
              <w:t>PBRF</w:t>
            </w:r>
            <w:bookmarkEnd w:id="9"/>
            <w:bookmarkEnd w:id="10"/>
          </w:p>
        </w:tc>
        <w:tc>
          <w:tcPr>
            <w:tcW w:w="883" w:type="pct"/>
            <w:vMerge w:val="restart"/>
          </w:tcPr>
          <w:p w:rsidR="003B0CBD" w:rsidRDefault="003B0CBD" w:rsidP="003B0CBD">
            <w:pPr>
              <w:pStyle w:val="ListParagraph"/>
              <w:ind w:left="0"/>
              <w:cnfStyle w:val="000000000000"/>
            </w:pPr>
            <w:r>
              <w:t>Must have existing Staff record. To create one refer to</w:t>
            </w:r>
          </w:p>
          <w:p w:rsidR="003B0CBD" w:rsidRDefault="00253842" w:rsidP="003B0CBD">
            <w:pPr>
              <w:pStyle w:val="ListParagraph"/>
              <w:numPr>
                <w:ilvl w:val="0"/>
                <w:numId w:val="14"/>
              </w:numPr>
              <w:cnfStyle w:val="000000000000"/>
            </w:pPr>
            <w:hyperlink w:anchor="_11.1.1_Add_Staff" w:history="1">
              <w:r w:rsidR="003B0CBD" w:rsidRPr="003B0CBD">
                <w:rPr>
                  <w:rStyle w:val="Hyperlink"/>
                </w:rPr>
                <w:t>11.1.1 Add Staff</w:t>
              </w:r>
            </w:hyperlink>
          </w:p>
          <w:p w:rsidR="006F315E" w:rsidRDefault="006F315E" w:rsidP="006A1A3F">
            <w:pPr>
              <w:pStyle w:val="ListParagraph"/>
              <w:ind w:left="360"/>
              <w:cnfStyle w:val="000000000000"/>
            </w:pPr>
          </w:p>
          <w:p w:rsidR="006F315E" w:rsidRDefault="006F315E" w:rsidP="006A1A3F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6F315E" w:rsidRDefault="006F315E" w:rsidP="006A1A3F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Client</w:t>
            </w:r>
          </w:p>
          <w:p w:rsidR="006F315E" w:rsidRDefault="006F315E" w:rsidP="003B0CBD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000000"/>
            </w:pPr>
            <w:r>
              <w:t>Click on the Client module.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000000"/>
            </w:pPr>
            <w:r>
              <w:t>Client module is loaded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92" w:type="pct"/>
          </w:tcPr>
          <w:p w:rsidR="006F315E" w:rsidRDefault="006F315E" w:rsidP="006A1A3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6F315E" w:rsidRDefault="006F315E" w:rsidP="006A1A3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6F315E" w:rsidRDefault="006F315E" w:rsidP="006A1A3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6F315E" w:rsidRDefault="006F315E" w:rsidP="003B0CBD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493" w:type="pct"/>
          </w:tcPr>
          <w:p w:rsidR="006F315E" w:rsidRDefault="006F315E" w:rsidP="006A1A3F">
            <w:pPr>
              <w:cnfStyle w:val="0000001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B0CB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0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100000"/>
            </w:pPr>
            <w:r>
              <w:t xml:space="preserve">Double Click on the selected </w:t>
            </w:r>
            <w:r>
              <w:lastRenderedPageBreak/>
              <w:t>person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100000"/>
            </w:pPr>
            <w:r>
              <w:t xml:space="preserve">Screen changes to </w:t>
            </w:r>
            <w:r>
              <w:lastRenderedPageBreak/>
              <w:t>Person view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B0CBD">
              <w:rPr>
                <w:b/>
              </w:rPr>
              <w:t>Staff</w:t>
            </w:r>
            <w:r>
              <w:t xml:space="preserve"> button on person tree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0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000000"/>
            </w:pPr>
            <w:r>
              <w:t>Screen changes to Staff view.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145C2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PBRF</w:t>
            </w:r>
            <w:r>
              <w:t xml:space="preserve"> button on the header</w:t>
            </w:r>
          </w:p>
        </w:tc>
        <w:tc>
          <w:tcPr>
            <w:tcW w:w="692" w:type="pct"/>
          </w:tcPr>
          <w:p w:rsidR="006F315E" w:rsidRDefault="006F315E" w:rsidP="006A1A3F">
            <w:pPr>
              <w:cnfStyle w:val="0000001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100000"/>
            </w:pPr>
            <w:r>
              <w:t>Confirmation message appears on screen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6F315E" w:rsidTr="003B0CBD"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000000"/>
            </w:pPr>
            <w:r>
              <w:t>Select the option(s) from the available</w:t>
            </w:r>
          </w:p>
        </w:tc>
        <w:tc>
          <w:tcPr>
            <w:tcW w:w="692" w:type="pct"/>
          </w:tcPr>
          <w:p w:rsidR="006F315E" w:rsidRDefault="006F315E" w:rsidP="00145C2C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PBRF staff unique identifier request</w:t>
            </w:r>
          </w:p>
          <w:p w:rsidR="006F315E" w:rsidRDefault="006F315E" w:rsidP="00145C2C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PBRF staff census.</w:t>
            </w:r>
          </w:p>
        </w:tc>
        <w:tc>
          <w:tcPr>
            <w:tcW w:w="493" w:type="pct"/>
          </w:tcPr>
          <w:p w:rsidR="006F315E" w:rsidRDefault="006F315E" w:rsidP="006A1A3F">
            <w:pPr>
              <w:cnfStyle w:val="000000000000"/>
            </w:pPr>
          </w:p>
        </w:tc>
        <w:tc>
          <w:tcPr>
            <w:tcW w:w="520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0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000000"/>
            </w:pPr>
          </w:p>
        </w:tc>
      </w:tr>
      <w:tr w:rsidR="006F315E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6F315E" w:rsidRDefault="006F315E" w:rsidP="00887471"/>
        </w:tc>
        <w:tc>
          <w:tcPr>
            <w:tcW w:w="883" w:type="pct"/>
            <w:vMerge/>
          </w:tcPr>
          <w:p w:rsidR="006F315E" w:rsidRDefault="006F315E" w:rsidP="00887471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6F315E" w:rsidRDefault="006F315E" w:rsidP="006A1A3F">
            <w:pPr>
              <w:pStyle w:val="ListParagraph"/>
              <w:ind w:left="0"/>
              <w:cnfStyle w:val="000000100000"/>
            </w:pPr>
            <w:r>
              <w:t>Click on Save</w:t>
            </w:r>
            <w:r w:rsidR="003B0CBD">
              <w:t xml:space="preserve"> button</w:t>
            </w:r>
          </w:p>
        </w:tc>
        <w:tc>
          <w:tcPr>
            <w:tcW w:w="692" w:type="pct"/>
          </w:tcPr>
          <w:p w:rsidR="006F315E" w:rsidRDefault="006F315E" w:rsidP="00145C2C">
            <w:pPr>
              <w:pStyle w:val="ListParagraph"/>
              <w:ind w:left="360"/>
              <w:cnfStyle w:val="000000100000"/>
            </w:pPr>
          </w:p>
        </w:tc>
        <w:tc>
          <w:tcPr>
            <w:tcW w:w="493" w:type="pct"/>
          </w:tcPr>
          <w:p w:rsidR="006F315E" w:rsidRDefault="006F315E" w:rsidP="006A1A3F">
            <w:pPr>
              <w:cnfStyle w:val="000000100000"/>
            </w:pPr>
            <w:r>
              <w:t>Down</w:t>
            </w:r>
            <w:r w:rsidR="003B0CBD">
              <w:t>load Screen appears asking user</w:t>
            </w:r>
            <w:r>
              <w:t xml:space="preserve"> to download.</w:t>
            </w:r>
          </w:p>
        </w:tc>
        <w:tc>
          <w:tcPr>
            <w:tcW w:w="520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8" w:type="pct"/>
          </w:tcPr>
          <w:p w:rsidR="006F315E" w:rsidRDefault="006F315E" w:rsidP="00887471">
            <w:pPr>
              <w:cnfStyle w:val="000000100000"/>
            </w:pPr>
          </w:p>
        </w:tc>
        <w:tc>
          <w:tcPr>
            <w:tcW w:w="455" w:type="pct"/>
          </w:tcPr>
          <w:p w:rsidR="006F315E" w:rsidRDefault="006F315E" w:rsidP="00887471">
            <w:pPr>
              <w:cnfStyle w:val="000000100000"/>
            </w:pPr>
          </w:p>
        </w:tc>
      </w:tr>
      <w:tr w:rsidR="008A5752" w:rsidTr="003B0CBD">
        <w:tc>
          <w:tcPr>
            <w:cnfStyle w:val="001000000000"/>
            <w:tcW w:w="838" w:type="pct"/>
            <w:vMerge w:val="restart"/>
          </w:tcPr>
          <w:p w:rsidR="008A5752" w:rsidRPr="006F315E" w:rsidRDefault="008A5752" w:rsidP="006F315E">
            <w:pPr>
              <w:pStyle w:val="Heading3"/>
              <w:outlineLvl w:val="2"/>
            </w:pPr>
            <w:bookmarkStart w:id="11" w:name="_Toc360108695"/>
            <w:r w:rsidRPr="006F315E">
              <w:t>11.7</w:t>
            </w:r>
            <w:r>
              <w:t xml:space="preserve"> </w:t>
            </w:r>
            <w:bookmarkStart w:id="12" w:name="PrintReports"/>
            <w:r w:rsidRPr="006F315E">
              <w:t>Print Reports</w:t>
            </w:r>
            <w:bookmarkEnd w:id="11"/>
            <w:r w:rsidRPr="006F315E">
              <w:t xml:space="preserve"> </w:t>
            </w:r>
            <w:bookmarkEnd w:id="12"/>
          </w:p>
        </w:tc>
        <w:tc>
          <w:tcPr>
            <w:tcW w:w="883" w:type="pct"/>
            <w:vMerge w:val="restart"/>
          </w:tcPr>
          <w:p w:rsidR="008A5752" w:rsidRDefault="008A5752" w:rsidP="003B0CBD">
            <w:pPr>
              <w:pStyle w:val="ListParagraph"/>
              <w:ind w:left="0"/>
              <w:cnfStyle w:val="000000000000"/>
            </w:pPr>
            <w:r>
              <w:t>Must have existing Staff record. To create one refer to</w:t>
            </w:r>
          </w:p>
          <w:p w:rsidR="008A5752" w:rsidRDefault="00253842" w:rsidP="003B0CBD">
            <w:pPr>
              <w:pStyle w:val="ListParagraph"/>
              <w:numPr>
                <w:ilvl w:val="0"/>
                <w:numId w:val="14"/>
              </w:numPr>
              <w:cnfStyle w:val="000000000000"/>
            </w:pPr>
            <w:hyperlink w:anchor="_11.1.1_Add_Staff" w:history="1">
              <w:r w:rsidR="008A5752" w:rsidRPr="003B0CBD">
                <w:rPr>
                  <w:rStyle w:val="Hyperlink"/>
                </w:rPr>
                <w:t>11.1.1 Add Staff</w:t>
              </w:r>
            </w:hyperlink>
          </w:p>
          <w:p w:rsidR="008A5752" w:rsidRDefault="008A5752" w:rsidP="00E52099">
            <w:pPr>
              <w:cnfStyle w:val="000000000000"/>
            </w:pPr>
          </w:p>
          <w:p w:rsidR="008A5752" w:rsidRDefault="008A5752" w:rsidP="00E52099">
            <w:pPr>
              <w:cnfStyle w:val="000000000000"/>
            </w:pPr>
            <w:r>
              <w:t>Make sure to configure reports path in config.php.</w:t>
            </w:r>
          </w:p>
          <w:p w:rsidR="008A5752" w:rsidRDefault="008A5752" w:rsidP="00E52099">
            <w:pPr>
              <w:cnfStyle w:val="000000000000"/>
            </w:pPr>
          </w:p>
          <w:p w:rsidR="008A5752" w:rsidRDefault="008A5752" w:rsidP="00E52099">
            <w:pPr>
              <w:pStyle w:val="ListParagraph"/>
              <w:ind w:left="0"/>
              <w:cnfStyle w:val="000000000000"/>
            </w:pPr>
            <w:r>
              <w:t xml:space="preserve">Must have security </w:t>
            </w:r>
            <w:r>
              <w:lastRenderedPageBreak/>
              <w:t>access to</w:t>
            </w:r>
          </w:p>
          <w:p w:rsidR="008A5752" w:rsidRDefault="008A5752" w:rsidP="00A11061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 xml:space="preserve">Client </w:t>
            </w:r>
          </w:p>
          <w:p w:rsidR="008A5752" w:rsidRDefault="008A5752" w:rsidP="003B0CBD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8A5752" w:rsidRDefault="008A5752" w:rsidP="00E52099">
            <w:pPr>
              <w:pStyle w:val="ListParagraph"/>
              <w:ind w:left="0"/>
              <w:cnfStyle w:val="000000000000"/>
            </w:pPr>
            <w:r>
              <w:lastRenderedPageBreak/>
              <w:t>Click on the client module</w:t>
            </w:r>
          </w:p>
        </w:tc>
        <w:tc>
          <w:tcPr>
            <w:tcW w:w="692" w:type="pct"/>
          </w:tcPr>
          <w:p w:rsidR="008A5752" w:rsidRDefault="008A5752" w:rsidP="00E52099">
            <w:pPr>
              <w:pStyle w:val="ListParagraph"/>
              <w:ind w:left="360"/>
              <w:cnfStyle w:val="000000000000"/>
            </w:pPr>
          </w:p>
        </w:tc>
        <w:tc>
          <w:tcPr>
            <w:tcW w:w="493" w:type="pct"/>
          </w:tcPr>
          <w:p w:rsidR="008A5752" w:rsidRDefault="008A5752" w:rsidP="00E52099">
            <w:pPr>
              <w:cnfStyle w:val="000000000000"/>
            </w:pPr>
            <w:r>
              <w:t>Client module is loaded.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000000"/>
            </w:pPr>
          </w:p>
        </w:tc>
      </w:tr>
      <w:tr w:rsidR="008A5752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100000"/>
            </w:pPr>
          </w:p>
        </w:tc>
        <w:tc>
          <w:tcPr>
            <w:tcW w:w="661" w:type="pct"/>
          </w:tcPr>
          <w:p w:rsidR="008A5752" w:rsidRDefault="008A5752" w:rsidP="00E52099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92" w:type="pct"/>
          </w:tcPr>
          <w:p w:rsidR="008A5752" w:rsidRDefault="008A5752" w:rsidP="00E52099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8A5752" w:rsidRDefault="008A5752" w:rsidP="00E52099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8A5752" w:rsidRDefault="008A5752" w:rsidP="00E52099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8A5752" w:rsidRDefault="008A5752" w:rsidP="003B0CBD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493" w:type="pct"/>
          </w:tcPr>
          <w:p w:rsidR="008A5752" w:rsidRDefault="008A5752" w:rsidP="00E52099">
            <w:pPr>
              <w:cnfStyle w:val="0000001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100000"/>
            </w:pPr>
          </w:p>
        </w:tc>
      </w:tr>
      <w:tr w:rsidR="008A5752" w:rsidTr="003B0CBD"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000000"/>
            </w:pPr>
          </w:p>
        </w:tc>
        <w:tc>
          <w:tcPr>
            <w:tcW w:w="661" w:type="pct"/>
          </w:tcPr>
          <w:p w:rsidR="008A5752" w:rsidRDefault="008A5752" w:rsidP="00E5209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B0CB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2" w:type="pct"/>
          </w:tcPr>
          <w:p w:rsidR="008A5752" w:rsidRDefault="008A5752" w:rsidP="00E52099">
            <w:pPr>
              <w:pStyle w:val="ListParagraph"/>
              <w:ind w:left="360"/>
              <w:cnfStyle w:val="000000000000"/>
            </w:pPr>
          </w:p>
        </w:tc>
        <w:tc>
          <w:tcPr>
            <w:tcW w:w="493" w:type="pct"/>
          </w:tcPr>
          <w:p w:rsidR="008A5752" w:rsidRDefault="008A5752" w:rsidP="00E52099">
            <w:pPr>
              <w:cnfStyle w:val="000000000000"/>
            </w:pPr>
            <w:r>
              <w:t xml:space="preserve">Search displays the list of </w:t>
            </w:r>
            <w:r>
              <w:lastRenderedPageBreak/>
              <w:t>persons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000000"/>
            </w:pPr>
          </w:p>
        </w:tc>
      </w:tr>
      <w:tr w:rsidR="008A5752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100000"/>
            </w:pPr>
          </w:p>
        </w:tc>
        <w:tc>
          <w:tcPr>
            <w:tcW w:w="661" w:type="pct"/>
          </w:tcPr>
          <w:p w:rsidR="008A5752" w:rsidRDefault="008A5752" w:rsidP="00E52099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692" w:type="pct"/>
          </w:tcPr>
          <w:p w:rsidR="008A5752" w:rsidRDefault="008A5752" w:rsidP="00E52099">
            <w:pPr>
              <w:pStyle w:val="ListParagraph"/>
              <w:ind w:left="360"/>
              <w:cnfStyle w:val="000000100000"/>
            </w:pPr>
          </w:p>
        </w:tc>
        <w:tc>
          <w:tcPr>
            <w:tcW w:w="493" w:type="pct"/>
          </w:tcPr>
          <w:p w:rsidR="008A5752" w:rsidRDefault="008A5752" w:rsidP="00E52099">
            <w:pPr>
              <w:cnfStyle w:val="000000100000"/>
            </w:pPr>
            <w:r>
              <w:t>Screen changes to person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100000"/>
            </w:pPr>
          </w:p>
        </w:tc>
      </w:tr>
      <w:tr w:rsidR="008A5752" w:rsidTr="003B0CBD"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000000"/>
            </w:pPr>
          </w:p>
        </w:tc>
        <w:tc>
          <w:tcPr>
            <w:tcW w:w="661" w:type="pct"/>
          </w:tcPr>
          <w:p w:rsidR="008A5752" w:rsidRDefault="008A5752" w:rsidP="00A11061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B0CBD">
              <w:rPr>
                <w:b/>
              </w:rPr>
              <w:t>Staff</w:t>
            </w:r>
            <w:r>
              <w:t xml:space="preserve"> button on person tree.</w:t>
            </w:r>
          </w:p>
        </w:tc>
        <w:tc>
          <w:tcPr>
            <w:tcW w:w="692" w:type="pct"/>
          </w:tcPr>
          <w:p w:rsidR="008A5752" w:rsidRDefault="008A5752" w:rsidP="00E52099">
            <w:pPr>
              <w:pStyle w:val="ListParagraph"/>
              <w:ind w:left="360"/>
              <w:cnfStyle w:val="000000000000"/>
            </w:pPr>
          </w:p>
        </w:tc>
        <w:tc>
          <w:tcPr>
            <w:tcW w:w="493" w:type="pct"/>
          </w:tcPr>
          <w:p w:rsidR="008A5752" w:rsidRDefault="008A5752" w:rsidP="00A11061">
            <w:pPr>
              <w:cnfStyle w:val="000000000000"/>
            </w:pPr>
            <w:r>
              <w:t>Screen changes to staff.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000000"/>
            </w:pPr>
          </w:p>
        </w:tc>
      </w:tr>
      <w:tr w:rsidR="008A5752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100000"/>
            </w:pPr>
          </w:p>
        </w:tc>
        <w:tc>
          <w:tcPr>
            <w:tcW w:w="661" w:type="pct"/>
          </w:tcPr>
          <w:p w:rsidR="008A5752" w:rsidRDefault="008A5752" w:rsidP="00E5209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B0CBD">
              <w:rPr>
                <w:b/>
              </w:rPr>
              <w:t>print</w:t>
            </w:r>
            <w:r>
              <w:t xml:space="preserve"> button just above the Person tree</w:t>
            </w:r>
          </w:p>
        </w:tc>
        <w:tc>
          <w:tcPr>
            <w:tcW w:w="692" w:type="pct"/>
          </w:tcPr>
          <w:p w:rsidR="008A5752" w:rsidRDefault="008A5752" w:rsidP="00E52099">
            <w:pPr>
              <w:pStyle w:val="ListParagraph"/>
              <w:ind w:left="360"/>
              <w:cnfStyle w:val="000000100000"/>
            </w:pPr>
          </w:p>
        </w:tc>
        <w:tc>
          <w:tcPr>
            <w:tcW w:w="493" w:type="pct"/>
          </w:tcPr>
          <w:p w:rsidR="008A5752" w:rsidRDefault="008A5752" w:rsidP="00E52099">
            <w:pPr>
              <w:cnfStyle w:val="000000100000"/>
            </w:pPr>
            <w:r>
              <w:t>Report viewer pop up screen appears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100000"/>
            </w:pPr>
          </w:p>
        </w:tc>
      </w:tr>
      <w:tr w:rsidR="008A5752" w:rsidTr="003B0CBD"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000000"/>
            </w:pPr>
          </w:p>
        </w:tc>
        <w:tc>
          <w:tcPr>
            <w:tcW w:w="661" w:type="pct"/>
          </w:tcPr>
          <w:p w:rsidR="008A5752" w:rsidRDefault="008A5752" w:rsidP="00255638">
            <w:pPr>
              <w:pStyle w:val="ListParagraph"/>
              <w:ind w:left="0"/>
              <w:cnfStyle w:val="000000000000"/>
            </w:pPr>
            <w:r>
              <w:t>Click on the desired report</w:t>
            </w:r>
          </w:p>
        </w:tc>
        <w:tc>
          <w:tcPr>
            <w:tcW w:w="692" w:type="pct"/>
          </w:tcPr>
          <w:p w:rsidR="008A5752" w:rsidRDefault="008A5752" w:rsidP="00255638">
            <w:pPr>
              <w:pStyle w:val="ListParagraph"/>
              <w:ind w:left="360"/>
              <w:cnfStyle w:val="000000000000"/>
            </w:pPr>
          </w:p>
        </w:tc>
        <w:tc>
          <w:tcPr>
            <w:tcW w:w="493" w:type="pct"/>
          </w:tcPr>
          <w:p w:rsidR="008A5752" w:rsidRDefault="008A5752" w:rsidP="00255638">
            <w:pPr>
              <w:cnfStyle w:val="000000000000"/>
            </w:pPr>
            <w:r>
              <w:t>Report navigates to new tab by keeping the current tab open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000000"/>
            </w:pPr>
          </w:p>
        </w:tc>
      </w:tr>
      <w:tr w:rsidR="008A5752" w:rsidTr="003B0CBD">
        <w:trPr>
          <w:cnfStyle w:val="000000100000"/>
        </w:trPr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100000"/>
            </w:pPr>
          </w:p>
        </w:tc>
        <w:tc>
          <w:tcPr>
            <w:tcW w:w="661" w:type="pct"/>
          </w:tcPr>
          <w:p w:rsidR="008A5752" w:rsidRDefault="008A5752" w:rsidP="00255638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8A5752" w:rsidRDefault="008A5752" w:rsidP="00255638">
            <w:pPr>
              <w:pStyle w:val="ListParagraph"/>
              <w:ind w:left="0"/>
              <w:cnfStyle w:val="000000100000"/>
            </w:pPr>
          </w:p>
          <w:p w:rsidR="008A5752" w:rsidRDefault="008A5752" w:rsidP="00255638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692" w:type="pct"/>
          </w:tcPr>
          <w:p w:rsidR="008A5752" w:rsidRDefault="008A5752" w:rsidP="00255638">
            <w:pPr>
              <w:pStyle w:val="ListParagraph"/>
              <w:ind w:left="360"/>
              <w:cnfStyle w:val="000000100000"/>
            </w:pPr>
          </w:p>
        </w:tc>
        <w:tc>
          <w:tcPr>
            <w:tcW w:w="493" w:type="pct"/>
          </w:tcPr>
          <w:p w:rsidR="008A5752" w:rsidRDefault="008A5752" w:rsidP="00255638">
            <w:pPr>
              <w:cnfStyle w:val="000000100000"/>
            </w:pPr>
            <w:r>
              <w:t>Value is visible in text field.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1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100000"/>
            </w:pPr>
          </w:p>
        </w:tc>
      </w:tr>
      <w:tr w:rsidR="008A5752" w:rsidTr="003B0CBD">
        <w:tc>
          <w:tcPr>
            <w:cnfStyle w:val="001000000000"/>
            <w:tcW w:w="838" w:type="pct"/>
            <w:vMerge/>
          </w:tcPr>
          <w:p w:rsidR="008A5752" w:rsidRDefault="008A5752" w:rsidP="00E52099"/>
        </w:tc>
        <w:tc>
          <w:tcPr>
            <w:tcW w:w="883" w:type="pct"/>
            <w:vMerge/>
          </w:tcPr>
          <w:p w:rsidR="008A5752" w:rsidRDefault="008A5752" w:rsidP="00E52099">
            <w:pPr>
              <w:cnfStyle w:val="000000000000"/>
            </w:pPr>
          </w:p>
        </w:tc>
        <w:tc>
          <w:tcPr>
            <w:tcW w:w="661" w:type="pct"/>
          </w:tcPr>
          <w:p w:rsidR="008A5752" w:rsidRDefault="008A5752" w:rsidP="0025563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</w:t>
            </w:r>
            <w:r>
              <w:lastRenderedPageBreak/>
              <w:t>viewer pop up.</w:t>
            </w:r>
          </w:p>
        </w:tc>
        <w:tc>
          <w:tcPr>
            <w:tcW w:w="692" w:type="pct"/>
          </w:tcPr>
          <w:p w:rsidR="008A5752" w:rsidRDefault="008A5752" w:rsidP="00255638">
            <w:pPr>
              <w:pStyle w:val="ListParagraph"/>
              <w:ind w:left="360"/>
              <w:cnfStyle w:val="000000000000"/>
            </w:pPr>
          </w:p>
        </w:tc>
        <w:tc>
          <w:tcPr>
            <w:tcW w:w="493" w:type="pct"/>
          </w:tcPr>
          <w:p w:rsidR="008A5752" w:rsidRDefault="008A5752" w:rsidP="00255638">
            <w:pPr>
              <w:cnfStyle w:val="000000000000"/>
            </w:pPr>
            <w:r>
              <w:t xml:space="preserve">Report navigates to </w:t>
            </w:r>
            <w:r>
              <w:lastRenderedPageBreak/>
              <w:t>new tab and opens up the report keeping the current window open.</w:t>
            </w:r>
          </w:p>
        </w:tc>
        <w:tc>
          <w:tcPr>
            <w:tcW w:w="520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8" w:type="pct"/>
          </w:tcPr>
          <w:p w:rsidR="008A5752" w:rsidRDefault="008A5752" w:rsidP="00887471">
            <w:pPr>
              <w:cnfStyle w:val="000000000000"/>
            </w:pPr>
          </w:p>
        </w:tc>
        <w:tc>
          <w:tcPr>
            <w:tcW w:w="455" w:type="pct"/>
          </w:tcPr>
          <w:p w:rsidR="008A5752" w:rsidRDefault="008A5752" w:rsidP="00887471">
            <w:pPr>
              <w:cnfStyle w:val="000000000000"/>
            </w:pPr>
          </w:p>
        </w:tc>
      </w:tr>
    </w:tbl>
    <w:p w:rsidR="00BB39B3" w:rsidRDefault="00BB39B3" w:rsidP="00E11D0F"/>
    <w:p w:rsidR="00F553FC" w:rsidRPr="00E11D0F" w:rsidRDefault="00F553FC" w:rsidP="00F553F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sectPr w:rsidR="00F553FC" w:rsidRPr="00E11D0F" w:rsidSect="00685618">
      <w:headerReference w:type="default" r:id="rId12"/>
      <w:footerReference w:type="default" r:id="rId13"/>
      <w:headerReference w:type="first" r:id="rId14"/>
      <w:footerReference w:type="first" r:id="rId15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865" w:rsidRDefault="001C6865" w:rsidP="000366C0">
      <w:pPr>
        <w:spacing w:after="0" w:line="240" w:lineRule="auto"/>
      </w:pPr>
      <w:r>
        <w:separator/>
      </w:r>
    </w:p>
  </w:endnote>
  <w:endnote w:type="continuationSeparator" w:id="0">
    <w:p w:rsidR="001C6865" w:rsidRDefault="001C6865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B5" w:rsidRPr="00065894" w:rsidRDefault="00475D82">
    <w:pPr>
      <w:pStyle w:val="Footer"/>
      <w:rPr>
        <w:sz w:val="16"/>
        <w:szCs w:val="16"/>
      </w:rPr>
    </w:pPr>
    <w:r>
      <w:rPr>
        <w:sz w:val="16"/>
        <w:szCs w:val="16"/>
      </w:rPr>
      <w:t>Regression Test Plan - Client/Staff</w:t>
    </w:r>
    <w:r w:rsidR="00D433B5" w:rsidRPr="00065894">
      <w:rPr>
        <w:sz w:val="16"/>
        <w:szCs w:val="16"/>
      </w:rPr>
      <w:ptab w:relativeTo="margin" w:alignment="center" w:leader="none"/>
    </w:r>
    <w:r w:rsidR="00D433B5" w:rsidRPr="00065894">
      <w:rPr>
        <w:sz w:val="16"/>
        <w:szCs w:val="16"/>
      </w:rPr>
      <w:ptab w:relativeTo="margin" w:alignment="right" w:leader="none"/>
    </w:r>
    <w:r w:rsidR="00D433B5" w:rsidRPr="00065894">
      <w:rPr>
        <w:sz w:val="16"/>
        <w:szCs w:val="16"/>
      </w:rPr>
      <w:t xml:space="preserve">page </w:t>
    </w:r>
    <w:r w:rsidR="00253842" w:rsidRPr="00065894">
      <w:rPr>
        <w:sz w:val="16"/>
        <w:szCs w:val="16"/>
      </w:rPr>
      <w:fldChar w:fldCharType="begin"/>
    </w:r>
    <w:r w:rsidR="00D433B5" w:rsidRPr="00065894">
      <w:rPr>
        <w:sz w:val="16"/>
        <w:szCs w:val="16"/>
      </w:rPr>
      <w:instrText xml:space="preserve"> PAGE   \* MERGEFORMAT </w:instrText>
    </w:r>
    <w:r w:rsidR="00253842" w:rsidRPr="00065894">
      <w:rPr>
        <w:sz w:val="16"/>
        <w:szCs w:val="16"/>
      </w:rPr>
      <w:fldChar w:fldCharType="separate"/>
    </w:r>
    <w:r w:rsidR="00E21492">
      <w:rPr>
        <w:noProof/>
        <w:sz w:val="16"/>
        <w:szCs w:val="16"/>
      </w:rPr>
      <w:t>1</w:t>
    </w:r>
    <w:r w:rsidR="00253842" w:rsidRPr="00065894">
      <w:rPr>
        <w:sz w:val="16"/>
        <w:szCs w:val="16"/>
      </w:rPr>
      <w:fldChar w:fldCharType="end"/>
    </w:r>
    <w:r w:rsidR="00D433B5" w:rsidRPr="00065894">
      <w:rPr>
        <w:sz w:val="16"/>
        <w:szCs w:val="16"/>
      </w:rPr>
      <w:t xml:space="preserve"> of </w:t>
    </w:r>
    <w:fldSimple w:instr=" NUMPAGES  \* Arabic  \* MERGEFORMAT ">
      <w:r w:rsidR="00E21492" w:rsidRPr="00E21492">
        <w:rPr>
          <w:noProof/>
          <w:sz w:val="16"/>
          <w:szCs w:val="16"/>
        </w:rPr>
        <w:t>10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B5" w:rsidRPr="00065894" w:rsidRDefault="00D433B5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253842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253842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253842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E21492" w:rsidRPr="00E21492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865" w:rsidRDefault="001C6865" w:rsidP="000366C0">
      <w:pPr>
        <w:spacing w:after="0" w:line="240" w:lineRule="auto"/>
      </w:pPr>
      <w:r>
        <w:separator/>
      </w:r>
    </w:p>
  </w:footnote>
  <w:footnote w:type="continuationSeparator" w:id="0">
    <w:p w:rsidR="001C6865" w:rsidRDefault="001C6865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B5" w:rsidRDefault="00D433B5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</w:t>
    </w:r>
    <w:r w:rsidR="00475D82">
      <w:rPr>
        <w:noProof/>
        <w:lang w:eastAsia="en-NZ"/>
      </w:rPr>
      <w:t xml:space="preserve"> - Client/Staff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B5" w:rsidRDefault="00D433B5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0D5"/>
    <w:multiLevelType w:val="hybridMultilevel"/>
    <w:tmpl w:val="651AF67A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A759E4"/>
    <w:multiLevelType w:val="hybridMultilevel"/>
    <w:tmpl w:val="9BDE2F52"/>
    <w:lvl w:ilvl="0" w:tplc="1409000D">
      <w:start w:val="1"/>
      <w:numFmt w:val="bullet"/>
      <w:lvlText w:val=""/>
      <w:lvlJc w:val="left"/>
      <w:pPr>
        <w:ind w:left="3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2">
    <w:nsid w:val="07086B36"/>
    <w:multiLevelType w:val="hybridMultilevel"/>
    <w:tmpl w:val="863E980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4327F2E"/>
    <w:multiLevelType w:val="hybridMultilevel"/>
    <w:tmpl w:val="CF36E92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120FDF"/>
    <w:multiLevelType w:val="hybridMultilevel"/>
    <w:tmpl w:val="18F4BB1E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C751E"/>
    <w:multiLevelType w:val="hybridMultilevel"/>
    <w:tmpl w:val="80D8848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ED77B6"/>
    <w:multiLevelType w:val="hybridMultilevel"/>
    <w:tmpl w:val="8EF82FC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DD2D0D"/>
    <w:multiLevelType w:val="hybridMultilevel"/>
    <w:tmpl w:val="F266DE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4435E4"/>
    <w:multiLevelType w:val="hybridMultilevel"/>
    <w:tmpl w:val="4670C83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2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8534B"/>
    <w:multiLevelType w:val="hybridMultilevel"/>
    <w:tmpl w:val="3C5C0EC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1"/>
  </w:num>
  <w:num w:numId="5">
    <w:abstractNumId w:val="1"/>
  </w:num>
  <w:num w:numId="6">
    <w:abstractNumId w:val="2"/>
  </w:num>
  <w:num w:numId="7">
    <w:abstractNumId w:val="8"/>
  </w:num>
  <w:num w:numId="8">
    <w:abstractNumId w:val="13"/>
  </w:num>
  <w:num w:numId="9">
    <w:abstractNumId w:val="10"/>
  </w:num>
  <w:num w:numId="10">
    <w:abstractNumId w:val="7"/>
  </w:num>
  <w:num w:numId="11">
    <w:abstractNumId w:val="0"/>
  </w:num>
  <w:num w:numId="12">
    <w:abstractNumId w:val="9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C6865"/>
    <w:rsid w:val="0003116F"/>
    <w:rsid w:val="000366C0"/>
    <w:rsid w:val="000545AF"/>
    <w:rsid w:val="00065894"/>
    <w:rsid w:val="00075BCE"/>
    <w:rsid w:val="0008207B"/>
    <w:rsid w:val="0009124C"/>
    <w:rsid w:val="00131AF4"/>
    <w:rsid w:val="00145C2C"/>
    <w:rsid w:val="001B4450"/>
    <w:rsid w:val="001C2DA5"/>
    <w:rsid w:val="001C4734"/>
    <w:rsid w:val="001C6865"/>
    <w:rsid w:val="001C7889"/>
    <w:rsid w:val="00226028"/>
    <w:rsid w:val="00253842"/>
    <w:rsid w:val="0025496C"/>
    <w:rsid w:val="002B5B51"/>
    <w:rsid w:val="002E0024"/>
    <w:rsid w:val="002E39DD"/>
    <w:rsid w:val="00306449"/>
    <w:rsid w:val="003133D8"/>
    <w:rsid w:val="003A4CD7"/>
    <w:rsid w:val="003B0CBD"/>
    <w:rsid w:val="003C404F"/>
    <w:rsid w:val="003C6BD3"/>
    <w:rsid w:val="003D7A83"/>
    <w:rsid w:val="003F5BF7"/>
    <w:rsid w:val="00400B9C"/>
    <w:rsid w:val="0040628E"/>
    <w:rsid w:val="004337C8"/>
    <w:rsid w:val="0044045E"/>
    <w:rsid w:val="00457733"/>
    <w:rsid w:val="00475D82"/>
    <w:rsid w:val="004B7870"/>
    <w:rsid w:val="004D4136"/>
    <w:rsid w:val="0052626C"/>
    <w:rsid w:val="00527072"/>
    <w:rsid w:val="005805C6"/>
    <w:rsid w:val="0059604A"/>
    <w:rsid w:val="00596FA8"/>
    <w:rsid w:val="005A4AD4"/>
    <w:rsid w:val="005D7C22"/>
    <w:rsid w:val="00610CD6"/>
    <w:rsid w:val="00613850"/>
    <w:rsid w:val="00685618"/>
    <w:rsid w:val="006A1A3F"/>
    <w:rsid w:val="006B04D9"/>
    <w:rsid w:val="006D11C4"/>
    <w:rsid w:val="006D5517"/>
    <w:rsid w:val="006F315E"/>
    <w:rsid w:val="00743B91"/>
    <w:rsid w:val="00744089"/>
    <w:rsid w:val="0075545C"/>
    <w:rsid w:val="0078064F"/>
    <w:rsid w:val="00785BDC"/>
    <w:rsid w:val="007A2F9B"/>
    <w:rsid w:val="007B1836"/>
    <w:rsid w:val="007B6645"/>
    <w:rsid w:val="007D5E98"/>
    <w:rsid w:val="00820E63"/>
    <w:rsid w:val="0083391B"/>
    <w:rsid w:val="008435D6"/>
    <w:rsid w:val="00872B68"/>
    <w:rsid w:val="00887471"/>
    <w:rsid w:val="008A0088"/>
    <w:rsid w:val="008A5752"/>
    <w:rsid w:val="008C68F6"/>
    <w:rsid w:val="008D444F"/>
    <w:rsid w:val="00967DBC"/>
    <w:rsid w:val="00980C9B"/>
    <w:rsid w:val="009C35F2"/>
    <w:rsid w:val="009D73F5"/>
    <w:rsid w:val="00A11061"/>
    <w:rsid w:val="00A122C0"/>
    <w:rsid w:val="00A26C8E"/>
    <w:rsid w:val="00A53ACC"/>
    <w:rsid w:val="00AD63BB"/>
    <w:rsid w:val="00AF5D83"/>
    <w:rsid w:val="00B16F9A"/>
    <w:rsid w:val="00B716AC"/>
    <w:rsid w:val="00B86AC9"/>
    <w:rsid w:val="00BB23E8"/>
    <w:rsid w:val="00BB39B3"/>
    <w:rsid w:val="00BD27AB"/>
    <w:rsid w:val="00C3595B"/>
    <w:rsid w:val="00C43746"/>
    <w:rsid w:val="00C66BD3"/>
    <w:rsid w:val="00C93657"/>
    <w:rsid w:val="00D25C2F"/>
    <w:rsid w:val="00D33567"/>
    <w:rsid w:val="00D433B5"/>
    <w:rsid w:val="00D875C9"/>
    <w:rsid w:val="00DD0C3C"/>
    <w:rsid w:val="00DD47DD"/>
    <w:rsid w:val="00DD7AC8"/>
    <w:rsid w:val="00E11D0F"/>
    <w:rsid w:val="00E21492"/>
    <w:rsid w:val="00E826F2"/>
    <w:rsid w:val="00EE6F06"/>
    <w:rsid w:val="00F254F5"/>
    <w:rsid w:val="00F500F8"/>
    <w:rsid w:val="00F51F3E"/>
    <w:rsid w:val="00F553FC"/>
    <w:rsid w:val="00F86ACD"/>
    <w:rsid w:val="00F95A06"/>
    <w:rsid w:val="00F9776C"/>
    <w:rsid w:val="00FA2CFA"/>
    <w:rsid w:val="00FB6F03"/>
    <w:rsid w:val="00FC3BCD"/>
    <w:rsid w:val="00FC7711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31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977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776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F315E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5D82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75D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75D82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Plan_Audit.dot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zodiac\Keep%20Development\Software%20Development\Regression%20Project\040%20Development\Generic%20Test%20plans\TestPlan_Post%20It%20Note.do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\\zodiac\Keep%20Development\Software%20Development\Regression%20Project\040%20Development\Generic%20Test%20plans\TestPlan_Correspondence.dot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Plan_ContactLog.dotx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11%20Test%20Plan_Client%20Staf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DFF56-7C7E-4603-B584-C77B272B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 Test Plan_Client Staff</Template>
  <TotalTime>0</TotalTime>
  <Pages>10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2013-08-29T21:32:00Z</dcterms:created>
  <dcterms:modified xsi:type="dcterms:W3CDTF">2013-08-29T21:32:00Z</dcterms:modified>
</cp:coreProperties>
</file>