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805863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EC0511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0F04D1" w:rsidP="000F04D1">
            <w:pPr>
              <w:cnfStyle w:val="100000000000"/>
            </w:pPr>
            <w:r>
              <w:t>Client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EC0511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321AFF" w:rsidP="00EC0511">
            <w:pPr>
              <w:cnfStyle w:val="000000100000"/>
            </w:pPr>
            <w:r>
              <w:t>This module holds information about international students such as his/her IELTS score, agent details, accommodation, Insurance and Visa etc.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EC0511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321AFF" w:rsidP="00EC0511">
            <w:pPr>
              <w:cnfStyle w:val="000000000000"/>
            </w:pPr>
            <w:r>
              <w:t>Window 7/Apache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EC0511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0F04D1" w:rsidP="00EC0511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EC0511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321AFF" w:rsidRDefault="000F04D1" w:rsidP="00EC0511">
            <w:pPr>
              <w:cnfStyle w:val="000000000000"/>
              <w:rPr>
                <w:b/>
              </w:rPr>
            </w:pPr>
            <w:r w:rsidRPr="00321AFF">
              <w:rPr>
                <w:b/>
              </w:rPr>
              <w:t>Client/International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EC0511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0F04D1" w:rsidP="00EC0511">
            <w:pPr>
              <w:cnfStyle w:val="000000100000"/>
            </w:pPr>
            <w:r>
              <w:t>12.1</w:t>
            </w:r>
            <w:r w:rsidR="008B7F4A">
              <w:t>.1</w:t>
            </w:r>
            <w:r>
              <w:t xml:space="preserve"> - 12.10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EC0511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EC0511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EC0511">
            <w:pPr>
              <w:cnfStyle w:val="100000000000"/>
            </w:pPr>
            <w:r>
              <w:t>Date</w:t>
            </w:r>
          </w:p>
        </w:tc>
      </w:tr>
      <w:tr w:rsidR="00D25C2F" w:rsidTr="00EC0511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EC0511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EC0511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111798398"/>
        <w:docPartObj>
          <w:docPartGallery w:val="Table of Contents"/>
          <w:docPartUnique/>
        </w:docPartObj>
      </w:sdtPr>
      <w:sdtContent>
        <w:p w:rsidR="00955D05" w:rsidRDefault="00955D05">
          <w:pPr>
            <w:pStyle w:val="TOCHeading"/>
          </w:pPr>
          <w:r>
            <w:t>Contents</w:t>
          </w:r>
        </w:p>
        <w:p w:rsidR="008544F3" w:rsidRDefault="00DA3E23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955D05">
            <w:instrText xml:space="preserve"> TOC \o "1-3" \h \z \u </w:instrText>
          </w:r>
          <w:r>
            <w:fldChar w:fldCharType="separate"/>
          </w:r>
          <w:hyperlink w:anchor="_Toc360805863" w:history="1">
            <w:r w:rsidR="008544F3" w:rsidRPr="00746D2F">
              <w:rPr>
                <w:rStyle w:val="Hyperlink"/>
                <w:noProof/>
              </w:rPr>
              <w:t>Test Plan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64" w:history="1">
            <w:r w:rsidR="008544F3" w:rsidRPr="00746D2F">
              <w:rPr>
                <w:rStyle w:val="Hyperlink"/>
                <w:noProof/>
              </w:rPr>
              <w:t>Test Cases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65" w:history="1">
            <w:r w:rsidR="008544F3" w:rsidRPr="00746D2F">
              <w:rPr>
                <w:rStyle w:val="Hyperlink"/>
                <w:noProof/>
              </w:rPr>
              <w:t>12.1.1 Add International Record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66" w:history="1">
            <w:r w:rsidR="008544F3" w:rsidRPr="00746D2F">
              <w:rPr>
                <w:rStyle w:val="Hyperlink"/>
                <w:noProof/>
              </w:rPr>
              <w:t>12.1.2 Edit International Record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67" w:history="1">
            <w:r w:rsidR="008544F3" w:rsidRPr="00746D2F">
              <w:rPr>
                <w:rStyle w:val="Hyperlink"/>
                <w:noProof/>
              </w:rPr>
              <w:t>12.1.3 Add Agent record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68" w:history="1">
            <w:r w:rsidR="008544F3" w:rsidRPr="00746D2F">
              <w:rPr>
                <w:rStyle w:val="Hyperlink"/>
                <w:noProof/>
              </w:rPr>
              <w:t>12.1.4 Delete Agent record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69" w:history="1">
            <w:r w:rsidR="008544F3" w:rsidRPr="00746D2F">
              <w:rPr>
                <w:rStyle w:val="Hyperlink"/>
                <w:noProof/>
              </w:rPr>
              <w:t>12.1.2.1 Add Agent Commission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0" w:history="1">
            <w:r w:rsidR="008544F3" w:rsidRPr="00746D2F">
              <w:rPr>
                <w:rStyle w:val="Hyperlink"/>
                <w:noProof/>
              </w:rPr>
              <w:t>12.1.2.2 Edit Agent Commission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1" w:history="1">
            <w:r w:rsidR="008544F3" w:rsidRPr="00746D2F">
              <w:rPr>
                <w:rStyle w:val="Hyperlink"/>
                <w:noProof/>
              </w:rPr>
              <w:t>12.1.2.3 Delete Agent Commission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2" w:history="1">
            <w:r w:rsidR="008544F3" w:rsidRPr="00746D2F">
              <w:rPr>
                <w:rStyle w:val="Hyperlink"/>
                <w:noProof/>
              </w:rPr>
              <w:t>12.1.2.4 Add Accommodation Information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3" w:history="1">
            <w:r w:rsidR="008544F3" w:rsidRPr="00746D2F">
              <w:rPr>
                <w:rStyle w:val="Hyperlink"/>
                <w:noProof/>
              </w:rPr>
              <w:t>12.1.2.5 Edit Accommodation Information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4" w:history="1">
            <w:r w:rsidR="008544F3" w:rsidRPr="00746D2F">
              <w:rPr>
                <w:rStyle w:val="Hyperlink"/>
                <w:noProof/>
              </w:rPr>
              <w:t>12.1.2.6 Delete Accommodation Information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5" w:history="1">
            <w:r w:rsidR="008544F3" w:rsidRPr="00746D2F">
              <w:rPr>
                <w:rStyle w:val="Hyperlink"/>
                <w:noProof/>
              </w:rPr>
              <w:t>12.1.2.7 Add Insurance Company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6" w:history="1">
            <w:r w:rsidR="008544F3" w:rsidRPr="00746D2F">
              <w:rPr>
                <w:rStyle w:val="Hyperlink"/>
                <w:noProof/>
              </w:rPr>
              <w:t>12.1.2.8 Edit Insurance Company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7" w:history="1">
            <w:r w:rsidR="008544F3" w:rsidRPr="00746D2F">
              <w:rPr>
                <w:rStyle w:val="Hyperlink"/>
                <w:noProof/>
              </w:rPr>
              <w:t>12.1.2.9 Delete Insurance Company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8" w:history="1">
            <w:r w:rsidR="008544F3" w:rsidRPr="00746D2F">
              <w:rPr>
                <w:rStyle w:val="Hyperlink"/>
                <w:noProof/>
              </w:rPr>
              <w:t>12.1.2.7.1 Add Insurance Claim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79" w:history="1">
            <w:r w:rsidR="008544F3" w:rsidRPr="00746D2F">
              <w:rPr>
                <w:rStyle w:val="Hyperlink"/>
                <w:noProof/>
              </w:rPr>
              <w:t>12.1.2.7.2 Edit Insurance Claim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0" w:history="1">
            <w:r w:rsidR="008544F3" w:rsidRPr="00746D2F">
              <w:rPr>
                <w:rStyle w:val="Hyperlink"/>
                <w:noProof/>
              </w:rPr>
              <w:t>12.1.2.7.3 Delete Insurance Claim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1" w:history="1">
            <w:r w:rsidR="008544F3" w:rsidRPr="00746D2F">
              <w:rPr>
                <w:rStyle w:val="Hyperlink"/>
                <w:noProof/>
              </w:rPr>
              <w:t>12.1.2.10  Add Visa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2" w:history="1">
            <w:r w:rsidR="008544F3" w:rsidRPr="00746D2F">
              <w:rPr>
                <w:rStyle w:val="Hyperlink"/>
                <w:noProof/>
              </w:rPr>
              <w:t>12.1.2.11 Edit Visa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3" w:history="1">
            <w:r w:rsidR="008544F3" w:rsidRPr="00746D2F">
              <w:rPr>
                <w:rStyle w:val="Hyperlink"/>
                <w:noProof/>
              </w:rPr>
              <w:t>12.1.2.12 Delete Visa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4" w:history="1">
            <w:r w:rsidR="008544F3" w:rsidRPr="00746D2F">
              <w:rPr>
                <w:rStyle w:val="Hyperlink"/>
                <w:noProof/>
              </w:rPr>
              <w:t>12.1.2.13 Add Student Meetings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5" w:history="1">
            <w:r w:rsidR="008544F3" w:rsidRPr="00746D2F">
              <w:rPr>
                <w:rStyle w:val="Hyperlink"/>
                <w:noProof/>
              </w:rPr>
              <w:t>12.1.2.14 Edit Student Meetings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6" w:history="1">
            <w:r w:rsidR="008544F3" w:rsidRPr="00746D2F">
              <w:rPr>
                <w:rStyle w:val="Hyperlink"/>
                <w:noProof/>
              </w:rPr>
              <w:t>12.1.2.15 Delete Student Meetings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7" w:history="1">
            <w:r w:rsidR="008544F3" w:rsidRPr="00746D2F">
              <w:rPr>
                <w:rStyle w:val="Hyperlink"/>
                <w:noProof/>
              </w:rPr>
              <w:t>12.1.3 Delete International Record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8" w:history="1">
            <w:r w:rsidR="008544F3" w:rsidRPr="00746D2F">
              <w:rPr>
                <w:rStyle w:val="Hyperlink"/>
                <w:noProof/>
              </w:rPr>
              <w:t>12.2.1Jump to Agent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89" w:history="1">
            <w:r w:rsidR="008544F3" w:rsidRPr="00746D2F">
              <w:rPr>
                <w:rStyle w:val="Hyperlink"/>
                <w:noProof/>
              </w:rPr>
              <w:t>12.2.2 Jump to Accommodation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0" w:history="1">
            <w:r w:rsidR="008544F3" w:rsidRPr="00746D2F">
              <w:rPr>
                <w:rStyle w:val="Hyperlink"/>
                <w:noProof/>
              </w:rPr>
              <w:t>12.3 Request Policy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1" w:history="1">
            <w:r w:rsidR="008544F3" w:rsidRPr="00746D2F">
              <w:rPr>
                <w:rStyle w:val="Hyperlink"/>
                <w:noProof/>
              </w:rPr>
              <w:t>12.4 Renew Visa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2" w:history="1">
            <w:r w:rsidR="008544F3" w:rsidRPr="00746D2F">
              <w:rPr>
                <w:rStyle w:val="Hyperlink"/>
                <w:noProof/>
              </w:rPr>
              <w:t>12.4.1 Edit Visa Renewal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3" w:history="1">
            <w:r w:rsidR="008544F3" w:rsidRPr="00746D2F">
              <w:rPr>
                <w:rStyle w:val="Hyperlink"/>
                <w:noProof/>
              </w:rPr>
              <w:t>12.4.2 Delete Visa Renewal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4" w:history="1">
            <w:r w:rsidR="008544F3" w:rsidRPr="00746D2F">
              <w:rPr>
                <w:rStyle w:val="Hyperlink"/>
                <w:noProof/>
              </w:rPr>
              <w:t>12.5.1 Pastoral Care - Upload documents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5" w:history="1">
            <w:r w:rsidR="008544F3" w:rsidRPr="00746D2F">
              <w:rPr>
                <w:rStyle w:val="Hyperlink"/>
                <w:noProof/>
              </w:rPr>
              <w:t>12.5.2 Pastoral Care - Delete documents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6" w:history="1">
            <w:r w:rsidR="008544F3" w:rsidRPr="00746D2F">
              <w:rPr>
                <w:rStyle w:val="Hyperlink"/>
                <w:noProof/>
              </w:rPr>
              <w:t>12.5.3 Pastoral Care - Download documents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7" w:history="1">
            <w:r w:rsidR="008544F3" w:rsidRPr="00746D2F">
              <w:rPr>
                <w:rStyle w:val="Hyperlink"/>
                <w:noProof/>
              </w:rPr>
              <w:t>12.5.4 Pastoral Care - Refresh documents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4F3" w:rsidRDefault="00DA3E23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5898" w:history="1">
            <w:r w:rsidR="008544F3" w:rsidRPr="00746D2F">
              <w:rPr>
                <w:rStyle w:val="Hyperlink"/>
                <w:noProof/>
              </w:rPr>
              <w:t>12.9 Print Reports for International Student</w:t>
            </w:r>
            <w:r w:rsidR="008544F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44F3">
              <w:rPr>
                <w:noProof/>
                <w:webHidden/>
              </w:rPr>
              <w:instrText xml:space="preserve"> PAGEREF _Toc360805898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A6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D05" w:rsidRDefault="00DA3E23">
          <w:r>
            <w:fldChar w:fldCharType="end"/>
          </w:r>
        </w:p>
      </w:sdtContent>
    </w:sdt>
    <w:p w:rsidR="00321AFF" w:rsidRDefault="00321AFF" w:rsidP="001474C1">
      <w:pPr>
        <w:rPr>
          <w:b/>
        </w:rPr>
      </w:pPr>
    </w:p>
    <w:p w:rsidR="001474C1" w:rsidRPr="009077ED" w:rsidRDefault="001474C1" w:rsidP="001474C1">
      <w:pPr>
        <w:rPr>
          <w:b/>
        </w:rPr>
      </w:pPr>
      <w:r w:rsidRPr="009077ED">
        <w:rPr>
          <w:b/>
        </w:rPr>
        <w:t>Refer to generic test plan templates for the following features</w:t>
      </w:r>
    </w:p>
    <w:p w:rsidR="001474C1" w:rsidRDefault="00DA3E23" w:rsidP="001474C1">
      <w:hyperlink r:id="rId8" w:history="1">
        <w:r w:rsidR="001474C1" w:rsidRPr="008B7F4A">
          <w:rPr>
            <w:rStyle w:val="Hyperlink"/>
          </w:rPr>
          <w:t>12.6 Audit</w:t>
        </w:r>
      </w:hyperlink>
    </w:p>
    <w:p w:rsidR="001474C1" w:rsidRDefault="00DA3E23" w:rsidP="001474C1">
      <w:hyperlink r:id="rId9" w:history="1">
        <w:r w:rsidR="001474C1" w:rsidRPr="008B7F4A">
          <w:rPr>
            <w:rStyle w:val="Hyperlink"/>
          </w:rPr>
          <w:t>12.7 Contact Log</w:t>
        </w:r>
      </w:hyperlink>
    </w:p>
    <w:p w:rsidR="001474C1" w:rsidRDefault="00DA3E23" w:rsidP="001474C1">
      <w:hyperlink r:id="rId10" w:history="1">
        <w:r w:rsidR="001474C1" w:rsidRPr="008B7F4A">
          <w:rPr>
            <w:rStyle w:val="Hyperlink"/>
          </w:rPr>
          <w:t>12.8 Correspondence</w:t>
        </w:r>
      </w:hyperlink>
    </w:p>
    <w:p w:rsidR="009A1429" w:rsidRDefault="00DA3E23" w:rsidP="009A1429">
      <w:pPr>
        <w:rPr>
          <w:rFonts w:ascii="Cambria" w:hAnsi="Cambria"/>
          <w:color w:val="4F81BD"/>
          <w:sz w:val="26"/>
          <w:szCs w:val="26"/>
        </w:rPr>
      </w:pPr>
      <w:hyperlink r:id="rId11" w:history="1">
        <w:r w:rsidR="001474C1" w:rsidRPr="008B7F4A">
          <w:rPr>
            <w:rStyle w:val="Hyperlink"/>
          </w:rPr>
          <w:t>12.10 Post-It-Note</w:t>
        </w:r>
      </w:hyperlink>
    </w:p>
    <w:p w:rsidR="00170CF5" w:rsidRDefault="00170CF5" w:rsidP="001B4450">
      <w:pPr>
        <w:pStyle w:val="Heading2"/>
      </w:pPr>
    </w:p>
    <w:p w:rsidR="001B4450" w:rsidRDefault="001474C1" w:rsidP="001B4450">
      <w:pPr>
        <w:pStyle w:val="Heading2"/>
      </w:pPr>
      <w:bookmarkStart w:id="1" w:name="_Toc360805864"/>
      <w:r>
        <w:t>Test Cases</w:t>
      </w:r>
      <w:bookmarkEnd w:id="1"/>
    </w:p>
    <w:tbl>
      <w:tblPr>
        <w:tblStyle w:val="LightList-Accent11"/>
        <w:tblW w:w="5000" w:type="pct"/>
        <w:tblLook w:val="04A0"/>
      </w:tblPr>
      <w:tblGrid>
        <w:gridCol w:w="3049"/>
        <w:gridCol w:w="1835"/>
        <w:gridCol w:w="1919"/>
        <w:gridCol w:w="2152"/>
        <w:gridCol w:w="1690"/>
        <w:gridCol w:w="1296"/>
        <w:gridCol w:w="1120"/>
        <w:gridCol w:w="1114"/>
      </w:tblGrid>
      <w:tr w:rsidR="001474C1" w:rsidTr="0087155E">
        <w:trPr>
          <w:cnfStyle w:val="100000000000"/>
          <w:tblHeader/>
        </w:trPr>
        <w:tc>
          <w:tcPr>
            <w:cnfStyle w:val="001000000000"/>
            <w:tcW w:w="1075" w:type="pct"/>
          </w:tcPr>
          <w:p w:rsidR="001474C1" w:rsidRPr="006C607F" w:rsidRDefault="001474C1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1474C1" w:rsidRPr="006C607F" w:rsidRDefault="001474C1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647" w:type="pct"/>
          </w:tcPr>
          <w:p w:rsidR="001474C1" w:rsidRPr="006C607F" w:rsidRDefault="001474C1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77" w:type="pct"/>
          </w:tcPr>
          <w:p w:rsidR="001474C1" w:rsidRPr="006C607F" w:rsidRDefault="001474C1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759" w:type="pct"/>
          </w:tcPr>
          <w:p w:rsidR="001474C1" w:rsidRPr="006C607F" w:rsidRDefault="001474C1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96" w:type="pct"/>
          </w:tcPr>
          <w:p w:rsidR="001474C1" w:rsidRPr="006C607F" w:rsidRDefault="001474C1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457" w:type="pct"/>
          </w:tcPr>
          <w:p w:rsidR="001474C1" w:rsidRPr="006C607F" w:rsidRDefault="001474C1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395" w:type="pct"/>
          </w:tcPr>
          <w:p w:rsidR="001474C1" w:rsidRPr="006C607F" w:rsidRDefault="001474C1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393" w:type="pct"/>
          </w:tcPr>
          <w:p w:rsidR="001474C1" w:rsidRPr="006C607F" w:rsidRDefault="001474C1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1474C1" w:rsidRPr="001474C1" w:rsidRDefault="001474C1" w:rsidP="001474C1">
            <w:pPr>
              <w:pStyle w:val="Heading3"/>
              <w:outlineLvl w:val="2"/>
            </w:pPr>
            <w:bookmarkStart w:id="2" w:name="_12.1.1_Add_International"/>
            <w:bookmarkStart w:id="3" w:name="_Toc360805865"/>
            <w:bookmarkEnd w:id="2"/>
            <w:r w:rsidRPr="001474C1">
              <w:t>12.1.1</w:t>
            </w:r>
            <w:bookmarkStart w:id="4" w:name="AddIR"/>
            <w:r>
              <w:t xml:space="preserve"> </w:t>
            </w:r>
            <w:r w:rsidRPr="001474C1">
              <w:t xml:space="preserve">Add </w:t>
            </w:r>
            <w:bookmarkEnd w:id="4"/>
            <w:r w:rsidRPr="001474C1">
              <w:t>International Record</w:t>
            </w:r>
            <w:bookmarkEnd w:id="3"/>
          </w:p>
        </w:tc>
        <w:tc>
          <w:tcPr>
            <w:tcW w:w="647" w:type="pct"/>
            <w:vMerge w:val="restart"/>
          </w:tcPr>
          <w:p w:rsidR="001474C1" w:rsidRDefault="001474C1" w:rsidP="00EC0511">
            <w:pPr>
              <w:pStyle w:val="ListParagraph"/>
              <w:ind w:left="0"/>
              <w:cnfStyle w:val="000000100000"/>
            </w:pPr>
            <w:r>
              <w:t>Must have existing person/student record.</w:t>
            </w:r>
            <w:r w:rsidR="00D750B2">
              <w:t xml:space="preserve"> to create a person record with student role refer to the following test </w:t>
            </w:r>
            <w:r w:rsidR="00D750B2">
              <w:lastRenderedPageBreak/>
              <w:t>cases</w:t>
            </w:r>
          </w:p>
          <w:p w:rsidR="00D750B2" w:rsidRDefault="00D750B2" w:rsidP="00D750B2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2.2 Add Person</w:t>
            </w:r>
          </w:p>
          <w:p w:rsidR="00D750B2" w:rsidRDefault="00D750B2" w:rsidP="00D750B2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2.3 Add Person in Live form</w:t>
            </w:r>
          </w:p>
          <w:p w:rsidR="00D750B2" w:rsidRDefault="00D750B2" w:rsidP="00D750B2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4.1.1 Add Student</w:t>
            </w:r>
          </w:p>
          <w:p w:rsidR="001474C1" w:rsidRDefault="001474C1" w:rsidP="00EC0511">
            <w:pPr>
              <w:pStyle w:val="ListParagraph"/>
              <w:ind w:left="0"/>
              <w:cnfStyle w:val="000000100000"/>
            </w:pPr>
          </w:p>
          <w:p w:rsidR="001474C1" w:rsidRDefault="001474C1" w:rsidP="00EC0511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1474C1" w:rsidRDefault="001474C1" w:rsidP="00EC0511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1474C1" w:rsidRDefault="001474C1" w:rsidP="00D750B2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1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EC0511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c>
          <w:tcPr>
            <w:cnfStyle w:val="001000000000"/>
            <w:tcW w:w="1075" w:type="pct"/>
            <w:vMerge/>
          </w:tcPr>
          <w:p w:rsidR="001474C1" w:rsidRDefault="001474C1" w:rsidP="00EC0511"/>
        </w:tc>
        <w:tc>
          <w:tcPr>
            <w:tcW w:w="647" w:type="pct"/>
            <w:vMerge/>
          </w:tcPr>
          <w:p w:rsidR="001474C1" w:rsidRDefault="001474C1" w:rsidP="00EC051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1474C1" w:rsidRDefault="001474C1" w:rsidP="00EC051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1474C1" w:rsidRDefault="001474C1" w:rsidP="00EC051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1474C1" w:rsidRDefault="001474C1" w:rsidP="00EC051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1474C1" w:rsidRDefault="001474C1" w:rsidP="00CE5AE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1474C1" w:rsidRDefault="001474C1" w:rsidP="00EC0511">
            <w:pPr>
              <w:cnfStyle w:val="000000000000"/>
            </w:pPr>
            <w:r>
              <w:t>Data is visible in text fields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1474C1" w:rsidRDefault="001474C1" w:rsidP="00EC0511"/>
        </w:tc>
        <w:tc>
          <w:tcPr>
            <w:tcW w:w="647" w:type="pct"/>
            <w:vMerge/>
          </w:tcPr>
          <w:p w:rsidR="001474C1" w:rsidRDefault="001474C1" w:rsidP="00EC051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D750B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EC0511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c>
          <w:tcPr>
            <w:cnfStyle w:val="001000000000"/>
            <w:tcW w:w="1075" w:type="pct"/>
            <w:vMerge/>
          </w:tcPr>
          <w:p w:rsidR="001474C1" w:rsidRDefault="001474C1" w:rsidP="00EC0511"/>
        </w:tc>
        <w:tc>
          <w:tcPr>
            <w:tcW w:w="647" w:type="pct"/>
            <w:vMerge/>
          </w:tcPr>
          <w:p w:rsidR="001474C1" w:rsidRDefault="001474C1" w:rsidP="00EC051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596" w:type="pct"/>
          </w:tcPr>
          <w:p w:rsidR="001474C1" w:rsidRDefault="001474C1" w:rsidP="00EC0511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1474C1" w:rsidRDefault="001474C1" w:rsidP="00EC0511"/>
        </w:tc>
        <w:tc>
          <w:tcPr>
            <w:tcW w:w="647" w:type="pct"/>
            <w:vMerge/>
          </w:tcPr>
          <w:p w:rsidR="001474C1" w:rsidRDefault="001474C1" w:rsidP="00EC051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Add 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EC0511">
            <w:pPr>
              <w:cnfStyle w:val="0000001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rPr>
          <w:trHeight w:val="60"/>
        </w:trPr>
        <w:tc>
          <w:tcPr>
            <w:cnfStyle w:val="001000000000"/>
            <w:tcW w:w="1075" w:type="pct"/>
            <w:vMerge/>
          </w:tcPr>
          <w:p w:rsidR="001474C1" w:rsidRDefault="001474C1" w:rsidP="00EC0511"/>
        </w:tc>
        <w:tc>
          <w:tcPr>
            <w:tcW w:w="647" w:type="pct"/>
            <w:vMerge/>
          </w:tcPr>
          <w:p w:rsidR="001474C1" w:rsidRDefault="001474C1" w:rsidP="00EC051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D750B2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759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596" w:type="pct"/>
          </w:tcPr>
          <w:p w:rsidR="001474C1" w:rsidRDefault="001474C1" w:rsidP="00EC0511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1474C1" w:rsidRDefault="001474C1" w:rsidP="00EC0511"/>
        </w:tc>
        <w:tc>
          <w:tcPr>
            <w:tcW w:w="647" w:type="pct"/>
            <w:vMerge/>
          </w:tcPr>
          <w:p w:rsidR="001474C1" w:rsidRDefault="001474C1" w:rsidP="00EC051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1474C1" w:rsidRDefault="001474C1" w:rsidP="00EC0511">
            <w:pPr>
              <w:cnfStyle w:val="000000100000"/>
            </w:pPr>
            <w:r>
              <w:t xml:space="preserve">If the </w:t>
            </w:r>
            <w:r w:rsidRPr="00D750B2">
              <w:rPr>
                <w:b/>
              </w:rPr>
              <w:t>Student</w:t>
            </w:r>
            <w:r>
              <w:t xml:space="preserve"> tab is selected,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Temporary Student ID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Arrival Date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Flight No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Travel Details</w:t>
            </w:r>
          </w:p>
          <w:p w:rsidR="001474C1" w:rsidRDefault="001474C1" w:rsidP="00DE00F1">
            <w:pPr>
              <w:cnfStyle w:val="000000100000"/>
            </w:pPr>
          </w:p>
          <w:p w:rsidR="001474C1" w:rsidRDefault="001474C1" w:rsidP="00DE00F1">
            <w:pPr>
              <w:cnfStyle w:val="000000100000"/>
            </w:pPr>
            <w:r>
              <w:t xml:space="preserve">If the </w:t>
            </w:r>
            <w:r w:rsidRPr="00D750B2">
              <w:rPr>
                <w:b/>
              </w:rPr>
              <w:t>Language Proficiency</w:t>
            </w:r>
            <w:r>
              <w:t xml:space="preserve"> tab is selected,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Listening Component Result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Reading Component result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Writing Component result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 xml:space="preserve">Speaking </w:t>
            </w:r>
            <w:r>
              <w:lastRenderedPageBreak/>
              <w:t>component result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Overall Band Score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Proficiency Test Results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Expiry Date</w:t>
            </w:r>
          </w:p>
          <w:p w:rsidR="001474C1" w:rsidRDefault="001474C1" w:rsidP="00DE00F1">
            <w:pPr>
              <w:cnfStyle w:val="000000100000"/>
            </w:pPr>
            <w:r>
              <w:t xml:space="preserve">If </w:t>
            </w:r>
            <w:r w:rsidRPr="00D750B2">
              <w:rPr>
                <w:b/>
              </w:rPr>
              <w:t>Agent</w:t>
            </w:r>
            <w:r>
              <w:t xml:space="preserve"> tab is selected,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Agent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Partner School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Contract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Commission rate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Total to Pay agent</w:t>
            </w:r>
          </w:p>
          <w:p w:rsidR="001474C1" w:rsidRDefault="001474C1" w:rsidP="00DE00F1">
            <w:pPr>
              <w:cnfStyle w:val="000000100000"/>
            </w:pPr>
          </w:p>
          <w:p w:rsidR="00D750B2" w:rsidRDefault="001474C1" w:rsidP="00D750B2">
            <w:pPr>
              <w:cnfStyle w:val="000000100000"/>
            </w:pPr>
            <w:r>
              <w:t xml:space="preserve">To add </w:t>
            </w:r>
            <w:r w:rsidRPr="00D750B2">
              <w:rPr>
                <w:b/>
              </w:rPr>
              <w:t>Agent commission</w:t>
            </w:r>
            <w:r>
              <w:t xml:space="preserve"> see test case</w:t>
            </w:r>
            <w:r w:rsidR="00D750B2">
              <w:t xml:space="preserve"> </w:t>
            </w:r>
            <w:hyperlink w:anchor="_12.1.2.1_Add_Agent" w:history="1">
              <w:r w:rsidR="00D750B2" w:rsidRPr="00D750B2">
                <w:rPr>
                  <w:rStyle w:val="Hyperlink"/>
                </w:rPr>
                <w:t>12.1.2.1</w:t>
              </w:r>
            </w:hyperlink>
          </w:p>
          <w:p w:rsidR="001474C1" w:rsidRDefault="001474C1" w:rsidP="00DE00F1">
            <w:pPr>
              <w:cnfStyle w:val="000000100000"/>
            </w:pPr>
          </w:p>
          <w:p w:rsidR="001474C1" w:rsidRDefault="001474C1" w:rsidP="00DE00F1">
            <w:pPr>
              <w:cnfStyle w:val="000000100000"/>
            </w:pPr>
            <w:r>
              <w:t xml:space="preserve">If </w:t>
            </w:r>
            <w:r w:rsidRPr="00D750B2">
              <w:rPr>
                <w:b/>
              </w:rPr>
              <w:t>Accommodation</w:t>
            </w:r>
            <w:r>
              <w:t xml:space="preserve"> tab is selected,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Accommodation Type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Accommodation Provider</w:t>
            </w:r>
          </w:p>
          <w:p w:rsidR="001474C1" w:rsidRDefault="001474C1" w:rsidP="00DE00F1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Start Date</w:t>
            </w:r>
          </w:p>
          <w:p w:rsidR="001474C1" w:rsidRDefault="001474C1" w:rsidP="00377B50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End Date</w:t>
            </w:r>
          </w:p>
          <w:p w:rsidR="001474C1" w:rsidRDefault="001474C1" w:rsidP="00377B50">
            <w:pPr>
              <w:cnfStyle w:val="000000100000"/>
            </w:pPr>
          </w:p>
          <w:p w:rsidR="001474C1" w:rsidRDefault="001474C1" w:rsidP="00C771C3">
            <w:pPr>
              <w:cnfStyle w:val="000000100000"/>
            </w:pPr>
            <w:r>
              <w:t xml:space="preserve">To add Information on Accommodation </w:t>
            </w:r>
            <w:r w:rsidRPr="00D750B2">
              <w:lastRenderedPageBreak/>
              <w:t>see test case</w:t>
            </w:r>
            <w:r w:rsidRPr="00B878BA">
              <w:rPr>
                <w:b/>
              </w:rPr>
              <w:t xml:space="preserve"> </w:t>
            </w:r>
            <w:hyperlink w:anchor="_12.1.2.4_Add_Accommodation" w:history="1">
              <w:r w:rsidRPr="00CE5AED">
                <w:rPr>
                  <w:rStyle w:val="Hyperlink"/>
                </w:rPr>
                <w:t>12.1.2.</w:t>
              </w:r>
              <w:r w:rsidR="00D750B2" w:rsidRPr="00CE5AED">
                <w:rPr>
                  <w:rStyle w:val="Hyperlink"/>
                </w:rPr>
                <w:t>4</w:t>
              </w:r>
            </w:hyperlink>
          </w:p>
          <w:p w:rsidR="001474C1" w:rsidRDefault="001474C1" w:rsidP="00C771C3">
            <w:pPr>
              <w:cnfStyle w:val="000000100000"/>
            </w:pPr>
          </w:p>
          <w:p w:rsidR="001474C1" w:rsidRPr="006A36AD" w:rsidRDefault="001474C1" w:rsidP="00C771C3">
            <w:pPr>
              <w:cnfStyle w:val="000000100000"/>
              <w:rPr>
                <w:b/>
              </w:rPr>
            </w:pPr>
            <w:r>
              <w:t xml:space="preserve">If </w:t>
            </w:r>
            <w:r w:rsidRPr="00CE5AED">
              <w:rPr>
                <w:b/>
              </w:rPr>
              <w:t>Insurance</w:t>
            </w:r>
            <w:r>
              <w:t xml:space="preserve"> tab is selected </w:t>
            </w:r>
            <w:r w:rsidRPr="00CE5AED">
              <w:t>see test case</w:t>
            </w:r>
            <w:r w:rsidRPr="006A36AD">
              <w:rPr>
                <w:b/>
              </w:rPr>
              <w:t xml:space="preserve"> </w:t>
            </w:r>
            <w:hyperlink w:anchor="_12.1.2.7_Add_Insurance" w:history="1">
              <w:r w:rsidRPr="00CE5AED">
                <w:rPr>
                  <w:rStyle w:val="Hyperlink"/>
                </w:rPr>
                <w:t>12.1.2.</w:t>
              </w:r>
              <w:r w:rsidR="00CE5AED" w:rsidRPr="00CE5AED">
                <w:rPr>
                  <w:rStyle w:val="Hyperlink"/>
                </w:rPr>
                <w:t>7</w:t>
              </w:r>
            </w:hyperlink>
            <w:r>
              <w:rPr>
                <w:b/>
              </w:rPr>
              <w:t xml:space="preserve">, </w:t>
            </w:r>
            <w:hyperlink w:anchor="_12.1.2.7.1_Add_Insurance" w:history="1">
              <w:r w:rsidRPr="00CE5AED">
                <w:rPr>
                  <w:rStyle w:val="Hyperlink"/>
                </w:rPr>
                <w:t>12.1.2.</w:t>
              </w:r>
              <w:r w:rsidR="00CE5AED" w:rsidRPr="00CE5AED">
                <w:rPr>
                  <w:rStyle w:val="Hyperlink"/>
                </w:rPr>
                <w:t>7</w:t>
              </w:r>
              <w:r w:rsidRPr="00CE5AED">
                <w:rPr>
                  <w:rStyle w:val="Hyperlink"/>
                </w:rPr>
                <w:t>.1</w:t>
              </w:r>
            </w:hyperlink>
            <w:r w:rsidRPr="006A36AD">
              <w:rPr>
                <w:b/>
              </w:rPr>
              <w:t>,</w:t>
            </w:r>
          </w:p>
          <w:p w:rsidR="001474C1" w:rsidRDefault="001474C1" w:rsidP="00377B50">
            <w:pPr>
              <w:cnfStyle w:val="000000100000"/>
            </w:pPr>
          </w:p>
          <w:p w:rsidR="001474C1" w:rsidRDefault="001474C1" w:rsidP="00377B50">
            <w:pPr>
              <w:cnfStyle w:val="000000100000"/>
            </w:pPr>
            <w:r>
              <w:t xml:space="preserve">If </w:t>
            </w:r>
            <w:r w:rsidRPr="00CE5AED">
              <w:rPr>
                <w:b/>
              </w:rPr>
              <w:t>Passport</w:t>
            </w:r>
            <w:r>
              <w:t xml:space="preserve"> tab is selected,</w:t>
            </w:r>
          </w:p>
          <w:p w:rsidR="001474C1" w:rsidRDefault="001474C1" w:rsidP="00377B50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Passport No</w:t>
            </w:r>
          </w:p>
          <w:p w:rsidR="001474C1" w:rsidRDefault="001474C1" w:rsidP="00377B50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Passport Expiry Date</w:t>
            </w:r>
          </w:p>
          <w:p w:rsidR="001474C1" w:rsidRDefault="001474C1" w:rsidP="00377B50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Issuing State</w:t>
            </w:r>
          </w:p>
          <w:p w:rsidR="001474C1" w:rsidRDefault="001474C1" w:rsidP="00377B50">
            <w:pPr>
              <w:cnfStyle w:val="000000100000"/>
            </w:pPr>
          </w:p>
          <w:p w:rsidR="001474C1" w:rsidRPr="00CE5AED" w:rsidRDefault="001474C1" w:rsidP="00EA48F2">
            <w:pPr>
              <w:cnfStyle w:val="000000100000"/>
            </w:pPr>
            <w:r w:rsidRPr="00CE5AED">
              <w:t xml:space="preserve">See other test cases </w:t>
            </w:r>
          </w:p>
          <w:p w:rsidR="001474C1" w:rsidRPr="00CE5AED" w:rsidRDefault="00DA3E23" w:rsidP="00EA48F2">
            <w:pPr>
              <w:cnfStyle w:val="000000100000"/>
            </w:pPr>
            <w:hyperlink w:anchor="_12.1.2.10__Add" w:history="1">
              <w:r w:rsidR="001474C1" w:rsidRPr="00CE5AED">
                <w:rPr>
                  <w:rStyle w:val="Hyperlink"/>
                </w:rPr>
                <w:t>12.1.2.</w:t>
              </w:r>
              <w:r w:rsidR="00CE5AED" w:rsidRPr="00CE5AED">
                <w:rPr>
                  <w:rStyle w:val="Hyperlink"/>
                </w:rPr>
                <w:t>10</w:t>
              </w:r>
            </w:hyperlink>
            <w:r w:rsidR="001474C1" w:rsidRPr="00CE5AED">
              <w:t>,</w:t>
            </w:r>
          </w:p>
          <w:p w:rsidR="001474C1" w:rsidRPr="00CE5AED" w:rsidRDefault="00DA3E23" w:rsidP="00EA48F2">
            <w:pPr>
              <w:cnfStyle w:val="000000100000"/>
            </w:pPr>
            <w:hyperlink w:anchor="_12.4_Renew_Visa" w:history="1">
              <w:r w:rsidR="00CE5AED" w:rsidRPr="00CE5AED">
                <w:rPr>
                  <w:rStyle w:val="Hyperlink"/>
                </w:rPr>
                <w:t>12.4</w:t>
              </w:r>
            </w:hyperlink>
          </w:p>
          <w:p w:rsidR="001474C1" w:rsidRDefault="001474C1" w:rsidP="00EA48F2">
            <w:pPr>
              <w:cnfStyle w:val="000000100000"/>
            </w:pPr>
          </w:p>
          <w:p w:rsidR="00CE5AED" w:rsidRDefault="001474C1" w:rsidP="00EA48F2">
            <w:pPr>
              <w:cnfStyle w:val="000000100000"/>
            </w:pPr>
            <w:r>
              <w:t xml:space="preserve">If </w:t>
            </w:r>
            <w:r w:rsidRPr="00CE5AED">
              <w:rPr>
                <w:b/>
              </w:rPr>
              <w:t>Pastoral Care</w:t>
            </w:r>
            <w:r>
              <w:t xml:space="preserve"> is selected see test case </w:t>
            </w:r>
            <w:hyperlink w:anchor="_12.5.1_Pastoral_Care" w:history="1">
              <w:r w:rsidRPr="00CE5AED">
                <w:rPr>
                  <w:rStyle w:val="Hyperlink"/>
                </w:rPr>
                <w:t>12.5.1</w:t>
              </w:r>
            </w:hyperlink>
            <w:r w:rsidR="00CE5AED">
              <w:t xml:space="preserve">, </w:t>
            </w:r>
            <w:hyperlink w:anchor="_12.5.2_Pastoral_Care" w:history="1">
              <w:r w:rsidR="00CE5AED" w:rsidRPr="00CE5AED">
                <w:rPr>
                  <w:rStyle w:val="Hyperlink"/>
                </w:rPr>
                <w:t>12.5.2</w:t>
              </w:r>
            </w:hyperlink>
            <w:r w:rsidR="00CE5AED">
              <w:t>,</w:t>
            </w:r>
          </w:p>
          <w:p w:rsidR="001474C1" w:rsidRDefault="00DA3E23" w:rsidP="00EA48F2">
            <w:pPr>
              <w:cnfStyle w:val="000000100000"/>
            </w:pPr>
            <w:hyperlink w:anchor="_12.5.3_Pastoral_Care" w:history="1">
              <w:r w:rsidR="00CE5AED" w:rsidRPr="00CE5AED">
                <w:rPr>
                  <w:rStyle w:val="Hyperlink"/>
                </w:rPr>
                <w:t>12.5.3</w:t>
              </w:r>
            </w:hyperlink>
            <w:r w:rsidR="00CE5AED">
              <w:t xml:space="preserve">, </w:t>
            </w:r>
            <w:r w:rsidR="001474C1" w:rsidRPr="00CE5AED">
              <w:t xml:space="preserve"> </w:t>
            </w:r>
            <w:hyperlink w:anchor="_12.5.4_Pastoral_Care" w:history="1">
              <w:r w:rsidR="001474C1" w:rsidRPr="00CE5AED">
                <w:rPr>
                  <w:rStyle w:val="Hyperlink"/>
                </w:rPr>
                <w:t>12.5.4</w:t>
              </w:r>
            </w:hyperlink>
          </w:p>
          <w:p w:rsidR="001474C1" w:rsidRDefault="001474C1" w:rsidP="00377B50">
            <w:pPr>
              <w:cnfStyle w:val="000000100000"/>
            </w:pPr>
          </w:p>
          <w:p w:rsidR="001474C1" w:rsidRDefault="001474C1" w:rsidP="00377B50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c>
          <w:tcPr>
            <w:cnfStyle w:val="001000000000"/>
            <w:tcW w:w="1075" w:type="pct"/>
            <w:vMerge/>
          </w:tcPr>
          <w:p w:rsidR="001474C1" w:rsidRDefault="001474C1" w:rsidP="00EC0511"/>
        </w:tc>
        <w:tc>
          <w:tcPr>
            <w:tcW w:w="647" w:type="pct"/>
            <w:vMerge/>
          </w:tcPr>
          <w:p w:rsidR="001474C1" w:rsidRDefault="001474C1" w:rsidP="00EC051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EC0511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E5AED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759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596" w:type="pct"/>
          </w:tcPr>
          <w:p w:rsidR="001474C1" w:rsidRDefault="001474C1" w:rsidP="00EC0511">
            <w:pPr>
              <w:cnfStyle w:val="000000000000"/>
            </w:pPr>
            <w:r>
              <w:t>International record saved successfully.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1474C1" w:rsidRPr="001474C1" w:rsidRDefault="001474C1" w:rsidP="001474C1">
            <w:pPr>
              <w:pStyle w:val="Heading3"/>
              <w:outlineLvl w:val="2"/>
            </w:pPr>
            <w:bookmarkStart w:id="5" w:name="_Toc360805866"/>
            <w:r w:rsidRPr="001474C1">
              <w:t>12.1.2</w:t>
            </w:r>
            <w:bookmarkStart w:id="6" w:name="EditIR"/>
            <w:r>
              <w:t xml:space="preserve"> </w:t>
            </w:r>
            <w:r w:rsidRPr="001474C1">
              <w:t xml:space="preserve">Edit </w:t>
            </w:r>
            <w:bookmarkEnd w:id="6"/>
            <w:r w:rsidRPr="001474C1">
              <w:t>International Record</w:t>
            </w:r>
            <w:bookmarkEnd w:id="5"/>
          </w:p>
        </w:tc>
        <w:tc>
          <w:tcPr>
            <w:tcW w:w="647" w:type="pct"/>
            <w:vMerge w:val="restart"/>
          </w:tcPr>
          <w:p w:rsidR="00CE5AED" w:rsidRDefault="00CE5AED" w:rsidP="00CE5AED">
            <w:pPr>
              <w:pStyle w:val="ListParagraph"/>
              <w:ind w:left="0"/>
              <w:cnfStyle w:val="000000100000"/>
            </w:pPr>
            <w:r>
              <w:t xml:space="preserve">Must have existing person/student record. to create </w:t>
            </w:r>
            <w:r>
              <w:lastRenderedPageBreak/>
              <w:t>a person record with student role refer to the following test cases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2.2 Add Person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2.3 Add Person in Live form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4.1.1 Add Student</w:t>
            </w:r>
          </w:p>
          <w:p w:rsidR="001474C1" w:rsidRDefault="001474C1" w:rsidP="00CE5AED">
            <w:pPr>
              <w:pStyle w:val="ListParagraph"/>
              <w:ind w:left="360"/>
              <w:cnfStyle w:val="000000100000"/>
            </w:pPr>
          </w:p>
          <w:p w:rsidR="00CE5AED" w:rsidRDefault="00CE5AED" w:rsidP="00CE5AED">
            <w:pPr>
              <w:pStyle w:val="ListParagraph"/>
              <w:ind w:left="0"/>
              <w:cnfStyle w:val="000000100000"/>
            </w:pPr>
            <w:r>
              <w:t>Must have created international record. To create one refer to</w:t>
            </w:r>
          </w:p>
          <w:p w:rsidR="00CE5AED" w:rsidRDefault="00DA3E23" w:rsidP="00CE5AED">
            <w:pPr>
              <w:pStyle w:val="ListParagraph"/>
              <w:numPr>
                <w:ilvl w:val="0"/>
                <w:numId w:val="20"/>
              </w:numPr>
              <w:cnfStyle w:val="000000100000"/>
            </w:pPr>
            <w:hyperlink w:anchor="_12.1.1_Add_International" w:history="1">
              <w:r w:rsidR="00CE5AED" w:rsidRPr="00CE5AED">
                <w:rPr>
                  <w:rStyle w:val="Hyperlink"/>
                </w:rPr>
                <w:t>12.1.1 Add International record</w:t>
              </w:r>
            </w:hyperlink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1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1474C1" w:rsidRDefault="001474C1" w:rsidP="00B878BA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B878BA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c>
          <w:tcPr>
            <w:cnfStyle w:val="001000000000"/>
            <w:tcW w:w="1075" w:type="pct"/>
            <w:vMerge/>
          </w:tcPr>
          <w:p w:rsidR="001474C1" w:rsidRDefault="001474C1" w:rsidP="00B878BA"/>
        </w:tc>
        <w:tc>
          <w:tcPr>
            <w:tcW w:w="647" w:type="pct"/>
            <w:vMerge/>
          </w:tcPr>
          <w:p w:rsidR="001474C1" w:rsidRDefault="001474C1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1474C1" w:rsidRDefault="001474C1" w:rsidP="00B878B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lastRenderedPageBreak/>
              <w:t>Student ID</w:t>
            </w:r>
          </w:p>
          <w:p w:rsidR="001474C1" w:rsidRDefault="001474C1" w:rsidP="00CE5AE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1474C1" w:rsidRDefault="001474C1" w:rsidP="00B878BA">
            <w:pPr>
              <w:cnfStyle w:val="000000000000"/>
            </w:pPr>
            <w:r>
              <w:lastRenderedPageBreak/>
              <w:t>Data is visible in text fields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1474C1" w:rsidRDefault="001474C1" w:rsidP="00B878BA"/>
        </w:tc>
        <w:tc>
          <w:tcPr>
            <w:tcW w:w="647" w:type="pct"/>
            <w:vMerge/>
          </w:tcPr>
          <w:p w:rsidR="001474C1" w:rsidRDefault="001474C1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759" w:type="pct"/>
          </w:tcPr>
          <w:p w:rsidR="001474C1" w:rsidRDefault="001474C1" w:rsidP="00B878BA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B878BA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c>
          <w:tcPr>
            <w:cnfStyle w:val="001000000000"/>
            <w:tcW w:w="1075" w:type="pct"/>
            <w:vMerge/>
          </w:tcPr>
          <w:p w:rsidR="001474C1" w:rsidRDefault="001474C1" w:rsidP="00B878BA"/>
        </w:tc>
        <w:tc>
          <w:tcPr>
            <w:tcW w:w="647" w:type="pct"/>
            <w:vMerge/>
          </w:tcPr>
          <w:p w:rsidR="001474C1" w:rsidRDefault="001474C1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1474C1" w:rsidRDefault="001474C1" w:rsidP="00B878BA">
            <w:pPr>
              <w:cnfStyle w:val="000000000000"/>
            </w:pPr>
          </w:p>
        </w:tc>
        <w:tc>
          <w:tcPr>
            <w:tcW w:w="596" w:type="pct"/>
          </w:tcPr>
          <w:p w:rsidR="001474C1" w:rsidRDefault="001474C1" w:rsidP="00B878BA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1474C1" w:rsidRDefault="001474C1" w:rsidP="00B878BA"/>
        </w:tc>
        <w:tc>
          <w:tcPr>
            <w:tcW w:w="647" w:type="pct"/>
            <w:vMerge/>
          </w:tcPr>
          <w:p w:rsidR="001474C1" w:rsidRDefault="001474C1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1474C1" w:rsidRDefault="001474C1" w:rsidP="00B878BA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B878BA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c>
          <w:tcPr>
            <w:cnfStyle w:val="001000000000"/>
            <w:tcW w:w="1075" w:type="pct"/>
            <w:vMerge/>
          </w:tcPr>
          <w:p w:rsidR="001474C1" w:rsidRDefault="001474C1" w:rsidP="00B878BA"/>
        </w:tc>
        <w:tc>
          <w:tcPr>
            <w:tcW w:w="647" w:type="pct"/>
            <w:vMerge/>
          </w:tcPr>
          <w:p w:rsidR="001474C1" w:rsidRDefault="001474C1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1474C1" w:rsidRDefault="001474C1" w:rsidP="00B878BA">
            <w:pPr>
              <w:cnfStyle w:val="000000000000"/>
            </w:pPr>
          </w:p>
        </w:tc>
        <w:tc>
          <w:tcPr>
            <w:tcW w:w="596" w:type="pct"/>
          </w:tcPr>
          <w:p w:rsidR="001474C1" w:rsidRDefault="001474C1" w:rsidP="00B878BA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1474C1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1474C1" w:rsidRDefault="001474C1" w:rsidP="00B878BA"/>
        </w:tc>
        <w:tc>
          <w:tcPr>
            <w:tcW w:w="647" w:type="pct"/>
            <w:vMerge/>
          </w:tcPr>
          <w:p w:rsidR="001474C1" w:rsidRDefault="001474C1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1474C1" w:rsidRDefault="001474C1" w:rsidP="00B878BA">
            <w:pPr>
              <w:cnfStyle w:val="000000100000"/>
            </w:pPr>
            <w:r>
              <w:t xml:space="preserve">If the </w:t>
            </w:r>
            <w:r w:rsidRPr="00CE5AED">
              <w:rPr>
                <w:b/>
              </w:rPr>
              <w:t>Student</w:t>
            </w:r>
            <w:r>
              <w:t xml:space="preserve"> tab is selected,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Temporary Student ID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Arrival Date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Flight No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Travel Details</w:t>
            </w:r>
          </w:p>
          <w:p w:rsidR="001474C1" w:rsidRDefault="001474C1" w:rsidP="00B878BA">
            <w:pPr>
              <w:cnfStyle w:val="000000100000"/>
            </w:pPr>
          </w:p>
          <w:p w:rsidR="001474C1" w:rsidRDefault="001474C1" w:rsidP="00B878BA">
            <w:pPr>
              <w:cnfStyle w:val="000000100000"/>
            </w:pPr>
            <w:r>
              <w:t xml:space="preserve">If the </w:t>
            </w:r>
            <w:r w:rsidRPr="00CE5AED">
              <w:rPr>
                <w:b/>
              </w:rPr>
              <w:t>Language Proficiency</w:t>
            </w:r>
            <w:r>
              <w:t xml:space="preserve"> tab is selected,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Listening Component Result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Reading Component result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lastRenderedPageBreak/>
              <w:t>Writing Component result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Speaking component result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Overall Band Score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Proficiency Test Results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Expiry Date</w:t>
            </w:r>
          </w:p>
          <w:p w:rsidR="00F031F5" w:rsidRDefault="00F031F5" w:rsidP="00B878BA">
            <w:pPr>
              <w:cnfStyle w:val="000000100000"/>
            </w:pPr>
          </w:p>
          <w:p w:rsidR="001474C1" w:rsidRDefault="001474C1" w:rsidP="00B878BA">
            <w:pPr>
              <w:cnfStyle w:val="000000100000"/>
            </w:pPr>
            <w:r>
              <w:t xml:space="preserve">If </w:t>
            </w:r>
            <w:r w:rsidRPr="00CE5AED">
              <w:rPr>
                <w:b/>
              </w:rPr>
              <w:t>Agent</w:t>
            </w:r>
            <w:r>
              <w:t xml:space="preserve"> tab is selected,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Agent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Partner School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Contract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Commission rate</w:t>
            </w:r>
          </w:p>
          <w:p w:rsidR="001474C1" w:rsidRDefault="001474C1" w:rsidP="00B878B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Total to Pay agent</w:t>
            </w:r>
          </w:p>
          <w:p w:rsidR="001474C1" w:rsidRDefault="001474C1" w:rsidP="00B878BA">
            <w:pPr>
              <w:cnfStyle w:val="000000100000"/>
            </w:pPr>
          </w:p>
          <w:p w:rsidR="00CE5AED" w:rsidRDefault="00CE5AED" w:rsidP="00CE5AED">
            <w:pPr>
              <w:cnfStyle w:val="000000100000"/>
            </w:pPr>
            <w:r>
              <w:t xml:space="preserve">To add </w:t>
            </w:r>
            <w:r w:rsidRPr="00D750B2">
              <w:rPr>
                <w:b/>
              </w:rPr>
              <w:t>Agent commission</w:t>
            </w:r>
            <w:r>
              <w:t xml:space="preserve"> see test case </w:t>
            </w:r>
            <w:hyperlink w:anchor="_12.1.2.1_Add_Agent" w:history="1">
              <w:r w:rsidRPr="00D750B2">
                <w:rPr>
                  <w:rStyle w:val="Hyperlink"/>
                </w:rPr>
                <w:t>12.1.2.1</w:t>
              </w:r>
            </w:hyperlink>
          </w:p>
          <w:p w:rsidR="00CE5AED" w:rsidRDefault="00CE5AED" w:rsidP="00CE5AED">
            <w:pPr>
              <w:cnfStyle w:val="000000100000"/>
            </w:pPr>
          </w:p>
          <w:p w:rsidR="00CE5AED" w:rsidRDefault="00CE5AED" w:rsidP="00CE5AED">
            <w:pPr>
              <w:cnfStyle w:val="000000100000"/>
            </w:pPr>
            <w:r>
              <w:t xml:space="preserve">If </w:t>
            </w:r>
            <w:r w:rsidRPr="00D750B2">
              <w:rPr>
                <w:b/>
              </w:rPr>
              <w:t>Accommodation</w:t>
            </w:r>
            <w:r>
              <w:t xml:space="preserve"> tab is selected,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Accommodation Type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Accommodation Provider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lastRenderedPageBreak/>
              <w:t>Start Date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End Date</w:t>
            </w:r>
          </w:p>
          <w:p w:rsidR="00CE5AED" w:rsidRDefault="00CE5AED" w:rsidP="00CE5AED">
            <w:pPr>
              <w:cnfStyle w:val="000000100000"/>
            </w:pPr>
          </w:p>
          <w:p w:rsidR="00CE5AED" w:rsidRDefault="00CE5AED" w:rsidP="00CE5AED">
            <w:pPr>
              <w:cnfStyle w:val="000000100000"/>
            </w:pPr>
            <w:r>
              <w:t xml:space="preserve">To add Information on Accommodation </w:t>
            </w:r>
            <w:r w:rsidRPr="00D750B2">
              <w:t>see test case</w:t>
            </w:r>
            <w:r w:rsidRPr="00B878BA">
              <w:rPr>
                <w:b/>
              </w:rPr>
              <w:t xml:space="preserve"> </w:t>
            </w:r>
            <w:hyperlink w:anchor="_12.1.2.4_Add_Accommodation" w:history="1">
              <w:r w:rsidRPr="00CE5AED">
                <w:rPr>
                  <w:rStyle w:val="Hyperlink"/>
                </w:rPr>
                <w:t>12.1.2.4</w:t>
              </w:r>
            </w:hyperlink>
          </w:p>
          <w:p w:rsidR="00CE5AED" w:rsidRDefault="00CE5AED" w:rsidP="00CE5AED">
            <w:pPr>
              <w:cnfStyle w:val="000000100000"/>
            </w:pPr>
          </w:p>
          <w:p w:rsidR="00CE5AED" w:rsidRPr="006A36AD" w:rsidRDefault="00CE5AED" w:rsidP="00CE5AED">
            <w:pPr>
              <w:cnfStyle w:val="000000100000"/>
              <w:rPr>
                <w:b/>
              </w:rPr>
            </w:pPr>
            <w:r>
              <w:t xml:space="preserve">If </w:t>
            </w:r>
            <w:r w:rsidRPr="00CE5AED">
              <w:rPr>
                <w:b/>
              </w:rPr>
              <w:t>Insurance</w:t>
            </w:r>
            <w:r>
              <w:t xml:space="preserve"> tab is selected </w:t>
            </w:r>
            <w:r w:rsidRPr="00CE5AED">
              <w:t>see test case</w:t>
            </w:r>
            <w:r w:rsidRPr="006A36AD">
              <w:rPr>
                <w:b/>
              </w:rPr>
              <w:t xml:space="preserve"> </w:t>
            </w:r>
            <w:hyperlink w:anchor="_12.1.2.7_Add_Insurance" w:history="1">
              <w:r w:rsidRPr="00CE5AED">
                <w:rPr>
                  <w:rStyle w:val="Hyperlink"/>
                </w:rPr>
                <w:t>12.1.2.7</w:t>
              </w:r>
            </w:hyperlink>
            <w:r>
              <w:rPr>
                <w:b/>
              </w:rPr>
              <w:t xml:space="preserve">, </w:t>
            </w:r>
            <w:hyperlink w:anchor="_12.1.2.7.1_Add_Insurance" w:history="1">
              <w:r w:rsidRPr="00CE5AED">
                <w:rPr>
                  <w:rStyle w:val="Hyperlink"/>
                </w:rPr>
                <w:t>12.1.2.7.1</w:t>
              </w:r>
            </w:hyperlink>
            <w:r w:rsidRPr="006A36AD">
              <w:rPr>
                <w:b/>
              </w:rPr>
              <w:t>,</w:t>
            </w:r>
          </w:p>
          <w:p w:rsidR="00CE5AED" w:rsidRDefault="00CE5AED" w:rsidP="00CE5AED">
            <w:pPr>
              <w:cnfStyle w:val="000000100000"/>
            </w:pPr>
          </w:p>
          <w:p w:rsidR="00CE5AED" w:rsidRDefault="00CE5AED" w:rsidP="00CE5AED">
            <w:pPr>
              <w:cnfStyle w:val="000000100000"/>
            </w:pPr>
            <w:r>
              <w:t xml:space="preserve">If </w:t>
            </w:r>
            <w:r w:rsidRPr="00CE5AED">
              <w:rPr>
                <w:b/>
              </w:rPr>
              <w:t>Passport</w:t>
            </w:r>
            <w:r>
              <w:t xml:space="preserve"> tab is selected,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Passport No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Passport Expiry Date</w:t>
            </w:r>
          </w:p>
          <w:p w:rsidR="00CE5AED" w:rsidRDefault="00CE5AED" w:rsidP="00CE5AE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Issuing State</w:t>
            </w:r>
          </w:p>
          <w:p w:rsidR="00CE5AED" w:rsidRDefault="00CE5AED" w:rsidP="00CE5AED">
            <w:pPr>
              <w:cnfStyle w:val="000000100000"/>
            </w:pPr>
          </w:p>
          <w:p w:rsidR="00CE5AED" w:rsidRPr="00CE5AED" w:rsidRDefault="00CE5AED" w:rsidP="00CE5AED">
            <w:pPr>
              <w:cnfStyle w:val="000000100000"/>
            </w:pPr>
            <w:r w:rsidRPr="00CE5AED">
              <w:t xml:space="preserve">See other test cases </w:t>
            </w:r>
          </w:p>
          <w:p w:rsidR="00CE5AED" w:rsidRPr="00CE5AED" w:rsidRDefault="00DA3E23" w:rsidP="00CE5AED">
            <w:pPr>
              <w:cnfStyle w:val="000000100000"/>
            </w:pPr>
            <w:hyperlink w:anchor="_12.1.2.10__Add" w:history="1">
              <w:r w:rsidR="00CE5AED" w:rsidRPr="00CE5AED">
                <w:rPr>
                  <w:rStyle w:val="Hyperlink"/>
                </w:rPr>
                <w:t>12.1.2.10</w:t>
              </w:r>
            </w:hyperlink>
            <w:r w:rsidR="00CE5AED" w:rsidRPr="00CE5AED">
              <w:t>,</w:t>
            </w:r>
          </w:p>
          <w:p w:rsidR="00CE5AED" w:rsidRPr="00CE5AED" w:rsidRDefault="00DA3E23" w:rsidP="00CE5AED">
            <w:pPr>
              <w:cnfStyle w:val="000000100000"/>
            </w:pPr>
            <w:hyperlink w:anchor="_12.4_Renew_Visa" w:history="1">
              <w:r w:rsidR="00CE5AED" w:rsidRPr="00CE5AED">
                <w:rPr>
                  <w:rStyle w:val="Hyperlink"/>
                </w:rPr>
                <w:t>12.4</w:t>
              </w:r>
            </w:hyperlink>
          </w:p>
          <w:p w:rsidR="00CE5AED" w:rsidRDefault="00CE5AED" w:rsidP="00CE5AED">
            <w:pPr>
              <w:cnfStyle w:val="000000100000"/>
            </w:pPr>
          </w:p>
          <w:p w:rsidR="00CE5AED" w:rsidRDefault="00CE5AED" w:rsidP="00CE5AED">
            <w:pPr>
              <w:cnfStyle w:val="000000100000"/>
            </w:pPr>
            <w:r>
              <w:t xml:space="preserve">If </w:t>
            </w:r>
            <w:r w:rsidRPr="00CE5AED">
              <w:rPr>
                <w:b/>
              </w:rPr>
              <w:t>Pastoral Care</w:t>
            </w:r>
            <w:r>
              <w:t xml:space="preserve"> is selected see test case </w:t>
            </w:r>
            <w:hyperlink w:anchor="_12.5.1_Pastoral_Care" w:history="1">
              <w:r w:rsidRPr="00CE5AED">
                <w:rPr>
                  <w:rStyle w:val="Hyperlink"/>
                </w:rPr>
                <w:t>12.5.1</w:t>
              </w:r>
            </w:hyperlink>
            <w:r>
              <w:t xml:space="preserve">, </w:t>
            </w:r>
            <w:hyperlink w:anchor="_12.5.2_Pastoral_Care" w:history="1">
              <w:r w:rsidRPr="00CE5AED">
                <w:rPr>
                  <w:rStyle w:val="Hyperlink"/>
                </w:rPr>
                <w:t>12.5.2</w:t>
              </w:r>
            </w:hyperlink>
            <w:r>
              <w:t>,</w:t>
            </w:r>
          </w:p>
          <w:p w:rsidR="00CE5AED" w:rsidRDefault="00DA3E23" w:rsidP="00CE5AED">
            <w:pPr>
              <w:cnfStyle w:val="000000100000"/>
            </w:pPr>
            <w:hyperlink w:anchor="_12.5.3_Pastoral_Care" w:history="1">
              <w:r w:rsidR="00CE5AED" w:rsidRPr="00CE5AED">
                <w:rPr>
                  <w:rStyle w:val="Hyperlink"/>
                </w:rPr>
                <w:t>12.5.3</w:t>
              </w:r>
            </w:hyperlink>
            <w:r w:rsidR="00CE5AED">
              <w:t xml:space="preserve">, </w:t>
            </w:r>
            <w:r w:rsidR="00CE5AED" w:rsidRPr="00CE5AED">
              <w:t xml:space="preserve"> </w:t>
            </w:r>
            <w:hyperlink w:anchor="_12.5.4_Pastoral_Care" w:history="1">
              <w:r w:rsidR="00CE5AED" w:rsidRPr="00CE5AED">
                <w:rPr>
                  <w:rStyle w:val="Hyperlink"/>
                </w:rPr>
                <w:t>12.5.4</w:t>
              </w:r>
            </w:hyperlink>
          </w:p>
          <w:p w:rsidR="001474C1" w:rsidRDefault="001474C1" w:rsidP="00B878BA">
            <w:pPr>
              <w:cnfStyle w:val="000000100000"/>
            </w:pPr>
          </w:p>
        </w:tc>
        <w:tc>
          <w:tcPr>
            <w:tcW w:w="596" w:type="pct"/>
          </w:tcPr>
          <w:p w:rsidR="001474C1" w:rsidRDefault="001474C1" w:rsidP="00B878BA">
            <w:pPr>
              <w:cnfStyle w:val="000000100000"/>
            </w:pPr>
          </w:p>
        </w:tc>
        <w:tc>
          <w:tcPr>
            <w:tcW w:w="457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1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100000"/>
            </w:pPr>
          </w:p>
        </w:tc>
      </w:tr>
      <w:tr w:rsidR="001474C1" w:rsidTr="0087155E">
        <w:tc>
          <w:tcPr>
            <w:cnfStyle w:val="001000000000"/>
            <w:tcW w:w="1075" w:type="pct"/>
            <w:vMerge/>
          </w:tcPr>
          <w:p w:rsidR="001474C1" w:rsidRDefault="001474C1" w:rsidP="00B878BA"/>
        </w:tc>
        <w:tc>
          <w:tcPr>
            <w:tcW w:w="647" w:type="pct"/>
            <w:vMerge/>
          </w:tcPr>
          <w:p w:rsidR="001474C1" w:rsidRDefault="001474C1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1474C1" w:rsidRDefault="001474C1" w:rsidP="00B878BA">
            <w:pPr>
              <w:pStyle w:val="ListParagraph"/>
              <w:ind w:left="0"/>
              <w:cnfStyle w:val="000000000000"/>
            </w:pPr>
            <w:r>
              <w:t>Click on Save button</w:t>
            </w:r>
          </w:p>
        </w:tc>
        <w:tc>
          <w:tcPr>
            <w:tcW w:w="759" w:type="pct"/>
          </w:tcPr>
          <w:p w:rsidR="001474C1" w:rsidRDefault="001474C1" w:rsidP="00B878BA">
            <w:pPr>
              <w:cnfStyle w:val="000000000000"/>
            </w:pPr>
          </w:p>
        </w:tc>
        <w:tc>
          <w:tcPr>
            <w:tcW w:w="596" w:type="pct"/>
          </w:tcPr>
          <w:p w:rsidR="001474C1" w:rsidRDefault="001474C1" w:rsidP="00B878BA">
            <w:pPr>
              <w:cnfStyle w:val="000000000000"/>
            </w:pPr>
            <w:r>
              <w:t>International record saved successfully.</w:t>
            </w:r>
          </w:p>
        </w:tc>
        <w:tc>
          <w:tcPr>
            <w:tcW w:w="457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5" w:type="pct"/>
          </w:tcPr>
          <w:p w:rsidR="001474C1" w:rsidRDefault="001474C1" w:rsidP="00EC0511">
            <w:pPr>
              <w:cnfStyle w:val="000000000000"/>
            </w:pPr>
          </w:p>
        </w:tc>
        <w:tc>
          <w:tcPr>
            <w:tcW w:w="393" w:type="pct"/>
          </w:tcPr>
          <w:p w:rsidR="001474C1" w:rsidRDefault="001474C1" w:rsidP="00EC0511">
            <w:pPr>
              <w:cnfStyle w:val="000000000000"/>
            </w:pPr>
          </w:p>
        </w:tc>
      </w:tr>
      <w:tr w:rsidR="00352A7B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352A7B" w:rsidRPr="00352A7B" w:rsidRDefault="00352A7B" w:rsidP="00352A7B">
            <w:pPr>
              <w:pStyle w:val="Heading3"/>
              <w:outlineLvl w:val="2"/>
            </w:pPr>
            <w:bookmarkStart w:id="7" w:name="_12.1.3_Add_Agent"/>
            <w:bookmarkStart w:id="8" w:name="_Toc360805867"/>
            <w:bookmarkEnd w:id="7"/>
            <w:r w:rsidRPr="00352A7B">
              <w:lastRenderedPageBreak/>
              <w:t>12.1.3 Add Agent record</w:t>
            </w:r>
            <w:bookmarkEnd w:id="8"/>
          </w:p>
        </w:tc>
        <w:tc>
          <w:tcPr>
            <w:tcW w:w="647" w:type="pct"/>
            <w:vMerge w:val="restart"/>
          </w:tcPr>
          <w:p w:rsidR="00352A7B" w:rsidRDefault="00352A7B" w:rsidP="00352A7B">
            <w:pPr>
              <w:pStyle w:val="ListParagraph"/>
              <w:ind w:left="0"/>
              <w:cnfStyle w:val="000000100000"/>
            </w:pPr>
            <w:r>
              <w:t>Must have existing international record</w:t>
            </w:r>
          </w:p>
          <w:p w:rsidR="00352A7B" w:rsidRDefault="00DA3E23" w:rsidP="00352A7B">
            <w:pPr>
              <w:pStyle w:val="ListParagraph"/>
              <w:numPr>
                <w:ilvl w:val="0"/>
                <w:numId w:val="21"/>
              </w:numPr>
              <w:cnfStyle w:val="000000100000"/>
            </w:pPr>
            <w:hyperlink w:anchor="_12.1.1_Add_International" w:history="1">
              <w:r w:rsidR="00352A7B" w:rsidRPr="00352A7B">
                <w:rPr>
                  <w:rStyle w:val="Hyperlink"/>
                </w:rPr>
                <w:t>12.1.1 Add International Record</w:t>
              </w:r>
            </w:hyperlink>
          </w:p>
          <w:p w:rsidR="00352A7B" w:rsidRDefault="00352A7B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352A7B" w:rsidRDefault="00352A7B" w:rsidP="00352A7B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352A7B" w:rsidRDefault="00352A7B" w:rsidP="00352A7B">
            <w:pPr>
              <w:cnfStyle w:val="000000100000"/>
            </w:pPr>
          </w:p>
        </w:tc>
        <w:tc>
          <w:tcPr>
            <w:tcW w:w="596" w:type="pct"/>
          </w:tcPr>
          <w:p w:rsidR="00352A7B" w:rsidRDefault="00352A7B" w:rsidP="00352A7B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100000"/>
            </w:pPr>
          </w:p>
        </w:tc>
      </w:tr>
      <w:tr w:rsidR="00352A7B" w:rsidTr="0087155E"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352A7B" w:rsidRDefault="00352A7B" w:rsidP="00352A7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352A7B" w:rsidRDefault="00352A7B" w:rsidP="00352A7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352A7B" w:rsidRDefault="00352A7B" w:rsidP="00352A7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352A7B" w:rsidRDefault="00352A7B" w:rsidP="00352A7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352A7B" w:rsidRDefault="00352A7B" w:rsidP="00352A7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352A7B" w:rsidRDefault="00352A7B" w:rsidP="00352A7B">
            <w:pPr>
              <w:cnfStyle w:val="000000000000"/>
            </w:pPr>
            <w:r>
              <w:t>Data is visible in text fields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000000"/>
            </w:pPr>
          </w:p>
        </w:tc>
      </w:tr>
      <w:tr w:rsidR="00352A7B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352A7B" w:rsidRDefault="00352A7B" w:rsidP="00352A7B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759" w:type="pct"/>
          </w:tcPr>
          <w:p w:rsidR="00352A7B" w:rsidRDefault="00352A7B" w:rsidP="00352A7B">
            <w:pPr>
              <w:cnfStyle w:val="000000100000"/>
            </w:pPr>
          </w:p>
        </w:tc>
        <w:tc>
          <w:tcPr>
            <w:tcW w:w="596" w:type="pct"/>
          </w:tcPr>
          <w:p w:rsidR="00352A7B" w:rsidRDefault="00352A7B" w:rsidP="00352A7B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100000"/>
            </w:pPr>
          </w:p>
        </w:tc>
      </w:tr>
      <w:tr w:rsidR="00352A7B" w:rsidTr="0087155E"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352A7B" w:rsidRDefault="00352A7B" w:rsidP="00352A7B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352A7B" w:rsidRDefault="00352A7B" w:rsidP="00352A7B">
            <w:pPr>
              <w:cnfStyle w:val="000000000000"/>
            </w:pPr>
          </w:p>
        </w:tc>
        <w:tc>
          <w:tcPr>
            <w:tcW w:w="596" w:type="pct"/>
          </w:tcPr>
          <w:p w:rsidR="00352A7B" w:rsidRDefault="00352A7B" w:rsidP="00352A7B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000000"/>
            </w:pPr>
          </w:p>
        </w:tc>
      </w:tr>
      <w:tr w:rsidR="00352A7B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352A7B" w:rsidRDefault="00352A7B" w:rsidP="00352A7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352A7B" w:rsidRDefault="00352A7B" w:rsidP="00352A7B">
            <w:pPr>
              <w:cnfStyle w:val="000000100000"/>
            </w:pPr>
          </w:p>
        </w:tc>
        <w:tc>
          <w:tcPr>
            <w:tcW w:w="596" w:type="pct"/>
          </w:tcPr>
          <w:p w:rsidR="00352A7B" w:rsidRDefault="00352A7B" w:rsidP="00352A7B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100000"/>
            </w:pPr>
          </w:p>
        </w:tc>
      </w:tr>
      <w:tr w:rsidR="00352A7B" w:rsidTr="0087155E"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352A7B" w:rsidRDefault="00352A7B" w:rsidP="00352A7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352A7B" w:rsidRDefault="00352A7B" w:rsidP="00352A7B">
            <w:pPr>
              <w:cnfStyle w:val="000000000000"/>
            </w:pPr>
          </w:p>
        </w:tc>
        <w:tc>
          <w:tcPr>
            <w:tcW w:w="596" w:type="pct"/>
          </w:tcPr>
          <w:p w:rsidR="00352A7B" w:rsidRDefault="00352A7B" w:rsidP="00352A7B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000000"/>
            </w:pPr>
          </w:p>
        </w:tc>
      </w:tr>
      <w:tr w:rsidR="00352A7B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352A7B" w:rsidRDefault="00352A7B" w:rsidP="00B878BA">
            <w:pPr>
              <w:pStyle w:val="ListParagraph"/>
              <w:ind w:left="0"/>
              <w:cnfStyle w:val="000000100000"/>
            </w:pPr>
            <w:r>
              <w:t>Go to Agent tab</w:t>
            </w:r>
          </w:p>
        </w:tc>
        <w:tc>
          <w:tcPr>
            <w:tcW w:w="759" w:type="pct"/>
          </w:tcPr>
          <w:p w:rsidR="00352A7B" w:rsidRDefault="00352A7B" w:rsidP="00B878BA">
            <w:pPr>
              <w:cnfStyle w:val="000000100000"/>
            </w:pPr>
          </w:p>
        </w:tc>
        <w:tc>
          <w:tcPr>
            <w:tcW w:w="596" w:type="pct"/>
          </w:tcPr>
          <w:p w:rsidR="00352A7B" w:rsidRDefault="00352A7B" w:rsidP="00B878BA">
            <w:pPr>
              <w:cnfStyle w:val="000000100000"/>
            </w:pPr>
          </w:p>
        </w:tc>
        <w:tc>
          <w:tcPr>
            <w:tcW w:w="457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100000"/>
            </w:pPr>
          </w:p>
        </w:tc>
      </w:tr>
      <w:tr w:rsidR="00352A7B" w:rsidTr="0087155E"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352A7B" w:rsidRDefault="00352A7B" w:rsidP="00B878B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52A7B">
              <w:rPr>
                <w:b/>
              </w:rPr>
              <w:t>Add</w:t>
            </w:r>
            <w:r>
              <w:t xml:space="preserve"> button on first grid.</w:t>
            </w:r>
          </w:p>
        </w:tc>
        <w:tc>
          <w:tcPr>
            <w:tcW w:w="759" w:type="pct"/>
          </w:tcPr>
          <w:p w:rsidR="00352A7B" w:rsidRDefault="00352A7B" w:rsidP="00B878BA">
            <w:pPr>
              <w:cnfStyle w:val="000000000000"/>
            </w:pPr>
          </w:p>
        </w:tc>
        <w:tc>
          <w:tcPr>
            <w:tcW w:w="596" w:type="pct"/>
          </w:tcPr>
          <w:p w:rsidR="00352A7B" w:rsidRDefault="00352A7B" w:rsidP="00B878BA">
            <w:pPr>
              <w:cnfStyle w:val="000000000000"/>
            </w:pPr>
          </w:p>
        </w:tc>
        <w:tc>
          <w:tcPr>
            <w:tcW w:w="457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000000"/>
            </w:pPr>
          </w:p>
        </w:tc>
      </w:tr>
      <w:tr w:rsidR="00352A7B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352A7B" w:rsidRDefault="00352A7B" w:rsidP="00B878B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352A7B" w:rsidRDefault="00352A7B" w:rsidP="00352A7B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Agent</w:t>
            </w:r>
          </w:p>
          <w:p w:rsidR="00352A7B" w:rsidRDefault="00352A7B" w:rsidP="00352A7B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Partner School</w:t>
            </w:r>
          </w:p>
          <w:p w:rsidR="00352A7B" w:rsidRDefault="00352A7B" w:rsidP="00352A7B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Contract</w:t>
            </w:r>
          </w:p>
          <w:p w:rsidR="00352A7B" w:rsidRDefault="00352A7B" w:rsidP="00352A7B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Total to pay agent</w:t>
            </w:r>
          </w:p>
          <w:p w:rsidR="00352A7B" w:rsidRDefault="00352A7B" w:rsidP="00352A7B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commission rate</w:t>
            </w:r>
          </w:p>
          <w:p w:rsidR="00352A7B" w:rsidRDefault="00352A7B" w:rsidP="00352A7B">
            <w:pPr>
              <w:pStyle w:val="ListParagraph"/>
              <w:ind w:left="449"/>
              <w:cnfStyle w:val="000000100000"/>
            </w:pPr>
          </w:p>
        </w:tc>
        <w:tc>
          <w:tcPr>
            <w:tcW w:w="596" w:type="pct"/>
          </w:tcPr>
          <w:p w:rsidR="00352A7B" w:rsidRDefault="00352A7B" w:rsidP="00B878BA">
            <w:pPr>
              <w:cnfStyle w:val="000000100000"/>
            </w:pPr>
            <w:r>
              <w:t>Data is visible in drop downs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1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100000"/>
            </w:pPr>
          </w:p>
        </w:tc>
      </w:tr>
      <w:tr w:rsidR="00352A7B" w:rsidTr="0087155E">
        <w:tc>
          <w:tcPr>
            <w:cnfStyle w:val="001000000000"/>
            <w:tcW w:w="1075" w:type="pct"/>
            <w:vMerge/>
          </w:tcPr>
          <w:p w:rsidR="00352A7B" w:rsidRDefault="00352A7B" w:rsidP="00B878BA"/>
        </w:tc>
        <w:tc>
          <w:tcPr>
            <w:tcW w:w="647" w:type="pct"/>
            <w:vMerge/>
          </w:tcPr>
          <w:p w:rsidR="00352A7B" w:rsidRDefault="00352A7B" w:rsidP="00B878B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352A7B" w:rsidRDefault="00352A7B" w:rsidP="00B878B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52A7B">
              <w:rPr>
                <w:b/>
              </w:rPr>
              <w:t>Save</w:t>
            </w:r>
            <w:r>
              <w:t xml:space="preserve"> </w:t>
            </w:r>
            <w:r>
              <w:lastRenderedPageBreak/>
              <w:t>button on top header</w:t>
            </w:r>
          </w:p>
        </w:tc>
        <w:tc>
          <w:tcPr>
            <w:tcW w:w="759" w:type="pct"/>
          </w:tcPr>
          <w:p w:rsidR="00352A7B" w:rsidRDefault="00352A7B" w:rsidP="00B878BA">
            <w:pPr>
              <w:cnfStyle w:val="000000000000"/>
            </w:pPr>
          </w:p>
        </w:tc>
        <w:tc>
          <w:tcPr>
            <w:tcW w:w="596" w:type="pct"/>
          </w:tcPr>
          <w:p w:rsidR="00352A7B" w:rsidRDefault="00352A7B" w:rsidP="00B878BA">
            <w:pPr>
              <w:cnfStyle w:val="000000000000"/>
            </w:pPr>
            <w:r>
              <w:t xml:space="preserve">Agent record </w:t>
            </w:r>
            <w:r>
              <w:lastRenderedPageBreak/>
              <w:t>saved successfully.</w:t>
            </w:r>
          </w:p>
        </w:tc>
        <w:tc>
          <w:tcPr>
            <w:tcW w:w="457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5" w:type="pct"/>
          </w:tcPr>
          <w:p w:rsidR="00352A7B" w:rsidRDefault="00352A7B" w:rsidP="00EC0511">
            <w:pPr>
              <w:cnfStyle w:val="000000000000"/>
            </w:pPr>
          </w:p>
        </w:tc>
        <w:tc>
          <w:tcPr>
            <w:tcW w:w="393" w:type="pct"/>
          </w:tcPr>
          <w:p w:rsidR="00352A7B" w:rsidRDefault="00352A7B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352A7B" w:rsidRDefault="004D6F13" w:rsidP="004D6F13">
            <w:pPr>
              <w:pStyle w:val="Heading3"/>
              <w:outlineLvl w:val="2"/>
            </w:pPr>
            <w:bookmarkStart w:id="9" w:name="_Toc360805868"/>
            <w:r w:rsidRPr="00352A7B">
              <w:lastRenderedPageBreak/>
              <w:t>12.1.</w:t>
            </w:r>
            <w:r>
              <w:t>4</w:t>
            </w:r>
            <w:r w:rsidRPr="00352A7B">
              <w:t xml:space="preserve"> </w:t>
            </w:r>
            <w:r>
              <w:t>Delete</w:t>
            </w:r>
            <w:r w:rsidRPr="00352A7B">
              <w:t xml:space="preserve"> Agent record</w:t>
            </w:r>
            <w:bookmarkEnd w:id="9"/>
          </w:p>
        </w:tc>
        <w:tc>
          <w:tcPr>
            <w:tcW w:w="647" w:type="pct"/>
            <w:vMerge w:val="restart"/>
          </w:tcPr>
          <w:p w:rsidR="004D6F13" w:rsidRDefault="004D6F13" w:rsidP="0085626D">
            <w:pPr>
              <w:pStyle w:val="ListParagraph"/>
              <w:ind w:left="0"/>
              <w:cnfStyle w:val="000000100000"/>
            </w:pPr>
            <w:r>
              <w:t>Must have existing Agent record</w:t>
            </w:r>
          </w:p>
          <w:p w:rsidR="004D6F13" w:rsidRDefault="00DA3E23" w:rsidP="0085626D">
            <w:pPr>
              <w:pStyle w:val="ListParagraph"/>
              <w:numPr>
                <w:ilvl w:val="0"/>
                <w:numId w:val="21"/>
              </w:numPr>
              <w:cnfStyle w:val="000000100000"/>
            </w:pPr>
            <w:hyperlink w:anchor="_12.1.1_Add_International" w:history="1">
              <w:r w:rsidR="004D6F13" w:rsidRPr="00352A7B">
                <w:rPr>
                  <w:rStyle w:val="Hyperlink"/>
                </w:rPr>
                <w:t>12.1.</w:t>
              </w:r>
              <w:r w:rsidR="004D6F13">
                <w:rPr>
                  <w:rStyle w:val="Hyperlink"/>
                </w:rPr>
                <w:t>3</w:t>
              </w:r>
              <w:r w:rsidR="004D6F13" w:rsidRPr="00352A7B">
                <w:rPr>
                  <w:rStyle w:val="Hyperlink"/>
                </w:rPr>
                <w:t xml:space="preserve"> Add </w:t>
              </w:r>
              <w:r w:rsidR="004D6F13">
                <w:rPr>
                  <w:rStyle w:val="Hyperlink"/>
                </w:rPr>
                <w:t>Agent</w:t>
              </w:r>
              <w:r w:rsidR="004D6F13" w:rsidRPr="00352A7B">
                <w:rPr>
                  <w:rStyle w:val="Hyperlink"/>
                </w:rPr>
                <w:t xml:space="preserve"> Record</w:t>
              </w:r>
            </w:hyperlink>
          </w:p>
          <w:p w:rsidR="004D6F13" w:rsidRDefault="004D6F13" w:rsidP="0085626D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85626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85626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85626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85626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85626D">
            <w:pPr>
              <w:cnfStyle w:val="000000000000"/>
            </w:pPr>
            <w:r>
              <w:t>Data is visible in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100000"/>
            </w:pPr>
            <w:r>
              <w:t>Go to Agent tab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000000"/>
            </w:pPr>
            <w:r>
              <w:t>Select an agent record that you wish to delete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000000"/>
            </w:pPr>
            <w:r>
              <w:t>Record selected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4D6F13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Delete</w:t>
            </w:r>
            <w:r>
              <w:t xml:space="preserve"> button on first grid.</w:t>
            </w:r>
          </w:p>
        </w:tc>
        <w:tc>
          <w:tcPr>
            <w:tcW w:w="759" w:type="pct"/>
          </w:tcPr>
          <w:p w:rsidR="004D6F13" w:rsidRDefault="004D6F13" w:rsidP="0085626D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100000"/>
            </w:pPr>
            <w:r>
              <w:t>A confirmation message appears on screen asking user to confirm the deletion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</w:tcPr>
          <w:p w:rsidR="004D6F13" w:rsidRDefault="004D6F13" w:rsidP="0085626D"/>
        </w:tc>
        <w:tc>
          <w:tcPr>
            <w:tcW w:w="647" w:type="pct"/>
            <w:vMerge/>
          </w:tcPr>
          <w:p w:rsidR="004D6F13" w:rsidRDefault="004D6F13" w:rsidP="0085626D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85626D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4D6F13">
              <w:rPr>
                <w:b/>
              </w:rPr>
              <w:t>Yes</w:t>
            </w:r>
            <w:r>
              <w:t xml:space="preserve"> on the confirmation</w:t>
            </w:r>
          </w:p>
        </w:tc>
        <w:tc>
          <w:tcPr>
            <w:tcW w:w="759" w:type="pct"/>
          </w:tcPr>
          <w:p w:rsidR="004D6F13" w:rsidRDefault="004D6F13" w:rsidP="0085626D">
            <w:pPr>
              <w:pStyle w:val="ListParagraph"/>
              <w:ind w:left="449"/>
              <w:cnfStyle w:val="000000000000"/>
            </w:pPr>
          </w:p>
        </w:tc>
        <w:tc>
          <w:tcPr>
            <w:tcW w:w="596" w:type="pct"/>
          </w:tcPr>
          <w:p w:rsidR="004D6F13" w:rsidRDefault="004D6F13" w:rsidP="0085626D">
            <w:pPr>
              <w:cnfStyle w:val="000000000000"/>
            </w:pPr>
            <w:r>
              <w:t>Record deleted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10" w:name="_12.1.2.1_Add_Agent"/>
            <w:bookmarkStart w:id="11" w:name="_Toc360805869"/>
            <w:bookmarkEnd w:id="10"/>
            <w:r w:rsidRPr="001474C1">
              <w:t>12.1.2.1</w:t>
            </w:r>
            <w:bookmarkStart w:id="12" w:name="AddAC"/>
            <w:r>
              <w:t xml:space="preserve"> </w:t>
            </w:r>
            <w:r w:rsidRPr="001474C1">
              <w:t xml:space="preserve">Add </w:t>
            </w:r>
            <w:bookmarkEnd w:id="12"/>
            <w:r w:rsidRPr="001474C1">
              <w:t>Agent Commission</w:t>
            </w:r>
            <w:bookmarkEnd w:id="11"/>
          </w:p>
        </w:tc>
        <w:tc>
          <w:tcPr>
            <w:tcW w:w="647" w:type="pct"/>
            <w:vMerge w:val="restar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Must have existing Agent record added to student. To Create one</w:t>
            </w:r>
          </w:p>
          <w:p w:rsidR="004D6F13" w:rsidRDefault="00DA3E23" w:rsidP="00352A7B">
            <w:pPr>
              <w:pStyle w:val="ListParagraph"/>
              <w:numPr>
                <w:ilvl w:val="0"/>
                <w:numId w:val="23"/>
              </w:numPr>
              <w:cnfStyle w:val="000000100000"/>
            </w:pPr>
            <w:hyperlink w:anchor="_12.1.3_Add_Agent" w:history="1">
              <w:r w:rsidR="004D6F13" w:rsidRPr="00352A7B">
                <w:rPr>
                  <w:rStyle w:val="Hyperlink"/>
                </w:rPr>
                <w:t>12.1.3 Add Agent record</w:t>
              </w:r>
            </w:hyperlink>
          </w:p>
          <w:p w:rsidR="004D6F13" w:rsidRDefault="004D6F13" w:rsidP="0066335A">
            <w:pPr>
              <w:pStyle w:val="ListParagraph"/>
              <w:ind w:left="0"/>
              <w:cnfStyle w:val="000000100000"/>
            </w:pPr>
          </w:p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352A7B">
            <w:pPr>
              <w:pStyle w:val="ListParagraph"/>
              <w:numPr>
                <w:ilvl w:val="0"/>
                <w:numId w:val="5"/>
              </w:numPr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352A7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Go to Agent tab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B878BA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B878BA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8129A">
              <w:rPr>
                <w:b/>
              </w:rPr>
              <w:t>Add</w:t>
            </w:r>
            <w:r>
              <w:t xml:space="preserve"> button under Agent Commission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B878BA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Year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Commission Paid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Date Paid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Year Total</w:t>
            </w:r>
          </w:p>
        </w:tc>
        <w:tc>
          <w:tcPr>
            <w:tcW w:w="596" w:type="pct"/>
          </w:tcPr>
          <w:p w:rsidR="004D6F13" w:rsidRDefault="004D6F13" w:rsidP="00B878BA">
            <w:pPr>
              <w:cnfStyle w:val="0000001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352A7B">
              <w:rPr>
                <w:b/>
              </w:rPr>
              <w:t>Save</w:t>
            </w:r>
            <w:r>
              <w:t xml:space="preserve"> on Agent commission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B878BA">
            <w:pPr>
              <w:cnfStyle w:val="000000000000"/>
            </w:pPr>
            <w:r>
              <w:t xml:space="preserve">Commission record saved </w:t>
            </w:r>
            <w:r>
              <w:lastRenderedPageBreak/>
              <w:t>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878B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Click save on International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B878BA">
            <w:pPr>
              <w:cnfStyle w:val="0000001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13" w:name="_Toc360805870"/>
            <w:r w:rsidRPr="001474C1">
              <w:t>12.1.2.2</w:t>
            </w:r>
            <w:bookmarkStart w:id="14" w:name="EditAC"/>
            <w:r>
              <w:t xml:space="preserve"> </w:t>
            </w:r>
            <w:r w:rsidRPr="001474C1">
              <w:t xml:space="preserve">Edit </w:t>
            </w:r>
            <w:bookmarkEnd w:id="14"/>
            <w:r w:rsidRPr="001474C1">
              <w:t>Agent Commission</w:t>
            </w:r>
            <w:bookmarkEnd w:id="13"/>
          </w:p>
        </w:tc>
        <w:tc>
          <w:tcPr>
            <w:tcW w:w="647" w:type="pct"/>
            <w:vMerge w:val="restar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Must have existing Agent commission  record.</w:t>
            </w:r>
          </w:p>
          <w:p w:rsidR="004D6F13" w:rsidRDefault="00DA3E23" w:rsidP="00352A7B">
            <w:pPr>
              <w:pStyle w:val="ListParagraph"/>
              <w:numPr>
                <w:ilvl w:val="0"/>
                <w:numId w:val="24"/>
              </w:numPr>
              <w:cnfStyle w:val="000000000000"/>
            </w:pPr>
            <w:hyperlink w:anchor="_12.1.2.1_Add_Agent" w:history="1">
              <w:r w:rsidR="004D6F13" w:rsidRPr="00352A7B">
                <w:rPr>
                  <w:rStyle w:val="Hyperlink"/>
                </w:rPr>
                <w:t>12.1.2.1 Add Agent Commission</w:t>
              </w:r>
            </w:hyperlink>
          </w:p>
          <w:p w:rsidR="004D6F13" w:rsidRDefault="004D6F13" w:rsidP="0066335A">
            <w:pPr>
              <w:pStyle w:val="ListParagraph"/>
              <w:ind w:left="0"/>
              <w:cnfStyle w:val="000000000000"/>
            </w:pPr>
          </w:p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352A7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66335A">
            <w:pPr>
              <w:pStyle w:val="ListParagraph"/>
              <w:ind w:left="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  <w:trHeight w:val="414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352A7B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52A7B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Go to Agent tab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904457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904457">
              <w:rPr>
                <w:b/>
              </w:rPr>
              <w:t>Edit button</w:t>
            </w:r>
            <w:r>
              <w:t xml:space="preserve"> under Agent Commission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Year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Commission Paid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Date Paid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Year Total</w:t>
            </w:r>
          </w:p>
        </w:tc>
        <w:tc>
          <w:tcPr>
            <w:tcW w:w="596" w:type="pct"/>
          </w:tcPr>
          <w:p w:rsidR="004D6F13" w:rsidRDefault="004D6F13" w:rsidP="0066335A">
            <w:pPr>
              <w:cnfStyle w:val="0000000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FD415A">
              <w:rPr>
                <w:b/>
              </w:rPr>
              <w:t>Save</w:t>
            </w:r>
            <w:r>
              <w:t xml:space="preserve"> on Agent commission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100000"/>
            </w:pPr>
            <w:r>
              <w:t>Commission record saved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rPr>
          <w:trHeight w:val="1032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Click save on International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15" w:name="_Toc360805871"/>
            <w:r w:rsidRPr="001474C1">
              <w:t>12.1.2.3</w:t>
            </w:r>
            <w:bookmarkStart w:id="16" w:name="DeleteAC"/>
            <w:r>
              <w:t xml:space="preserve"> </w:t>
            </w:r>
            <w:r w:rsidRPr="001474C1">
              <w:t xml:space="preserve">Delete </w:t>
            </w:r>
            <w:bookmarkEnd w:id="16"/>
            <w:r w:rsidRPr="001474C1">
              <w:t>Agent Commission</w:t>
            </w:r>
            <w:bookmarkEnd w:id="15"/>
          </w:p>
        </w:tc>
        <w:tc>
          <w:tcPr>
            <w:tcW w:w="647" w:type="pct"/>
            <w:vMerge w:val="restart"/>
          </w:tcPr>
          <w:p w:rsidR="004D6F13" w:rsidRDefault="004D6F13" w:rsidP="00FD415A">
            <w:pPr>
              <w:pStyle w:val="ListParagraph"/>
              <w:ind w:left="0"/>
              <w:cnfStyle w:val="000000100000"/>
            </w:pPr>
            <w:r>
              <w:t>Must have existing Agent commission  record.</w:t>
            </w:r>
          </w:p>
          <w:p w:rsidR="004D6F13" w:rsidRDefault="00DA3E23" w:rsidP="00FD415A">
            <w:pPr>
              <w:pStyle w:val="ListParagraph"/>
              <w:numPr>
                <w:ilvl w:val="0"/>
                <w:numId w:val="24"/>
              </w:numPr>
              <w:cnfStyle w:val="000000100000"/>
            </w:pPr>
            <w:hyperlink w:anchor="_12.1.2.1_Add_Agent" w:history="1">
              <w:r w:rsidR="004D6F13" w:rsidRPr="00352A7B">
                <w:rPr>
                  <w:rStyle w:val="Hyperlink"/>
                </w:rPr>
                <w:t>12.1.2.1 Add Agent Commission</w:t>
              </w:r>
            </w:hyperlink>
          </w:p>
          <w:p w:rsidR="004D6F13" w:rsidRDefault="004D6F13" w:rsidP="0066335A">
            <w:pPr>
              <w:pStyle w:val="ListParagraph"/>
              <w:ind w:left="0"/>
              <w:cnfStyle w:val="000000100000"/>
            </w:pPr>
          </w:p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FD41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6633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FD41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D415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>Go to Agent tab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904457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04457">
              <w:rPr>
                <w:b/>
              </w:rPr>
              <w:t>Delete</w:t>
            </w:r>
            <w:r>
              <w:t xml:space="preserve"> button under Agent Commission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0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904457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759" w:type="pct"/>
          </w:tcPr>
          <w:p w:rsidR="004D6F13" w:rsidRDefault="004D6F13" w:rsidP="00904457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100000"/>
            </w:pPr>
            <w:r>
              <w:t>Agent commission record will be deleted from the table.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66335A"/>
        </w:tc>
        <w:tc>
          <w:tcPr>
            <w:tcW w:w="647" w:type="pct"/>
            <w:vMerge/>
          </w:tcPr>
          <w:p w:rsidR="004D6F13" w:rsidRDefault="004D6F13" w:rsidP="0066335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6335A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FD415A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66335A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66335A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17" w:name="_12.1.2.4_Add_Accommodation"/>
            <w:bookmarkStart w:id="18" w:name="_Toc360805872"/>
            <w:bookmarkEnd w:id="17"/>
            <w:r w:rsidRPr="001474C1">
              <w:t>12.1.2.4</w:t>
            </w:r>
            <w:bookmarkStart w:id="19" w:name="AddAI"/>
            <w:r>
              <w:t xml:space="preserve"> </w:t>
            </w:r>
            <w:r w:rsidRPr="001474C1">
              <w:t xml:space="preserve">Add </w:t>
            </w:r>
            <w:bookmarkEnd w:id="19"/>
            <w:r w:rsidRPr="001474C1">
              <w:t>Accommodation Information</w:t>
            </w:r>
            <w:bookmarkEnd w:id="18"/>
          </w:p>
        </w:tc>
        <w:tc>
          <w:tcPr>
            <w:tcW w:w="647" w:type="pct"/>
            <w:vMerge w:val="restar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Must have existing international record</w:t>
            </w:r>
          </w:p>
          <w:p w:rsidR="004D6F13" w:rsidRDefault="00DA3E23" w:rsidP="00FD415A">
            <w:pPr>
              <w:pStyle w:val="ListParagraph"/>
              <w:numPr>
                <w:ilvl w:val="0"/>
                <w:numId w:val="25"/>
              </w:numPr>
              <w:cnfStyle w:val="000000100000"/>
            </w:pPr>
            <w:hyperlink w:anchor="_12.1.1_Add_International" w:history="1">
              <w:r w:rsidR="004D6F13" w:rsidRPr="00FD415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FD41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FD41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D415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D35FBD">
            <w:pPr>
              <w:pStyle w:val="ListParagraph"/>
              <w:ind w:left="0"/>
              <w:cnfStyle w:val="000000000000"/>
            </w:pPr>
            <w:r>
              <w:t>Go to Accommodation tab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D35FB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35FBD">
              <w:rPr>
                <w:b/>
              </w:rPr>
              <w:t xml:space="preserve">Add </w:t>
            </w:r>
            <w:r w:rsidRPr="00D35FBD">
              <w:rPr>
                <w:b/>
              </w:rPr>
              <w:lastRenderedPageBreak/>
              <w:t>button</w:t>
            </w:r>
            <w:r>
              <w:t xml:space="preserve"> under Information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Information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Value</w:t>
            </w: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Data is visible.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753FC2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FD415A">
              <w:rPr>
                <w:b/>
              </w:rPr>
              <w:t>Save</w:t>
            </w:r>
            <w:r>
              <w:t xml:space="preserve"> on Information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9B7230">
            <w:pPr>
              <w:cnfStyle w:val="000000000000"/>
            </w:pPr>
            <w:r>
              <w:t>Information record Created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FD415A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20" w:name="_Toc360805873"/>
            <w:r w:rsidRPr="001474C1">
              <w:t>12.1.2.5</w:t>
            </w:r>
            <w:bookmarkStart w:id="21" w:name="EditAI"/>
            <w:r>
              <w:t xml:space="preserve"> </w:t>
            </w:r>
            <w:r w:rsidRPr="001474C1">
              <w:t xml:space="preserve">Edit </w:t>
            </w:r>
            <w:bookmarkEnd w:id="21"/>
            <w:r w:rsidRPr="001474C1">
              <w:t>Accommodation Information</w:t>
            </w:r>
            <w:bookmarkEnd w:id="20"/>
          </w:p>
        </w:tc>
        <w:tc>
          <w:tcPr>
            <w:tcW w:w="647" w:type="pct"/>
            <w:vMerge w:val="restar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Must have existing Accommodation information. to create one refer to</w:t>
            </w:r>
          </w:p>
          <w:p w:rsidR="004D6F13" w:rsidRDefault="00DA3E23" w:rsidP="00FD415A">
            <w:pPr>
              <w:pStyle w:val="ListParagraph"/>
              <w:numPr>
                <w:ilvl w:val="0"/>
                <w:numId w:val="26"/>
              </w:numPr>
              <w:cnfStyle w:val="000000000000"/>
            </w:pPr>
            <w:hyperlink w:anchor="_12.1.2.4_Add_Accommodation" w:history="1">
              <w:r w:rsidR="004D6F13" w:rsidRPr="00FD415A">
                <w:rPr>
                  <w:rStyle w:val="Hyperlink"/>
                </w:rPr>
                <w:t>12.1.2.4 Add Accommodation Information</w:t>
              </w:r>
            </w:hyperlink>
          </w:p>
          <w:p w:rsidR="004D6F13" w:rsidRDefault="004D6F13" w:rsidP="00377A61">
            <w:pPr>
              <w:pStyle w:val="ListParagraph"/>
              <w:ind w:left="0"/>
              <w:cnfStyle w:val="000000000000"/>
            </w:pPr>
          </w:p>
          <w:p w:rsidR="004D6F13" w:rsidRDefault="004D6F13" w:rsidP="00377A61">
            <w:pPr>
              <w:pStyle w:val="ListParagraph"/>
              <w:ind w:left="0"/>
              <w:cnfStyle w:val="000000000000"/>
            </w:pPr>
          </w:p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International</w:t>
            </w:r>
          </w:p>
          <w:p w:rsidR="004D6F13" w:rsidRDefault="004D6F13" w:rsidP="00377A61">
            <w:pPr>
              <w:pStyle w:val="ListParagraph"/>
              <w:ind w:left="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Trans Type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Trans No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Debtor ID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D415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7A7FA8">
            <w:pPr>
              <w:pStyle w:val="ListParagraph"/>
              <w:ind w:left="0"/>
              <w:cnfStyle w:val="000000100000"/>
            </w:pPr>
            <w:r>
              <w:t xml:space="preserve">Go to Accommodation </w:t>
            </w:r>
            <w:r>
              <w:lastRenderedPageBreak/>
              <w:t>tab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7A7FA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A7FA8">
              <w:rPr>
                <w:b/>
              </w:rPr>
              <w:t>Edit  button</w:t>
            </w:r>
            <w:r>
              <w:t xml:space="preserve"> under Information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 xml:space="preserve">Information 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Value</w:t>
            </w: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7A7FA8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FD415A">
              <w:rPr>
                <w:b/>
              </w:rPr>
              <w:t>Save</w:t>
            </w:r>
            <w:r>
              <w:t xml:space="preserve"> on Information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A1203">
            <w:pPr>
              <w:cnfStyle w:val="000000100000"/>
            </w:pPr>
            <w:r>
              <w:t>Information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FD415A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22" w:name="_Toc360805874"/>
            <w:r w:rsidRPr="001474C1">
              <w:t>12.1.2.6</w:t>
            </w:r>
            <w:bookmarkStart w:id="23" w:name="DelAI"/>
            <w:r>
              <w:t xml:space="preserve"> </w:t>
            </w:r>
            <w:r w:rsidRPr="001474C1">
              <w:t xml:space="preserve">Delete </w:t>
            </w:r>
            <w:bookmarkEnd w:id="23"/>
            <w:r w:rsidRPr="001474C1">
              <w:t>Accommodation Information</w:t>
            </w:r>
            <w:bookmarkEnd w:id="22"/>
          </w:p>
        </w:tc>
        <w:tc>
          <w:tcPr>
            <w:tcW w:w="647" w:type="pct"/>
            <w:vMerge w:val="restart"/>
          </w:tcPr>
          <w:p w:rsidR="004D6F13" w:rsidRDefault="004D6F13" w:rsidP="00FD415A">
            <w:pPr>
              <w:pStyle w:val="ListParagraph"/>
              <w:ind w:left="0"/>
              <w:cnfStyle w:val="000000100000"/>
            </w:pPr>
            <w:r>
              <w:t>Must have existing Accommodation information. to create one refer to</w:t>
            </w:r>
          </w:p>
          <w:p w:rsidR="004D6F13" w:rsidRDefault="00DA3E23" w:rsidP="00FD415A">
            <w:pPr>
              <w:pStyle w:val="ListParagraph"/>
              <w:numPr>
                <w:ilvl w:val="0"/>
                <w:numId w:val="26"/>
              </w:numPr>
              <w:cnfStyle w:val="000000100000"/>
            </w:pPr>
            <w:hyperlink w:anchor="_12.1.2.4_Add_Accommodation" w:history="1">
              <w:r w:rsidR="004D6F13" w:rsidRPr="00FD415A">
                <w:rPr>
                  <w:rStyle w:val="Hyperlink"/>
                </w:rPr>
                <w:t>12.1.2.4 Add Accommodation Information</w:t>
              </w:r>
            </w:hyperlink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FD415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FD41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D415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A1203">
            <w:pPr>
              <w:pStyle w:val="ListParagraph"/>
              <w:ind w:left="0"/>
              <w:cnfStyle w:val="000000000000"/>
            </w:pPr>
            <w:r>
              <w:t>Go to Accommodation tab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A120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C5459">
              <w:rPr>
                <w:b/>
              </w:rPr>
              <w:t>Delete</w:t>
            </w:r>
            <w:r>
              <w:t xml:space="preserve"> button under Information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A1203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FD415A">
              <w:rPr>
                <w:b/>
              </w:rPr>
              <w:t>Yes</w:t>
            </w:r>
            <w:r>
              <w:t xml:space="preserve"> on confirmation message.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Record will be removed from the table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FD415A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24" w:name="_12.1.2.7_Add_Insurance"/>
            <w:bookmarkStart w:id="25" w:name="_Toc360805875"/>
            <w:bookmarkEnd w:id="24"/>
            <w:r w:rsidRPr="001474C1">
              <w:t>12.1.2.7</w:t>
            </w:r>
            <w:bookmarkStart w:id="26" w:name="AddIC"/>
            <w:r>
              <w:t xml:space="preserve"> </w:t>
            </w:r>
            <w:r w:rsidRPr="001474C1">
              <w:t xml:space="preserve">Add </w:t>
            </w:r>
            <w:bookmarkEnd w:id="26"/>
            <w:r w:rsidRPr="001474C1">
              <w:t>Insurance Company</w:t>
            </w:r>
            <w:bookmarkEnd w:id="25"/>
          </w:p>
        </w:tc>
        <w:tc>
          <w:tcPr>
            <w:tcW w:w="647" w:type="pct"/>
            <w:vMerge w:val="restar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Must have existing international record. To create one refer to</w:t>
            </w:r>
          </w:p>
          <w:p w:rsidR="004D6F13" w:rsidRDefault="00DA3E23" w:rsidP="00FD415A">
            <w:pPr>
              <w:pStyle w:val="ListParagraph"/>
              <w:numPr>
                <w:ilvl w:val="0"/>
                <w:numId w:val="27"/>
              </w:numPr>
              <w:cnfStyle w:val="000000100000"/>
            </w:pPr>
            <w:hyperlink w:anchor="_12.1.1_Add_International" w:history="1">
              <w:r w:rsidR="004D6F13" w:rsidRPr="00FD415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FD415A">
            <w:pPr>
              <w:pStyle w:val="ListParagraph"/>
              <w:ind w:left="360"/>
              <w:cnfStyle w:val="000000100000"/>
            </w:pPr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FD415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</w:t>
            </w:r>
            <w:r>
              <w:lastRenderedPageBreak/>
              <w:t>person tree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478B8">
            <w:pPr>
              <w:pStyle w:val="ListParagraph"/>
              <w:ind w:left="0"/>
              <w:cnfStyle w:val="000000000000"/>
            </w:pPr>
            <w:r>
              <w:t>Go to Insurance tab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478B8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37CF7">
              <w:rPr>
                <w:b/>
              </w:rPr>
              <w:t>Add button</w:t>
            </w:r>
            <w:r>
              <w:t xml:space="preserve"> under Insurance (1st table)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Company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Start Date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End Date</w:t>
            </w:r>
          </w:p>
          <w:p w:rsidR="004D6F13" w:rsidRDefault="004D6F13" w:rsidP="006478B8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Insurance Type</w:t>
            </w: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6478B8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964BD">
              <w:rPr>
                <w:b/>
              </w:rPr>
              <w:t>Save</w:t>
            </w:r>
            <w:r>
              <w:t xml:space="preserve"> on Insurance company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Insurance company record saved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C964BD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27" w:name="_Toc360805876"/>
            <w:r w:rsidRPr="001474C1">
              <w:t>12.1.2.8</w:t>
            </w:r>
            <w:r>
              <w:t xml:space="preserve"> </w:t>
            </w:r>
            <w:bookmarkStart w:id="28" w:name="EditIC"/>
            <w:r w:rsidRPr="001474C1">
              <w:t xml:space="preserve">Edit </w:t>
            </w:r>
            <w:bookmarkEnd w:id="28"/>
            <w:r w:rsidRPr="001474C1">
              <w:t>Insurance Company</w:t>
            </w:r>
            <w:bookmarkEnd w:id="27"/>
          </w:p>
        </w:tc>
        <w:tc>
          <w:tcPr>
            <w:tcW w:w="647" w:type="pct"/>
            <w:vMerge w:val="restar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Must have existing Insurance company record. To create on refer to</w:t>
            </w:r>
          </w:p>
          <w:p w:rsidR="004D6F13" w:rsidRDefault="00DA3E23" w:rsidP="00C964BD">
            <w:pPr>
              <w:pStyle w:val="ListParagraph"/>
              <w:numPr>
                <w:ilvl w:val="0"/>
                <w:numId w:val="28"/>
              </w:numPr>
              <w:cnfStyle w:val="000000000000"/>
            </w:pPr>
            <w:hyperlink w:anchor="_12.1.2.7_Add_Insurance" w:history="1">
              <w:r w:rsidR="004D6F13" w:rsidRPr="00C964BD">
                <w:rPr>
                  <w:rStyle w:val="Hyperlink"/>
                </w:rPr>
                <w:t>12.1.2.7 Add Insurance Company</w:t>
              </w:r>
            </w:hyperlink>
          </w:p>
          <w:p w:rsidR="004D6F13" w:rsidRDefault="004D6F13" w:rsidP="00377A61">
            <w:pPr>
              <w:pStyle w:val="ListParagraph"/>
              <w:ind w:left="0"/>
              <w:cnfStyle w:val="000000000000"/>
            </w:pPr>
          </w:p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lastRenderedPageBreak/>
              <w:t>Must have security access to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C964BD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C964BD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C964B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Double Click on </w:t>
            </w:r>
            <w:r>
              <w:lastRenderedPageBreak/>
              <w:t>the selected person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 xml:space="preserve">Screen changes </w:t>
            </w:r>
            <w:r>
              <w:lastRenderedPageBreak/>
              <w:t>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421B2D">
            <w:pPr>
              <w:pStyle w:val="ListParagraph"/>
              <w:ind w:left="0"/>
              <w:cnfStyle w:val="000000100000"/>
            </w:pPr>
            <w:r>
              <w:t>Go to Insurance tab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A659A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A659AD">
              <w:rPr>
                <w:b/>
              </w:rPr>
              <w:t>Edit button</w:t>
            </w:r>
            <w:r>
              <w:t xml:space="preserve"> under Insurance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Company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Start Date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End Date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Insurance Type</w:t>
            </w: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024A3C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C964BD">
              <w:rPr>
                <w:b/>
              </w:rPr>
              <w:t>Save</w:t>
            </w:r>
            <w:r>
              <w:t xml:space="preserve"> on Insurance company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Insurance company record saved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964BD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29" w:name="_Toc360805877"/>
            <w:r w:rsidRPr="001474C1">
              <w:t>12.1.2.9</w:t>
            </w:r>
            <w:bookmarkStart w:id="30" w:name="DelIC"/>
            <w:r>
              <w:t xml:space="preserve"> </w:t>
            </w:r>
            <w:r w:rsidRPr="001474C1">
              <w:t xml:space="preserve">Delete </w:t>
            </w:r>
            <w:bookmarkEnd w:id="30"/>
            <w:r w:rsidRPr="001474C1">
              <w:t>Insurance Company</w:t>
            </w:r>
            <w:bookmarkEnd w:id="29"/>
          </w:p>
        </w:tc>
        <w:tc>
          <w:tcPr>
            <w:tcW w:w="647" w:type="pct"/>
            <w:vMerge w:val="restart"/>
          </w:tcPr>
          <w:p w:rsidR="004D6F13" w:rsidRDefault="004D6F13" w:rsidP="00C964BD">
            <w:pPr>
              <w:pStyle w:val="ListParagraph"/>
              <w:ind w:left="0"/>
              <w:cnfStyle w:val="000000100000"/>
            </w:pPr>
            <w:r>
              <w:t>Must have existing Insurance company record. To create on refer to</w:t>
            </w:r>
          </w:p>
          <w:p w:rsidR="004D6F13" w:rsidRDefault="00DA3E23" w:rsidP="00C964BD">
            <w:pPr>
              <w:pStyle w:val="ListParagraph"/>
              <w:numPr>
                <w:ilvl w:val="0"/>
                <w:numId w:val="28"/>
              </w:numPr>
              <w:cnfStyle w:val="000000100000"/>
            </w:pPr>
            <w:hyperlink w:anchor="_12.1.2.7_Add_Insurance" w:history="1">
              <w:r w:rsidR="004D6F13" w:rsidRPr="00C964BD">
                <w:rPr>
                  <w:rStyle w:val="Hyperlink"/>
                </w:rPr>
                <w:t>12.1.2.7 Add Insurance Company</w:t>
              </w:r>
            </w:hyperlink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</w:p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C964BD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Preferred name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lastRenderedPageBreak/>
              <w:t>Student ID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NSN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Trans Type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Trans No</w:t>
            </w:r>
          </w:p>
          <w:p w:rsidR="004D6F13" w:rsidRDefault="004D6F13" w:rsidP="00377A6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Debtor ID</w:t>
            </w: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lastRenderedPageBreak/>
              <w:t>Data is visible in the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C964B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A659AD">
            <w:pPr>
              <w:pStyle w:val="ListParagraph"/>
              <w:ind w:left="0"/>
              <w:cnfStyle w:val="000000000000"/>
            </w:pPr>
            <w:r>
              <w:t>Go to Insurance tab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A659A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659AD">
              <w:rPr>
                <w:b/>
              </w:rPr>
              <w:t xml:space="preserve">Delete button </w:t>
            </w:r>
            <w:r>
              <w:t>under Insurance company table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  <w:trHeight w:val="120"/>
        </w:trPr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C964BD">
              <w:rPr>
                <w:b/>
              </w:rPr>
              <w:t>Yes</w:t>
            </w:r>
            <w:r>
              <w:t xml:space="preserve"> to the confirmation message</w:t>
            </w:r>
          </w:p>
        </w:tc>
        <w:tc>
          <w:tcPr>
            <w:tcW w:w="759" w:type="pct"/>
          </w:tcPr>
          <w:p w:rsidR="004D6F13" w:rsidRDefault="004D6F13" w:rsidP="00A659AD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100000"/>
            </w:pPr>
            <w:r>
              <w:t>Record has been removed from the insurance table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77A61"/>
        </w:tc>
        <w:tc>
          <w:tcPr>
            <w:tcW w:w="647" w:type="pct"/>
            <w:vMerge/>
          </w:tcPr>
          <w:p w:rsidR="004D6F13" w:rsidRDefault="004D6F13" w:rsidP="00377A61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77A61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964BD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377A61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77A61">
            <w:pPr>
              <w:cnfStyle w:val="000000000000"/>
            </w:pPr>
            <w:r>
              <w:t xml:space="preserve">International record Updated </w:t>
            </w:r>
            <w:r>
              <w:lastRenderedPageBreak/>
              <w:t>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31" w:name="_12.1.2.7.1_Add_Insurance"/>
            <w:bookmarkStart w:id="32" w:name="_Toc360805878"/>
            <w:bookmarkEnd w:id="31"/>
            <w:r w:rsidRPr="001474C1">
              <w:lastRenderedPageBreak/>
              <w:t>12.1.2.7.1</w:t>
            </w:r>
            <w:bookmarkStart w:id="33" w:name="AddICL"/>
            <w:r>
              <w:t xml:space="preserve"> </w:t>
            </w:r>
            <w:r w:rsidRPr="001474C1">
              <w:t xml:space="preserve">Add </w:t>
            </w:r>
            <w:bookmarkEnd w:id="33"/>
            <w:r w:rsidRPr="001474C1">
              <w:t>Insurance Claim</w:t>
            </w:r>
            <w:bookmarkEnd w:id="32"/>
          </w:p>
        </w:tc>
        <w:tc>
          <w:tcPr>
            <w:tcW w:w="647" w:type="pct"/>
            <w:vMerge w:val="restar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>Must have existing international record</w:t>
            </w:r>
          </w:p>
          <w:p w:rsidR="004D6F13" w:rsidRDefault="00DA3E23" w:rsidP="00842EBB">
            <w:pPr>
              <w:pStyle w:val="ListParagraph"/>
              <w:numPr>
                <w:ilvl w:val="0"/>
                <w:numId w:val="29"/>
              </w:numPr>
              <w:cnfStyle w:val="000000100000"/>
            </w:pPr>
            <w:hyperlink w:anchor="_12.1.1_Add_International" w:history="1">
              <w:r w:rsidR="004D6F13" w:rsidRPr="00842EBB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31267E">
            <w:pPr>
              <w:pStyle w:val="ListParagraph"/>
              <w:ind w:left="0"/>
              <w:cnfStyle w:val="000000100000"/>
            </w:pPr>
          </w:p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31267E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31267E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International</w:t>
            </w:r>
          </w:p>
          <w:p w:rsidR="004D6F13" w:rsidRDefault="004D6F13" w:rsidP="0031267E">
            <w:pPr>
              <w:pStyle w:val="ListParagraph"/>
              <w:ind w:left="0"/>
              <w:cnfStyle w:val="0000001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1267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31267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31267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842EB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31267E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42EBB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26310">
            <w:pPr>
              <w:pStyle w:val="ListParagraph"/>
              <w:ind w:left="0"/>
              <w:cnfStyle w:val="000000000000"/>
            </w:pPr>
            <w:r>
              <w:t>Go to Insurance tab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267E">
              <w:rPr>
                <w:b/>
              </w:rPr>
              <w:t>Edit button</w:t>
            </w:r>
            <w:r>
              <w:t xml:space="preserve"> under Insurance table.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42EBB">
              <w:rPr>
                <w:b/>
              </w:rPr>
              <w:t>Add</w:t>
            </w:r>
            <w:r>
              <w:t xml:space="preserve"> button under Claims table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31267E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Claim Date</w:t>
            </w:r>
          </w:p>
          <w:p w:rsidR="004D6F13" w:rsidRDefault="004D6F13" w:rsidP="0031267E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Document Sent</w:t>
            </w:r>
          </w:p>
          <w:p w:rsidR="004D6F13" w:rsidRDefault="004D6F13" w:rsidP="0031267E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Courier</w:t>
            </w:r>
          </w:p>
          <w:p w:rsidR="004D6F13" w:rsidRDefault="004D6F13" w:rsidP="0031267E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lastRenderedPageBreak/>
              <w:t>Requested By</w:t>
            </w:r>
          </w:p>
          <w:p w:rsidR="004D6F13" w:rsidRDefault="004D6F13" w:rsidP="0031267E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000000"/>
            </w:pPr>
            <w:r>
              <w:lastRenderedPageBreak/>
              <w:t>Data is visible in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842EBB">
              <w:rPr>
                <w:b/>
              </w:rPr>
              <w:t>Save</w:t>
            </w:r>
            <w:r>
              <w:t xml:space="preserve"> button on Claims table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26310">
            <w:pPr>
              <w:cnfStyle w:val="000000100000"/>
            </w:pPr>
            <w:r>
              <w:t>Insurance claim has been created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C062B9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842EBB">
              <w:rPr>
                <w:b/>
              </w:rPr>
              <w:t>save</w:t>
            </w:r>
            <w:r>
              <w:t xml:space="preserve"> on Insurance Company table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BE2A79">
            <w:pPr>
              <w:cnfStyle w:val="000000000000"/>
            </w:pPr>
            <w:r>
              <w:t>Company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31267E"/>
        </w:tc>
        <w:tc>
          <w:tcPr>
            <w:tcW w:w="647" w:type="pct"/>
            <w:vMerge/>
          </w:tcPr>
          <w:p w:rsidR="004D6F13" w:rsidRDefault="004D6F13" w:rsidP="0031267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1267E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842EBB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31267E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1267E">
            <w:pPr>
              <w:cnfStyle w:val="0000001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34" w:name="_Toc360805879"/>
            <w:r w:rsidRPr="001474C1">
              <w:t>12.1.2.7.2</w:t>
            </w:r>
            <w:bookmarkStart w:id="35" w:name="EditICL"/>
            <w:r>
              <w:t xml:space="preserve"> </w:t>
            </w:r>
            <w:r w:rsidRPr="001474C1">
              <w:t xml:space="preserve">Edit </w:t>
            </w:r>
            <w:bookmarkEnd w:id="35"/>
            <w:r w:rsidRPr="001474C1">
              <w:t>Insurance Claim</w:t>
            </w:r>
            <w:bookmarkEnd w:id="34"/>
          </w:p>
        </w:tc>
        <w:tc>
          <w:tcPr>
            <w:tcW w:w="647" w:type="pct"/>
            <w:vMerge w:val="restar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>Must have existing Insurance claim record</w:t>
            </w:r>
          </w:p>
          <w:p w:rsidR="004D6F13" w:rsidRDefault="00DA3E23" w:rsidP="00842EBB">
            <w:pPr>
              <w:pStyle w:val="ListParagraph"/>
              <w:numPr>
                <w:ilvl w:val="0"/>
                <w:numId w:val="30"/>
              </w:numPr>
              <w:cnfStyle w:val="000000000000"/>
            </w:pPr>
            <w:hyperlink w:anchor="_12.1.2.7.1_Add_Insurance" w:history="1">
              <w:r w:rsidR="004D6F13" w:rsidRPr="00842EBB">
                <w:rPr>
                  <w:rStyle w:val="Hyperlink"/>
                </w:rPr>
                <w:t>12.1.2.7.1 Add Insurance claim</w:t>
              </w:r>
            </w:hyperlink>
          </w:p>
          <w:p w:rsidR="004D6F13" w:rsidRDefault="004D6F13" w:rsidP="00BE2A79">
            <w:pPr>
              <w:pStyle w:val="ListParagraph"/>
              <w:ind w:left="0"/>
              <w:cnfStyle w:val="000000000000"/>
            </w:pPr>
          </w:p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414418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414418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4418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26310">
            <w:pPr>
              <w:pStyle w:val="ListParagraph"/>
              <w:ind w:left="0"/>
              <w:cnfStyle w:val="000000100000"/>
            </w:pPr>
            <w:r>
              <w:t>Go to Insurance tab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lastRenderedPageBreak/>
              <w:t>button on International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1267E">
              <w:rPr>
                <w:b/>
              </w:rPr>
              <w:t>Edit button</w:t>
            </w:r>
            <w:r>
              <w:t xml:space="preserve"> under Insurance table.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C062B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062B9">
              <w:rPr>
                <w:b/>
              </w:rPr>
              <w:t>Edit button</w:t>
            </w:r>
            <w:r>
              <w:t xml:space="preserve"> under Claims table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BE2A7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Claim Date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Document Sent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Courier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Requested By</w:t>
            </w:r>
          </w:p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BE2A79">
            <w:pPr>
              <w:cnfStyle w:val="000000100000"/>
            </w:pPr>
            <w:r>
              <w:t>Data is visible in text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414418">
              <w:rPr>
                <w:b/>
              </w:rPr>
              <w:t>Save</w:t>
            </w:r>
            <w:r>
              <w:t xml:space="preserve"> button on Claims table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C062B9">
            <w:pPr>
              <w:cnfStyle w:val="000000000000"/>
            </w:pPr>
            <w:r>
              <w:t>Claim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414418">
              <w:rPr>
                <w:b/>
              </w:rPr>
              <w:t>save</w:t>
            </w:r>
            <w:r>
              <w:t xml:space="preserve"> on Insurance Company table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BE2A79">
            <w:pPr>
              <w:cnfStyle w:val="000000100000"/>
            </w:pPr>
            <w:r>
              <w:t>Company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414418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BE2A79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36" w:name="_Toc360805880"/>
            <w:r w:rsidRPr="001474C1">
              <w:t>12.1.2.7.3</w:t>
            </w:r>
            <w:bookmarkStart w:id="37" w:name="DelICL"/>
            <w:r>
              <w:t xml:space="preserve"> </w:t>
            </w:r>
            <w:r w:rsidRPr="001474C1">
              <w:t xml:space="preserve">Delete </w:t>
            </w:r>
            <w:bookmarkEnd w:id="37"/>
            <w:r w:rsidRPr="001474C1">
              <w:t>Insurance Claim</w:t>
            </w:r>
            <w:bookmarkEnd w:id="36"/>
          </w:p>
        </w:tc>
        <w:tc>
          <w:tcPr>
            <w:tcW w:w="647" w:type="pct"/>
            <w:vMerge w:val="restart"/>
          </w:tcPr>
          <w:p w:rsidR="004D6F13" w:rsidRDefault="004D6F13" w:rsidP="00414418">
            <w:pPr>
              <w:pStyle w:val="ListParagraph"/>
              <w:ind w:left="0"/>
              <w:cnfStyle w:val="000000100000"/>
            </w:pPr>
            <w:r>
              <w:t>Must have existing Insurance claim record</w:t>
            </w:r>
          </w:p>
          <w:p w:rsidR="004D6F13" w:rsidRDefault="00DA3E23" w:rsidP="00414418">
            <w:pPr>
              <w:pStyle w:val="ListParagraph"/>
              <w:numPr>
                <w:ilvl w:val="0"/>
                <w:numId w:val="30"/>
              </w:numPr>
              <w:cnfStyle w:val="000000100000"/>
            </w:pPr>
            <w:hyperlink w:anchor="_12.1.2.7.1_Add_Insurance" w:history="1">
              <w:r w:rsidR="004D6F13" w:rsidRPr="00842EBB">
                <w:rPr>
                  <w:rStyle w:val="Hyperlink"/>
                </w:rPr>
                <w:t>12.1.2.7.1 Add Insurance claim</w:t>
              </w:r>
            </w:hyperlink>
          </w:p>
          <w:p w:rsidR="004D6F13" w:rsidRDefault="004D6F13" w:rsidP="00BE2A79">
            <w:pPr>
              <w:pStyle w:val="ListParagraph"/>
              <w:ind w:left="0"/>
              <w:cnfStyle w:val="000000100000"/>
            </w:pPr>
          </w:p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lastRenderedPageBreak/>
              <w:t>Must have security access to</w:t>
            </w:r>
          </w:p>
          <w:p w:rsidR="004D6F13" w:rsidRDefault="004D6F13" w:rsidP="0041441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Preferred name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NSN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lastRenderedPageBreak/>
              <w:t>Trans Type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Trans No</w:t>
            </w:r>
          </w:p>
          <w:p w:rsidR="004D6F13" w:rsidRDefault="004D6F13" w:rsidP="00BE2A7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Debtor ID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lastRenderedPageBreak/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4418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A158C4">
            <w:pPr>
              <w:pStyle w:val="ListParagraph"/>
              <w:ind w:left="0"/>
              <w:cnfStyle w:val="000000000000"/>
            </w:pPr>
            <w:r>
              <w:t>Go to Insurance tab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267E">
              <w:rPr>
                <w:b/>
              </w:rPr>
              <w:t>Edit button</w:t>
            </w:r>
            <w:r>
              <w:t xml:space="preserve"> under Insurance table.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Delete</w:t>
            </w:r>
            <w:r w:rsidRPr="00C062B9">
              <w:rPr>
                <w:b/>
              </w:rPr>
              <w:t xml:space="preserve"> button</w:t>
            </w:r>
            <w:r>
              <w:t xml:space="preserve"> under Claims table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BE2A79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759" w:type="pct"/>
          </w:tcPr>
          <w:p w:rsidR="004D6F13" w:rsidRDefault="004D6F13" w:rsidP="00BE2A7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Record will be removed from table.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BE2A79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E2A79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414418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BE2A79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BE2A79">
            <w:pPr>
              <w:cnfStyle w:val="0000001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38" w:name="_12.1.2.10__Add"/>
            <w:bookmarkStart w:id="39" w:name="_Toc360805881"/>
            <w:bookmarkEnd w:id="38"/>
            <w:r w:rsidRPr="001474C1">
              <w:lastRenderedPageBreak/>
              <w:t xml:space="preserve">12.1.2.10 </w:t>
            </w:r>
            <w:bookmarkStart w:id="40" w:name="AddVisa"/>
            <w:r w:rsidRPr="001474C1">
              <w:t xml:space="preserve"> Add </w:t>
            </w:r>
            <w:bookmarkEnd w:id="40"/>
            <w:r w:rsidRPr="001474C1">
              <w:t>Visa</w:t>
            </w:r>
            <w:bookmarkEnd w:id="39"/>
          </w:p>
        </w:tc>
        <w:tc>
          <w:tcPr>
            <w:tcW w:w="647" w:type="pct"/>
            <w:vMerge w:val="restar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Must have existing international record</w:t>
            </w:r>
          </w:p>
          <w:p w:rsidR="004D6F13" w:rsidRDefault="00DA3E23" w:rsidP="00414418">
            <w:pPr>
              <w:pStyle w:val="ListParagraph"/>
              <w:numPr>
                <w:ilvl w:val="0"/>
                <w:numId w:val="31"/>
              </w:numPr>
              <w:cnfStyle w:val="000000000000"/>
            </w:pPr>
            <w:hyperlink w:anchor="_12.1.1_Add_International" w:history="1">
              <w:r w:rsidR="004D6F13" w:rsidRPr="00414418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FF2076">
            <w:pPr>
              <w:pStyle w:val="ListParagraph"/>
              <w:ind w:left="0"/>
              <w:cnfStyle w:val="000000000000"/>
            </w:pPr>
          </w:p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414418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414418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4418">
              <w:rPr>
                <w:b/>
              </w:rPr>
              <w:t>search</w:t>
            </w:r>
            <w:r>
              <w:t xml:space="preserve"> button 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6E65F4">
            <w:pPr>
              <w:pStyle w:val="ListParagraph"/>
              <w:ind w:left="0"/>
              <w:cnfStyle w:val="000000100000"/>
            </w:pPr>
            <w:r>
              <w:t>Go to Passport/visa  tab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E2EE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Add</w:t>
            </w:r>
            <w:r w:rsidRPr="0031267E">
              <w:rPr>
                <w:b/>
              </w:rPr>
              <w:t xml:space="preserve"> button</w:t>
            </w:r>
            <w:r>
              <w:t xml:space="preserve"> under Visa table.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Visa Name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Visa Client No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Visa Number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Start Date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Expiry Date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Passport No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Visa type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lastRenderedPageBreak/>
              <w:t>Other Institute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Checked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Visa Valid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Study Region</w:t>
            </w:r>
          </w:p>
          <w:p w:rsidR="004D6F13" w:rsidRDefault="004D6F13" w:rsidP="00EE2EEC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Comment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lastRenderedPageBreak/>
              <w:t>Data is visible in the fields.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41495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F41495">
              <w:rPr>
                <w:b/>
              </w:rPr>
              <w:t>Save</w:t>
            </w:r>
            <w:r>
              <w:t xml:space="preserve"> button on Visa table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Visa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41495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F41495">
              <w:rPr>
                <w:b/>
              </w:rPr>
              <w:t>Save</w:t>
            </w:r>
            <w:r>
              <w:t xml:space="preserve"> button on International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41" w:name="_Toc360805882"/>
            <w:r w:rsidRPr="001474C1">
              <w:t>12.1.2.11</w:t>
            </w:r>
            <w:bookmarkStart w:id="42" w:name="EditVisa"/>
            <w:r>
              <w:t xml:space="preserve"> </w:t>
            </w:r>
            <w:r w:rsidRPr="001474C1">
              <w:t xml:space="preserve">Edit </w:t>
            </w:r>
            <w:bookmarkEnd w:id="42"/>
            <w:r w:rsidRPr="001474C1">
              <w:t>Visa</w:t>
            </w:r>
            <w:bookmarkEnd w:id="41"/>
          </w:p>
        </w:tc>
        <w:tc>
          <w:tcPr>
            <w:tcW w:w="647" w:type="pct"/>
            <w:vMerge w:val="restart"/>
          </w:tcPr>
          <w:p w:rsidR="004D6F13" w:rsidRDefault="004D6F13" w:rsidP="00414418">
            <w:pPr>
              <w:pStyle w:val="ListParagraph"/>
              <w:ind w:left="0"/>
              <w:cnfStyle w:val="000000100000"/>
            </w:pPr>
            <w:r>
              <w:t>Must have existing visa record</w:t>
            </w:r>
          </w:p>
          <w:p w:rsidR="004D6F13" w:rsidRDefault="00DA3E23" w:rsidP="00414418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cnfStyle w:val="000000100000"/>
            </w:pPr>
            <w:hyperlink w:anchor="_12.1.2.10__Add" w:history="1">
              <w:r w:rsidR="004D6F13" w:rsidRPr="00414418">
                <w:rPr>
                  <w:rStyle w:val="Hyperlink"/>
                </w:rPr>
                <w:t>12.1.2.1</w:t>
              </w:r>
              <w:r w:rsidR="004D6F13">
                <w:rPr>
                  <w:rStyle w:val="Hyperlink"/>
                </w:rPr>
                <w:t>0</w:t>
              </w:r>
              <w:r w:rsidR="004D6F13" w:rsidRPr="00414418">
                <w:rPr>
                  <w:rStyle w:val="Hyperlink"/>
                </w:rPr>
                <w:t xml:space="preserve"> Add Visa</w:t>
              </w:r>
            </w:hyperlink>
          </w:p>
          <w:p w:rsidR="004D6F13" w:rsidRDefault="004D6F13" w:rsidP="00FF2076">
            <w:pPr>
              <w:pStyle w:val="ListParagraph"/>
              <w:ind w:left="0"/>
              <w:cnfStyle w:val="000000100000"/>
            </w:pPr>
          </w:p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414418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7D3855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7D385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D520CF">
            <w:pPr>
              <w:pStyle w:val="ListParagraph"/>
              <w:ind w:left="0"/>
              <w:cnfStyle w:val="000000000000"/>
            </w:pPr>
            <w:r>
              <w:t>Go to Passport/Visa tab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 xml:space="preserve">button on </w:t>
            </w:r>
            <w:r>
              <w:lastRenderedPageBreak/>
              <w:t>International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7A703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267E">
              <w:rPr>
                <w:b/>
              </w:rPr>
              <w:t>Edit button</w:t>
            </w:r>
            <w:r>
              <w:t xml:space="preserve"> under Visa table.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Visa Name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Visa Client No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Visa Number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Start Date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Expiry Date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Passport No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Visa type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Other Institute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Checked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Visa Valid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Study Region</w:t>
            </w:r>
          </w:p>
          <w:p w:rsidR="004D6F13" w:rsidRDefault="004D6F13" w:rsidP="007A703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Comment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the fields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7A7034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7D3855">
              <w:rPr>
                <w:b/>
              </w:rPr>
              <w:t>save</w:t>
            </w:r>
            <w:r>
              <w:t xml:space="preserve"> on Visa table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Visa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7D3855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43" w:name="_Toc360805883"/>
            <w:r w:rsidRPr="001474C1">
              <w:t>12.1.2.12</w:t>
            </w:r>
            <w:bookmarkStart w:id="44" w:name="DelVisa"/>
            <w:r>
              <w:t xml:space="preserve"> </w:t>
            </w:r>
            <w:r w:rsidRPr="001474C1">
              <w:t xml:space="preserve">Delete </w:t>
            </w:r>
            <w:bookmarkEnd w:id="44"/>
            <w:r w:rsidRPr="001474C1">
              <w:t>Visa</w:t>
            </w:r>
            <w:bookmarkEnd w:id="43"/>
          </w:p>
        </w:tc>
        <w:tc>
          <w:tcPr>
            <w:tcW w:w="647" w:type="pct"/>
            <w:vMerge w:val="restart"/>
          </w:tcPr>
          <w:p w:rsidR="004D6F13" w:rsidRDefault="004D6F13" w:rsidP="007D3855">
            <w:pPr>
              <w:pStyle w:val="ListParagraph"/>
              <w:ind w:left="0"/>
              <w:cnfStyle w:val="000000000000"/>
            </w:pPr>
            <w:r>
              <w:t>Must have existing visa record</w:t>
            </w:r>
          </w:p>
          <w:p w:rsidR="004D6F13" w:rsidRDefault="00DA3E23" w:rsidP="007D3855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cnfStyle w:val="000000000000"/>
            </w:pPr>
            <w:hyperlink w:anchor="_12.1.2.10__Add" w:history="1">
              <w:r w:rsidR="004D6F13" w:rsidRPr="00414418">
                <w:rPr>
                  <w:rStyle w:val="Hyperlink"/>
                </w:rPr>
                <w:t>12.1.2.1</w:t>
              </w:r>
              <w:r w:rsidR="004D6F13">
                <w:rPr>
                  <w:rStyle w:val="Hyperlink"/>
                </w:rPr>
                <w:t>0</w:t>
              </w:r>
              <w:r w:rsidR="004D6F13" w:rsidRPr="00414418">
                <w:rPr>
                  <w:rStyle w:val="Hyperlink"/>
                </w:rPr>
                <w:t xml:space="preserve"> Add Visa</w:t>
              </w:r>
            </w:hyperlink>
          </w:p>
          <w:p w:rsidR="004D6F13" w:rsidRDefault="004D6F13" w:rsidP="00FF2076">
            <w:pPr>
              <w:pStyle w:val="ListParagraph"/>
              <w:ind w:left="0"/>
              <w:cnfStyle w:val="000000000000"/>
            </w:pPr>
          </w:p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Must have </w:t>
            </w:r>
            <w:r>
              <w:lastRenderedPageBreak/>
              <w:t>security access to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7D3855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Preferred 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NSN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lastRenderedPageBreak/>
              <w:t>Trans Type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Trans No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Debtor ID</w:t>
            </w: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lastRenderedPageBreak/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7D385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Go to Passport/Visa tab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Delete</w:t>
            </w:r>
            <w:r w:rsidRPr="0031267E">
              <w:rPr>
                <w:b/>
              </w:rPr>
              <w:t xml:space="preserve"> button</w:t>
            </w:r>
            <w:r>
              <w:t xml:space="preserve"> under Visa table.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BE2A79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759" w:type="pct"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Record will be removed from the table.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7D3855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45" w:name="_12.1.2.13_Add_Student"/>
            <w:bookmarkStart w:id="46" w:name="_Toc360805884"/>
            <w:bookmarkEnd w:id="45"/>
            <w:r w:rsidRPr="001474C1">
              <w:t>12.1.2.13</w:t>
            </w:r>
            <w:bookmarkStart w:id="47" w:name="AddSM"/>
            <w:r>
              <w:t xml:space="preserve"> </w:t>
            </w:r>
            <w:r w:rsidRPr="001474C1">
              <w:t xml:space="preserve">Add </w:t>
            </w:r>
            <w:bookmarkEnd w:id="47"/>
            <w:r w:rsidRPr="001474C1">
              <w:t>Student Meetings</w:t>
            </w:r>
            <w:bookmarkEnd w:id="46"/>
          </w:p>
        </w:tc>
        <w:tc>
          <w:tcPr>
            <w:tcW w:w="647" w:type="pct"/>
            <w:vMerge w:val="restar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Must have existing international </w:t>
            </w:r>
            <w:r>
              <w:lastRenderedPageBreak/>
              <w:t>student record.</w:t>
            </w:r>
          </w:p>
          <w:p w:rsidR="004D6F13" w:rsidRDefault="00DA3E23" w:rsidP="007D3855">
            <w:pPr>
              <w:pStyle w:val="ListParagraph"/>
              <w:numPr>
                <w:ilvl w:val="0"/>
                <w:numId w:val="32"/>
              </w:numPr>
              <w:cnfStyle w:val="000000000000"/>
            </w:pPr>
            <w:hyperlink w:anchor="_12.1.1_Add_International" w:history="1">
              <w:r w:rsidR="004D6F13" w:rsidRPr="007D3855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E33C83">
            <w:pPr>
              <w:pStyle w:val="ListParagraph"/>
              <w:ind w:left="0"/>
              <w:cnfStyle w:val="000000000000"/>
            </w:pPr>
          </w:p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International</w:t>
            </w:r>
          </w:p>
          <w:p w:rsidR="004D6F13" w:rsidRDefault="004D6F13" w:rsidP="00E33C83">
            <w:pPr>
              <w:pStyle w:val="ListParagraph"/>
              <w:ind w:left="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lastRenderedPageBreak/>
              <w:t>first name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7D3855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lastRenderedPageBreak/>
              <w:t xml:space="preserve">Data is visible in </w:t>
            </w:r>
            <w:r>
              <w:lastRenderedPageBreak/>
              <w:t>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7D385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CD6C99">
            <w:pPr>
              <w:pStyle w:val="ListParagraph"/>
              <w:ind w:left="0"/>
              <w:cnfStyle w:val="000000100000"/>
            </w:pPr>
            <w:r>
              <w:t>Go to Pastoral Care tab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CD6C9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Add</w:t>
            </w:r>
            <w:r w:rsidRPr="0031267E">
              <w:rPr>
                <w:b/>
              </w:rPr>
              <w:t xml:space="preserve"> button</w:t>
            </w:r>
            <w:r>
              <w:t xml:space="preserve"> under Student Meetings table.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CD6C99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CD6C99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Meeting Date</w:t>
            </w:r>
          </w:p>
          <w:p w:rsidR="004D6F13" w:rsidRDefault="004D6F13" w:rsidP="00CD6C99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Comments</w:t>
            </w: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7D3855">
              <w:rPr>
                <w:b/>
              </w:rPr>
              <w:t>Save</w:t>
            </w:r>
            <w:r>
              <w:t xml:space="preserve"> on Student Meetings grid</w:t>
            </w:r>
          </w:p>
        </w:tc>
        <w:tc>
          <w:tcPr>
            <w:tcW w:w="759" w:type="pct"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3D3B40">
            <w:pPr>
              <w:cnfStyle w:val="000000100000"/>
            </w:pPr>
            <w:r>
              <w:t>Record will be created.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BE2A79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7D3855">
              <w:rPr>
                <w:b/>
              </w:rPr>
              <w:t>save</w:t>
            </w:r>
            <w:r>
              <w:t xml:space="preserve"> on International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International 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48" w:name="_Toc360805885"/>
            <w:r w:rsidRPr="001474C1">
              <w:lastRenderedPageBreak/>
              <w:t>12.1.2.14</w:t>
            </w:r>
            <w:bookmarkStart w:id="49" w:name="EditSM"/>
            <w:r>
              <w:t xml:space="preserve"> </w:t>
            </w:r>
            <w:r w:rsidRPr="001474C1">
              <w:t xml:space="preserve">Edit </w:t>
            </w:r>
            <w:bookmarkEnd w:id="49"/>
            <w:r w:rsidRPr="001474C1">
              <w:t>Student Meetings</w:t>
            </w:r>
            <w:bookmarkEnd w:id="48"/>
          </w:p>
        </w:tc>
        <w:tc>
          <w:tcPr>
            <w:tcW w:w="647" w:type="pct"/>
            <w:vMerge w:val="restar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Must have existing Student meetings record. to create one refer to</w:t>
            </w:r>
          </w:p>
          <w:p w:rsidR="004D6F13" w:rsidRDefault="00DA3E23" w:rsidP="007D3855">
            <w:pPr>
              <w:pStyle w:val="ListParagraph"/>
              <w:numPr>
                <w:ilvl w:val="0"/>
                <w:numId w:val="33"/>
              </w:numPr>
              <w:cnfStyle w:val="000000100000"/>
            </w:pPr>
            <w:hyperlink w:anchor="_12.1.2.13_Add_Student" w:history="1">
              <w:r w:rsidR="004D6F13" w:rsidRPr="007D3855">
                <w:rPr>
                  <w:rStyle w:val="Hyperlink"/>
                </w:rPr>
                <w:t>12.1.2.13 Add Student Meetings</w:t>
              </w:r>
            </w:hyperlink>
          </w:p>
          <w:p w:rsidR="004D6F13" w:rsidRDefault="004D6F13" w:rsidP="00E33C83">
            <w:pPr>
              <w:pStyle w:val="ListParagraph"/>
              <w:ind w:left="0"/>
              <w:cnfStyle w:val="000000100000"/>
            </w:pPr>
          </w:p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100000"/>
            </w:pPr>
            <w:r>
              <w:t>I</w:t>
            </w:r>
          </w:p>
          <w:p w:rsidR="004D6F13" w:rsidRDefault="004D6F13" w:rsidP="00E33C83">
            <w:pPr>
              <w:pStyle w:val="ListParagraph"/>
              <w:ind w:left="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7D3855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7D385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>Go to Pastoral Care tab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462EC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Edit</w:t>
            </w:r>
            <w:r w:rsidRPr="0031267E">
              <w:rPr>
                <w:b/>
              </w:rPr>
              <w:t xml:space="preserve"> button</w:t>
            </w:r>
            <w:r>
              <w:t xml:space="preserve"> under Student Meetings table.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E33C83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Meeting Date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Comments</w:t>
            </w: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22733A">
              <w:rPr>
                <w:b/>
              </w:rPr>
              <w:t>Save</w:t>
            </w:r>
            <w:r>
              <w:t xml:space="preserve"> on Student Meetings grid</w:t>
            </w:r>
          </w:p>
        </w:tc>
        <w:tc>
          <w:tcPr>
            <w:tcW w:w="759" w:type="pct"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6A654D">
            <w:pPr>
              <w:cnfStyle w:val="000000000000"/>
            </w:pPr>
            <w:r>
              <w:t>Updated Record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22733A">
              <w:rPr>
                <w:b/>
              </w:rPr>
              <w:t>save</w:t>
            </w:r>
            <w:r>
              <w:t xml:space="preserve"> on </w:t>
            </w:r>
            <w:r>
              <w:lastRenderedPageBreak/>
              <w:t>International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 xml:space="preserve">International </w:t>
            </w:r>
            <w:r>
              <w:lastRenderedPageBreak/>
              <w:t>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1474C1" w:rsidRDefault="004D6F13" w:rsidP="001474C1">
            <w:pPr>
              <w:pStyle w:val="Heading3"/>
              <w:outlineLvl w:val="2"/>
            </w:pPr>
            <w:bookmarkStart w:id="50" w:name="_Toc360805886"/>
            <w:r w:rsidRPr="001474C1">
              <w:lastRenderedPageBreak/>
              <w:t>12.1.2.15</w:t>
            </w:r>
            <w:bookmarkStart w:id="51" w:name="DelSM"/>
            <w:r>
              <w:t xml:space="preserve"> </w:t>
            </w:r>
            <w:r w:rsidRPr="001474C1">
              <w:t xml:space="preserve">Delete </w:t>
            </w:r>
            <w:bookmarkEnd w:id="51"/>
            <w:r w:rsidRPr="001474C1">
              <w:t>Student Meetings</w:t>
            </w:r>
            <w:bookmarkEnd w:id="50"/>
          </w:p>
        </w:tc>
        <w:tc>
          <w:tcPr>
            <w:tcW w:w="647" w:type="pct"/>
            <w:vMerge w:val="restart"/>
          </w:tcPr>
          <w:p w:rsidR="004D6F13" w:rsidRDefault="004D6F13" w:rsidP="0022733A">
            <w:pPr>
              <w:pStyle w:val="ListParagraph"/>
              <w:ind w:left="0"/>
              <w:cnfStyle w:val="000000000000"/>
            </w:pPr>
            <w:r>
              <w:t>Must have existing Student meetings record. to create one refer to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3"/>
              </w:numPr>
              <w:cnfStyle w:val="000000000000"/>
            </w:pPr>
            <w:hyperlink w:anchor="_12.1.2.13_Add_Student" w:history="1">
              <w:r w:rsidR="004D6F13" w:rsidRPr="007D3855">
                <w:rPr>
                  <w:rStyle w:val="Hyperlink"/>
                </w:rPr>
                <w:t>12.1.2.13 Add Student Meetings</w:t>
              </w:r>
            </w:hyperlink>
          </w:p>
          <w:p w:rsidR="004D6F13" w:rsidRDefault="004D6F13" w:rsidP="00E33C83">
            <w:pPr>
              <w:pStyle w:val="ListParagraph"/>
              <w:ind w:left="0"/>
              <w:cnfStyle w:val="000000000000"/>
            </w:pPr>
          </w:p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000000"/>
            </w:pPr>
          </w:p>
          <w:p w:rsidR="004D6F13" w:rsidRDefault="004D6F13" w:rsidP="00E33C83">
            <w:pPr>
              <w:pStyle w:val="ListParagraph"/>
              <w:ind w:left="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E33C8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C0511">
              <w:rPr>
                <w:b/>
              </w:rPr>
              <w:t>International</w:t>
            </w:r>
            <w:r>
              <w:t xml:space="preserve"> button on the person tree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>Go to Pastoral Care tab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878BA">
              <w:rPr>
                <w:b/>
              </w:rPr>
              <w:t xml:space="preserve">Edit </w:t>
            </w:r>
            <w:r>
              <w:t>button on International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462EC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Delete</w:t>
            </w:r>
            <w:r w:rsidRPr="0031267E">
              <w:rPr>
                <w:b/>
              </w:rPr>
              <w:t xml:space="preserve"> button</w:t>
            </w:r>
            <w:r>
              <w:t xml:space="preserve"> under Student Meetings table.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462ECB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759" w:type="pct"/>
          </w:tcPr>
          <w:p w:rsidR="004D6F13" w:rsidRDefault="004D6F13" w:rsidP="00462ECB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E33C83"/>
        </w:tc>
        <w:tc>
          <w:tcPr>
            <w:tcW w:w="647" w:type="pct"/>
            <w:vMerge/>
          </w:tcPr>
          <w:p w:rsidR="004D6F13" w:rsidRDefault="004D6F13" w:rsidP="00E33C8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E33C83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22733A">
              <w:rPr>
                <w:b/>
              </w:rPr>
              <w:t>save</w:t>
            </w:r>
            <w:r>
              <w:t xml:space="preserve"> on </w:t>
            </w:r>
            <w:r>
              <w:lastRenderedPageBreak/>
              <w:t>International</w:t>
            </w:r>
          </w:p>
        </w:tc>
        <w:tc>
          <w:tcPr>
            <w:tcW w:w="759" w:type="pct"/>
          </w:tcPr>
          <w:p w:rsidR="004D6F13" w:rsidRDefault="004D6F13" w:rsidP="00E33C8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E33C83">
            <w:pPr>
              <w:cnfStyle w:val="000000100000"/>
            </w:pPr>
            <w:r>
              <w:t xml:space="preserve">International </w:t>
            </w:r>
            <w:r>
              <w:lastRenderedPageBreak/>
              <w:t>record Updated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52" w:name="_Toc360805887"/>
            <w:r w:rsidRPr="004A2434">
              <w:lastRenderedPageBreak/>
              <w:t>12.1.3</w:t>
            </w:r>
            <w:bookmarkStart w:id="53" w:name="DelIR"/>
            <w:r>
              <w:t xml:space="preserve"> </w:t>
            </w:r>
            <w:r w:rsidRPr="004A2434">
              <w:t xml:space="preserve">Delete </w:t>
            </w:r>
            <w:bookmarkEnd w:id="53"/>
            <w:r w:rsidRPr="004A2434">
              <w:t>International Record</w:t>
            </w:r>
            <w:bookmarkEnd w:id="52"/>
          </w:p>
        </w:tc>
        <w:tc>
          <w:tcPr>
            <w:tcW w:w="647" w:type="pct"/>
            <w:vMerge w:val="restar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Must have existing International record. To create one refer to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4"/>
              </w:numPr>
              <w:cnfStyle w:val="000000000000"/>
            </w:pPr>
            <w:hyperlink w:anchor="_12.1.1_Add_International" w:history="1">
              <w:r w:rsidR="004D6F13" w:rsidRPr="0022733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FF2076">
            <w:pPr>
              <w:pStyle w:val="ListParagraph"/>
              <w:ind w:left="0"/>
              <w:cnfStyle w:val="000000000000"/>
            </w:pPr>
          </w:p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International</w:t>
            </w:r>
          </w:p>
          <w:p w:rsidR="004D6F13" w:rsidRDefault="004D6F13" w:rsidP="00FF2076">
            <w:pPr>
              <w:pStyle w:val="ListParagraph"/>
              <w:ind w:left="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FF2076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8308C1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308C1">
              <w:rPr>
                <w:b/>
              </w:rPr>
              <w:t>International button</w:t>
            </w:r>
            <w:r>
              <w:t xml:space="preserve"> on person tree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0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8308C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>
              <w:rPr>
                <w:b/>
              </w:rPr>
              <w:t>Delete</w:t>
            </w:r>
            <w:r w:rsidRPr="00EC0511">
              <w:rPr>
                <w:b/>
              </w:rPr>
              <w:t xml:space="preserve"> </w:t>
            </w:r>
            <w:r>
              <w:t>button on the international header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FF2076">
            <w:pPr>
              <w:cnfStyle w:val="000000100000"/>
            </w:pPr>
            <w:r>
              <w:t>Confirmation message appears on screen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FF2076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FF2076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22733A">
              <w:rPr>
                <w:b/>
              </w:rPr>
              <w:t>Yes</w:t>
            </w:r>
            <w:r>
              <w:t xml:space="preserve"> on confirmation message.</w:t>
            </w:r>
          </w:p>
        </w:tc>
        <w:tc>
          <w:tcPr>
            <w:tcW w:w="759" w:type="pct"/>
          </w:tcPr>
          <w:p w:rsidR="004D6F13" w:rsidRDefault="004D6F13" w:rsidP="00FF2076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941FFD">
            <w:pPr>
              <w:cnfStyle w:val="000000000000"/>
            </w:pPr>
            <w:r>
              <w:t>Record  deleted Successfully.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54" w:name="_Toc360805888"/>
            <w:r w:rsidRPr="004A2434">
              <w:t>12.2.1</w:t>
            </w:r>
            <w:bookmarkStart w:id="55" w:name="JumpAG"/>
            <w:r w:rsidRPr="004A2434">
              <w:t xml:space="preserve">Jump </w:t>
            </w:r>
            <w:bookmarkEnd w:id="55"/>
            <w:r w:rsidRPr="004A2434">
              <w:t>to Agent</w:t>
            </w:r>
            <w:bookmarkEnd w:id="54"/>
          </w:p>
        </w:tc>
        <w:tc>
          <w:tcPr>
            <w:tcW w:w="647" w:type="pct"/>
            <w:vMerge w:val="restar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Must have existing International record.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5"/>
              </w:numPr>
              <w:cnfStyle w:val="000000100000"/>
            </w:pPr>
            <w:hyperlink w:anchor="_12.1.1_Add_International" w:history="1">
              <w:r w:rsidR="004D6F13" w:rsidRPr="0022733A">
                <w:rPr>
                  <w:rStyle w:val="Hyperlink"/>
                </w:rPr>
                <w:t xml:space="preserve">12.1.1 Add International </w:t>
              </w:r>
              <w:r w:rsidR="004D6F13" w:rsidRPr="0022733A">
                <w:rPr>
                  <w:rStyle w:val="Hyperlink"/>
                </w:rPr>
                <w:lastRenderedPageBreak/>
                <w:t>record</w:t>
              </w:r>
            </w:hyperlink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Must have agent attached to the record.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5"/>
              </w:numPr>
              <w:cnfStyle w:val="000000100000"/>
            </w:pPr>
            <w:hyperlink w:anchor="_12.1.3_Add_Agent" w:history="1">
              <w:r w:rsidR="004D6F13" w:rsidRPr="0022733A">
                <w:rPr>
                  <w:rStyle w:val="Hyperlink"/>
                </w:rPr>
                <w:t>12.1.3 Add Agent record</w:t>
              </w:r>
            </w:hyperlink>
          </w:p>
          <w:p w:rsidR="004D6F13" w:rsidRDefault="004D6F13" w:rsidP="0022733A">
            <w:pPr>
              <w:pStyle w:val="ListParagraph"/>
              <w:ind w:left="431"/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lastRenderedPageBreak/>
              <w:t>Click on the Client module.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4D6F13" w:rsidRDefault="004D6F13" w:rsidP="0022733A">
            <w:pPr>
              <w:pStyle w:val="ListParagraph"/>
              <w:ind w:left="502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lastRenderedPageBreak/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308C1">
              <w:rPr>
                <w:b/>
              </w:rPr>
              <w:t>International button</w:t>
            </w:r>
            <w:r>
              <w:t xml:space="preserve">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international view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2733A">
              <w:rPr>
                <w:b/>
              </w:rPr>
              <w:t>Agent</w:t>
            </w:r>
            <w:r>
              <w:t xml:space="preserve"> tab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Details of Agent appears on screen.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FF2076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2733A">
              <w:rPr>
                <w:b/>
              </w:rPr>
              <w:t>Jump button</w:t>
            </w:r>
            <w:r>
              <w:t xml:space="preserve"> to the right side of the screen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Opens Agent details in a new tab keeping the Client Open.</w:t>
            </w:r>
          </w:p>
        </w:tc>
        <w:tc>
          <w:tcPr>
            <w:tcW w:w="457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EC0511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EC0511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56" w:name="_Toc360805889"/>
            <w:r w:rsidRPr="004A2434">
              <w:t>12.2.2</w:t>
            </w:r>
            <w:bookmarkStart w:id="57" w:name="JumpAC"/>
            <w:r>
              <w:t xml:space="preserve"> </w:t>
            </w:r>
            <w:r w:rsidRPr="004A2434">
              <w:t xml:space="preserve">Jump </w:t>
            </w:r>
            <w:bookmarkEnd w:id="57"/>
            <w:r w:rsidRPr="004A2434">
              <w:t>to Accommodation</w:t>
            </w:r>
            <w:bookmarkEnd w:id="56"/>
          </w:p>
        </w:tc>
        <w:tc>
          <w:tcPr>
            <w:tcW w:w="647" w:type="pct"/>
            <w:vMerge w:val="restart"/>
          </w:tcPr>
          <w:p w:rsidR="004D6F13" w:rsidRDefault="004D6F13" w:rsidP="0022733A">
            <w:pPr>
              <w:pStyle w:val="ListParagraph"/>
              <w:ind w:left="0"/>
              <w:cnfStyle w:val="000000000000"/>
            </w:pPr>
            <w:r>
              <w:t>Must have existing International record.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5"/>
              </w:numPr>
              <w:cnfStyle w:val="000000000000"/>
            </w:pPr>
            <w:hyperlink w:anchor="_12.1.1_Add_International" w:history="1">
              <w:r w:rsidR="004D6F13" w:rsidRPr="0022733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22733A">
            <w:pPr>
              <w:pStyle w:val="ListParagraph"/>
              <w:ind w:left="0"/>
              <w:cnfStyle w:val="000000000000"/>
            </w:pP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308C1">
              <w:rPr>
                <w:b/>
              </w:rPr>
              <w:t xml:space="preserve">International </w:t>
            </w:r>
            <w:r w:rsidRPr="008308C1">
              <w:rPr>
                <w:b/>
              </w:rPr>
              <w:lastRenderedPageBreak/>
              <w:t>button</w:t>
            </w:r>
            <w:r>
              <w:t xml:space="preserve">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 xml:space="preserve">Screen changes to international </w:t>
            </w:r>
            <w:r>
              <w:lastRenderedPageBreak/>
              <w:t>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D53BFE">
            <w:pPr>
              <w:pStyle w:val="ListParagraph"/>
              <w:ind w:left="0"/>
              <w:cnfStyle w:val="000000100000"/>
            </w:pPr>
            <w:r>
              <w:t>Click on the Accommodation tab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Details of Accommodation appears 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Click on the Jump button to the right side of the screen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D53BFE">
            <w:pPr>
              <w:cnfStyle w:val="000000000000"/>
            </w:pPr>
            <w:r>
              <w:t>Opens Accommodation provider details in a new tab keeping the Client Open.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58" w:name="_Toc360805890"/>
            <w:r w:rsidRPr="004A2434">
              <w:t>12.3</w:t>
            </w:r>
            <w:bookmarkStart w:id="59" w:name="ReqPolicy"/>
            <w:r>
              <w:t xml:space="preserve"> </w:t>
            </w:r>
            <w:r w:rsidRPr="004A2434">
              <w:t xml:space="preserve">Request </w:t>
            </w:r>
            <w:bookmarkEnd w:id="59"/>
            <w:r w:rsidRPr="004A2434">
              <w:t>Policy</w:t>
            </w:r>
            <w:bookmarkEnd w:id="58"/>
          </w:p>
        </w:tc>
        <w:tc>
          <w:tcPr>
            <w:tcW w:w="647" w:type="pct"/>
            <w:vMerge w:val="restart"/>
          </w:tcPr>
          <w:p w:rsidR="004D6F13" w:rsidRDefault="004D6F13" w:rsidP="0071640E">
            <w:pPr>
              <w:pStyle w:val="ListParagraph"/>
              <w:ind w:left="0"/>
              <w:cnfStyle w:val="000000100000"/>
            </w:pPr>
            <w:r>
              <w:t>Must have existing International record.  To create one refer to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6"/>
              </w:numPr>
              <w:cnfStyle w:val="000000100000"/>
            </w:pPr>
            <w:hyperlink w:anchor="_12.1.1_Add_International" w:history="1">
              <w:r w:rsidR="004D6F13" w:rsidRPr="0022733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71640E">
            <w:pPr>
              <w:pStyle w:val="ListParagraph"/>
              <w:ind w:left="0"/>
              <w:cnfStyle w:val="000000100000"/>
            </w:pPr>
          </w:p>
          <w:p w:rsidR="004D6F13" w:rsidRDefault="004D6F13" w:rsidP="0071640E">
            <w:pPr>
              <w:pStyle w:val="ListParagraph"/>
              <w:ind w:left="0"/>
              <w:cnfStyle w:val="000000100000"/>
            </w:pPr>
            <w:r>
              <w:t>Must have existing insurance company details entered. To create one refer to the below test case</w:t>
            </w:r>
          </w:p>
          <w:p w:rsidR="004D6F13" w:rsidRPr="0022733A" w:rsidRDefault="00DA3E23" w:rsidP="0022733A">
            <w:pPr>
              <w:pStyle w:val="ListParagraph"/>
              <w:numPr>
                <w:ilvl w:val="0"/>
                <w:numId w:val="36"/>
              </w:numPr>
              <w:cnfStyle w:val="000000100000"/>
            </w:pPr>
            <w:hyperlink w:anchor="_12.1.2.7_Add_Insurance" w:history="1">
              <w:r w:rsidR="004D6F13" w:rsidRPr="0022733A">
                <w:rPr>
                  <w:rStyle w:val="Hyperlink"/>
                </w:rPr>
                <w:t>12.1.2.7 Add Insurance Company</w:t>
              </w:r>
            </w:hyperlink>
          </w:p>
          <w:p w:rsidR="004D6F13" w:rsidRDefault="004D6F13" w:rsidP="0071640E">
            <w:pPr>
              <w:pStyle w:val="ListParagraph"/>
              <w:ind w:left="0"/>
              <w:cnfStyle w:val="000000100000"/>
            </w:pPr>
          </w:p>
          <w:p w:rsidR="004D6F13" w:rsidRDefault="004D6F13" w:rsidP="0071640E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71640E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308C1">
              <w:rPr>
                <w:b/>
              </w:rPr>
              <w:t>International button</w:t>
            </w:r>
            <w:r>
              <w:t xml:space="preserve">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the international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D641FE">
            <w:pPr>
              <w:pStyle w:val="ListParagraph"/>
              <w:ind w:left="0"/>
              <w:cnfStyle w:val="000000000000"/>
            </w:pPr>
            <w:r>
              <w:t>Click on the Insurance tab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D641FE">
            <w:pPr>
              <w:cnfStyle w:val="000000000000"/>
            </w:pPr>
            <w:r>
              <w:t>Details of Insurance company &amp; claims appears 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444FDE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D641FE">
              <w:rPr>
                <w:b/>
              </w:rPr>
              <w:t>Request Policy</w:t>
            </w:r>
            <w:r>
              <w:t xml:space="preserve">  button on the Insurance company grid.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Sends the record to the queue and set the status of the record to Awaiting extraction.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60" w:name="_12.4_Renew_Visa"/>
            <w:bookmarkStart w:id="61" w:name="_Toc360805891"/>
            <w:bookmarkEnd w:id="60"/>
            <w:r w:rsidRPr="004A2434">
              <w:t>12.4</w:t>
            </w:r>
            <w:bookmarkStart w:id="62" w:name="Renew"/>
            <w:r>
              <w:t xml:space="preserve"> </w:t>
            </w:r>
            <w:r w:rsidRPr="004A2434">
              <w:t xml:space="preserve">Renew </w:t>
            </w:r>
            <w:bookmarkEnd w:id="62"/>
            <w:r w:rsidRPr="004A2434">
              <w:t>Visa</w:t>
            </w:r>
            <w:bookmarkEnd w:id="61"/>
          </w:p>
        </w:tc>
        <w:tc>
          <w:tcPr>
            <w:tcW w:w="647" w:type="pct"/>
            <w:vMerge w:val="restar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Must have existing International record. To create on refer to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9"/>
              </w:numPr>
              <w:cnfStyle w:val="000000000000"/>
            </w:pPr>
            <w:hyperlink w:anchor="_12.1.1_Add_International" w:history="1">
              <w:r w:rsidR="004D6F13" w:rsidRPr="0022733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Must have existing Visa details entered. To create one refer to the below test case</w:t>
            </w:r>
          </w:p>
          <w:p w:rsidR="004D6F13" w:rsidRPr="0022733A" w:rsidRDefault="00DA3E23" w:rsidP="0022733A">
            <w:pPr>
              <w:pStyle w:val="ListParagraph"/>
              <w:numPr>
                <w:ilvl w:val="0"/>
                <w:numId w:val="38"/>
              </w:numPr>
              <w:cnfStyle w:val="000000000000"/>
            </w:pPr>
            <w:hyperlink w:anchor="_12.1.2.10__Add" w:history="1">
              <w:r w:rsidR="004D6F13" w:rsidRPr="0022733A">
                <w:rPr>
                  <w:rStyle w:val="Hyperlink"/>
                </w:rPr>
                <w:t>12.1.2.10 Add Visa</w:t>
              </w:r>
            </w:hyperlink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308C1">
              <w:rPr>
                <w:b/>
              </w:rPr>
              <w:t>International button</w:t>
            </w:r>
            <w:r>
              <w:t xml:space="preserve">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the international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3D42FF">
            <w:pPr>
              <w:pStyle w:val="ListParagraph"/>
              <w:ind w:left="0"/>
              <w:cnfStyle w:val="000000100000"/>
            </w:pPr>
            <w:r>
              <w:t>Click on the Passport/Visa tab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3D42FF">
            <w:pPr>
              <w:cnfStyle w:val="000000100000"/>
            </w:pPr>
            <w:r>
              <w:t>Details of Passport/Visa appears 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444FDE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rPr>
                <w:b/>
              </w:rPr>
              <w:t>Renew Visa</w:t>
            </w:r>
            <w:r>
              <w:t xml:space="preserve">  button on Visa grid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Sends the record to the NZIS - Visa Renewal file and updates the Visa Renewal table with the status.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63" w:name="_Toc360805892"/>
            <w:r w:rsidRPr="004A2434">
              <w:t>12.4.1</w:t>
            </w:r>
            <w:bookmarkStart w:id="64" w:name="EditVisaRenewal"/>
            <w:r>
              <w:t xml:space="preserve"> </w:t>
            </w:r>
            <w:r w:rsidRPr="004A2434">
              <w:t xml:space="preserve">Edit </w:t>
            </w:r>
            <w:bookmarkEnd w:id="64"/>
            <w:r w:rsidRPr="004A2434">
              <w:t>Visa Renewal</w:t>
            </w:r>
            <w:bookmarkEnd w:id="63"/>
          </w:p>
        </w:tc>
        <w:tc>
          <w:tcPr>
            <w:tcW w:w="647" w:type="pct"/>
            <w:vMerge w:val="restart"/>
          </w:tcPr>
          <w:p w:rsidR="004D6F13" w:rsidRDefault="004D6F13" w:rsidP="0022733A">
            <w:pPr>
              <w:pStyle w:val="ListParagraph"/>
              <w:ind w:left="0"/>
              <w:cnfStyle w:val="000000100000"/>
            </w:pPr>
            <w:r>
              <w:t>Must have existing International record. To create on refer to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9"/>
              </w:numPr>
              <w:cnfStyle w:val="000000100000"/>
            </w:pPr>
            <w:hyperlink w:anchor="_12.1.1_Add_International" w:history="1">
              <w:r w:rsidR="004D6F13" w:rsidRPr="0022733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22733A">
            <w:pPr>
              <w:pStyle w:val="ListParagraph"/>
              <w:ind w:left="0"/>
              <w:cnfStyle w:val="000000100000"/>
            </w:pPr>
          </w:p>
          <w:p w:rsidR="004D6F13" w:rsidRDefault="004D6F13" w:rsidP="0022733A">
            <w:pPr>
              <w:pStyle w:val="ListParagraph"/>
              <w:ind w:left="0"/>
              <w:cnfStyle w:val="000000100000"/>
            </w:pPr>
            <w:r>
              <w:t>Must have existing Visa Renewal details entered. To create one refer to the below test case</w:t>
            </w:r>
          </w:p>
          <w:p w:rsidR="004D6F13" w:rsidRPr="0022733A" w:rsidRDefault="00DA3E23" w:rsidP="0022733A">
            <w:pPr>
              <w:pStyle w:val="ListParagraph"/>
              <w:numPr>
                <w:ilvl w:val="0"/>
                <w:numId w:val="38"/>
              </w:numPr>
              <w:cnfStyle w:val="000000100000"/>
            </w:pPr>
            <w:hyperlink w:anchor="_12.1.2.10__Add" w:history="1">
              <w:r w:rsidR="004D6F13" w:rsidRPr="0022733A">
                <w:rPr>
                  <w:rStyle w:val="Hyperlink"/>
                </w:rPr>
                <w:t>12.</w:t>
              </w:r>
              <w:r w:rsidR="004D6F13">
                <w:rPr>
                  <w:rStyle w:val="Hyperlink"/>
                </w:rPr>
                <w:t>4 Renew</w:t>
              </w:r>
              <w:r w:rsidR="004D6F13" w:rsidRPr="0022733A">
                <w:rPr>
                  <w:rStyle w:val="Hyperlink"/>
                </w:rPr>
                <w:t xml:space="preserve"> Visa</w:t>
              </w:r>
            </w:hyperlink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308C1">
              <w:rPr>
                <w:b/>
              </w:rPr>
              <w:t>International button</w:t>
            </w:r>
            <w:r>
              <w:t xml:space="preserve">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the international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Click on the Passport/Visa tab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Details of Passport/Visa appears 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22733A">
              <w:rPr>
                <w:b/>
              </w:rPr>
              <w:t>Edit</w:t>
            </w:r>
            <w:r>
              <w:t xml:space="preserve"> on Visa Grid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22733A">
            <w:pPr>
              <w:pStyle w:val="ListParagraph"/>
              <w:ind w:left="0"/>
              <w:cnfStyle w:val="000000000000"/>
            </w:pPr>
            <w:r>
              <w:t xml:space="preserve">Click Edit button on </w:t>
            </w:r>
            <w:r w:rsidRPr="00B53617">
              <w:rPr>
                <w:b/>
              </w:rPr>
              <w:t>Visa Renewal</w:t>
            </w:r>
            <w:r>
              <w:t xml:space="preserve"> grid.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53617">
            <w:pPr>
              <w:pStyle w:val="ListParagraph"/>
              <w:ind w:left="0"/>
              <w:cnfStyle w:val="000000100000"/>
            </w:pPr>
            <w:r>
              <w:t>Enter the data.</w:t>
            </w:r>
          </w:p>
        </w:tc>
        <w:tc>
          <w:tcPr>
            <w:tcW w:w="759" w:type="pct"/>
          </w:tcPr>
          <w:p w:rsidR="004D6F13" w:rsidRDefault="004D6F13" w:rsidP="007A3DB1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Comments</w:t>
            </w:r>
          </w:p>
          <w:p w:rsidR="004D6F13" w:rsidRDefault="004D6F13" w:rsidP="007A3DB1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Status</w:t>
            </w:r>
          </w:p>
          <w:p w:rsidR="004D6F13" w:rsidRDefault="004D6F13" w:rsidP="007A3DB1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Sub Status</w:t>
            </w:r>
          </w:p>
          <w:p w:rsidR="004D6F13" w:rsidRDefault="004D6F13" w:rsidP="007A3DB1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 xml:space="preserve">Received </w:t>
            </w:r>
          </w:p>
          <w:p w:rsidR="004D6F13" w:rsidRDefault="004D6F13" w:rsidP="007A3DB1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Transferred</w:t>
            </w:r>
          </w:p>
          <w:p w:rsidR="004D6F13" w:rsidRDefault="004D6F13" w:rsidP="007A3DB1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Granted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Data is visible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53617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22733A">
              <w:rPr>
                <w:b/>
              </w:rPr>
              <w:t>Save</w:t>
            </w:r>
            <w:r>
              <w:t xml:space="preserve"> button on Visa Renewal grid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Record has been updated successfully.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B53617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22733A">
              <w:rPr>
                <w:b/>
              </w:rPr>
              <w:t>Save</w:t>
            </w:r>
            <w:r>
              <w:t xml:space="preserve"> button on Visa grid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B53617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22733A">
              <w:rPr>
                <w:b/>
              </w:rPr>
              <w:t>Save</w:t>
            </w:r>
            <w:r>
              <w:t xml:space="preserve"> button on International Header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International Record has been updated successfully.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65" w:name="_Toc360805893"/>
            <w:r w:rsidRPr="004A2434">
              <w:t>12.4.2</w:t>
            </w:r>
            <w:bookmarkStart w:id="66" w:name="DelVisR"/>
            <w:r>
              <w:t xml:space="preserve"> </w:t>
            </w:r>
            <w:r w:rsidRPr="004A2434">
              <w:t xml:space="preserve">Delete </w:t>
            </w:r>
            <w:bookmarkEnd w:id="66"/>
            <w:r w:rsidRPr="004A2434">
              <w:t>Visa Renewal</w:t>
            </w:r>
            <w:bookmarkEnd w:id="65"/>
          </w:p>
        </w:tc>
        <w:tc>
          <w:tcPr>
            <w:tcW w:w="647" w:type="pct"/>
            <w:vMerge w:val="restart"/>
          </w:tcPr>
          <w:p w:rsidR="004D6F13" w:rsidRDefault="004D6F13" w:rsidP="0022733A">
            <w:pPr>
              <w:pStyle w:val="ListParagraph"/>
              <w:ind w:left="0"/>
              <w:cnfStyle w:val="000000100000"/>
            </w:pPr>
            <w:r>
              <w:t>Must have existing International record. To create on refer to</w:t>
            </w:r>
          </w:p>
          <w:p w:rsidR="004D6F13" w:rsidRDefault="00DA3E23" w:rsidP="0022733A">
            <w:pPr>
              <w:pStyle w:val="ListParagraph"/>
              <w:numPr>
                <w:ilvl w:val="0"/>
                <w:numId w:val="39"/>
              </w:numPr>
              <w:cnfStyle w:val="000000100000"/>
            </w:pPr>
            <w:hyperlink w:anchor="_12.1.1_Add_International" w:history="1">
              <w:r w:rsidR="004D6F13" w:rsidRPr="0022733A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22733A">
            <w:pPr>
              <w:pStyle w:val="ListParagraph"/>
              <w:ind w:left="0"/>
              <w:cnfStyle w:val="000000100000"/>
            </w:pPr>
          </w:p>
          <w:p w:rsidR="004D6F13" w:rsidRDefault="004D6F13" w:rsidP="0022733A">
            <w:pPr>
              <w:pStyle w:val="ListParagraph"/>
              <w:ind w:left="0"/>
              <w:cnfStyle w:val="000000100000"/>
            </w:pPr>
            <w:r>
              <w:t>Must have existing Visa Renewal details entered. To create one refer to the below test case</w:t>
            </w:r>
          </w:p>
          <w:p w:rsidR="004D6F13" w:rsidRPr="0022733A" w:rsidRDefault="00DA3E23" w:rsidP="0022733A">
            <w:pPr>
              <w:pStyle w:val="ListParagraph"/>
              <w:numPr>
                <w:ilvl w:val="0"/>
                <w:numId w:val="38"/>
              </w:numPr>
              <w:cnfStyle w:val="000000100000"/>
            </w:pPr>
            <w:hyperlink w:anchor="_12.1.2.10__Add" w:history="1">
              <w:r w:rsidR="004D6F13" w:rsidRPr="0022733A">
                <w:rPr>
                  <w:rStyle w:val="Hyperlink"/>
                </w:rPr>
                <w:t>12.</w:t>
              </w:r>
              <w:r w:rsidR="004D6F13">
                <w:rPr>
                  <w:rStyle w:val="Hyperlink"/>
                </w:rPr>
                <w:t>4 Renew</w:t>
              </w:r>
              <w:r w:rsidR="004D6F13" w:rsidRPr="0022733A">
                <w:rPr>
                  <w:rStyle w:val="Hyperlink"/>
                </w:rPr>
                <w:t xml:space="preserve"> Visa</w:t>
              </w:r>
            </w:hyperlink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4D6F13" w:rsidRDefault="004D6F13" w:rsidP="0022733A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22733A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2733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Screen changes to person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308C1">
              <w:rPr>
                <w:b/>
              </w:rPr>
              <w:t>International button</w:t>
            </w:r>
            <w:r>
              <w:t xml:space="preserve">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Screen changes to the international view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Click on the Passport/Visa tab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Details of Passport/Visa appears 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746B1C">
              <w:rPr>
                <w:b/>
              </w:rPr>
              <w:t>Edit</w:t>
            </w:r>
            <w:r>
              <w:t xml:space="preserve"> on Visa grid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746B1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746B1C">
              <w:rPr>
                <w:b/>
              </w:rPr>
              <w:t>Delete</w:t>
            </w:r>
            <w:r>
              <w:t xml:space="preserve">   button on </w:t>
            </w:r>
            <w:r w:rsidRPr="00B53617">
              <w:rPr>
                <w:b/>
              </w:rPr>
              <w:t>Visa Renewal</w:t>
            </w:r>
            <w:r>
              <w:t xml:space="preserve"> grid.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B3477F">
              <w:rPr>
                <w:b/>
              </w:rPr>
              <w:t>Save</w:t>
            </w:r>
            <w:r>
              <w:t xml:space="preserve"> button on Visa Grid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Record has been updated successfully.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DC3299">
              <w:rPr>
                <w:b/>
              </w:rPr>
              <w:t>Save</w:t>
            </w:r>
            <w:r>
              <w:t xml:space="preserve"> button on International header.</w:t>
            </w:r>
          </w:p>
        </w:tc>
        <w:tc>
          <w:tcPr>
            <w:tcW w:w="759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International record has been updated successfully.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67" w:name="_12.5.1_Pastoral_Care"/>
            <w:bookmarkStart w:id="68" w:name="_Toc360805894"/>
            <w:bookmarkEnd w:id="67"/>
            <w:r w:rsidRPr="004A2434">
              <w:t>12.5.1</w:t>
            </w:r>
            <w:bookmarkStart w:id="69" w:name="Uploaddocuments"/>
            <w:r>
              <w:t xml:space="preserve"> </w:t>
            </w:r>
            <w:r w:rsidRPr="004A2434">
              <w:t xml:space="preserve">Pastoral Care - </w:t>
            </w:r>
            <w:bookmarkStart w:id="70" w:name="UP"/>
            <w:r w:rsidRPr="004A2434">
              <w:t xml:space="preserve">Upload </w:t>
            </w:r>
            <w:bookmarkEnd w:id="70"/>
            <w:r w:rsidRPr="004A2434">
              <w:t>documents</w:t>
            </w:r>
            <w:bookmarkEnd w:id="68"/>
            <w:bookmarkEnd w:id="69"/>
          </w:p>
        </w:tc>
        <w:tc>
          <w:tcPr>
            <w:tcW w:w="647" w:type="pct"/>
            <w:vMerge w:val="restart"/>
          </w:tcPr>
          <w:p w:rsidR="004D6F13" w:rsidRDefault="004D6F13" w:rsidP="005B72A3">
            <w:pPr>
              <w:cnfStyle w:val="000000100000"/>
            </w:pPr>
            <w:r>
              <w:t>Make sure the file system is configured in config.php</w:t>
            </w:r>
          </w:p>
          <w:p w:rsidR="004D6F13" w:rsidRDefault="004D6F13" w:rsidP="005B72A3">
            <w:pPr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6931D5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 xml:space="preserve">Client </w:t>
            </w:r>
          </w:p>
          <w:p w:rsidR="004D6F13" w:rsidRDefault="004D6F13" w:rsidP="0087155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</w:tc>
        <w:tc>
          <w:tcPr>
            <w:tcW w:w="759" w:type="pct"/>
          </w:tcPr>
          <w:p w:rsidR="004D6F13" w:rsidRDefault="004D6F13" w:rsidP="006931D5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6931D5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6931D5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87155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155E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502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Double - Click on the selected person.</w:t>
            </w: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View changes to Person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7155E">
              <w:rPr>
                <w:b/>
              </w:rPr>
              <w:t>International</w:t>
            </w:r>
            <w:r>
              <w:t xml:space="preserve"> button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6931D5">
            <w:pPr>
              <w:pStyle w:val="ListParagraph"/>
              <w:ind w:left="0"/>
              <w:cnfStyle w:val="000000000000"/>
            </w:pPr>
            <w:r>
              <w:t>Go to Pastoral Care tab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155E">
              <w:rPr>
                <w:b/>
              </w:rPr>
              <w:t>upload</w:t>
            </w:r>
            <w:r>
              <w:t xml:space="preserve"> button. 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rPr>
                <w:szCs w:val="40"/>
              </w:rPr>
              <w:t xml:space="preserve">Select a </w:t>
            </w:r>
            <w:r w:rsidRPr="0087155E">
              <w:rPr>
                <w:b/>
                <w:szCs w:val="40"/>
              </w:rPr>
              <w:t>document</w:t>
            </w:r>
            <w:r>
              <w:rPr>
                <w:szCs w:val="40"/>
              </w:rPr>
              <w:t xml:space="preserve"> from the file system.</w:t>
            </w:r>
          </w:p>
        </w:tc>
        <w:tc>
          <w:tcPr>
            <w:tcW w:w="759" w:type="pct"/>
          </w:tcPr>
          <w:p w:rsidR="004D6F13" w:rsidRDefault="004D6F13" w:rsidP="006931D5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Document(s) to upload.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87155E">
              <w:rPr>
                <w:b/>
              </w:rPr>
              <w:t>Save</w:t>
            </w:r>
            <w:r>
              <w:t xml:space="preserve"> button on the file selection window.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Document(s) has been uploaded successfully.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71" w:name="_12.5.2_Pastoral_Care"/>
            <w:bookmarkStart w:id="72" w:name="_Toc360805895"/>
            <w:bookmarkEnd w:id="71"/>
            <w:r w:rsidRPr="004A2434">
              <w:t>12.5.2</w:t>
            </w:r>
            <w:r>
              <w:t xml:space="preserve"> </w:t>
            </w:r>
            <w:r w:rsidRPr="004A2434">
              <w:t xml:space="preserve">Pastoral Care - </w:t>
            </w:r>
            <w:bookmarkStart w:id="73" w:name="Del"/>
            <w:r w:rsidRPr="004A2434">
              <w:t xml:space="preserve">Delete </w:t>
            </w:r>
            <w:bookmarkEnd w:id="73"/>
            <w:r w:rsidRPr="004A2434">
              <w:t>documents</w:t>
            </w:r>
            <w:bookmarkEnd w:id="72"/>
          </w:p>
        </w:tc>
        <w:tc>
          <w:tcPr>
            <w:tcW w:w="647" w:type="pct"/>
            <w:vMerge w:val="restart"/>
          </w:tcPr>
          <w:p w:rsidR="004D6F13" w:rsidRDefault="004D6F13" w:rsidP="005B72A3">
            <w:pPr>
              <w:cnfStyle w:val="000000000000"/>
            </w:pPr>
            <w:r>
              <w:t>Make sure the file system is configured in config.php</w:t>
            </w:r>
          </w:p>
          <w:p w:rsidR="004D6F13" w:rsidRDefault="004D6F13" w:rsidP="005B72A3">
            <w:pPr>
              <w:cnfStyle w:val="000000000000"/>
            </w:pP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87155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 xml:space="preserve">Client </w:t>
            </w: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87155E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7155E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502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Double - Click on the selected person.</w:t>
            </w: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View changes to Person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7155E">
              <w:rPr>
                <w:b/>
              </w:rPr>
              <w:t>International</w:t>
            </w:r>
            <w:r>
              <w:t xml:space="preserve"> button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Go to </w:t>
            </w:r>
            <w:r w:rsidRPr="0087155E">
              <w:rPr>
                <w:b/>
              </w:rPr>
              <w:t>Pastoral</w:t>
            </w:r>
            <w:r>
              <w:t xml:space="preserve"> Care tab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Select the </w:t>
            </w:r>
            <w:r w:rsidRPr="0087155E">
              <w:rPr>
                <w:b/>
              </w:rPr>
              <w:t>document</w:t>
            </w:r>
            <w:r>
              <w:t xml:space="preserve"> you wish to delete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2B1F96">
            <w:pPr>
              <w:pStyle w:val="ListParagraph"/>
              <w:ind w:left="0"/>
              <w:cnfStyle w:val="000000100000"/>
            </w:pPr>
            <w:r>
              <w:t xml:space="preserve">Click on Delete button. 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Document(s) deleted successfully and displays confirmation message.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74" w:name="_12.5.3_Pastoral_Care"/>
            <w:bookmarkStart w:id="75" w:name="_Toc360805896"/>
            <w:bookmarkEnd w:id="74"/>
            <w:r w:rsidRPr="004A2434">
              <w:t>12.5.3</w:t>
            </w:r>
            <w:r>
              <w:t xml:space="preserve"> </w:t>
            </w:r>
            <w:r w:rsidRPr="004A2434">
              <w:t xml:space="preserve">Pastoral Care - </w:t>
            </w:r>
            <w:bookmarkStart w:id="76" w:name="Down"/>
            <w:r w:rsidRPr="004A2434">
              <w:t xml:space="preserve">Download </w:t>
            </w:r>
            <w:bookmarkEnd w:id="76"/>
            <w:r w:rsidRPr="004A2434">
              <w:t>documents</w:t>
            </w:r>
            <w:bookmarkEnd w:id="75"/>
          </w:p>
        </w:tc>
        <w:tc>
          <w:tcPr>
            <w:tcW w:w="647" w:type="pct"/>
            <w:vMerge w:val="restart"/>
          </w:tcPr>
          <w:p w:rsidR="004D6F13" w:rsidRDefault="004D6F13" w:rsidP="005B72A3">
            <w:pPr>
              <w:cnfStyle w:val="000000000000"/>
            </w:pPr>
            <w:r>
              <w:t>Make sure the file system is configured in config.php</w:t>
            </w:r>
          </w:p>
          <w:p w:rsidR="004D6F13" w:rsidRDefault="004D6F13" w:rsidP="005B72A3">
            <w:pPr>
              <w:cnfStyle w:val="000000000000"/>
            </w:pP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D6F13" w:rsidRDefault="004D6F13" w:rsidP="0087155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 xml:space="preserve">Client </w:t>
            </w: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Client Module is loaded.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87155E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7155E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502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Search displays list of persons.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Double - Click on the selected person.</w:t>
            </w: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View changes to Person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7155E">
              <w:rPr>
                <w:b/>
              </w:rPr>
              <w:t>International</w:t>
            </w:r>
            <w:r>
              <w:t xml:space="preserve"> button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Go to Pastoral Care tab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 xml:space="preserve">Select the </w:t>
            </w:r>
            <w:r w:rsidRPr="0087155E">
              <w:rPr>
                <w:b/>
              </w:rPr>
              <w:t>document</w:t>
            </w:r>
            <w:r>
              <w:t xml:space="preserve"> you wish to download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Item highlighted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4E0B0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155E">
              <w:rPr>
                <w:b/>
              </w:rPr>
              <w:t>Download</w:t>
            </w:r>
            <w:r>
              <w:t xml:space="preserve"> button. 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4E0B08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87155E">
              <w:rPr>
                <w:b/>
              </w:rPr>
              <w:t>Open/Save</w:t>
            </w:r>
            <w:r>
              <w:t xml:space="preserve"> Options on the file selection window.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4E0B08">
            <w:pPr>
              <w:cnfStyle w:val="000000000000"/>
            </w:pPr>
            <w:r>
              <w:t>Document(s) has been downloaded successfully.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77" w:name="_12.5.4_Pastoral_Care"/>
            <w:bookmarkStart w:id="78" w:name="_Toc360805897"/>
            <w:bookmarkEnd w:id="77"/>
            <w:r w:rsidRPr="004A2434">
              <w:t xml:space="preserve">12.5.4 Pastoral Care - </w:t>
            </w:r>
            <w:bookmarkStart w:id="79" w:name="Refresh"/>
            <w:r w:rsidRPr="004A2434">
              <w:t xml:space="preserve">Refresh </w:t>
            </w:r>
            <w:bookmarkEnd w:id="79"/>
            <w:r w:rsidRPr="004A2434">
              <w:t>documents</w:t>
            </w:r>
            <w:bookmarkEnd w:id="78"/>
          </w:p>
        </w:tc>
        <w:tc>
          <w:tcPr>
            <w:tcW w:w="647" w:type="pct"/>
            <w:vMerge w:val="restart"/>
          </w:tcPr>
          <w:p w:rsidR="004D6F13" w:rsidRDefault="004D6F13" w:rsidP="005B72A3">
            <w:pPr>
              <w:cnfStyle w:val="000000100000"/>
            </w:pPr>
            <w:r>
              <w:t>Make sure the file system is configured in config.php</w:t>
            </w:r>
          </w:p>
          <w:p w:rsidR="004D6F13" w:rsidRDefault="004D6F13" w:rsidP="005B72A3">
            <w:pPr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 xml:space="preserve">Client </w:t>
            </w:r>
          </w:p>
          <w:p w:rsidR="004D6F13" w:rsidRDefault="004D6F13" w:rsidP="0087155E">
            <w:pPr>
              <w:pStyle w:val="ListParagraph"/>
              <w:ind w:left="360"/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  <w:p w:rsidR="004D6F13" w:rsidRDefault="004D6F13" w:rsidP="005B72A3">
            <w:pPr>
              <w:pStyle w:val="ListParagraph"/>
              <w:ind w:left="0"/>
              <w:cnfStyle w:val="0000001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Client Module is loaded.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D6F13" w:rsidRDefault="004D6F13" w:rsidP="005B72A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D6F13" w:rsidRDefault="004D6F13" w:rsidP="0087155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155E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502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Search displays list of persons.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Double - Click on the selected person.</w:t>
            </w:r>
          </w:p>
          <w:p w:rsidR="004D6F13" w:rsidRDefault="004D6F13" w:rsidP="005B72A3">
            <w:pPr>
              <w:pStyle w:val="ListParagraph"/>
              <w:ind w:left="0"/>
              <w:cnfStyle w:val="000000000000"/>
            </w:pP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  <w:r>
              <w:t>View changes to Person screen.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7155E">
              <w:rPr>
                <w:b/>
              </w:rPr>
              <w:t>International</w:t>
            </w:r>
            <w:r>
              <w:t xml:space="preserve"> button on person tree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B72A3">
            <w:pPr>
              <w:pStyle w:val="ListParagraph"/>
              <w:ind w:left="0"/>
              <w:cnfStyle w:val="000000000000"/>
            </w:pPr>
            <w:r>
              <w:t>Go to Pastoral Care tab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457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5B72A3"/>
        </w:tc>
        <w:tc>
          <w:tcPr>
            <w:tcW w:w="647" w:type="pct"/>
            <w:vMerge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D237D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155E">
              <w:rPr>
                <w:b/>
              </w:rPr>
              <w:t>Refresh</w:t>
            </w:r>
            <w:r>
              <w:t xml:space="preserve"> button. </w:t>
            </w:r>
          </w:p>
        </w:tc>
        <w:tc>
          <w:tcPr>
            <w:tcW w:w="759" w:type="pct"/>
          </w:tcPr>
          <w:p w:rsidR="004D6F13" w:rsidRDefault="004D6F13" w:rsidP="005B72A3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B72A3">
            <w:pPr>
              <w:cnfStyle w:val="000000100000"/>
            </w:pPr>
            <w:r>
              <w:t>Documents refreshed successfully.</w:t>
            </w:r>
          </w:p>
        </w:tc>
        <w:tc>
          <w:tcPr>
            <w:tcW w:w="457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 w:val="restart"/>
          </w:tcPr>
          <w:p w:rsidR="004D6F13" w:rsidRPr="004A2434" w:rsidRDefault="004D6F13" w:rsidP="004A2434">
            <w:pPr>
              <w:pStyle w:val="Heading3"/>
              <w:outlineLvl w:val="2"/>
            </w:pPr>
            <w:bookmarkStart w:id="80" w:name="_Toc360805898"/>
            <w:r w:rsidRPr="004A2434">
              <w:t xml:space="preserve">12.9 </w:t>
            </w:r>
            <w:bookmarkStart w:id="81" w:name="Print"/>
            <w:r w:rsidRPr="004A2434">
              <w:t xml:space="preserve">Print </w:t>
            </w:r>
            <w:bookmarkEnd w:id="81"/>
            <w:r w:rsidRPr="004A2434">
              <w:t>Reports for International Student</w:t>
            </w:r>
            <w:bookmarkEnd w:id="80"/>
          </w:p>
        </w:tc>
        <w:tc>
          <w:tcPr>
            <w:tcW w:w="647" w:type="pct"/>
            <w:vMerge w:val="restart"/>
          </w:tcPr>
          <w:p w:rsidR="004D6F13" w:rsidRDefault="004D6F13" w:rsidP="00D750B2">
            <w:pPr>
              <w:cnfStyle w:val="000000000000"/>
            </w:pPr>
            <w:r>
              <w:t xml:space="preserve">International Student record must exist. to create one refer to </w:t>
            </w:r>
          </w:p>
          <w:p w:rsidR="004D6F13" w:rsidRDefault="00DA3E23" w:rsidP="0087155E">
            <w:pPr>
              <w:pStyle w:val="ListParagraph"/>
              <w:numPr>
                <w:ilvl w:val="0"/>
                <w:numId w:val="41"/>
              </w:numPr>
              <w:cnfStyle w:val="000000000000"/>
            </w:pPr>
            <w:hyperlink w:anchor="_12.1.1_Add_International" w:history="1">
              <w:r w:rsidR="004D6F13" w:rsidRPr="0087155E">
                <w:rPr>
                  <w:rStyle w:val="Hyperlink"/>
                </w:rPr>
                <w:t>12.1.1 Add International Record</w:t>
              </w:r>
            </w:hyperlink>
          </w:p>
          <w:p w:rsidR="004D6F13" w:rsidRDefault="004D6F13" w:rsidP="00D750B2">
            <w:pPr>
              <w:cnfStyle w:val="000000000000"/>
            </w:pPr>
          </w:p>
          <w:p w:rsidR="004D6F13" w:rsidRDefault="004D6F13" w:rsidP="00D750B2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4D6F13" w:rsidRDefault="004D6F13" w:rsidP="00D750B2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Client</w:t>
            </w:r>
          </w:p>
          <w:p w:rsidR="004D6F13" w:rsidRDefault="004D6F13" w:rsidP="0087155E">
            <w:pPr>
              <w:pStyle w:val="ListParagraph"/>
              <w:ind w:left="365"/>
              <w:cnfStyle w:val="000000000000"/>
            </w:pPr>
          </w:p>
          <w:p w:rsidR="004D6F13" w:rsidRDefault="004D6F13" w:rsidP="00D750B2">
            <w:pPr>
              <w:cnfStyle w:val="000000000000"/>
            </w:pPr>
            <w:r>
              <w:t>Make sure to configure reports path in config.php.</w:t>
            </w:r>
          </w:p>
        </w:tc>
        <w:tc>
          <w:tcPr>
            <w:tcW w:w="677" w:type="pct"/>
          </w:tcPr>
          <w:p w:rsidR="004D6F13" w:rsidRDefault="004D6F13" w:rsidP="00D750B2">
            <w:pPr>
              <w:pStyle w:val="ListParagraph"/>
              <w:ind w:left="0"/>
              <w:cnfStyle w:val="000000000000"/>
            </w:pPr>
            <w:r>
              <w:t>Click on the client module</w:t>
            </w:r>
          </w:p>
        </w:tc>
        <w:tc>
          <w:tcPr>
            <w:tcW w:w="759" w:type="pct"/>
          </w:tcPr>
          <w:p w:rsidR="004D6F13" w:rsidRDefault="004D6F13" w:rsidP="00D750B2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D750B2">
            <w:pPr>
              <w:cnfStyle w:val="000000000000"/>
            </w:pPr>
            <w:r>
              <w:t>Client module is loaded.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D750B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59" w:type="pct"/>
          </w:tcPr>
          <w:p w:rsidR="004D6F13" w:rsidRDefault="004D6F13" w:rsidP="00D750B2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D6F13" w:rsidRDefault="004D6F13" w:rsidP="00D750B2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D6F13" w:rsidRDefault="004D6F13" w:rsidP="00D750B2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D6F13" w:rsidRDefault="004D6F13" w:rsidP="0087155E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96" w:type="pct"/>
          </w:tcPr>
          <w:p w:rsidR="004D6F13" w:rsidRDefault="004D6F13" w:rsidP="00D750B2">
            <w:pPr>
              <w:cnfStyle w:val="000000100000"/>
            </w:pPr>
            <w:r>
              <w:t>Data is visible in text fields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D750B2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7155E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59" w:type="pct"/>
          </w:tcPr>
          <w:p w:rsidR="004D6F13" w:rsidRDefault="004D6F13" w:rsidP="00D750B2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D750B2">
            <w:pPr>
              <w:cnfStyle w:val="000000000000"/>
            </w:pPr>
            <w:r>
              <w:t>Search displays the list of persons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D750B2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759" w:type="pct"/>
          </w:tcPr>
          <w:p w:rsidR="004D6F13" w:rsidRDefault="004D6F13" w:rsidP="00D750B2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D750B2">
            <w:pPr>
              <w:cnfStyle w:val="000000100000"/>
            </w:pPr>
            <w:r>
              <w:t>Screen changes to person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A64E8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7155E">
              <w:rPr>
                <w:b/>
              </w:rPr>
              <w:t>International</w:t>
            </w:r>
            <w:r>
              <w:t xml:space="preserve"> button on person tree</w:t>
            </w:r>
          </w:p>
        </w:tc>
        <w:tc>
          <w:tcPr>
            <w:tcW w:w="759" w:type="pct"/>
          </w:tcPr>
          <w:p w:rsidR="004D6F13" w:rsidRDefault="004D6F13" w:rsidP="00D750B2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D750B2">
            <w:pPr>
              <w:cnfStyle w:val="000000000000"/>
            </w:pPr>
            <w:r>
              <w:t>Screen changes to Student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D750B2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7155E">
              <w:rPr>
                <w:b/>
              </w:rPr>
              <w:t>print</w:t>
            </w:r>
            <w:r>
              <w:t xml:space="preserve"> button just above the Person tree</w:t>
            </w:r>
          </w:p>
        </w:tc>
        <w:tc>
          <w:tcPr>
            <w:tcW w:w="759" w:type="pct"/>
          </w:tcPr>
          <w:p w:rsidR="004D6F13" w:rsidRDefault="004D6F13" w:rsidP="00D750B2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D750B2">
            <w:pPr>
              <w:cnfStyle w:val="000000100000"/>
            </w:pPr>
            <w:r>
              <w:t>Report viewer pop up screen appears with person and Student reports.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D750B2">
            <w:pPr>
              <w:pStyle w:val="ListParagraph"/>
              <w:ind w:left="0"/>
              <w:cnfStyle w:val="000000000000"/>
            </w:pPr>
            <w:r>
              <w:t>Click on the desired report</w:t>
            </w:r>
          </w:p>
        </w:tc>
        <w:tc>
          <w:tcPr>
            <w:tcW w:w="759" w:type="pct"/>
          </w:tcPr>
          <w:p w:rsidR="004D6F13" w:rsidRDefault="004D6F13" w:rsidP="00D750B2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D750B2">
            <w:pPr>
              <w:cnfStyle w:val="000000000000"/>
            </w:pPr>
            <w:r>
              <w:t>Report navigates to new tab and opens up the report.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  <w:tr w:rsidR="004D6F13" w:rsidTr="0087155E">
        <w:trPr>
          <w:cnfStyle w:val="000000100000"/>
        </w:trPr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100000"/>
            </w:pPr>
          </w:p>
        </w:tc>
        <w:tc>
          <w:tcPr>
            <w:tcW w:w="677" w:type="pct"/>
          </w:tcPr>
          <w:p w:rsidR="004D6F13" w:rsidRDefault="004D6F13" w:rsidP="005101B4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4D6F13" w:rsidRDefault="004D6F13" w:rsidP="005101B4">
            <w:pPr>
              <w:pStyle w:val="ListParagraph"/>
              <w:ind w:left="0"/>
              <w:cnfStyle w:val="000000100000"/>
            </w:pPr>
          </w:p>
          <w:p w:rsidR="004D6F13" w:rsidRDefault="004D6F13" w:rsidP="005101B4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759" w:type="pct"/>
          </w:tcPr>
          <w:p w:rsidR="004D6F13" w:rsidRDefault="004D6F13" w:rsidP="005101B4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D6F13" w:rsidRDefault="004D6F13" w:rsidP="005101B4">
            <w:pPr>
              <w:cnfStyle w:val="000000100000"/>
            </w:pPr>
            <w:r>
              <w:t>Value is visible in text field.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1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1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100000"/>
            </w:pPr>
          </w:p>
        </w:tc>
      </w:tr>
      <w:tr w:rsidR="004D6F13" w:rsidTr="0087155E">
        <w:tc>
          <w:tcPr>
            <w:cnfStyle w:val="001000000000"/>
            <w:tcW w:w="1075" w:type="pct"/>
            <w:vMerge/>
          </w:tcPr>
          <w:p w:rsidR="004D6F13" w:rsidRDefault="004D6F13" w:rsidP="00D750B2"/>
        </w:tc>
        <w:tc>
          <w:tcPr>
            <w:tcW w:w="647" w:type="pct"/>
            <w:vMerge/>
          </w:tcPr>
          <w:p w:rsidR="004D6F13" w:rsidRDefault="004D6F13" w:rsidP="00D750B2">
            <w:pPr>
              <w:cnfStyle w:val="000000000000"/>
            </w:pPr>
          </w:p>
        </w:tc>
        <w:tc>
          <w:tcPr>
            <w:tcW w:w="677" w:type="pct"/>
          </w:tcPr>
          <w:p w:rsidR="004D6F13" w:rsidRDefault="004D6F13" w:rsidP="005101B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759" w:type="pct"/>
          </w:tcPr>
          <w:p w:rsidR="004D6F13" w:rsidRDefault="004D6F13" w:rsidP="005101B4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D6F13" w:rsidRDefault="004D6F13" w:rsidP="005101B4">
            <w:pPr>
              <w:cnfStyle w:val="000000000000"/>
            </w:pPr>
            <w:r>
              <w:t>Report navigates to new tab and opens up the report keeping the current window open.</w:t>
            </w:r>
          </w:p>
        </w:tc>
        <w:tc>
          <w:tcPr>
            <w:tcW w:w="457" w:type="pct"/>
          </w:tcPr>
          <w:p w:rsidR="004D6F13" w:rsidRPr="005F03A3" w:rsidRDefault="004D6F13" w:rsidP="00D750B2">
            <w:pPr>
              <w:cnfStyle w:val="000000000000"/>
            </w:pPr>
          </w:p>
        </w:tc>
        <w:tc>
          <w:tcPr>
            <w:tcW w:w="395" w:type="pct"/>
          </w:tcPr>
          <w:p w:rsidR="004D6F13" w:rsidRDefault="004D6F13" w:rsidP="005B72A3">
            <w:pPr>
              <w:cnfStyle w:val="000000000000"/>
            </w:pPr>
          </w:p>
        </w:tc>
        <w:tc>
          <w:tcPr>
            <w:tcW w:w="393" w:type="pct"/>
          </w:tcPr>
          <w:p w:rsidR="004D6F13" w:rsidRDefault="004D6F13" w:rsidP="005B72A3">
            <w:pPr>
              <w:cnfStyle w:val="000000000000"/>
            </w:pPr>
          </w:p>
        </w:tc>
      </w:tr>
    </w:tbl>
    <w:p w:rsidR="00BB39B3" w:rsidRDefault="00BB39B3" w:rsidP="00E11D0F"/>
    <w:p w:rsidR="00AB37BF" w:rsidRDefault="00AB37BF" w:rsidP="00E11D0F">
      <w:r>
        <w:t xml:space="preserve">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9F3F4F" w:rsidRPr="00E11D0F" w:rsidRDefault="009F3F4F" w:rsidP="00E11D0F"/>
    <w:sectPr w:rsidR="009F3F4F" w:rsidRPr="00E11D0F" w:rsidSect="006856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A76" w:rsidRDefault="00FE3A76" w:rsidP="000366C0">
      <w:pPr>
        <w:spacing w:after="0" w:line="240" w:lineRule="auto"/>
      </w:pPr>
      <w:r>
        <w:separator/>
      </w:r>
    </w:p>
  </w:endnote>
  <w:endnote w:type="continuationSeparator" w:id="0">
    <w:p w:rsidR="00FE3A76" w:rsidRDefault="00FE3A76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3A" w:rsidRDefault="002273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3A" w:rsidRPr="00065894" w:rsidRDefault="0022733A">
    <w:pPr>
      <w:pStyle w:val="Footer"/>
      <w:rPr>
        <w:sz w:val="16"/>
        <w:szCs w:val="16"/>
      </w:rPr>
    </w:pPr>
    <w:r>
      <w:t>Regression Test Plan - Client/International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DA3E23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DA3E23" w:rsidRPr="00065894">
      <w:rPr>
        <w:sz w:val="16"/>
        <w:szCs w:val="16"/>
      </w:rPr>
      <w:fldChar w:fldCharType="separate"/>
    </w:r>
    <w:r w:rsidR="00D07A6C">
      <w:rPr>
        <w:noProof/>
        <w:sz w:val="16"/>
        <w:szCs w:val="16"/>
      </w:rPr>
      <w:t>1</w:t>
    </w:r>
    <w:r w:rsidR="00DA3E23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D07A6C" w:rsidRPr="00D07A6C">
        <w:rPr>
          <w:noProof/>
          <w:sz w:val="16"/>
          <w:szCs w:val="16"/>
        </w:rPr>
        <w:t>35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3A" w:rsidRPr="00065894" w:rsidRDefault="0022733A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DA3E23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DA3E23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DA3E23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D07A6C" w:rsidRPr="00D07A6C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A76" w:rsidRDefault="00FE3A76" w:rsidP="000366C0">
      <w:pPr>
        <w:spacing w:after="0" w:line="240" w:lineRule="auto"/>
      </w:pPr>
      <w:r>
        <w:separator/>
      </w:r>
    </w:p>
  </w:footnote>
  <w:footnote w:type="continuationSeparator" w:id="0">
    <w:p w:rsidR="00FE3A76" w:rsidRDefault="00FE3A76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3A" w:rsidRDefault="002273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3A" w:rsidRDefault="0022733A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Client/International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3A" w:rsidRDefault="0022733A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EF1"/>
    <w:multiLevelType w:val="hybridMultilevel"/>
    <w:tmpl w:val="C5665D2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2D5457"/>
    <w:multiLevelType w:val="hybridMultilevel"/>
    <w:tmpl w:val="87485B9C"/>
    <w:lvl w:ilvl="0" w:tplc="1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F27E7"/>
    <w:multiLevelType w:val="hybridMultilevel"/>
    <w:tmpl w:val="2222D9F4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0610C6"/>
    <w:multiLevelType w:val="hybridMultilevel"/>
    <w:tmpl w:val="70CE1C1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2820A6"/>
    <w:multiLevelType w:val="hybridMultilevel"/>
    <w:tmpl w:val="787E1526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6">
    <w:nsid w:val="19A57F03"/>
    <w:multiLevelType w:val="hybridMultilevel"/>
    <w:tmpl w:val="DEE45B9C"/>
    <w:lvl w:ilvl="0" w:tplc="140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1AD21538"/>
    <w:multiLevelType w:val="hybridMultilevel"/>
    <w:tmpl w:val="51DAB2A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8F6156"/>
    <w:multiLevelType w:val="hybridMultilevel"/>
    <w:tmpl w:val="B3BA54F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5F7B31"/>
    <w:multiLevelType w:val="hybridMultilevel"/>
    <w:tmpl w:val="C65415DA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A67E40"/>
    <w:multiLevelType w:val="hybridMultilevel"/>
    <w:tmpl w:val="6E32E1E4"/>
    <w:lvl w:ilvl="0" w:tplc="1409000D">
      <w:start w:val="1"/>
      <w:numFmt w:val="bullet"/>
      <w:lvlText w:val=""/>
      <w:lvlJc w:val="left"/>
      <w:pPr>
        <w:ind w:left="41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1">
    <w:nsid w:val="25C23301"/>
    <w:multiLevelType w:val="hybridMultilevel"/>
    <w:tmpl w:val="EAA412A4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C325AD"/>
    <w:multiLevelType w:val="hybridMultilevel"/>
    <w:tmpl w:val="3FBC84D8"/>
    <w:lvl w:ilvl="0" w:tplc="1409000D">
      <w:start w:val="1"/>
      <w:numFmt w:val="bullet"/>
      <w:lvlText w:val=""/>
      <w:lvlJc w:val="left"/>
      <w:pPr>
        <w:ind w:left="438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abstractNum w:abstractNumId="13">
    <w:nsid w:val="2E8846C1"/>
    <w:multiLevelType w:val="hybridMultilevel"/>
    <w:tmpl w:val="1EC4AE0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4">
    <w:nsid w:val="2FF166E0"/>
    <w:multiLevelType w:val="hybridMultilevel"/>
    <w:tmpl w:val="DB1C6D46"/>
    <w:lvl w:ilvl="0" w:tplc="1409000D">
      <w:start w:val="1"/>
      <w:numFmt w:val="bullet"/>
      <w:lvlText w:val=""/>
      <w:lvlJc w:val="left"/>
      <w:pPr>
        <w:ind w:left="43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15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65521E"/>
    <w:multiLevelType w:val="hybridMultilevel"/>
    <w:tmpl w:val="1326E76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1C65A0"/>
    <w:multiLevelType w:val="hybridMultilevel"/>
    <w:tmpl w:val="E56C1640"/>
    <w:lvl w:ilvl="0" w:tplc="1409000D">
      <w:start w:val="1"/>
      <w:numFmt w:val="bullet"/>
      <w:lvlText w:val=""/>
      <w:lvlJc w:val="left"/>
      <w:pPr>
        <w:ind w:left="41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18">
    <w:nsid w:val="3B7119AD"/>
    <w:multiLevelType w:val="hybridMultilevel"/>
    <w:tmpl w:val="7D9E9A2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864A21"/>
    <w:multiLevelType w:val="hybridMultilevel"/>
    <w:tmpl w:val="33AC968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6225ED"/>
    <w:multiLevelType w:val="hybridMultilevel"/>
    <w:tmpl w:val="5F3C1A7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6BE3AAF"/>
    <w:multiLevelType w:val="hybridMultilevel"/>
    <w:tmpl w:val="1038B5CA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C67F6"/>
    <w:multiLevelType w:val="hybridMultilevel"/>
    <w:tmpl w:val="46EAE9C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79B3ADA"/>
    <w:multiLevelType w:val="hybridMultilevel"/>
    <w:tmpl w:val="1CAA13C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DD2D0D"/>
    <w:multiLevelType w:val="hybridMultilevel"/>
    <w:tmpl w:val="F266DE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C15843"/>
    <w:multiLevelType w:val="hybridMultilevel"/>
    <w:tmpl w:val="9256515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6">
    <w:nsid w:val="507D10F7"/>
    <w:multiLevelType w:val="hybridMultilevel"/>
    <w:tmpl w:val="20FA9CC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5351FA1"/>
    <w:multiLevelType w:val="hybridMultilevel"/>
    <w:tmpl w:val="53C4EF5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9042D9"/>
    <w:multiLevelType w:val="hybridMultilevel"/>
    <w:tmpl w:val="84D20448"/>
    <w:lvl w:ilvl="0" w:tplc="1409000D">
      <w:start w:val="1"/>
      <w:numFmt w:val="bullet"/>
      <w:lvlText w:val=""/>
      <w:lvlJc w:val="left"/>
      <w:pPr>
        <w:ind w:left="41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29">
    <w:nsid w:val="57DC4D1A"/>
    <w:multiLevelType w:val="hybridMultilevel"/>
    <w:tmpl w:val="4CF0036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1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F94954"/>
    <w:multiLevelType w:val="hybridMultilevel"/>
    <w:tmpl w:val="BED0DEB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2C1805"/>
    <w:multiLevelType w:val="hybridMultilevel"/>
    <w:tmpl w:val="7780D76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68A0F81"/>
    <w:multiLevelType w:val="hybridMultilevel"/>
    <w:tmpl w:val="D370FD7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6706275D"/>
    <w:multiLevelType w:val="hybridMultilevel"/>
    <w:tmpl w:val="A6904BE2"/>
    <w:lvl w:ilvl="0" w:tplc="1409000D">
      <w:start w:val="1"/>
      <w:numFmt w:val="bullet"/>
      <w:lvlText w:val=""/>
      <w:lvlJc w:val="left"/>
      <w:pPr>
        <w:ind w:left="40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36">
    <w:nsid w:val="6E561BD0"/>
    <w:multiLevelType w:val="hybridMultilevel"/>
    <w:tmpl w:val="30E66CF2"/>
    <w:lvl w:ilvl="0" w:tplc="1409000D">
      <w:start w:val="1"/>
      <w:numFmt w:val="bullet"/>
      <w:lvlText w:val=""/>
      <w:lvlJc w:val="left"/>
      <w:pPr>
        <w:ind w:left="43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7">
    <w:nsid w:val="6F5901B6"/>
    <w:multiLevelType w:val="hybridMultilevel"/>
    <w:tmpl w:val="99027EC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36549CE"/>
    <w:multiLevelType w:val="hybridMultilevel"/>
    <w:tmpl w:val="47366E2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7C92B79"/>
    <w:multiLevelType w:val="hybridMultilevel"/>
    <w:tmpl w:val="CEC4B1B8"/>
    <w:lvl w:ilvl="0" w:tplc="1409000D">
      <w:start w:val="1"/>
      <w:numFmt w:val="bullet"/>
      <w:lvlText w:val=""/>
      <w:lvlJc w:val="left"/>
      <w:pPr>
        <w:ind w:left="43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40">
    <w:nsid w:val="7FD905B0"/>
    <w:multiLevelType w:val="hybridMultilevel"/>
    <w:tmpl w:val="DEF6432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31"/>
  </w:num>
  <w:num w:numId="4">
    <w:abstractNumId w:val="30"/>
  </w:num>
  <w:num w:numId="5">
    <w:abstractNumId w:val="37"/>
  </w:num>
  <w:num w:numId="6">
    <w:abstractNumId w:val="13"/>
  </w:num>
  <w:num w:numId="7">
    <w:abstractNumId w:val="25"/>
  </w:num>
  <w:num w:numId="8">
    <w:abstractNumId w:val="28"/>
  </w:num>
  <w:num w:numId="9">
    <w:abstractNumId w:val="10"/>
  </w:num>
  <w:num w:numId="10">
    <w:abstractNumId w:val="27"/>
  </w:num>
  <w:num w:numId="11">
    <w:abstractNumId w:val="18"/>
  </w:num>
  <w:num w:numId="12">
    <w:abstractNumId w:val="22"/>
  </w:num>
  <w:num w:numId="13">
    <w:abstractNumId w:val="35"/>
  </w:num>
  <w:num w:numId="14">
    <w:abstractNumId w:val="24"/>
  </w:num>
  <w:num w:numId="15">
    <w:abstractNumId w:val="34"/>
  </w:num>
  <w:num w:numId="16">
    <w:abstractNumId w:val="29"/>
  </w:num>
  <w:num w:numId="17">
    <w:abstractNumId w:val="1"/>
  </w:num>
  <w:num w:numId="18">
    <w:abstractNumId w:val="20"/>
  </w:num>
  <w:num w:numId="19">
    <w:abstractNumId w:val="6"/>
  </w:num>
  <w:num w:numId="20">
    <w:abstractNumId w:val="8"/>
  </w:num>
  <w:num w:numId="21">
    <w:abstractNumId w:val="17"/>
  </w:num>
  <w:num w:numId="22">
    <w:abstractNumId w:val="5"/>
  </w:num>
  <w:num w:numId="23">
    <w:abstractNumId w:val="19"/>
  </w:num>
  <w:num w:numId="24">
    <w:abstractNumId w:val="12"/>
  </w:num>
  <w:num w:numId="25">
    <w:abstractNumId w:val="7"/>
  </w:num>
  <w:num w:numId="26">
    <w:abstractNumId w:val="2"/>
  </w:num>
  <w:num w:numId="27">
    <w:abstractNumId w:val="9"/>
  </w:num>
  <w:num w:numId="28">
    <w:abstractNumId w:val="14"/>
  </w:num>
  <w:num w:numId="29">
    <w:abstractNumId w:val="4"/>
  </w:num>
  <w:num w:numId="30">
    <w:abstractNumId w:val="23"/>
  </w:num>
  <w:num w:numId="31">
    <w:abstractNumId w:val="16"/>
  </w:num>
  <w:num w:numId="32">
    <w:abstractNumId w:val="32"/>
  </w:num>
  <w:num w:numId="33">
    <w:abstractNumId w:val="33"/>
  </w:num>
  <w:num w:numId="34">
    <w:abstractNumId w:val="38"/>
  </w:num>
  <w:num w:numId="35">
    <w:abstractNumId w:val="36"/>
  </w:num>
  <w:num w:numId="36">
    <w:abstractNumId w:val="39"/>
  </w:num>
  <w:num w:numId="37">
    <w:abstractNumId w:val="21"/>
  </w:num>
  <w:num w:numId="38">
    <w:abstractNumId w:val="40"/>
  </w:num>
  <w:num w:numId="39">
    <w:abstractNumId w:val="0"/>
  </w:num>
  <w:num w:numId="40">
    <w:abstractNumId w:val="11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E3A76"/>
    <w:rsid w:val="000139DF"/>
    <w:rsid w:val="00024A3C"/>
    <w:rsid w:val="00025983"/>
    <w:rsid w:val="000366C0"/>
    <w:rsid w:val="0004713A"/>
    <w:rsid w:val="000642EB"/>
    <w:rsid w:val="00065894"/>
    <w:rsid w:val="00075BCE"/>
    <w:rsid w:val="0008207B"/>
    <w:rsid w:val="000A65F9"/>
    <w:rsid w:val="000B27F4"/>
    <w:rsid w:val="000F04D1"/>
    <w:rsid w:val="00106ECB"/>
    <w:rsid w:val="001474C1"/>
    <w:rsid w:val="00150BD0"/>
    <w:rsid w:val="00156AFE"/>
    <w:rsid w:val="001643FA"/>
    <w:rsid w:val="00170CF5"/>
    <w:rsid w:val="00172F06"/>
    <w:rsid w:val="001853EF"/>
    <w:rsid w:val="001A6CA6"/>
    <w:rsid w:val="001B4450"/>
    <w:rsid w:val="001C2DA5"/>
    <w:rsid w:val="001C4734"/>
    <w:rsid w:val="001C4F7E"/>
    <w:rsid w:val="001D20F4"/>
    <w:rsid w:val="001E122F"/>
    <w:rsid w:val="00204A99"/>
    <w:rsid w:val="00226028"/>
    <w:rsid w:val="0022733A"/>
    <w:rsid w:val="002502D2"/>
    <w:rsid w:val="002846F3"/>
    <w:rsid w:val="00295690"/>
    <w:rsid w:val="002A2A14"/>
    <w:rsid w:val="002B1F96"/>
    <w:rsid w:val="002C6D1A"/>
    <w:rsid w:val="002D16B5"/>
    <w:rsid w:val="002E0024"/>
    <w:rsid w:val="002E39DD"/>
    <w:rsid w:val="002E7BE8"/>
    <w:rsid w:val="002F6DB4"/>
    <w:rsid w:val="00306FFF"/>
    <w:rsid w:val="0031267E"/>
    <w:rsid w:val="003133D8"/>
    <w:rsid w:val="0031557E"/>
    <w:rsid w:val="00321AFF"/>
    <w:rsid w:val="0033633A"/>
    <w:rsid w:val="003373EC"/>
    <w:rsid w:val="0034723B"/>
    <w:rsid w:val="00350073"/>
    <w:rsid w:val="00352A7B"/>
    <w:rsid w:val="00357AA8"/>
    <w:rsid w:val="00363F72"/>
    <w:rsid w:val="00370DAD"/>
    <w:rsid w:val="003727AC"/>
    <w:rsid w:val="00377A61"/>
    <w:rsid w:val="00377B50"/>
    <w:rsid w:val="003B3DEC"/>
    <w:rsid w:val="003D2212"/>
    <w:rsid w:val="003D3B40"/>
    <w:rsid w:val="003D42FF"/>
    <w:rsid w:val="003D7A83"/>
    <w:rsid w:val="00400B9C"/>
    <w:rsid w:val="00414418"/>
    <w:rsid w:val="00421B2D"/>
    <w:rsid w:val="004337C8"/>
    <w:rsid w:val="00444FDE"/>
    <w:rsid w:val="00462134"/>
    <w:rsid w:val="00462ECB"/>
    <w:rsid w:val="00481160"/>
    <w:rsid w:val="004A2434"/>
    <w:rsid w:val="004B7870"/>
    <w:rsid w:val="004C0889"/>
    <w:rsid w:val="004D6F13"/>
    <w:rsid w:val="004E0B08"/>
    <w:rsid w:val="0051028E"/>
    <w:rsid w:val="00512554"/>
    <w:rsid w:val="0052626C"/>
    <w:rsid w:val="00526310"/>
    <w:rsid w:val="00532390"/>
    <w:rsid w:val="00535B9B"/>
    <w:rsid w:val="005479C0"/>
    <w:rsid w:val="00562379"/>
    <w:rsid w:val="005805C6"/>
    <w:rsid w:val="00591459"/>
    <w:rsid w:val="0059604A"/>
    <w:rsid w:val="00596FA8"/>
    <w:rsid w:val="005A1203"/>
    <w:rsid w:val="005A6DAE"/>
    <w:rsid w:val="005B72A3"/>
    <w:rsid w:val="005C429E"/>
    <w:rsid w:val="005D1B59"/>
    <w:rsid w:val="005D7C22"/>
    <w:rsid w:val="005E0948"/>
    <w:rsid w:val="00613850"/>
    <w:rsid w:val="00613D96"/>
    <w:rsid w:val="00614972"/>
    <w:rsid w:val="00624AD3"/>
    <w:rsid w:val="006478B8"/>
    <w:rsid w:val="0066335A"/>
    <w:rsid w:val="00685618"/>
    <w:rsid w:val="00685AFF"/>
    <w:rsid w:val="006931D5"/>
    <w:rsid w:val="006A36AD"/>
    <w:rsid w:val="006A654D"/>
    <w:rsid w:val="006B04D9"/>
    <w:rsid w:val="006B5627"/>
    <w:rsid w:val="006C307A"/>
    <w:rsid w:val="006D5517"/>
    <w:rsid w:val="006D7083"/>
    <w:rsid w:val="006E65F4"/>
    <w:rsid w:val="0071640E"/>
    <w:rsid w:val="00720B5D"/>
    <w:rsid w:val="007345CE"/>
    <w:rsid w:val="00735941"/>
    <w:rsid w:val="00743B91"/>
    <w:rsid w:val="00744089"/>
    <w:rsid w:val="00746B1C"/>
    <w:rsid w:val="00747FCF"/>
    <w:rsid w:val="00753FC2"/>
    <w:rsid w:val="0075545C"/>
    <w:rsid w:val="00785BDC"/>
    <w:rsid w:val="007A2F9B"/>
    <w:rsid w:val="007A3DB1"/>
    <w:rsid w:val="007A7034"/>
    <w:rsid w:val="007A7FA8"/>
    <w:rsid w:val="007B1836"/>
    <w:rsid w:val="007D1FD2"/>
    <w:rsid w:val="007D3855"/>
    <w:rsid w:val="007D4AC2"/>
    <w:rsid w:val="007D508C"/>
    <w:rsid w:val="007D5BF8"/>
    <w:rsid w:val="007F6AE3"/>
    <w:rsid w:val="008308C1"/>
    <w:rsid w:val="00842EBB"/>
    <w:rsid w:val="008435D6"/>
    <w:rsid w:val="008544F3"/>
    <w:rsid w:val="0087155E"/>
    <w:rsid w:val="00872B68"/>
    <w:rsid w:val="0088129A"/>
    <w:rsid w:val="00891D09"/>
    <w:rsid w:val="00892581"/>
    <w:rsid w:val="00894B55"/>
    <w:rsid w:val="008A0088"/>
    <w:rsid w:val="008B7F4A"/>
    <w:rsid w:val="008C68F6"/>
    <w:rsid w:val="008D444F"/>
    <w:rsid w:val="008D683E"/>
    <w:rsid w:val="008D6B0D"/>
    <w:rsid w:val="008E3D1E"/>
    <w:rsid w:val="008F07A1"/>
    <w:rsid w:val="008F2BAF"/>
    <w:rsid w:val="00904457"/>
    <w:rsid w:val="009077ED"/>
    <w:rsid w:val="00920035"/>
    <w:rsid w:val="00941FFD"/>
    <w:rsid w:val="00955D05"/>
    <w:rsid w:val="00963F4A"/>
    <w:rsid w:val="00967DBC"/>
    <w:rsid w:val="00980C9B"/>
    <w:rsid w:val="00996737"/>
    <w:rsid w:val="009A1429"/>
    <w:rsid w:val="009B699F"/>
    <w:rsid w:val="009B7230"/>
    <w:rsid w:val="009D49FC"/>
    <w:rsid w:val="009E1542"/>
    <w:rsid w:val="009F25AA"/>
    <w:rsid w:val="009F30CC"/>
    <w:rsid w:val="009F33D8"/>
    <w:rsid w:val="009F3F4F"/>
    <w:rsid w:val="00A0611E"/>
    <w:rsid w:val="00A158C4"/>
    <w:rsid w:val="00A21409"/>
    <w:rsid w:val="00A26C8E"/>
    <w:rsid w:val="00A37EE0"/>
    <w:rsid w:val="00A53ACC"/>
    <w:rsid w:val="00A64E8B"/>
    <w:rsid w:val="00A659AD"/>
    <w:rsid w:val="00A902E0"/>
    <w:rsid w:val="00A965C7"/>
    <w:rsid w:val="00AA3E75"/>
    <w:rsid w:val="00AB37BF"/>
    <w:rsid w:val="00AC3A11"/>
    <w:rsid w:val="00AC5459"/>
    <w:rsid w:val="00AD63BB"/>
    <w:rsid w:val="00AF5D83"/>
    <w:rsid w:val="00B16F9A"/>
    <w:rsid w:val="00B3477F"/>
    <w:rsid w:val="00B360E2"/>
    <w:rsid w:val="00B4569A"/>
    <w:rsid w:val="00B46786"/>
    <w:rsid w:val="00B53617"/>
    <w:rsid w:val="00B619A0"/>
    <w:rsid w:val="00B711C3"/>
    <w:rsid w:val="00B86AC9"/>
    <w:rsid w:val="00B878BA"/>
    <w:rsid w:val="00BB23E8"/>
    <w:rsid w:val="00BB39B3"/>
    <w:rsid w:val="00BD27AB"/>
    <w:rsid w:val="00BD7C8A"/>
    <w:rsid w:val="00BE2A79"/>
    <w:rsid w:val="00C037BA"/>
    <w:rsid w:val="00C062B9"/>
    <w:rsid w:val="00C12F03"/>
    <w:rsid w:val="00C224BA"/>
    <w:rsid w:val="00C34BAA"/>
    <w:rsid w:val="00C3595B"/>
    <w:rsid w:val="00C37CF7"/>
    <w:rsid w:val="00C43746"/>
    <w:rsid w:val="00C771C3"/>
    <w:rsid w:val="00C956E6"/>
    <w:rsid w:val="00C964BD"/>
    <w:rsid w:val="00CB1BE8"/>
    <w:rsid w:val="00CB3069"/>
    <w:rsid w:val="00CC7B5A"/>
    <w:rsid w:val="00CD6C99"/>
    <w:rsid w:val="00CE5AED"/>
    <w:rsid w:val="00D07A6C"/>
    <w:rsid w:val="00D07E7D"/>
    <w:rsid w:val="00D10CFE"/>
    <w:rsid w:val="00D237D2"/>
    <w:rsid w:val="00D25C2F"/>
    <w:rsid w:val="00D33567"/>
    <w:rsid w:val="00D3484E"/>
    <w:rsid w:val="00D35FBD"/>
    <w:rsid w:val="00D41831"/>
    <w:rsid w:val="00D520CF"/>
    <w:rsid w:val="00D53BFE"/>
    <w:rsid w:val="00D641FE"/>
    <w:rsid w:val="00D750B2"/>
    <w:rsid w:val="00D91DCA"/>
    <w:rsid w:val="00DA3AD1"/>
    <w:rsid w:val="00DA3E23"/>
    <w:rsid w:val="00DC3299"/>
    <w:rsid w:val="00DD7AC8"/>
    <w:rsid w:val="00DE00F1"/>
    <w:rsid w:val="00E11D0F"/>
    <w:rsid w:val="00E11DF6"/>
    <w:rsid w:val="00E33C83"/>
    <w:rsid w:val="00E61434"/>
    <w:rsid w:val="00E677B9"/>
    <w:rsid w:val="00E826F2"/>
    <w:rsid w:val="00EA024F"/>
    <w:rsid w:val="00EA48F2"/>
    <w:rsid w:val="00EC0511"/>
    <w:rsid w:val="00EE2EEC"/>
    <w:rsid w:val="00EE6F06"/>
    <w:rsid w:val="00EE718E"/>
    <w:rsid w:val="00F031F5"/>
    <w:rsid w:val="00F254F5"/>
    <w:rsid w:val="00F41495"/>
    <w:rsid w:val="00F414D9"/>
    <w:rsid w:val="00F500F8"/>
    <w:rsid w:val="00F51F3E"/>
    <w:rsid w:val="00F74B05"/>
    <w:rsid w:val="00F95A06"/>
    <w:rsid w:val="00F9742F"/>
    <w:rsid w:val="00FA2CFA"/>
    <w:rsid w:val="00FB6F03"/>
    <w:rsid w:val="00FC3BCD"/>
    <w:rsid w:val="00FC7711"/>
    <w:rsid w:val="00FD415A"/>
    <w:rsid w:val="00FD5911"/>
    <w:rsid w:val="00FE3A76"/>
    <w:rsid w:val="00FE5F96"/>
    <w:rsid w:val="00FE758C"/>
    <w:rsid w:val="00FE76C3"/>
    <w:rsid w:val="00FF10E1"/>
    <w:rsid w:val="00FF2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4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4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2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2A3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474C1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4A2434"/>
    <w:rPr>
      <w:rFonts w:asciiTheme="majorHAnsi" w:eastAsiaTheme="majorEastAsia" w:hAnsiTheme="majorHAnsi" w:cstheme="majorBidi"/>
      <w:b/>
      <w:bCs/>
      <w:i/>
      <w:i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5D05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955D0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55D05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Plan_Audit.dot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zodiac\Keep%20Development\Software%20Development\Regression%20Project\040%20Development\Generic%20Test%20plans\TestPlan_Post%20It%20Note.do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\\zodiac\Keep%20Development\Software%20Development\Regression%20Project\040%20Development\Generic%20Test%20plans\TestPlan_Correspondence.dot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Plan_ContactLog.dotx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12%20Test%20Plan_Client%20Internatio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F5178-8314-4000-B55A-A516E194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 Test Plan_Client International</Template>
  <TotalTime>1</TotalTime>
  <Pages>35</Pages>
  <Words>5798</Words>
  <Characters>33052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38773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2013-08-29T21:32:00Z</dcterms:created>
  <dcterms:modified xsi:type="dcterms:W3CDTF">2013-08-29T21:33:00Z</dcterms:modified>
</cp:coreProperties>
</file>