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50" w:rsidRPr="00974BF8" w:rsidRDefault="001B4450" w:rsidP="001B4450">
      <w:pPr>
        <w:pStyle w:val="Heading2"/>
      </w:pPr>
      <w:bookmarkStart w:id="0" w:name="_Toc360028064"/>
      <w:r w:rsidRPr="00317182">
        <w:t>Test Plan</w:t>
      </w:r>
      <w:bookmarkEnd w:id="0"/>
    </w:p>
    <w:tbl>
      <w:tblPr>
        <w:tblStyle w:val="LightList-Accent11"/>
        <w:tblW w:w="14174" w:type="dxa"/>
        <w:tblLook w:val="04A0"/>
      </w:tblPr>
      <w:tblGrid>
        <w:gridCol w:w="7087"/>
        <w:gridCol w:w="7087"/>
      </w:tblGrid>
      <w:tr w:rsidR="00F36509" w:rsidTr="00F36509">
        <w:trPr>
          <w:cnfStyle w:val="100000000000"/>
        </w:trPr>
        <w:tc>
          <w:tcPr>
            <w:cnfStyle w:val="001000000000"/>
            <w:tcW w:w="7087" w:type="dxa"/>
          </w:tcPr>
          <w:p w:rsidR="00F36509" w:rsidRDefault="00F36509" w:rsidP="00F36509">
            <w:pPr>
              <w:ind w:left="720" w:hanging="720"/>
              <w:rPr>
                <w:szCs w:val="40"/>
              </w:rPr>
            </w:pPr>
            <w:r>
              <w:rPr>
                <w:szCs w:val="40"/>
              </w:rPr>
              <w:t xml:space="preserve"> Test Items (Module Name)</w:t>
            </w:r>
          </w:p>
        </w:tc>
        <w:tc>
          <w:tcPr>
            <w:tcW w:w="7087" w:type="dxa"/>
          </w:tcPr>
          <w:p w:rsidR="00F36509" w:rsidRDefault="00F36509" w:rsidP="00F0282A">
            <w:pPr>
              <w:cnfStyle w:val="100000000000"/>
            </w:pPr>
            <w:r>
              <w:t>Client</w:t>
            </w:r>
          </w:p>
        </w:tc>
      </w:tr>
      <w:tr w:rsidR="00F36509" w:rsidTr="00F36509">
        <w:trPr>
          <w:cnfStyle w:val="000000100000"/>
        </w:trPr>
        <w:tc>
          <w:tcPr>
            <w:cnfStyle w:val="001000000000"/>
            <w:tcW w:w="7087" w:type="dxa"/>
          </w:tcPr>
          <w:p w:rsidR="00F36509" w:rsidRDefault="00F36509" w:rsidP="00F36509">
            <w:pPr>
              <w:rPr>
                <w:szCs w:val="40"/>
              </w:rPr>
            </w:pPr>
            <w:r>
              <w:rPr>
                <w:szCs w:val="40"/>
              </w:rPr>
              <w:t>Brief Introduction</w:t>
            </w:r>
          </w:p>
        </w:tc>
        <w:tc>
          <w:tcPr>
            <w:tcW w:w="7087" w:type="dxa"/>
          </w:tcPr>
          <w:p w:rsidR="00F36509" w:rsidRDefault="00F36509" w:rsidP="00F36509">
            <w:pPr>
              <w:cnfStyle w:val="000000100000"/>
            </w:pPr>
            <w:r>
              <w:t>Can update/delete Person details record.</w:t>
            </w:r>
          </w:p>
        </w:tc>
      </w:tr>
      <w:tr w:rsidR="00F36509" w:rsidTr="00F36509">
        <w:tc>
          <w:tcPr>
            <w:cnfStyle w:val="001000000000"/>
            <w:tcW w:w="7087" w:type="dxa"/>
          </w:tcPr>
          <w:p w:rsidR="00F36509" w:rsidRDefault="00F36509" w:rsidP="00F36509">
            <w:pPr>
              <w:rPr>
                <w:szCs w:val="40"/>
              </w:rPr>
            </w:pPr>
            <w:r>
              <w:rPr>
                <w:szCs w:val="40"/>
              </w:rPr>
              <w:t>Environment</w:t>
            </w:r>
          </w:p>
        </w:tc>
        <w:tc>
          <w:tcPr>
            <w:tcW w:w="7087" w:type="dxa"/>
          </w:tcPr>
          <w:p w:rsidR="00F36509" w:rsidRDefault="00F36509" w:rsidP="00F36509">
            <w:pPr>
              <w:cnfStyle w:val="000000000000"/>
            </w:pPr>
            <w:r>
              <w:t>Windows -7/IE-10/Apache 2.4...</w:t>
            </w:r>
          </w:p>
        </w:tc>
      </w:tr>
      <w:tr w:rsidR="00F36509" w:rsidTr="00F36509">
        <w:trPr>
          <w:cnfStyle w:val="000000100000"/>
        </w:trPr>
        <w:tc>
          <w:tcPr>
            <w:cnfStyle w:val="001000000000"/>
            <w:tcW w:w="7087" w:type="dxa"/>
          </w:tcPr>
          <w:p w:rsidR="00F36509" w:rsidRDefault="00F36509" w:rsidP="00F36509">
            <w:pPr>
              <w:rPr>
                <w:szCs w:val="40"/>
              </w:rPr>
            </w:pPr>
            <w:r>
              <w:rPr>
                <w:szCs w:val="40"/>
              </w:rPr>
              <w:t>Test Type</w:t>
            </w:r>
          </w:p>
        </w:tc>
        <w:tc>
          <w:tcPr>
            <w:tcW w:w="7087" w:type="dxa"/>
          </w:tcPr>
          <w:p w:rsidR="00F36509" w:rsidRDefault="00F36509" w:rsidP="00F36509">
            <w:pPr>
              <w:cnfStyle w:val="000000100000"/>
            </w:pPr>
            <w:r>
              <w:t>Regression Testing</w:t>
            </w:r>
          </w:p>
        </w:tc>
      </w:tr>
      <w:tr w:rsidR="00F36509" w:rsidTr="00F36509">
        <w:tc>
          <w:tcPr>
            <w:cnfStyle w:val="001000000000"/>
            <w:tcW w:w="7087" w:type="dxa"/>
          </w:tcPr>
          <w:p w:rsidR="00F36509" w:rsidRDefault="00F36509" w:rsidP="00F36509">
            <w:pPr>
              <w:rPr>
                <w:szCs w:val="40"/>
              </w:rPr>
            </w:pPr>
            <w:r>
              <w:rPr>
                <w:szCs w:val="40"/>
              </w:rPr>
              <w:t>Test Name</w:t>
            </w:r>
          </w:p>
        </w:tc>
        <w:tc>
          <w:tcPr>
            <w:tcW w:w="7087" w:type="dxa"/>
          </w:tcPr>
          <w:p w:rsidR="00F36509" w:rsidRPr="009E4738" w:rsidRDefault="00F36509" w:rsidP="00F36509">
            <w:pPr>
              <w:cnfStyle w:val="000000000000"/>
              <w:rPr>
                <w:b/>
              </w:rPr>
            </w:pPr>
            <w:r w:rsidRPr="009E4738">
              <w:rPr>
                <w:b/>
              </w:rPr>
              <w:t>Client/ Person</w:t>
            </w:r>
          </w:p>
        </w:tc>
      </w:tr>
      <w:tr w:rsidR="00F36509" w:rsidTr="00F36509">
        <w:trPr>
          <w:cnfStyle w:val="000000100000"/>
        </w:trPr>
        <w:tc>
          <w:tcPr>
            <w:cnfStyle w:val="001000000000"/>
            <w:tcW w:w="7087" w:type="dxa"/>
          </w:tcPr>
          <w:p w:rsidR="00F36509" w:rsidRDefault="00F36509" w:rsidP="00F36509">
            <w:pPr>
              <w:rPr>
                <w:szCs w:val="40"/>
              </w:rPr>
            </w:pPr>
            <w:r>
              <w:rPr>
                <w:szCs w:val="40"/>
              </w:rPr>
              <w:t>Test Case ID</w:t>
            </w:r>
          </w:p>
        </w:tc>
        <w:tc>
          <w:tcPr>
            <w:tcW w:w="7087" w:type="dxa"/>
          </w:tcPr>
          <w:p w:rsidR="00F36509" w:rsidRDefault="00976DE4" w:rsidP="00F36509">
            <w:pPr>
              <w:cnfStyle w:val="000000100000"/>
            </w:pPr>
            <w:r>
              <w:t>3.1</w:t>
            </w:r>
            <w:r w:rsidR="004D000C">
              <w:t>.1</w:t>
            </w:r>
            <w:r>
              <w:t xml:space="preserve"> - 3.10</w:t>
            </w:r>
          </w:p>
        </w:tc>
      </w:tr>
    </w:tbl>
    <w:p w:rsidR="001B4450" w:rsidRDefault="001B4450" w:rsidP="001B4450"/>
    <w:tbl>
      <w:tblPr>
        <w:tblStyle w:val="LightList-Accent11"/>
        <w:tblW w:w="0" w:type="auto"/>
        <w:tblLook w:val="04A0"/>
      </w:tblPr>
      <w:tblGrid>
        <w:gridCol w:w="7087"/>
        <w:gridCol w:w="7087"/>
      </w:tblGrid>
      <w:tr w:rsidR="00D25C2F" w:rsidTr="00082513">
        <w:trPr>
          <w:cnfStyle w:val="100000000000"/>
        </w:trPr>
        <w:tc>
          <w:tcPr>
            <w:cnfStyle w:val="001000000000"/>
            <w:tcW w:w="7087" w:type="dxa"/>
          </w:tcPr>
          <w:p w:rsidR="00D25C2F" w:rsidRDefault="00D25C2F" w:rsidP="00082513">
            <w:pPr>
              <w:rPr>
                <w:szCs w:val="40"/>
              </w:rPr>
            </w:pPr>
            <w:r>
              <w:rPr>
                <w:szCs w:val="40"/>
              </w:rPr>
              <w:t>Tested By</w:t>
            </w:r>
          </w:p>
        </w:tc>
        <w:tc>
          <w:tcPr>
            <w:tcW w:w="7087" w:type="dxa"/>
          </w:tcPr>
          <w:p w:rsidR="00D25C2F" w:rsidRDefault="00D25C2F" w:rsidP="00082513">
            <w:pPr>
              <w:cnfStyle w:val="100000000000"/>
            </w:pPr>
            <w:r>
              <w:t>Date</w:t>
            </w:r>
          </w:p>
        </w:tc>
      </w:tr>
      <w:tr w:rsidR="00D25C2F" w:rsidTr="00082513">
        <w:trPr>
          <w:cnfStyle w:val="000000100000"/>
        </w:trPr>
        <w:tc>
          <w:tcPr>
            <w:cnfStyle w:val="001000000000"/>
            <w:tcW w:w="7087" w:type="dxa"/>
          </w:tcPr>
          <w:p w:rsidR="00D25C2F" w:rsidRDefault="00D25C2F" w:rsidP="00082513">
            <w:pPr>
              <w:rPr>
                <w:szCs w:val="40"/>
              </w:rPr>
            </w:pPr>
          </w:p>
        </w:tc>
        <w:tc>
          <w:tcPr>
            <w:tcW w:w="7087" w:type="dxa"/>
          </w:tcPr>
          <w:p w:rsidR="00D25C2F" w:rsidRDefault="00D25C2F" w:rsidP="00082513">
            <w:pPr>
              <w:cnfStyle w:val="000000100000"/>
            </w:pPr>
          </w:p>
        </w:tc>
      </w:tr>
    </w:tbl>
    <w:p w:rsidR="00D25C2F" w:rsidRDefault="00D25C2F" w:rsidP="001B4450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NZ"/>
        </w:rPr>
        <w:id w:val="25586738"/>
        <w:docPartObj>
          <w:docPartGallery w:val="Table of Contents"/>
          <w:docPartUnique/>
        </w:docPartObj>
      </w:sdtPr>
      <w:sdtContent>
        <w:p w:rsidR="002B6334" w:rsidRDefault="002B6334">
          <w:pPr>
            <w:pStyle w:val="TOCHeading"/>
          </w:pPr>
          <w:r>
            <w:t>Contents</w:t>
          </w:r>
        </w:p>
        <w:p w:rsidR="002B6334" w:rsidRDefault="00B655FB">
          <w:pPr>
            <w:pStyle w:val="TOC2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r>
            <w:fldChar w:fldCharType="begin"/>
          </w:r>
          <w:r w:rsidR="002B6334">
            <w:instrText xml:space="preserve"> TOC \o "1-3" \h \z \u </w:instrText>
          </w:r>
          <w:r>
            <w:fldChar w:fldCharType="separate"/>
          </w:r>
          <w:hyperlink w:anchor="_Toc360028064" w:history="1">
            <w:r w:rsidR="002B6334" w:rsidRPr="00411EB2">
              <w:rPr>
                <w:rStyle w:val="Hyperlink"/>
                <w:noProof/>
              </w:rPr>
              <w:t>Test Plan</w:t>
            </w:r>
            <w:r w:rsidR="002B633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B6334">
              <w:rPr>
                <w:noProof/>
                <w:webHidden/>
              </w:rPr>
              <w:instrText xml:space="preserve"> PAGEREF _Toc360028064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6EB6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6334" w:rsidRDefault="00B655FB">
          <w:pPr>
            <w:pStyle w:val="TOC2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028065" w:history="1">
            <w:r w:rsidR="002B6334" w:rsidRPr="00411EB2">
              <w:rPr>
                <w:rStyle w:val="Hyperlink"/>
                <w:noProof/>
              </w:rPr>
              <w:t>Test Cases</w:t>
            </w:r>
            <w:r w:rsidR="002B633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B6334">
              <w:rPr>
                <w:noProof/>
                <w:webHidden/>
              </w:rPr>
              <w:instrText xml:space="preserve"> PAGEREF _Toc360028065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6EB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6334" w:rsidRPr="002B6334" w:rsidRDefault="00B655FB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028066" w:history="1">
            <w:r w:rsidR="002B6334" w:rsidRPr="002B6334">
              <w:rPr>
                <w:rStyle w:val="Hyperlink"/>
                <w:noProof/>
              </w:rPr>
              <w:t>3.1.1 Edit Person</w:t>
            </w:r>
            <w:r w:rsidR="002B6334" w:rsidRPr="002B6334">
              <w:rPr>
                <w:noProof/>
                <w:webHidden/>
              </w:rPr>
              <w:tab/>
            </w:r>
            <w:r w:rsidRPr="002B6334">
              <w:rPr>
                <w:noProof/>
                <w:webHidden/>
              </w:rPr>
              <w:fldChar w:fldCharType="begin"/>
            </w:r>
            <w:r w:rsidR="002B6334" w:rsidRPr="002B6334">
              <w:rPr>
                <w:noProof/>
                <w:webHidden/>
              </w:rPr>
              <w:instrText xml:space="preserve"> PAGEREF _Toc360028066 \h </w:instrText>
            </w:r>
            <w:r w:rsidRPr="002B6334">
              <w:rPr>
                <w:noProof/>
                <w:webHidden/>
              </w:rPr>
            </w:r>
            <w:r w:rsidRPr="002B6334">
              <w:rPr>
                <w:noProof/>
                <w:webHidden/>
              </w:rPr>
              <w:fldChar w:fldCharType="separate"/>
            </w:r>
            <w:r w:rsidR="006B6EB6">
              <w:rPr>
                <w:noProof/>
                <w:webHidden/>
              </w:rPr>
              <w:t>3</w:t>
            </w:r>
            <w:r w:rsidRPr="002B6334">
              <w:rPr>
                <w:noProof/>
                <w:webHidden/>
              </w:rPr>
              <w:fldChar w:fldCharType="end"/>
            </w:r>
          </w:hyperlink>
        </w:p>
        <w:p w:rsidR="002B6334" w:rsidRPr="002B6334" w:rsidRDefault="00B655FB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028067" w:history="1">
            <w:r w:rsidR="002B6334" w:rsidRPr="002B6334">
              <w:rPr>
                <w:rStyle w:val="Hyperlink"/>
                <w:noProof/>
              </w:rPr>
              <w:t>3.1.2 Delete person</w:t>
            </w:r>
            <w:r w:rsidR="002B6334" w:rsidRPr="002B6334">
              <w:rPr>
                <w:noProof/>
                <w:webHidden/>
              </w:rPr>
              <w:tab/>
            </w:r>
            <w:r w:rsidRPr="002B6334">
              <w:rPr>
                <w:noProof/>
                <w:webHidden/>
              </w:rPr>
              <w:fldChar w:fldCharType="begin"/>
            </w:r>
            <w:r w:rsidR="002B6334" w:rsidRPr="002B6334">
              <w:rPr>
                <w:noProof/>
                <w:webHidden/>
              </w:rPr>
              <w:instrText xml:space="preserve"> PAGEREF _Toc360028067 \h </w:instrText>
            </w:r>
            <w:r w:rsidRPr="002B6334">
              <w:rPr>
                <w:noProof/>
                <w:webHidden/>
              </w:rPr>
            </w:r>
            <w:r w:rsidRPr="002B6334">
              <w:rPr>
                <w:noProof/>
                <w:webHidden/>
              </w:rPr>
              <w:fldChar w:fldCharType="separate"/>
            </w:r>
            <w:r w:rsidR="006B6EB6">
              <w:rPr>
                <w:noProof/>
                <w:webHidden/>
              </w:rPr>
              <w:t>3</w:t>
            </w:r>
            <w:r w:rsidRPr="002B6334">
              <w:rPr>
                <w:noProof/>
                <w:webHidden/>
              </w:rPr>
              <w:fldChar w:fldCharType="end"/>
            </w:r>
          </w:hyperlink>
        </w:p>
        <w:p w:rsidR="002B6334" w:rsidRPr="002B6334" w:rsidRDefault="00B655FB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028068" w:history="1">
            <w:r w:rsidR="002B6334" w:rsidRPr="002B6334">
              <w:rPr>
                <w:rStyle w:val="Hyperlink"/>
                <w:noProof/>
              </w:rPr>
              <w:t>3.5 ID Card</w:t>
            </w:r>
            <w:r w:rsidR="002B6334" w:rsidRPr="002B6334">
              <w:rPr>
                <w:noProof/>
                <w:webHidden/>
              </w:rPr>
              <w:tab/>
            </w:r>
            <w:r w:rsidRPr="002B6334">
              <w:rPr>
                <w:noProof/>
                <w:webHidden/>
              </w:rPr>
              <w:fldChar w:fldCharType="begin"/>
            </w:r>
            <w:r w:rsidR="002B6334" w:rsidRPr="002B6334">
              <w:rPr>
                <w:noProof/>
                <w:webHidden/>
              </w:rPr>
              <w:instrText xml:space="preserve"> PAGEREF _Toc360028068 \h </w:instrText>
            </w:r>
            <w:r w:rsidRPr="002B6334">
              <w:rPr>
                <w:noProof/>
                <w:webHidden/>
              </w:rPr>
            </w:r>
            <w:r w:rsidRPr="002B6334">
              <w:rPr>
                <w:noProof/>
                <w:webHidden/>
              </w:rPr>
              <w:fldChar w:fldCharType="separate"/>
            </w:r>
            <w:r w:rsidR="006B6EB6">
              <w:rPr>
                <w:noProof/>
                <w:webHidden/>
              </w:rPr>
              <w:t>3</w:t>
            </w:r>
            <w:r w:rsidRPr="002B6334">
              <w:rPr>
                <w:noProof/>
                <w:webHidden/>
              </w:rPr>
              <w:fldChar w:fldCharType="end"/>
            </w:r>
          </w:hyperlink>
        </w:p>
        <w:p w:rsidR="002B6334" w:rsidRPr="002B6334" w:rsidRDefault="00B655FB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028069" w:history="1">
            <w:r w:rsidR="002B6334" w:rsidRPr="002B6334">
              <w:rPr>
                <w:rStyle w:val="Hyperlink"/>
                <w:noProof/>
              </w:rPr>
              <w:t>3.6.1 upload Photos &amp; Signature</w:t>
            </w:r>
            <w:r w:rsidR="002B6334" w:rsidRPr="002B6334">
              <w:rPr>
                <w:noProof/>
                <w:webHidden/>
              </w:rPr>
              <w:tab/>
            </w:r>
            <w:r w:rsidRPr="002B6334">
              <w:rPr>
                <w:noProof/>
                <w:webHidden/>
              </w:rPr>
              <w:fldChar w:fldCharType="begin"/>
            </w:r>
            <w:r w:rsidR="002B6334" w:rsidRPr="002B6334">
              <w:rPr>
                <w:noProof/>
                <w:webHidden/>
              </w:rPr>
              <w:instrText xml:space="preserve"> PAGEREF _Toc360028069 \h </w:instrText>
            </w:r>
            <w:r w:rsidRPr="002B6334">
              <w:rPr>
                <w:noProof/>
                <w:webHidden/>
              </w:rPr>
            </w:r>
            <w:r w:rsidRPr="002B6334">
              <w:rPr>
                <w:noProof/>
                <w:webHidden/>
              </w:rPr>
              <w:fldChar w:fldCharType="separate"/>
            </w:r>
            <w:r w:rsidR="006B6EB6">
              <w:rPr>
                <w:noProof/>
                <w:webHidden/>
              </w:rPr>
              <w:t>3</w:t>
            </w:r>
            <w:r w:rsidRPr="002B6334">
              <w:rPr>
                <w:noProof/>
                <w:webHidden/>
              </w:rPr>
              <w:fldChar w:fldCharType="end"/>
            </w:r>
          </w:hyperlink>
        </w:p>
        <w:p w:rsidR="002B6334" w:rsidRPr="002B6334" w:rsidRDefault="00B655FB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028070" w:history="1">
            <w:r w:rsidR="002B6334" w:rsidRPr="002B6334">
              <w:rPr>
                <w:rStyle w:val="Hyperlink"/>
                <w:noProof/>
              </w:rPr>
              <w:t>3.6.2 Delete Photos</w:t>
            </w:r>
            <w:r w:rsidR="002B6334" w:rsidRPr="002B6334">
              <w:rPr>
                <w:noProof/>
                <w:webHidden/>
              </w:rPr>
              <w:tab/>
            </w:r>
            <w:r w:rsidRPr="002B6334">
              <w:rPr>
                <w:noProof/>
                <w:webHidden/>
              </w:rPr>
              <w:fldChar w:fldCharType="begin"/>
            </w:r>
            <w:r w:rsidR="002B6334" w:rsidRPr="002B6334">
              <w:rPr>
                <w:noProof/>
                <w:webHidden/>
              </w:rPr>
              <w:instrText xml:space="preserve"> PAGEREF _Toc360028070 \h </w:instrText>
            </w:r>
            <w:r w:rsidRPr="002B6334">
              <w:rPr>
                <w:noProof/>
                <w:webHidden/>
              </w:rPr>
            </w:r>
            <w:r w:rsidRPr="002B6334">
              <w:rPr>
                <w:noProof/>
                <w:webHidden/>
              </w:rPr>
              <w:fldChar w:fldCharType="separate"/>
            </w:r>
            <w:r w:rsidR="006B6EB6">
              <w:rPr>
                <w:noProof/>
                <w:webHidden/>
              </w:rPr>
              <w:t>3</w:t>
            </w:r>
            <w:r w:rsidRPr="002B6334">
              <w:rPr>
                <w:noProof/>
                <w:webHidden/>
              </w:rPr>
              <w:fldChar w:fldCharType="end"/>
            </w:r>
          </w:hyperlink>
        </w:p>
        <w:p w:rsidR="002B6334" w:rsidRPr="002B6334" w:rsidRDefault="00B655FB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028071" w:history="1">
            <w:r w:rsidR="002B6334" w:rsidRPr="002B6334">
              <w:rPr>
                <w:rStyle w:val="Hyperlink"/>
                <w:noProof/>
              </w:rPr>
              <w:t>3.7.1 Upload documents</w:t>
            </w:r>
            <w:r w:rsidR="002B6334" w:rsidRPr="002B6334">
              <w:rPr>
                <w:noProof/>
                <w:webHidden/>
              </w:rPr>
              <w:tab/>
            </w:r>
            <w:r w:rsidRPr="002B6334">
              <w:rPr>
                <w:noProof/>
                <w:webHidden/>
              </w:rPr>
              <w:fldChar w:fldCharType="begin"/>
            </w:r>
            <w:r w:rsidR="002B6334" w:rsidRPr="002B6334">
              <w:rPr>
                <w:noProof/>
                <w:webHidden/>
              </w:rPr>
              <w:instrText xml:space="preserve"> PAGEREF _Toc360028071 \h </w:instrText>
            </w:r>
            <w:r w:rsidRPr="002B6334">
              <w:rPr>
                <w:noProof/>
                <w:webHidden/>
              </w:rPr>
            </w:r>
            <w:r w:rsidRPr="002B6334">
              <w:rPr>
                <w:noProof/>
                <w:webHidden/>
              </w:rPr>
              <w:fldChar w:fldCharType="separate"/>
            </w:r>
            <w:r w:rsidR="006B6EB6">
              <w:rPr>
                <w:noProof/>
                <w:webHidden/>
              </w:rPr>
              <w:t>3</w:t>
            </w:r>
            <w:r w:rsidRPr="002B6334">
              <w:rPr>
                <w:noProof/>
                <w:webHidden/>
              </w:rPr>
              <w:fldChar w:fldCharType="end"/>
            </w:r>
          </w:hyperlink>
        </w:p>
        <w:p w:rsidR="002B6334" w:rsidRPr="002B6334" w:rsidRDefault="00B655FB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028072" w:history="1">
            <w:r w:rsidR="002B6334" w:rsidRPr="002B6334">
              <w:rPr>
                <w:rStyle w:val="Hyperlink"/>
                <w:noProof/>
              </w:rPr>
              <w:t>3.7.2 Delete documents</w:t>
            </w:r>
            <w:r w:rsidR="002B6334" w:rsidRPr="002B6334">
              <w:rPr>
                <w:noProof/>
                <w:webHidden/>
              </w:rPr>
              <w:tab/>
            </w:r>
            <w:r w:rsidRPr="002B6334">
              <w:rPr>
                <w:noProof/>
                <w:webHidden/>
              </w:rPr>
              <w:fldChar w:fldCharType="begin"/>
            </w:r>
            <w:r w:rsidR="002B6334" w:rsidRPr="002B6334">
              <w:rPr>
                <w:noProof/>
                <w:webHidden/>
              </w:rPr>
              <w:instrText xml:space="preserve"> PAGEREF _Toc360028072 \h </w:instrText>
            </w:r>
            <w:r w:rsidRPr="002B6334">
              <w:rPr>
                <w:noProof/>
                <w:webHidden/>
              </w:rPr>
            </w:r>
            <w:r w:rsidRPr="002B6334">
              <w:rPr>
                <w:noProof/>
                <w:webHidden/>
              </w:rPr>
              <w:fldChar w:fldCharType="separate"/>
            </w:r>
            <w:r w:rsidR="006B6EB6">
              <w:rPr>
                <w:noProof/>
                <w:webHidden/>
              </w:rPr>
              <w:t>3</w:t>
            </w:r>
            <w:r w:rsidRPr="002B6334">
              <w:rPr>
                <w:noProof/>
                <w:webHidden/>
              </w:rPr>
              <w:fldChar w:fldCharType="end"/>
            </w:r>
          </w:hyperlink>
        </w:p>
        <w:p w:rsidR="002B6334" w:rsidRPr="002B6334" w:rsidRDefault="00B655FB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028073" w:history="1">
            <w:r w:rsidR="002B6334" w:rsidRPr="002B6334">
              <w:rPr>
                <w:rStyle w:val="Hyperlink"/>
                <w:noProof/>
              </w:rPr>
              <w:t>3.7.3 Download documents</w:t>
            </w:r>
            <w:r w:rsidR="002B6334" w:rsidRPr="002B6334">
              <w:rPr>
                <w:noProof/>
                <w:webHidden/>
              </w:rPr>
              <w:tab/>
            </w:r>
            <w:r w:rsidRPr="002B6334">
              <w:rPr>
                <w:noProof/>
                <w:webHidden/>
              </w:rPr>
              <w:fldChar w:fldCharType="begin"/>
            </w:r>
            <w:r w:rsidR="002B6334" w:rsidRPr="002B6334">
              <w:rPr>
                <w:noProof/>
                <w:webHidden/>
              </w:rPr>
              <w:instrText xml:space="preserve"> PAGEREF _Toc360028073 \h </w:instrText>
            </w:r>
            <w:r w:rsidRPr="002B6334">
              <w:rPr>
                <w:noProof/>
                <w:webHidden/>
              </w:rPr>
            </w:r>
            <w:r w:rsidRPr="002B6334">
              <w:rPr>
                <w:noProof/>
                <w:webHidden/>
              </w:rPr>
              <w:fldChar w:fldCharType="separate"/>
            </w:r>
            <w:r w:rsidR="006B6EB6">
              <w:rPr>
                <w:noProof/>
                <w:webHidden/>
              </w:rPr>
              <w:t>3</w:t>
            </w:r>
            <w:r w:rsidRPr="002B6334">
              <w:rPr>
                <w:noProof/>
                <w:webHidden/>
              </w:rPr>
              <w:fldChar w:fldCharType="end"/>
            </w:r>
          </w:hyperlink>
        </w:p>
        <w:p w:rsidR="002B6334" w:rsidRPr="002B6334" w:rsidRDefault="00B655FB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028074" w:history="1">
            <w:r w:rsidR="002B6334" w:rsidRPr="002B6334">
              <w:rPr>
                <w:rStyle w:val="Hyperlink"/>
                <w:noProof/>
              </w:rPr>
              <w:t>3.7.4 Refresh documents</w:t>
            </w:r>
            <w:r w:rsidR="002B6334" w:rsidRPr="002B6334">
              <w:rPr>
                <w:noProof/>
                <w:webHidden/>
              </w:rPr>
              <w:tab/>
            </w:r>
            <w:r w:rsidRPr="002B6334">
              <w:rPr>
                <w:noProof/>
                <w:webHidden/>
              </w:rPr>
              <w:fldChar w:fldCharType="begin"/>
            </w:r>
            <w:r w:rsidR="002B6334" w:rsidRPr="002B6334">
              <w:rPr>
                <w:noProof/>
                <w:webHidden/>
              </w:rPr>
              <w:instrText xml:space="preserve"> PAGEREF _Toc360028074 \h </w:instrText>
            </w:r>
            <w:r w:rsidRPr="002B6334">
              <w:rPr>
                <w:noProof/>
                <w:webHidden/>
              </w:rPr>
            </w:r>
            <w:r w:rsidRPr="002B6334">
              <w:rPr>
                <w:noProof/>
                <w:webHidden/>
              </w:rPr>
              <w:fldChar w:fldCharType="separate"/>
            </w:r>
            <w:r w:rsidR="006B6EB6">
              <w:rPr>
                <w:noProof/>
                <w:webHidden/>
              </w:rPr>
              <w:t>3</w:t>
            </w:r>
            <w:r w:rsidRPr="002B6334">
              <w:rPr>
                <w:noProof/>
                <w:webHidden/>
              </w:rPr>
              <w:fldChar w:fldCharType="end"/>
            </w:r>
          </w:hyperlink>
        </w:p>
        <w:p w:rsidR="002B6334" w:rsidRPr="002B6334" w:rsidRDefault="00B655FB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028075" w:history="1">
            <w:r w:rsidR="002B6334" w:rsidRPr="002B6334">
              <w:rPr>
                <w:rStyle w:val="Hyperlink"/>
                <w:noProof/>
              </w:rPr>
              <w:t>3.8 Print Reports for Person</w:t>
            </w:r>
            <w:r w:rsidR="002B6334" w:rsidRPr="002B6334">
              <w:rPr>
                <w:noProof/>
                <w:webHidden/>
              </w:rPr>
              <w:tab/>
            </w:r>
            <w:r w:rsidRPr="002B6334">
              <w:rPr>
                <w:noProof/>
                <w:webHidden/>
              </w:rPr>
              <w:fldChar w:fldCharType="begin"/>
            </w:r>
            <w:r w:rsidR="002B6334" w:rsidRPr="002B6334">
              <w:rPr>
                <w:noProof/>
                <w:webHidden/>
              </w:rPr>
              <w:instrText xml:space="preserve"> PAGEREF _Toc360028075 \h </w:instrText>
            </w:r>
            <w:r w:rsidRPr="002B6334">
              <w:rPr>
                <w:noProof/>
                <w:webHidden/>
              </w:rPr>
            </w:r>
            <w:r w:rsidRPr="002B6334">
              <w:rPr>
                <w:noProof/>
                <w:webHidden/>
              </w:rPr>
              <w:fldChar w:fldCharType="separate"/>
            </w:r>
            <w:r w:rsidR="006B6EB6">
              <w:rPr>
                <w:noProof/>
                <w:webHidden/>
              </w:rPr>
              <w:t>3</w:t>
            </w:r>
            <w:r w:rsidRPr="002B6334">
              <w:rPr>
                <w:noProof/>
                <w:webHidden/>
              </w:rPr>
              <w:fldChar w:fldCharType="end"/>
            </w:r>
          </w:hyperlink>
        </w:p>
        <w:p w:rsidR="002B6334" w:rsidRPr="002B6334" w:rsidRDefault="00B655FB">
          <w:pPr>
            <w:pStyle w:val="TOC3"/>
            <w:tabs>
              <w:tab w:val="right" w:leader="dot" w:pos="13949"/>
            </w:tabs>
            <w:rPr>
              <w:noProof/>
            </w:rPr>
          </w:pPr>
          <w:hyperlink w:anchor="_Toc360028076" w:history="1">
            <w:r w:rsidR="002B6334" w:rsidRPr="002B6334">
              <w:rPr>
                <w:rStyle w:val="Hyperlink"/>
                <w:noProof/>
              </w:rPr>
              <w:t>3.9 Back button to return to client search screen</w:t>
            </w:r>
            <w:r w:rsidR="002B6334" w:rsidRPr="002B6334">
              <w:rPr>
                <w:noProof/>
                <w:webHidden/>
              </w:rPr>
              <w:tab/>
            </w:r>
            <w:r w:rsidRPr="002B6334">
              <w:rPr>
                <w:noProof/>
                <w:webHidden/>
              </w:rPr>
              <w:fldChar w:fldCharType="begin"/>
            </w:r>
            <w:r w:rsidR="002B6334" w:rsidRPr="002B6334">
              <w:rPr>
                <w:noProof/>
                <w:webHidden/>
              </w:rPr>
              <w:instrText xml:space="preserve"> PAGEREF _Toc360028076 \h </w:instrText>
            </w:r>
            <w:r w:rsidRPr="002B6334">
              <w:rPr>
                <w:noProof/>
                <w:webHidden/>
              </w:rPr>
            </w:r>
            <w:r w:rsidRPr="002B6334">
              <w:rPr>
                <w:noProof/>
                <w:webHidden/>
              </w:rPr>
              <w:fldChar w:fldCharType="separate"/>
            </w:r>
            <w:r w:rsidR="006B6EB6">
              <w:rPr>
                <w:noProof/>
                <w:webHidden/>
              </w:rPr>
              <w:t>3</w:t>
            </w:r>
            <w:r w:rsidRPr="002B6334">
              <w:rPr>
                <w:noProof/>
                <w:webHidden/>
              </w:rPr>
              <w:fldChar w:fldCharType="end"/>
            </w:r>
          </w:hyperlink>
        </w:p>
        <w:p w:rsidR="002B6334" w:rsidRDefault="00B655FB" w:rsidP="004D000C">
          <w:pPr>
            <w:tabs>
              <w:tab w:val="right" w:pos="13959"/>
            </w:tabs>
          </w:pPr>
          <w:r>
            <w:fldChar w:fldCharType="end"/>
          </w:r>
          <w:r w:rsidR="004D000C">
            <w:tab/>
          </w:r>
        </w:p>
      </w:sdtContent>
    </w:sdt>
    <w:p w:rsidR="009E4738" w:rsidRDefault="009E4738" w:rsidP="004D000C">
      <w:pPr>
        <w:tabs>
          <w:tab w:val="right" w:pos="13959"/>
        </w:tabs>
        <w:rPr>
          <w:b/>
        </w:rPr>
      </w:pPr>
    </w:p>
    <w:p w:rsidR="004D000C" w:rsidRDefault="004D000C" w:rsidP="004D000C">
      <w:pPr>
        <w:tabs>
          <w:tab w:val="right" w:pos="13959"/>
        </w:tabs>
        <w:rPr>
          <w:b/>
        </w:rPr>
      </w:pPr>
      <w:r w:rsidRPr="004D000C">
        <w:rPr>
          <w:b/>
        </w:rPr>
        <w:t>Refer to generic test plan templates for the following feature</w:t>
      </w:r>
      <w:r>
        <w:rPr>
          <w:b/>
        </w:rPr>
        <w:t>s</w:t>
      </w:r>
    </w:p>
    <w:p w:rsidR="004D000C" w:rsidRPr="004D000C" w:rsidRDefault="00B655FB" w:rsidP="004D000C">
      <w:pPr>
        <w:tabs>
          <w:tab w:val="right" w:pos="13959"/>
        </w:tabs>
      </w:pPr>
      <w:hyperlink r:id="rId8" w:history="1">
        <w:r w:rsidR="004D000C" w:rsidRPr="001F2D5F">
          <w:rPr>
            <w:rStyle w:val="Hyperlink"/>
          </w:rPr>
          <w:t>3.2 Audit</w:t>
        </w:r>
      </w:hyperlink>
    </w:p>
    <w:p w:rsidR="004D000C" w:rsidRPr="004D000C" w:rsidRDefault="00B655FB" w:rsidP="004D000C">
      <w:pPr>
        <w:tabs>
          <w:tab w:val="right" w:pos="13959"/>
        </w:tabs>
      </w:pPr>
      <w:hyperlink r:id="rId9" w:history="1">
        <w:r w:rsidR="004D000C" w:rsidRPr="001F2D5F">
          <w:rPr>
            <w:rStyle w:val="Hyperlink"/>
          </w:rPr>
          <w:t>3.3 Contact Log</w:t>
        </w:r>
      </w:hyperlink>
    </w:p>
    <w:p w:rsidR="004D000C" w:rsidRDefault="00B655FB" w:rsidP="004D000C">
      <w:pPr>
        <w:tabs>
          <w:tab w:val="right" w:pos="13959"/>
        </w:tabs>
      </w:pPr>
      <w:hyperlink r:id="rId10" w:history="1">
        <w:r w:rsidR="004D000C" w:rsidRPr="001F2D5F">
          <w:rPr>
            <w:rStyle w:val="Hyperlink"/>
          </w:rPr>
          <w:t>3.4 Correspondence</w:t>
        </w:r>
      </w:hyperlink>
    </w:p>
    <w:p w:rsidR="004D000C" w:rsidRPr="004D000C" w:rsidRDefault="00B655FB" w:rsidP="004D000C">
      <w:pPr>
        <w:tabs>
          <w:tab w:val="right" w:pos="13959"/>
        </w:tabs>
      </w:pPr>
      <w:hyperlink r:id="rId11" w:history="1">
        <w:r w:rsidR="004D000C" w:rsidRPr="001F2D5F">
          <w:rPr>
            <w:rStyle w:val="Hyperlink"/>
          </w:rPr>
          <w:t>3.10 Post-It-Note</w:t>
        </w:r>
      </w:hyperlink>
    </w:p>
    <w:p w:rsidR="004D000C" w:rsidRDefault="004D000C">
      <w:bookmarkStart w:id="1" w:name="_Toc360028065"/>
    </w:p>
    <w:p w:rsidR="004D000C" w:rsidRDefault="004D000C">
      <w:pPr>
        <w:rPr>
          <w:rFonts w:ascii="Cambria" w:hAnsi="Cambria"/>
          <w:b/>
          <w:bCs/>
          <w:color w:val="4F81BD"/>
          <w:sz w:val="26"/>
          <w:szCs w:val="26"/>
        </w:rPr>
      </w:pPr>
      <w:r>
        <w:br w:type="page"/>
      </w:r>
    </w:p>
    <w:p w:rsidR="001B4450" w:rsidRDefault="001B4450" w:rsidP="00B25996">
      <w:pPr>
        <w:pStyle w:val="Heading2"/>
      </w:pPr>
      <w:r w:rsidRPr="00317182">
        <w:lastRenderedPageBreak/>
        <w:t>Test Cases</w:t>
      </w:r>
      <w:bookmarkEnd w:id="1"/>
    </w:p>
    <w:tbl>
      <w:tblPr>
        <w:tblStyle w:val="LightList-Accent11"/>
        <w:tblW w:w="5000" w:type="pct"/>
        <w:tblLayout w:type="fixed"/>
        <w:tblLook w:val="04A0"/>
      </w:tblPr>
      <w:tblGrid>
        <w:gridCol w:w="2091"/>
        <w:gridCol w:w="2268"/>
        <w:gridCol w:w="2784"/>
        <w:gridCol w:w="1894"/>
        <w:gridCol w:w="1843"/>
        <w:gridCol w:w="1134"/>
        <w:gridCol w:w="851"/>
        <w:gridCol w:w="1310"/>
      </w:tblGrid>
      <w:tr w:rsidR="002B6334" w:rsidTr="00310B48">
        <w:trPr>
          <w:cnfStyle w:val="100000000000"/>
          <w:tblHeader/>
        </w:trPr>
        <w:tc>
          <w:tcPr>
            <w:cnfStyle w:val="001000000000"/>
            <w:tcW w:w="738" w:type="pct"/>
          </w:tcPr>
          <w:p w:rsidR="002B6334" w:rsidRPr="006C607F" w:rsidRDefault="002B6334" w:rsidP="002B6334">
            <w:pPr>
              <w:jc w:val="center"/>
              <w:rPr>
                <w:b w:val="0"/>
                <w:bCs w:val="0"/>
              </w:rPr>
            </w:pPr>
            <w:bookmarkStart w:id="2" w:name="OLE_LINK2"/>
            <w:r>
              <w:t>Case ID &amp;</w:t>
            </w:r>
          </w:p>
          <w:p w:rsidR="002B6334" w:rsidRPr="006C607F" w:rsidRDefault="002B6334" w:rsidP="002B6334">
            <w:pPr>
              <w:jc w:val="center"/>
            </w:pPr>
            <w:r w:rsidRPr="006C607F">
              <w:t>Test Objective</w:t>
            </w:r>
          </w:p>
        </w:tc>
        <w:tc>
          <w:tcPr>
            <w:tcW w:w="800" w:type="pct"/>
          </w:tcPr>
          <w:p w:rsidR="002B6334" w:rsidRPr="006C607F" w:rsidRDefault="002B6334" w:rsidP="00082513">
            <w:pPr>
              <w:cnfStyle w:val="100000000000"/>
            </w:pPr>
            <w:r w:rsidRPr="006C607F">
              <w:t>Test Prerequisite</w:t>
            </w:r>
          </w:p>
        </w:tc>
        <w:tc>
          <w:tcPr>
            <w:tcW w:w="982" w:type="pct"/>
          </w:tcPr>
          <w:p w:rsidR="002B6334" w:rsidRPr="006C607F" w:rsidRDefault="002B6334" w:rsidP="00082513">
            <w:pPr>
              <w:cnfStyle w:val="100000000000"/>
            </w:pPr>
            <w:r w:rsidRPr="006C607F">
              <w:t>Test Procedure</w:t>
            </w:r>
            <w:r>
              <w:t xml:space="preserve"> (Actions/Steps)</w:t>
            </w:r>
          </w:p>
        </w:tc>
        <w:tc>
          <w:tcPr>
            <w:tcW w:w="668" w:type="pct"/>
          </w:tcPr>
          <w:p w:rsidR="002B6334" w:rsidRPr="006C607F" w:rsidRDefault="002B6334" w:rsidP="00082513">
            <w:pPr>
              <w:cnfStyle w:val="100000000000"/>
            </w:pPr>
            <w:r>
              <w:t>Data</w:t>
            </w:r>
          </w:p>
        </w:tc>
        <w:tc>
          <w:tcPr>
            <w:tcW w:w="650" w:type="pct"/>
          </w:tcPr>
          <w:p w:rsidR="002B6334" w:rsidRPr="006C607F" w:rsidRDefault="002B6334" w:rsidP="00082513">
            <w:pPr>
              <w:cnfStyle w:val="100000000000"/>
            </w:pPr>
            <w:r w:rsidRPr="006C607F">
              <w:t>Expected Outcome</w:t>
            </w:r>
          </w:p>
        </w:tc>
        <w:tc>
          <w:tcPr>
            <w:tcW w:w="400" w:type="pct"/>
          </w:tcPr>
          <w:p w:rsidR="002B6334" w:rsidRPr="006C607F" w:rsidRDefault="002B6334" w:rsidP="00082513">
            <w:pPr>
              <w:cnfStyle w:val="100000000000"/>
            </w:pPr>
            <w:r w:rsidRPr="006C607F">
              <w:t>Actual Outcome</w:t>
            </w:r>
          </w:p>
        </w:tc>
        <w:tc>
          <w:tcPr>
            <w:tcW w:w="300" w:type="pct"/>
          </w:tcPr>
          <w:p w:rsidR="002B6334" w:rsidRPr="006C607F" w:rsidRDefault="002B6334" w:rsidP="00082513">
            <w:pPr>
              <w:cnfStyle w:val="100000000000"/>
            </w:pPr>
            <w:r w:rsidRPr="006C607F">
              <w:t>Result</w:t>
            </w:r>
          </w:p>
        </w:tc>
        <w:tc>
          <w:tcPr>
            <w:tcW w:w="462" w:type="pct"/>
          </w:tcPr>
          <w:p w:rsidR="002B6334" w:rsidRPr="006C607F" w:rsidRDefault="002B6334" w:rsidP="00082513">
            <w:pPr>
              <w:cnfStyle w:val="100000000000"/>
            </w:pPr>
            <w:r>
              <w:t>Actions Required</w:t>
            </w:r>
          </w:p>
        </w:tc>
      </w:tr>
      <w:tr w:rsidR="002B6334" w:rsidTr="00310B48">
        <w:trPr>
          <w:cnfStyle w:val="000000100000"/>
        </w:trPr>
        <w:tc>
          <w:tcPr>
            <w:cnfStyle w:val="001000000000"/>
            <w:tcW w:w="738" w:type="pct"/>
            <w:vMerge w:val="restart"/>
          </w:tcPr>
          <w:p w:rsidR="002B6334" w:rsidRPr="002B6334" w:rsidRDefault="002B6334" w:rsidP="002B6334">
            <w:pPr>
              <w:pStyle w:val="Heading3"/>
              <w:outlineLvl w:val="2"/>
            </w:pPr>
            <w:bookmarkStart w:id="3" w:name="_Toc360028066"/>
            <w:r w:rsidRPr="002B6334">
              <w:t>3.1.1</w:t>
            </w:r>
            <w:bookmarkStart w:id="4" w:name="Edit"/>
            <w:r w:rsidRPr="002B6334">
              <w:t xml:space="preserve"> Edit </w:t>
            </w:r>
            <w:bookmarkEnd w:id="4"/>
            <w:r w:rsidRPr="002B6334">
              <w:t>Person</w:t>
            </w:r>
            <w:bookmarkEnd w:id="3"/>
          </w:p>
        </w:tc>
        <w:tc>
          <w:tcPr>
            <w:tcW w:w="800" w:type="pct"/>
            <w:vMerge w:val="restart"/>
          </w:tcPr>
          <w:p w:rsidR="009E4738" w:rsidRDefault="009E4738" w:rsidP="00082513">
            <w:pPr>
              <w:cnfStyle w:val="000000100000"/>
            </w:pPr>
            <w:bookmarkStart w:id="5" w:name="OLE_LINK1"/>
            <w:r>
              <w:t>Must have security access to</w:t>
            </w:r>
          </w:p>
          <w:p w:rsidR="009E4738" w:rsidRDefault="009E4738" w:rsidP="009E4738">
            <w:pPr>
              <w:pStyle w:val="ListParagraph"/>
              <w:numPr>
                <w:ilvl w:val="0"/>
                <w:numId w:val="24"/>
              </w:numPr>
              <w:cnfStyle w:val="000000100000"/>
            </w:pPr>
            <w:r>
              <w:t>Client</w:t>
            </w:r>
          </w:p>
          <w:p w:rsidR="009E4738" w:rsidRDefault="009E4738" w:rsidP="009E4738">
            <w:pPr>
              <w:pStyle w:val="ListParagraph"/>
              <w:ind w:left="400"/>
              <w:cnfStyle w:val="000000100000"/>
            </w:pPr>
          </w:p>
          <w:p w:rsidR="009E4738" w:rsidRDefault="002B6334" w:rsidP="00082513">
            <w:pPr>
              <w:cnfStyle w:val="000000100000"/>
            </w:pPr>
            <w:r>
              <w:t xml:space="preserve">Must </w:t>
            </w:r>
            <w:r w:rsidR="009E4738">
              <w:t xml:space="preserve">have existing </w:t>
            </w:r>
            <w:r>
              <w:t xml:space="preserve">person </w:t>
            </w:r>
            <w:r w:rsidR="009E4738">
              <w:t>details</w:t>
            </w:r>
            <w:r w:rsidR="004D4E7F">
              <w:t xml:space="preserve">. </w:t>
            </w:r>
            <w:r w:rsidR="009E4738">
              <w:t>To create person refer to the following test cases</w:t>
            </w:r>
          </w:p>
          <w:p w:rsidR="002B6334" w:rsidRDefault="002B6334" w:rsidP="009E4738">
            <w:pPr>
              <w:pStyle w:val="ListParagraph"/>
              <w:numPr>
                <w:ilvl w:val="0"/>
                <w:numId w:val="23"/>
              </w:numPr>
              <w:cnfStyle w:val="000000100000"/>
              <w:rPr>
                <w:b/>
              </w:rPr>
            </w:pPr>
            <w:r w:rsidRPr="009E4738">
              <w:rPr>
                <w:b/>
              </w:rPr>
              <w:t xml:space="preserve">2.2 </w:t>
            </w:r>
            <w:r w:rsidR="009E4738" w:rsidRPr="009E4738">
              <w:t>Add a Person</w:t>
            </w:r>
          </w:p>
          <w:p w:rsidR="009E4738" w:rsidRPr="009E4738" w:rsidRDefault="009E4738" w:rsidP="009E4738">
            <w:pPr>
              <w:pStyle w:val="ListParagraph"/>
              <w:numPr>
                <w:ilvl w:val="0"/>
                <w:numId w:val="23"/>
              </w:numPr>
              <w:cnfStyle w:val="000000100000"/>
              <w:rPr>
                <w:b/>
              </w:rPr>
            </w:pPr>
            <w:r>
              <w:rPr>
                <w:b/>
              </w:rPr>
              <w:t xml:space="preserve">2.3 </w:t>
            </w:r>
            <w:r w:rsidRPr="009E4738">
              <w:t>Add Person in live form</w:t>
            </w:r>
          </w:p>
          <w:p w:rsidR="002B6334" w:rsidRPr="00976DE4" w:rsidRDefault="002B6334" w:rsidP="00082513">
            <w:pPr>
              <w:cnfStyle w:val="000000100000"/>
              <w:rPr>
                <w:b/>
              </w:rPr>
            </w:pPr>
          </w:p>
          <w:bookmarkEnd w:id="5"/>
          <w:p w:rsidR="002B6334" w:rsidRDefault="002B6334" w:rsidP="00B95851">
            <w:pPr>
              <w:pStyle w:val="ListParagraph"/>
              <w:ind w:left="678"/>
              <w:cnfStyle w:val="000000100000"/>
            </w:pPr>
          </w:p>
        </w:tc>
        <w:tc>
          <w:tcPr>
            <w:tcW w:w="982" w:type="pct"/>
          </w:tcPr>
          <w:p w:rsidR="002B6334" w:rsidRDefault="002B6334" w:rsidP="00052FCE">
            <w:pPr>
              <w:pStyle w:val="ListParagraph"/>
              <w:ind w:left="0"/>
              <w:cnfStyle w:val="000000100000"/>
            </w:pPr>
            <w:r>
              <w:t>Go to client Module</w:t>
            </w:r>
          </w:p>
          <w:p w:rsidR="002B6334" w:rsidRDefault="002B6334" w:rsidP="00052FCE">
            <w:pPr>
              <w:pStyle w:val="ListParagraph"/>
              <w:ind w:left="360"/>
              <w:cnfStyle w:val="000000100000"/>
            </w:pPr>
          </w:p>
        </w:tc>
        <w:tc>
          <w:tcPr>
            <w:tcW w:w="668" w:type="pct"/>
          </w:tcPr>
          <w:p w:rsidR="002B6334" w:rsidRDefault="002B6334" w:rsidP="00052FCE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6334" w:rsidRDefault="002B6334" w:rsidP="00082513">
            <w:pPr>
              <w:cnfStyle w:val="000000100000"/>
            </w:pPr>
            <w:r>
              <w:t>Client Module is loaded</w:t>
            </w:r>
          </w:p>
        </w:tc>
        <w:tc>
          <w:tcPr>
            <w:tcW w:w="4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100000"/>
            </w:pPr>
          </w:p>
        </w:tc>
      </w:tr>
      <w:tr w:rsidR="002B6334" w:rsidTr="00310B48">
        <w:tc>
          <w:tcPr>
            <w:cnfStyle w:val="001000000000"/>
            <w:tcW w:w="738" w:type="pct"/>
            <w:vMerge/>
          </w:tcPr>
          <w:p w:rsidR="002B6334" w:rsidRDefault="002B6334" w:rsidP="00082513"/>
        </w:tc>
        <w:tc>
          <w:tcPr>
            <w:tcW w:w="800" w:type="pct"/>
            <w:vMerge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982" w:type="pct"/>
          </w:tcPr>
          <w:p w:rsidR="002B6334" w:rsidRDefault="006652C2" w:rsidP="00052FCE">
            <w:pPr>
              <w:pStyle w:val="ListParagraph"/>
              <w:ind w:left="0"/>
              <w:cnfStyle w:val="000000000000"/>
            </w:pPr>
            <w:r>
              <w:t>Enter the data</w:t>
            </w:r>
          </w:p>
          <w:p w:rsidR="002B6334" w:rsidRDefault="002B6334" w:rsidP="00052FCE">
            <w:pPr>
              <w:pStyle w:val="ListParagraph"/>
              <w:ind w:left="360"/>
              <w:cnfStyle w:val="000000000000"/>
            </w:pPr>
          </w:p>
        </w:tc>
        <w:tc>
          <w:tcPr>
            <w:tcW w:w="668" w:type="pct"/>
          </w:tcPr>
          <w:p w:rsidR="002B6334" w:rsidRDefault="002B6334" w:rsidP="00052FCE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Surname</w:t>
            </w:r>
          </w:p>
          <w:p w:rsidR="002B6334" w:rsidRDefault="002B6334" w:rsidP="00052FCE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first name</w:t>
            </w:r>
          </w:p>
          <w:p w:rsidR="002B6334" w:rsidRDefault="002B6334" w:rsidP="00052FCE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Student ID</w:t>
            </w:r>
          </w:p>
          <w:p w:rsidR="002B6334" w:rsidRDefault="002B6334" w:rsidP="00052FCE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DOB</w:t>
            </w:r>
          </w:p>
          <w:p w:rsidR="002B6334" w:rsidRDefault="002B6334" w:rsidP="009E4738">
            <w:pPr>
              <w:pStyle w:val="ListParagraph"/>
              <w:ind w:left="502"/>
              <w:cnfStyle w:val="000000000000"/>
            </w:pPr>
          </w:p>
        </w:tc>
        <w:tc>
          <w:tcPr>
            <w:tcW w:w="650" w:type="pct"/>
          </w:tcPr>
          <w:p w:rsidR="002B6334" w:rsidRDefault="002B6334" w:rsidP="00082513">
            <w:pPr>
              <w:cnfStyle w:val="000000000000"/>
            </w:pPr>
            <w:r>
              <w:rPr>
                <w:rFonts w:eastAsia="Times New Roman" w:cs="Times New Roman"/>
                <w:lang w:eastAsia="en-NZ"/>
              </w:rPr>
              <w:t>Data is visible in text fields</w:t>
            </w:r>
          </w:p>
        </w:tc>
        <w:tc>
          <w:tcPr>
            <w:tcW w:w="4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000000"/>
            </w:pPr>
          </w:p>
        </w:tc>
      </w:tr>
      <w:tr w:rsidR="006652C2" w:rsidTr="00310B48">
        <w:trPr>
          <w:cnfStyle w:val="000000100000"/>
        </w:trPr>
        <w:tc>
          <w:tcPr>
            <w:cnfStyle w:val="001000000000"/>
            <w:tcW w:w="738" w:type="pct"/>
            <w:vMerge/>
          </w:tcPr>
          <w:p w:rsidR="006652C2" w:rsidRDefault="006652C2" w:rsidP="00082513"/>
        </w:tc>
        <w:tc>
          <w:tcPr>
            <w:tcW w:w="800" w:type="pct"/>
            <w:vMerge/>
          </w:tcPr>
          <w:p w:rsidR="006652C2" w:rsidRDefault="006652C2" w:rsidP="00082513">
            <w:pPr>
              <w:cnfStyle w:val="000000100000"/>
            </w:pPr>
          </w:p>
        </w:tc>
        <w:tc>
          <w:tcPr>
            <w:tcW w:w="982" w:type="pct"/>
          </w:tcPr>
          <w:p w:rsidR="006652C2" w:rsidRDefault="006652C2" w:rsidP="00052FCE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6652C2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68" w:type="pct"/>
          </w:tcPr>
          <w:p w:rsidR="006652C2" w:rsidRDefault="006652C2" w:rsidP="006652C2">
            <w:pPr>
              <w:pStyle w:val="ListParagraph"/>
              <w:ind w:left="417"/>
              <w:cnfStyle w:val="000000100000"/>
            </w:pPr>
          </w:p>
        </w:tc>
        <w:tc>
          <w:tcPr>
            <w:tcW w:w="650" w:type="pct"/>
          </w:tcPr>
          <w:p w:rsidR="006652C2" w:rsidRDefault="006652C2" w:rsidP="00082513">
            <w:pPr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Search displays list of Persons</w:t>
            </w:r>
          </w:p>
        </w:tc>
        <w:tc>
          <w:tcPr>
            <w:tcW w:w="400" w:type="pct"/>
          </w:tcPr>
          <w:p w:rsidR="006652C2" w:rsidRDefault="006652C2" w:rsidP="00082513">
            <w:pPr>
              <w:cnfStyle w:val="000000100000"/>
            </w:pPr>
          </w:p>
        </w:tc>
        <w:tc>
          <w:tcPr>
            <w:tcW w:w="300" w:type="pct"/>
          </w:tcPr>
          <w:p w:rsidR="006652C2" w:rsidRDefault="006652C2" w:rsidP="00082513">
            <w:pPr>
              <w:cnfStyle w:val="000000100000"/>
            </w:pPr>
          </w:p>
        </w:tc>
        <w:tc>
          <w:tcPr>
            <w:tcW w:w="462" w:type="pct"/>
          </w:tcPr>
          <w:p w:rsidR="006652C2" w:rsidRDefault="006652C2" w:rsidP="00082513">
            <w:pPr>
              <w:cnfStyle w:val="000000100000"/>
            </w:pPr>
          </w:p>
        </w:tc>
      </w:tr>
      <w:tr w:rsidR="002B6334" w:rsidTr="00310B48">
        <w:tc>
          <w:tcPr>
            <w:cnfStyle w:val="001000000000"/>
            <w:tcW w:w="738" w:type="pct"/>
            <w:vMerge/>
          </w:tcPr>
          <w:p w:rsidR="002B6334" w:rsidRDefault="002B6334" w:rsidP="00082513"/>
        </w:tc>
        <w:tc>
          <w:tcPr>
            <w:tcW w:w="800" w:type="pct"/>
            <w:vMerge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982" w:type="pct"/>
          </w:tcPr>
          <w:p w:rsidR="002B6334" w:rsidRDefault="002B6334" w:rsidP="00052FCE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  <w:r w:rsidR="00B17C42">
              <w:t xml:space="preserve"> that you wish to update</w:t>
            </w:r>
          </w:p>
          <w:p w:rsidR="002B6334" w:rsidRDefault="002B6334" w:rsidP="00052FCE">
            <w:pPr>
              <w:pStyle w:val="ListParagraph"/>
              <w:ind w:left="360"/>
              <w:cnfStyle w:val="000000000000"/>
            </w:pPr>
          </w:p>
        </w:tc>
        <w:tc>
          <w:tcPr>
            <w:tcW w:w="668" w:type="pct"/>
          </w:tcPr>
          <w:p w:rsidR="002B6334" w:rsidRDefault="002B6334" w:rsidP="00052FCE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6334" w:rsidRDefault="002B6334" w:rsidP="00082513">
            <w:pPr>
              <w:cnfStyle w:val="000000000000"/>
            </w:pPr>
            <w:r>
              <w:t>Screen changes to Person view</w:t>
            </w:r>
          </w:p>
        </w:tc>
        <w:tc>
          <w:tcPr>
            <w:tcW w:w="4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000000"/>
            </w:pPr>
          </w:p>
        </w:tc>
      </w:tr>
      <w:tr w:rsidR="002B6334" w:rsidTr="00310B48">
        <w:trPr>
          <w:cnfStyle w:val="000000100000"/>
        </w:trPr>
        <w:tc>
          <w:tcPr>
            <w:cnfStyle w:val="001000000000"/>
            <w:tcW w:w="738" w:type="pct"/>
            <w:vMerge/>
          </w:tcPr>
          <w:p w:rsidR="002B6334" w:rsidRDefault="002B6334" w:rsidP="00082513"/>
        </w:tc>
        <w:tc>
          <w:tcPr>
            <w:tcW w:w="800" w:type="pct"/>
            <w:vMerge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982" w:type="pct"/>
          </w:tcPr>
          <w:p w:rsidR="002B6334" w:rsidRDefault="002B6334" w:rsidP="00052FCE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B17C42">
              <w:rPr>
                <w:b/>
              </w:rPr>
              <w:t>edit</w:t>
            </w:r>
            <w:r>
              <w:t xml:space="preserve"> button.</w:t>
            </w:r>
          </w:p>
          <w:p w:rsidR="002B6334" w:rsidRDefault="002B6334" w:rsidP="00052FCE">
            <w:pPr>
              <w:pStyle w:val="ListParagraph"/>
              <w:ind w:left="360"/>
              <w:cnfStyle w:val="000000100000"/>
            </w:pPr>
          </w:p>
        </w:tc>
        <w:tc>
          <w:tcPr>
            <w:tcW w:w="668" w:type="pct"/>
          </w:tcPr>
          <w:p w:rsidR="002B6334" w:rsidRDefault="002B6334" w:rsidP="00052FCE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4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100000"/>
            </w:pPr>
          </w:p>
        </w:tc>
      </w:tr>
      <w:tr w:rsidR="002B6334" w:rsidTr="00310B48">
        <w:tc>
          <w:tcPr>
            <w:cnfStyle w:val="001000000000"/>
            <w:tcW w:w="738" w:type="pct"/>
            <w:vMerge/>
          </w:tcPr>
          <w:p w:rsidR="002B6334" w:rsidRDefault="002B6334" w:rsidP="00082513"/>
        </w:tc>
        <w:tc>
          <w:tcPr>
            <w:tcW w:w="800" w:type="pct"/>
            <w:vMerge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982" w:type="pct"/>
          </w:tcPr>
          <w:p w:rsidR="002B6334" w:rsidRDefault="002B6334" w:rsidP="00052FCE">
            <w:pPr>
              <w:pStyle w:val="ListParagraph"/>
              <w:ind w:left="0"/>
              <w:cnfStyle w:val="000000000000"/>
            </w:pPr>
            <w:r>
              <w:t>Update the required data.</w:t>
            </w:r>
          </w:p>
          <w:p w:rsidR="002B6334" w:rsidRDefault="002B6334" w:rsidP="00052FCE">
            <w:pPr>
              <w:pStyle w:val="ListParagraph"/>
              <w:ind w:left="360"/>
              <w:cnfStyle w:val="000000000000"/>
            </w:pPr>
          </w:p>
        </w:tc>
        <w:tc>
          <w:tcPr>
            <w:tcW w:w="668" w:type="pct"/>
          </w:tcPr>
          <w:p w:rsidR="002B6334" w:rsidRDefault="002B6334" w:rsidP="00052FCE">
            <w:pPr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Go to Personal tab and enter</w:t>
            </w:r>
          </w:p>
          <w:p w:rsidR="002B6334" w:rsidRDefault="002B6334" w:rsidP="00052FCE">
            <w:pPr>
              <w:pStyle w:val="ListParagraph"/>
              <w:numPr>
                <w:ilvl w:val="0"/>
                <w:numId w:val="13"/>
              </w:numPr>
              <w:cnfStyle w:val="000000000000"/>
              <w:rPr>
                <w:color w:val="000000"/>
              </w:rPr>
            </w:pPr>
            <w:r>
              <w:rPr>
                <w:color w:val="000000"/>
              </w:rPr>
              <w:t>Title</w:t>
            </w:r>
          </w:p>
          <w:p w:rsidR="002B6334" w:rsidRDefault="002B6334" w:rsidP="00052FCE">
            <w:pPr>
              <w:pStyle w:val="ListParagraph"/>
              <w:numPr>
                <w:ilvl w:val="0"/>
                <w:numId w:val="13"/>
              </w:numPr>
              <w:cnfStyle w:val="000000000000"/>
              <w:rPr>
                <w:color w:val="000000"/>
              </w:rPr>
            </w:pPr>
            <w:r>
              <w:rPr>
                <w:color w:val="000000"/>
              </w:rPr>
              <w:t>Date Of Birth</w:t>
            </w:r>
          </w:p>
          <w:p w:rsidR="002B6334" w:rsidRDefault="002B6334" w:rsidP="00052FCE">
            <w:pPr>
              <w:pStyle w:val="ListParagraph"/>
              <w:numPr>
                <w:ilvl w:val="0"/>
                <w:numId w:val="13"/>
              </w:numPr>
              <w:cnfStyle w:val="000000000000"/>
              <w:rPr>
                <w:color w:val="000000"/>
              </w:rPr>
            </w:pPr>
            <w:r>
              <w:rPr>
                <w:color w:val="000000"/>
              </w:rPr>
              <w:t>Surname</w:t>
            </w:r>
          </w:p>
          <w:p w:rsidR="002B6334" w:rsidRDefault="002B6334" w:rsidP="00052FCE">
            <w:pPr>
              <w:pStyle w:val="ListParagraph"/>
              <w:numPr>
                <w:ilvl w:val="0"/>
                <w:numId w:val="13"/>
              </w:numPr>
              <w:cnfStyle w:val="000000000000"/>
              <w:rPr>
                <w:color w:val="000000"/>
              </w:rPr>
            </w:pPr>
            <w:r>
              <w:rPr>
                <w:color w:val="000000"/>
              </w:rPr>
              <w:t>First Name(s)</w:t>
            </w:r>
          </w:p>
          <w:p w:rsidR="002B6334" w:rsidRDefault="002B6334" w:rsidP="00052FCE">
            <w:pPr>
              <w:pStyle w:val="ListParagraph"/>
              <w:numPr>
                <w:ilvl w:val="0"/>
                <w:numId w:val="13"/>
              </w:numPr>
              <w:cnfStyle w:val="000000000000"/>
              <w:rPr>
                <w:color w:val="000000"/>
              </w:rPr>
            </w:pPr>
            <w:r>
              <w:rPr>
                <w:color w:val="000000"/>
              </w:rPr>
              <w:t>Previous Name</w:t>
            </w:r>
          </w:p>
          <w:p w:rsidR="002B6334" w:rsidRDefault="002B6334" w:rsidP="00052FCE">
            <w:pPr>
              <w:pStyle w:val="ListParagraph"/>
              <w:numPr>
                <w:ilvl w:val="0"/>
                <w:numId w:val="13"/>
              </w:numPr>
              <w:cnfStyle w:val="000000000000"/>
              <w:rPr>
                <w:color w:val="000000"/>
              </w:rPr>
            </w:pPr>
            <w:r>
              <w:rPr>
                <w:color w:val="000000"/>
              </w:rPr>
              <w:t>IRD Number</w:t>
            </w:r>
          </w:p>
          <w:p w:rsidR="002B6334" w:rsidRDefault="002B6334" w:rsidP="00052FCE">
            <w:pPr>
              <w:pStyle w:val="ListParagraph"/>
              <w:numPr>
                <w:ilvl w:val="0"/>
                <w:numId w:val="13"/>
              </w:numPr>
              <w:cnfStyle w:val="000000000000"/>
              <w:rPr>
                <w:color w:val="000000"/>
              </w:rPr>
            </w:pPr>
            <w:r>
              <w:rPr>
                <w:color w:val="000000"/>
              </w:rPr>
              <w:t>Deceased</w:t>
            </w:r>
          </w:p>
          <w:p w:rsidR="002B6334" w:rsidRDefault="002B6334" w:rsidP="00052FCE">
            <w:pPr>
              <w:pStyle w:val="ListParagraph"/>
              <w:ind w:left="360"/>
              <w:cnfStyle w:val="000000000000"/>
              <w:rPr>
                <w:color w:val="000000"/>
              </w:rPr>
            </w:pPr>
          </w:p>
          <w:p w:rsidR="002B6334" w:rsidRPr="00825407" w:rsidRDefault="002B6334" w:rsidP="00052FCE">
            <w:pPr>
              <w:pStyle w:val="ListParagraph"/>
              <w:ind w:left="0"/>
              <w:cnfStyle w:val="000000000000"/>
              <w:rPr>
                <w:color w:val="000000"/>
              </w:rPr>
            </w:pPr>
            <w:r w:rsidRPr="00825407">
              <w:rPr>
                <w:rFonts w:ascii="Calibri" w:hAnsi="Calibri"/>
                <w:color w:val="000000"/>
              </w:rPr>
              <w:t>Go to Address tab and enter</w:t>
            </w:r>
          </w:p>
          <w:p w:rsidR="002B6334" w:rsidRDefault="002B6334" w:rsidP="00052FCE">
            <w:pPr>
              <w:pStyle w:val="ListParagraph"/>
              <w:numPr>
                <w:ilvl w:val="0"/>
                <w:numId w:val="14"/>
              </w:numPr>
              <w:cnfStyle w:val="00000000000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Address Line 1 to 6 </w:t>
            </w:r>
          </w:p>
          <w:p w:rsidR="002B6334" w:rsidRDefault="002B6334" w:rsidP="00052FCE">
            <w:pPr>
              <w:pStyle w:val="ListParagraph"/>
              <w:numPr>
                <w:ilvl w:val="0"/>
                <w:numId w:val="14"/>
              </w:numPr>
              <w:cnfStyle w:val="000000000000"/>
              <w:rPr>
                <w:color w:val="000000"/>
              </w:rPr>
            </w:pPr>
            <w:r>
              <w:rPr>
                <w:color w:val="000000"/>
              </w:rPr>
              <w:t>Post Code</w:t>
            </w:r>
          </w:p>
          <w:p w:rsidR="002B6334" w:rsidRDefault="002B6334" w:rsidP="00052FCE">
            <w:pPr>
              <w:pStyle w:val="ListParagraph"/>
              <w:numPr>
                <w:ilvl w:val="0"/>
                <w:numId w:val="14"/>
              </w:numPr>
              <w:cnfStyle w:val="000000000000"/>
              <w:rPr>
                <w:color w:val="000000"/>
              </w:rPr>
            </w:pPr>
            <w:r>
              <w:rPr>
                <w:color w:val="000000"/>
              </w:rPr>
              <w:t>Pvt. Phone  No</w:t>
            </w:r>
          </w:p>
          <w:p w:rsidR="002B6334" w:rsidRDefault="002B6334" w:rsidP="00052FCE">
            <w:pPr>
              <w:pStyle w:val="ListParagraph"/>
              <w:numPr>
                <w:ilvl w:val="0"/>
                <w:numId w:val="14"/>
              </w:numPr>
              <w:cnfStyle w:val="000000000000"/>
              <w:rPr>
                <w:color w:val="000000"/>
              </w:rPr>
            </w:pPr>
            <w:r>
              <w:rPr>
                <w:color w:val="000000"/>
              </w:rPr>
              <w:t>Work Phone No</w:t>
            </w:r>
          </w:p>
          <w:p w:rsidR="002B6334" w:rsidRDefault="002B6334" w:rsidP="00052FCE">
            <w:pPr>
              <w:pStyle w:val="ListParagraph"/>
              <w:numPr>
                <w:ilvl w:val="0"/>
                <w:numId w:val="14"/>
              </w:numPr>
              <w:cnfStyle w:val="000000000000"/>
              <w:rPr>
                <w:color w:val="000000"/>
              </w:rPr>
            </w:pPr>
            <w:r>
              <w:rPr>
                <w:color w:val="000000"/>
              </w:rPr>
              <w:t>Mobile No</w:t>
            </w:r>
          </w:p>
          <w:p w:rsidR="002B6334" w:rsidRDefault="002B6334" w:rsidP="00052FCE">
            <w:pPr>
              <w:pStyle w:val="ListParagraph"/>
              <w:numPr>
                <w:ilvl w:val="0"/>
                <w:numId w:val="14"/>
              </w:numPr>
              <w:cnfStyle w:val="000000000000"/>
              <w:rPr>
                <w:color w:val="000000"/>
              </w:rPr>
            </w:pPr>
            <w:r>
              <w:rPr>
                <w:color w:val="000000"/>
              </w:rPr>
              <w:t>Fax</w:t>
            </w:r>
          </w:p>
          <w:p w:rsidR="002B6334" w:rsidRDefault="002B6334" w:rsidP="00052FCE">
            <w:pPr>
              <w:pStyle w:val="ListParagraph"/>
              <w:numPr>
                <w:ilvl w:val="0"/>
                <w:numId w:val="14"/>
              </w:numPr>
              <w:cnfStyle w:val="000000000000"/>
              <w:rPr>
                <w:color w:val="000000"/>
              </w:rPr>
            </w:pPr>
            <w:r>
              <w:rPr>
                <w:color w:val="000000"/>
              </w:rPr>
              <w:t>Email Address</w:t>
            </w:r>
          </w:p>
          <w:p w:rsidR="002B6334" w:rsidRDefault="002B6334" w:rsidP="00052FCE">
            <w:pPr>
              <w:pStyle w:val="ListParagraph"/>
              <w:ind w:left="785"/>
              <w:cnfStyle w:val="000000000000"/>
              <w:rPr>
                <w:color w:val="000000"/>
              </w:rPr>
            </w:pPr>
          </w:p>
          <w:p w:rsidR="002B6334" w:rsidRDefault="002B6334" w:rsidP="00052FCE">
            <w:pPr>
              <w:pStyle w:val="ListParagraph"/>
              <w:ind w:left="0"/>
              <w:cnfStyle w:val="000000000000"/>
              <w:rPr>
                <w:rFonts w:ascii="Calibri" w:hAnsi="Calibri"/>
                <w:color w:val="000000"/>
              </w:rPr>
            </w:pPr>
            <w:r w:rsidRPr="00825407">
              <w:rPr>
                <w:rFonts w:ascii="Calibri" w:hAnsi="Calibri"/>
                <w:color w:val="000000"/>
              </w:rPr>
              <w:t>Click on any other address types you wish to add and provide the above address fields.</w:t>
            </w:r>
          </w:p>
          <w:p w:rsidR="002B6334" w:rsidRDefault="002B6334" w:rsidP="00052FCE">
            <w:pPr>
              <w:pStyle w:val="ListParagraph"/>
              <w:ind w:left="0"/>
              <w:cnfStyle w:val="000000000000"/>
              <w:rPr>
                <w:rFonts w:ascii="Calibri" w:hAnsi="Calibri"/>
                <w:color w:val="000000"/>
              </w:rPr>
            </w:pPr>
          </w:p>
          <w:p w:rsidR="002B6334" w:rsidRPr="004F2B23" w:rsidRDefault="002B6334" w:rsidP="00052FCE">
            <w:pPr>
              <w:pStyle w:val="ListParagraph"/>
              <w:ind w:left="0"/>
              <w:cnfStyle w:val="000000000000"/>
              <w:rPr>
                <w:color w:val="000000"/>
              </w:rPr>
            </w:pPr>
            <w:r w:rsidRPr="004F2B23">
              <w:rPr>
                <w:rFonts w:ascii="Calibri" w:hAnsi="Calibri"/>
                <w:color w:val="000000"/>
              </w:rPr>
              <w:t xml:space="preserve">Go to UDA tab </w:t>
            </w:r>
          </w:p>
          <w:p w:rsidR="002B6334" w:rsidRDefault="002B6334" w:rsidP="00052FCE">
            <w:pPr>
              <w:pStyle w:val="ListParagraph"/>
              <w:numPr>
                <w:ilvl w:val="0"/>
                <w:numId w:val="15"/>
              </w:numPr>
              <w:cnfStyle w:val="000000000000"/>
              <w:rPr>
                <w:color w:val="000000"/>
              </w:rPr>
            </w:pPr>
            <w:r>
              <w:rPr>
                <w:color w:val="000000"/>
              </w:rPr>
              <w:t>UDA text 1</w:t>
            </w:r>
          </w:p>
          <w:p w:rsidR="002B6334" w:rsidRDefault="002B6334" w:rsidP="00052FCE">
            <w:pPr>
              <w:pStyle w:val="ListParagraph"/>
              <w:numPr>
                <w:ilvl w:val="0"/>
                <w:numId w:val="15"/>
              </w:numPr>
              <w:cnfStyle w:val="000000000000"/>
              <w:rPr>
                <w:color w:val="000000"/>
              </w:rPr>
            </w:pPr>
            <w:r>
              <w:rPr>
                <w:color w:val="000000"/>
              </w:rPr>
              <w:t>UDA text 2</w:t>
            </w:r>
          </w:p>
          <w:p w:rsidR="002B6334" w:rsidRDefault="002B6334" w:rsidP="00052FCE">
            <w:pPr>
              <w:pStyle w:val="ListParagraph"/>
              <w:numPr>
                <w:ilvl w:val="0"/>
                <w:numId w:val="15"/>
              </w:numPr>
              <w:cnfStyle w:val="000000000000"/>
              <w:rPr>
                <w:color w:val="000000"/>
              </w:rPr>
            </w:pPr>
            <w:r>
              <w:rPr>
                <w:color w:val="000000"/>
              </w:rPr>
              <w:t>UDA text 3</w:t>
            </w:r>
          </w:p>
          <w:p w:rsidR="002B6334" w:rsidRDefault="002B6334" w:rsidP="00052FCE">
            <w:pPr>
              <w:pStyle w:val="ListParagraph"/>
              <w:numPr>
                <w:ilvl w:val="0"/>
                <w:numId w:val="15"/>
              </w:numPr>
              <w:cnfStyle w:val="000000000000"/>
              <w:rPr>
                <w:color w:val="000000"/>
              </w:rPr>
            </w:pPr>
            <w:r>
              <w:rPr>
                <w:color w:val="000000"/>
              </w:rPr>
              <w:t>UDA text 4</w:t>
            </w:r>
          </w:p>
          <w:p w:rsidR="002B6334" w:rsidRDefault="002B6334" w:rsidP="00052FCE">
            <w:pPr>
              <w:pStyle w:val="ListParagraph"/>
              <w:numPr>
                <w:ilvl w:val="0"/>
                <w:numId w:val="15"/>
              </w:numPr>
              <w:cnfStyle w:val="000000000000"/>
              <w:rPr>
                <w:color w:val="000000"/>
              </w:rPr>
            </w:pPr>
            <w:r>
              <w:rPr>
                <w:color w:val="000000"/>
              </w:rPr>
              <w:t>UDA numeric 1</w:t>
            </w:r>
          </w:p>
          <w:p w:rsidR="002B6334" w:rsidRDefault="002B6334" w:rsidP="00052FCE">
            <w:pPr>
              <w:pStyle w:val="ListParagraph"/>
              <w:numPr>
                <w:ilvl w:val="0"/>
                <w:numId w:val="15"/>
              </w:numPr>
              <w:cnfStyle w:val="000000000000"/>
              <w:rPr>
                <w:color w:val="000000"/>
              </w:rPr>
            </w:pPr>
            <w:r>
              <w:rPr>
                <w:color w:val="000000"/>
              </w:rPr>
              <w:t>UDA date 1</w:t>
            </w:r>
          </w:p>
          <w:p w:rsidR="002B6334" w:rsidRDefault="002B6334" w:rsidP="00052FCE">
            <w:pPr>
              <w:pStyle w:val="ListParagraph"/>
              <w:ind w:left="810"/>
              <w:cnfStyle w:val="000000000000"/>
              <w:rPr>
                <w:color w:val="000000"/>
              </w:rPr>
            </w:pPr>
          </w:p>
          <w:p w:rsidR="007B252B" w:rsidRDefault="002B6334" w:rsidP="00052FCE">
            <w:pPr>
              <w:pStyle w:val="ListParagraph"/>
              <w:ind w:left="0"/>
              <w:cnfStyle w:val="000000000000"/>
              <w:rPr>
                <w:rFonts w:ascii="Calibri" w:hAnsi="Calibri"/>
                <w:color w:val="000000"/>
              </w:rPr>
            </w:pPr>
            <w:r w:rsidRPr="004F2B23">
              <w:rPr>
                <w:rFonts w:ascii="Calibri" w:hAnsi="Calibri"/>
                <w:color w:val="000000"/>
              </w:rPr>
              <w:t xml:space="preserve">Go to Photos tab. </w:t>
            </w:r>
            <w:r w:rsidRPr="007B252B">
              <w:rPr>
                <w:rFonts w:ascii="Calibri" w:hAnsi="Calibri"/>
                <w:color w:val="000000"/>
              </w:rPr>
              <w:t xml:space="preserve">see </w:t>
            </w:r>
            <w:r w:rsidR="007B252B" w:rsidRPr="007B252B">
              <w:rPr>
                <w:rFonts w:ascii="Calibri" w:hAnsi="Calibri"/>
                <w:color w:val="000000"/>
              </w:rPr>
              <w:t xml:space="preserve">the below </w:t>
            </w:r>
            <w:r w:rsidRPr="007B252B">
              <w:rPr>
                <w:rFonts w:ascii="Calibri" w:hAnsi="Calibri"/>
                <w:color w:val="000000"/>
              </w:rPr>
              <w:t>test case</w:t>
            </w:r>
            <w:r w:rsidR="007B252B" w:rsidRPr="007B252B">
              <w:rPr>
                <w:rFonts w:ascii="Calibri" w:hAnsi="Calibri"/>
                <w:color w:val="000000"/>
              </w:rPr>
              <w:t>s</w:t>
            </w:r>
          </w:p>
          <w:p w:rsidR="007B252B" w:rsidRPr="007B252B" w:rsidRDefault="00B655FB" w:rsidP="007B252B">
            <w:pPr>
              <w:pStyle w:val="ListParagraph"/>
              <w:numPr>
                <w:ilvl w:val="0"/>
                <w:numId w:val="27"/>
              </w:numPr>
              <w:cnfStyle w:val="000000000000"/>
              <w:rPr>
                <w:rFonts w:ascii="Calibri" w:hAnsi="Calibri"/>
                <w:b/>
                <w:color w:val="000000"/>
              </w:rPr>
            </w:pPr>
            <w:hyperlink w:anchor="_3.6.1_upload_Photos" w:history="1">
              <w:r w:rsidR="002B6334" w:rsidRPr="007B252B">
                <w:rPr>
                  <w:rStyle w:val="Hyperlink"/>
                  <w:rFonts w:ascii="Calibri" w:hAnsi="Calibri"/>
                  <w:b/>
                </w:rPr>
                <w:t>3.6.1</w:t>
              </w:r>
            </w:hyperlink>
          </w:p>
          <w:p w:rsidR="002B6334" w:rsidRPr="007B252B" w:rsidRDefault="00B655FB" w:rsidP="007B252B">
            <w:pPr>
              <w:pStyle w:val="ListParagraph"/>
              <w:numPr>
                <w:ilvl w:val="0"/>
                <w:numId w:val="27"/>
              </w:numPr>
              <w:cnfStyle w:val="000000000000"/>
              <w:rPr>
                <w:rFonts w:ascii="Calibri" w:hAnsi="Calibri"/>
                <w:b/>
                <w:color w:val="000000"/>
              </w:rPr>
            </w:pPr>
            <w:hyperlink w:anchor="_3.6.2_Delete_Photos" w:history="1">
              <w:r w:rsidR="002B6334" w:rsidRPr="007B252B">
                <w:rPr>
                  <w:rStyle w:val="Hyperlink"/>
                  <w:rFonts w:ascii="Calibri" w:hAnsi="Calibri"/>
                  <w:b/>
                </w:rPr>
                <w:t>3.6.2</w:t>
              </w:r>
            </w:hyperlink>
          </w:p>
          <w:p w:rsidR="002B6334" w:rsidRPr="004F2B23" w:rsidRDefault="002B6334" w:rsidP="00052FCE">
            <w:pPr>
              <w:pStyle w:val="ListParagraph"/>
              <w:ind w:left="360"/>
              <w:cnfStyle w:val="000000000000"/>
              <w:rPr>
                <w:rFonts w:ascii="Calibri" w:hAnsi="Calibri"/>
                <w:color w:val="000000"/>
              </w:rPr>
            </w:pPr>
          </w:p>
          <w:p w:rsidR="007B252B" w:rsidRDefault="002B6334" w:rsidP="00976DE4">
            <w:pPr>
              <w:pStyle w:val="ListParagraph"/>
              <w:ind w:left="0"/>
              <w:cnfStyle w:val="000000000000"/>
              <w:rPr>
                <w:rFonts w:ascii="Calibri" w:hAnsi="Calibri"/>
                <w:b/>
                <w:color w:val="000000"/>
              </w:rPr>
            </w:pPr>
            <w:r w:rsidRPr="007E4324">
              <w:rPr>
                <w:rFonts w:ascii="Calibri" w:hAnsi="Calibri"/>
                <w:color w:val="000000"/>
              </w:rPr>
              <w:t xml:space="preserve">Go to Documents. </w:t>
            </w:r>
            <w:r w:rsidR="007B252B" w:rsidRPr="007B252B">
              <w:rPr>
                <w:rFonts w:ascii="Calibri" w:hAnsi="Calibri"/>
                <w:color w:val="000000"/>
              </w:rPr>
              <w:t>see the below test cases</w:t>
            </w:r>
            <w:r w:rsidR="007B252B">
              <w:rPr>
                <w:rFonts w:ascii="Calibri" w:hAnsi="Calibri"/>
                <w:b/>
                <w:color w:val="000000"/>
              </w:rPr>
              <w:t xml:space="preserve"> </w:t>
            </w:r>
          </w:p>
          <w:p w:rsidR="007B252B" w:rsidRPr="007B252B" w:rsidRDefault="00B655FB" w:rsidP="007B252B">
            <w:pPr>
              <w:pStyle w:val="ListParagraph"/>
              <w:numPr>
                <w:ilvl w:val="0"/>
                <w:numId w:val="28"/>
              </w:numPr>
              <w:cnfStyle w:val="000000000000"/>
            </w:pPr>
            <w:hyperlink w:anchor="_3.7.1_Upload_documents" w:history="1">
              <w:r w:rsidR="007B252B" w:rsidRPr="007B252B">
                <w:rPr>
                  <w:rStyle w:val="Hyperlink"/>
                  <w:rFonts w:ascii="Calibri" w:hAnsi="Calibri"/>
                  <w:b/>
                </w:rPr>
                <w:t>3.7.1,</w:t>
              </w:r>
            </w:hyperlink>
          </w:p>
          <w:p w:rsidR="007B252B" w:rsidRPr="007B252B" w:rsidRDefault="00B655FB" w:rsidP="007B252B">
            <w:pPr>
              <w:pStyle w:val="ListParagraph"/>
              <w:numPr>
                <w:ilvl w:val="0"/>
                <w:numId w:val="28"/>
              </w:numPr>
              <w:cnfStyle w:val="000000000000"/>
            </w:pPr>
            <w:hyperlink w:anchor="_3.7.2_Delete_documents" w:history="1">
              <w:r w:rsidR="007B252B" w:rsidRPr="007B252B">
                <w:rPr>
                  <w:rStyle w:val="Hyperlink"/>
                  <w:rFonts w:ascii="Calibri" w:hAnsi="Calibri"/>
                  <w:b/>
                </w:rPr>
                <w:t>3.7.2,</w:t>
              </w:r>
            </w:hyperlink>
          </w:p>
          <w:p w:rsidR="007B252B" w:rsidRPr="007B252B" w:rsidRDefault="00B655FB" w:rsidP="007B252B">
            <w:pPr>
              <w:pStyle w:val="ListParagraph"/>
              <w:numPr>
                <w:ilvl w:val="0"/>
                <w:numId w:val="28"/>
              </w:numPr>
              <w:cnfStyle w:val="000000000000"/>
            </w:pPr>
            <w:hyperlink w:anchor="_3.7.3_Download_documents" w:history="1">
              <w:r w:rsidR="002B6334" w:rsidRPr="007B252B">
                <w:rPr>
                  <w:rStyle w:val="Hyperlink"/>
                  <w:rFonts w:ascii="Calibri" w:hAnsi="Calibri"/>
                  <w:b/>
                </w:rPr>
                <w:t>3.7.3,</w:t>
              </w:r>
            </w:hyperlink>
          </w:p>
          <w:p w:rsidR="002B6334" w:rsidRDefault="00B655FB" w:rsidP="007B252B">
            <w:pPr>
              <w:pStyle w:val="ListParagraph"/>
              <w:numPr>
                <w:ilvl w:val="0"/>
                <w:numId w:val="28"/>
              </w:numPr>
              <w:cnfStyle w:val="000000000000"/>
            </w:pPr>
            <w:hyperlink w:anchor="_3.7.3_Download_documents" w:history="1">
              <w:r w:rsidR="002B6334" w:rsidRPr="007B252B">
                <w:rPr>
                  <w:rStyle w:val="Hyperlink"/>
                  <w:rFonts w:ascii="Calibri" w:hAnsi="Calibri"/>
                  <w:b/>
                </w:rPr>
                <w:t>3.7.4</w:t>
              </w:r>
            </w:hyperlink>
          </w:p>
        </w:tc>
        <w:tc>
          <w:tcPr>
            <w:tcW w:w="650" w:type="pct"/>
          </w:tcPr>
          <w:p w:rsidR="002B6334" w:rsidRDefault="002B6334" w:rsidP="00082513">
            <w:pPr>
              <w:cnfStyle w:val="000000000000"/>
            </w:pPr>
            <w:r>
              <w:rPr>
                <w:rFonts w:eastAsia="Times New Roman" w:cs="Times New Roman"/>
                <w:lang w:eastAsia="en-NZ"/>
              </w:rPr>
              <w:lastRenderedPageBreak/>
              <w:t>Data is visible in text fields and drop downs</w:t>
            </w:r>
          </w:p>
        </w:tc>
        <w:tc>
          <w:tcPr>
            <w:tcW w:w="4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000000"/>
            </w:pPr>
          </w:p>
        </w:tc>
      </w:tr>
      <w:tr w:rsidR="002B6334" w:rsidTr="00310B48">
        <w:trPr>
          <w:cnfStyle w:val="000000100000"/>
        </w:trPr>
        <w:tc>
          <w:tcPr>
            <w:cnfStyle w:val="001000000000"/>
            <w:tcW w:w="738" w:type="pct"/>
            <w:vMerge/>
          </w:tcPr>
          <w:p w:rsidR="002B6334" w:rsidRDefault="002B6334" w:rsidP="00082513"/>
        </w:tc>
        <w:tc>
          <w:tcPr>
            <w:tcW w:w="800" w:type="pct"/>
            <w:vMerge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982" w:type="pct"/>
          </w:tcPr>
          <w:p w:rsidR="002B6334" w:rsidRDefault="002B6334" w:rsidP="00052FCE">
            <w:pPr>
              <w:pStyle w:val="ListParagraph"/>
              <w:ind w:left="0"/>
              <w:cnfStyle w:val="000000100000"/>
            </w:pPr>
            <w:r>
              <w:t>Click on Save.</w:t>
            </w:r>
          </w:p>
        </w:tc>
        <w:tc>
          <w:tcPr>
            <w:tcW w:w="668" w:type="pct"/>
          </w:tcPr>
          <w:p w:rsidR="002B6334" w:rsidRDefault="002B6334" w:rsidP="00052FCE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6334" w:rsidRDefault="002B6334" w:rsidP="00082513">
            <w:pPr>
              <w:cnfStyle w:val="000000100000"/>
            </w:pPr>
            <w:r>
              <w:t>Updated the person successfully.</w:t>
            </w:r>
          </w:p>
        </w:tc>
        <w:tc>
          <w:tcPr>
            <w:tcW w:w="4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100000"/>
            </w:pPr>
          </w:p>
        </w:tc>
      </w:tr>
      <w:tr w:rsidR="002B6334" w:rsidTr="00310B48">
        <w:tc>
          <w:tcPr>
            <w:cnfStyle w:val="001000000000"/>
            <w:tcW w:w="738" w:type="pct"/>
            <w:vMerge w:val="restart"/>
          </w:tcPr>
          <w:p w:rsidR="002B6334" w:rsidRPr="002B6334" w:rsidRDefault="002B6334" w:rsidP="002B6334">
            <w:pPr>
              <w:pStyle w:val="Heading3"/>
              <w:outlineLvl w:val="2"/>
            </w:pPr>
            <w:bookmarkStart w:id="6" w:name="_Toc360028067"/>
            <w:r w:rsidRPr="002B6334">
              <w:t>3.1.2</w:t>
            </w:r>
            <w:bookmarkStart w:id="7" w:name="Delete"/>
            <w:r w:rsidRPr="002B6334">
              <w:t xml:space="preserve"> Delete </w:t>
            </w:r>
            <w:bookmarkEnd w:id="7"/>
            <w:r w:rsidRPr="002B6334">
              <w:t>person</w:t>
            </w:r>
            <w:bookmarkEnd w:id="6"/>
          </w:p>
        </w:tc>
        <w:tc>
          <w:tcPr>
            <w:tcW w:w="800" w:type="pct"/>
            <w:vMerge w:val="restart"/>
          </w:tcPr>
          <w:p w:rsidR="009E4738" w:rsidRDefault="009E4738" w:rsidP="009E4738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9E4738" w:rsidRDefault="009E4738" w:rsidP="009E4738">
            <w:pPr>
              <w:pStyle w:val="ListParagraph"/>
              <w:numPr>
                <w:ilvl w:val="0"/>
                <w:numId w:val="22"/>
              </w:numPr>
              <w:cnfStyle w:val="000000000000"/>
            </w:pPr>
            <w:r>
              <w:t xml:space="preserve">Client </w:t>
            </w:r>
          </w:p>
          <w:p w:rsidR="009E4738" w:rsidRDefault="009E4738" w:rsidP="00BD67FB">
            <w:pPr>
              <w:cnfStyle w:val="000000000000"/>
            </w:pPr>
          </w:p>
          <w:p w:rsidR="009E4738" w:rsidRDefault="009E4738" w:rsidP="009E4738">
            <w:pPr>
              <w:cnfStyle w:val="000000000000"/>
            </w:pPr>
            <w:r>
              <w:t>Must have existing person details</w:t>
            </w:r>
            <w:r w:rsidR="004D4E7F">
              <w:t xml:space="preserve">. </w:t>
            </w:r>
            <w:r>
              <w:t>To create person refer to the following test cases</w:t>
            </w:r>
          </w:p>
          <w:p w:rsidR="009E4738" w:rsidRDefault="009E4738" w:rsidP="009E4738">
            <w:pPr>
              <w:pStyle w:val="ListParagraph"/>
              <w:numPr>
                <w:ilvl w:val="0"/>
                <w:numId w:val="23"/>
              </w:numPr>
              <w:cnfStyle w:val="000000000000"/>
              <w:rPr>
                <w:b/>
              </w:rPr>
            </w:pPr>
            <w:r w:rsidRPr="009E4738">
              <w:rPr>
                <w:b/>
              </w:rPr>
              <w:t xml:space="preserve">2.2 </w:t>
            </w:r>
            <w:r w:rsidRPr="009E4738">
              <w:t>Add a Person</w:t>
            </w:r>
          </w:p>
          <w:p w:rsidR="009E4738" w:rsidRPr="009E4738" w:rsidRDefault="009E4738" w:rsidP="009E4738">
            <w:pPr>
              <w:pStyle w:val="ListParagraph"/>
              <w:numPr>
                <w:ilvl w:val="0"/>
                <w:numId w:val="23"/>
              </w:numPr>
              <w:cnfStyle w:val="000000000000"/>
              <w:rPr>
                <w:b/>
              </w:rPr>
            </w:pPr>
            <w:r>
              <w:rPr>
                <w:b/>
              </w:rPr>
              <w:t xml:space="preserve">2.3 </w:t>
            </w:r>
            <w:r w:rsidRPr="009E4738">
              <w:t>Add Person in live form</w:t>
            </w:r>
          </w:p>
          <w:p w:rsidR="002B6334" w:rsidRDefault="002B6334" w:rsidP="00BD67FB">
            <w:pPr>
              <w:cnfStyle w:val="000000000000"/>
            </w:pPr>
          </w:p>
          <w:p w:rsidR="002B6334" w:rsidRDefault="002B6334" w:rsidP="007B6C55">
            <w:pPr>
              <w:pStyle w:val="ListParagraph"/>
              <w:ind w:left="0"/>
              <w:cnfStyle w:val="000000000000"/>
            </w:pPr>
            <w:r>
              <w:t xml:space="preserve">Make sure the person </w:t>
            </w:r>
            <w:r w:rsidR="009E4738">
              <w:t xml:space="preserve">doesn't have </w:t>
            </w:r>
            <w:r>
              <w:t xml:space="preserve"> student role otherwise can't delete.</w:t>
            </w:r>
          </w:p>
          <w:p w:rsidR="002B6334" w:rsidRDefault="002B6334" w:rsidP="00082513">
            <w:pPr>
              <w:cnfStyle w:val="000000000000"/>
            </w:pPr>
          </w:p>
          <w:p w:rsidR="002B6334" w:rsidRDefault="002B6334" w:rsidP="009E4738">
            <w:pPr>
              <w:pStyle w:val="ListParagraph"/>
              <w:ind w:left="360"/>
              <w:cnfStyle w:val="000000000000"/>
            </w:pPr>
          </w:p>
        </w:tc>
        <w:tc>
          <w:tcPr>
            <w:tcW w:w="982" w:type="pct"/>
          </w:tcPr>
          <w:p w:rsidR="002B6334" w:rsidRDefault="002B6334" w:rsidP="008E6990">
            <w:pPr>
              <w:pStyle w:val="ListParagraph"/>
              <w:ind w:left="0"/>
              <w:cnfStyle w:val="000000000000"/>
            </w:pPr>
            <w:r>
              <w:t>Go to Client Module.</w:t>
            </w:r>
          </w:p>
          <w:p w:rsidR="002B6334" w:rsidRDefault="002B6334" w:rsidP="00E770DC">
            <w:pPr>
              <w:pStyle w:val="ListParagraph"/>
              <w:ind w:left="360"/>
              <w:cnfStyle w:val="000000000000"/>
            </w:pPr>
          </w:p>
        </w:tc>
        <w:tc>
          <w:tcPr>
            <w:tcW w:w="668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650" w:type="pct"/>
          </w:tcPr>
          <w:p w:rsidR="002B6334" w:rsidRDefault="002B6334" w:rsidP="00082513">
            <w:pPr>
              <w:cnfStyle w:val="000000000000"/>
            </w:pPr>
            <w:r>
              <w:t>Client module is loaded</w:t>
            </w:r>
          </w:p>
        </w:tc>
        <w:tc>
          <w:tcPr>
            <w:tcW w:w="4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000000"/>
            </w:pPr>
          </w:p>
        </w:tc>
      </w:tr>
      <w:tr w:rsidR="002B6334" w:rsidTr="00310B48">
        <w:trPr>
          <w:cnfStyle w:val="000000100000"/>
        </w:trPr>
        <w:tc>
          <w:tcPr>
            <w:cnfStyle w:val="001000000000"/>
            <w:tcW w:w="738" w:type="pct"/>
            <w:vMerge/>
          </w:tcPr>
          <w:p w:rsidR="002B6334" w:rsidRDefault="002B6334" w:rsidP="00082513"/>
        </w:tc>
        <w:tc>
          <w:tcPr>
            <w:tcW w:w="800" w:type="pct"/>
            <w:vMerge/>
          </w:tcPr>
          <w:p w:rsidR="002B6334" w:rsidRDefault="002B6334" w:rsidP="00BD67FB">
            <w:pPr>
              <w:cnfStyle w:val="000000100000"/>
            </w:pPr>
          </w:p>
        </w:tc>
        <w:tc>
          <w:tcPr>
            <w:tcW w:w="982" w:type="pct"/>
          </w:tcPr>
          <w:p w:rsidR="002B6334" w:rsidRDefault="002B6334" w:rsidP="00E770DC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68" w:type="pct"/>
          </w:tcPr>
          <w:p w:rsidR="002B6334" w:rsidRDefault="002B6334" w:rsidP="00E770DC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Surname</w:t>
            </w:r>
          </w:p>
          <w:p w:rsidR="002B6334" w:rsidRDefault="002B6334" w:rsidP="00E770DC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first name</w:t>
            </w:r>
          </w:p>
          <w:p w:rsidR="002B6334" w:rsidRDefault="002B6334" w:rsidP="00E770DC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Student ID</w:t>
            </w:r>
          </w:p>
          <w:p w:rsidR="002B6334" w:rsidRDefault="002B6334" w:rsidP="00E770DC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DOB</w:t>
            </w:r>
          </w:p>
          <w:p w:rsidR="002B6334" w:rsidRDefault="002B6334" w:rsidP="009E4738">
            <w:pPr>
              <w:pStyle w:val="ListParagraph"/>
              <w:ind w:left="502"/>
              <w:cnfStyle w:val="000000100000"/>
            </w:pPr>
          </w:p>
        </w:tc>
        <w:tc>
          <w:tcPr>
            <w:tcW w:w="650" w:type="pct"/>
          </w:tcPr>
          <w:p w:rsidR="002B6334" w:rsidRDefault="002B6334" w:rsidP="00082513">
            <w:pPr>
              <w:cnfStyle w:val="000000100000"/>
            </w:pPr>
            <w:r>
              <w:t>Data is visible in the text fields.</w:t>
            </w:r>
          </w:p>
        </w:tc>
        <w:tc>
          <w:tcPr>
            <w:tcW w:w="4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100000"/>
            </w:pPr>
          </w:p>
        </w:tc>
      </w:tr>
      <w:tr w:rsidR="002B6334" w:rsidTr="00310B48">
        <w:tc>
          <w:tcPr>
            <w:cnfStyle w:val="001000000000"/>
            <w:tcW w:w="738" w:type="pct"/>
            <w:vMerge/>
          </w:tcPr>
          <w:p w:rsidR="002B6334" w:rsidRDefault="002B6334" w:rsidP="00082513"/>
        </w:tc>
        <w:tc>
          <w:tcPr>
            <w:tcW w:w="800" w:type="pct"/>
            <w:vMerge/>
          </w:tcPr>
          <w:p w:rsidR="002B6334" w:rsidRDefault="002B6334" w:rsidP="00BD67FB">
            <w:pPr>
              <w:cnfStyle w:val="000000000000"/>
            </w:pPr>
          </w:p>
        </w:tc>
        <w:tc>
          <w:tcPr>
            <w:tcW w:w="982" w:type="pct"/>
          </w:tcPr>
          <w:p w:rsidR="002B6334" w:rsidRDefault="002B6334" w:rsidP="00E770DC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B17C42">
              <w:rPr>
                <w:b/>
              </w:rPr>
              <w:t>search</w:t>
            </w:r>
            <w:r>
              <w:t xml:space="preserve"> button</w:t>
            </w:r>
          </w:p>
          <w:p w:rsidR="002B6334" w:rsidRDefault="002B6334" w:rsidP="00E770DC">
            <w:pPr>
              <w:pStyle w:val="ListParagraph"/>
              <w:ind w:left="360"/>
              <w:cnfStyle w:val="000000000000"/>
            </w:pPr>
          </w:p>
        </w:tc>
        <w:tc>
          <w:tcPr>
            <w:tcW w:w="668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650" w:type="pct"/>
          </w:tcPr>
          <w:p w:rsidR="002B6334" w:rsidRDefault="002B6334" w:rsidP="00082513">
            <w:pPr>
              <w:cnfStyle w:val="000000000000"/>
            </w:pPr>
            <w:r>
              <w:t>Search displays list of persons.</w:t>
            </w:r>
          </w:p>
        </w:tc>
        <w:tc>
          <w:tcPr>
            <w:tcW w:w="4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000000"/>
            </w:pPr>
          </w:p>
        </w:tc>
      </w:tr>
      <w:tr w:rsidR="002B6334" w:rsidTr="00310B48">
        <w:trPr>
          <w:cnfStyle w:val="000000100000"/>
          <w:trHeight w:val="885"/>
        </w:trPr>
        <w:tc>
          <w:tcPr>
            <w:cnfStyle w:val="001000000000"/>
            <w:tcW w:w="738" w:type="pct"/>
            <w:vMerge/>
          </w:tcPr>
          <w:p w:rsidR="002B6334" w:rsidRDefault="002B6334" w:rsidP="00082513"/>
        </w:tc>
        <w:tc>
          <w:tcPr>
            <w:tcW w:w="800" w:type="pct"/>
            <w:vMerge/>
          </w:tcPr>
          <w:p w:rsidR="002B6334" w:rsidRDefault="002B6334" w:rsidP="00BD67FB">
            <w:pPr>
              <w:cnfStyle w:val="000000100000"/>
            </w:pPr>
          </w:p>
        </w:tc>
        <w:tc>
          <w:tcPr>
            <w:tcW w:w="982" w:type="pct"/>
          </w:tcPr>
          <w:p w:rsidR="002B6334" w:rsidRDefault="002B6334" w:rsidP="00E770DC">
            <w:pPr>
              <w:pStyle w:val="ListParagraph"/>
              <w:ind w:left="0"/>
              <w:cnfStyle w:val="000000100000"/>
            </w:pPr>
            <w:r>
              <w:t xml:space="preserve">Double click on the </w:t>
            </w:r>
            <w:r w:rsidR="00A1116F">
              <w:t xml:space="preserve">selected </w:t>
            </w:r>
            <w:r>
              <w:t xml:space="preserve">person </w:t>
            </w:r>
            <w:r w:rsidR="00A1116F">
              <w:t xml:space="preserve">that </w:t>
            </w:r>
            <w:r>
              <w:t>you wish to delete.</w:t>
            </w:r>
          </w:p>
          <w:p w:rsidR="002B6334" w:rsidRDefault="002B6334" w:rsidP="00E770DC">
            <w:pPr>
              <w:pStyle w:val="ListParagraph"/>
              <w:ind w:left="360"/>
              <w:cnfStyle w:val="000000100000"/>
            </w:pPr>
          </w:p>
        </w:tc>
        <w:tc>
          <w:tcPr>
            <w:tcW w:w="668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650" w:type="pct"/>
          </w:tcPr>
          <w:p w:rsidR="002B6334" w:rsidRDefault="002B6334" w:rsidP="00082513">
            <w:pPr>
              <w:cnfStyle w:val="000000100000"/>
            </w:pPr>
            <w:r>
              <w:t>Screen changes to Person</w:t>
            </w:r>
            <w:r w:rsidR="00A1116F">
              <w:t xml:space="preserve"> view</w:t>
            </w:r>
            <w:r>
              <w:t>.</w:t>
            </w:r>
          </w:p>
        </w:tc>
        <w:tc>
          <w:tcPr>
            <w:tcW w:w="4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100000"/>
            </w:pPr>
          </w:p>
        </w:tc>
      </w:tr>
      <w:tr w:rsidR="002B6334" w:rsidTr="00310B48">
        <w:tc>
          <w:tcPr>
            <w:cnfStyle w:val="001000000000"/>
            <w:tcW w:w="738" w:type="pct"/>
            <w:vMerge/>
          </w:tcPr>
          <w:p w:rsidR="002B6334" w:rsidRDefault="002B6334" w:rsidP="00082513"/>
        </w:tc>
        <w:tc>
          <w:tcPr>
            <w:tcW w:w="800" w:type="pct"/>
            <w:vMerge/>
          </w:tcPr>
          <w:p w:rsidR="002B6334" w:rsidRDefault="002B6334" w:rsidP="00BD67FB">
            <w:pPr>
              <w:cnfStyle w:val="000000000000"/>
            </w:pPr>
          </w:p>
        </w:tc>
        <w:tc>
          <w:tcPr>
            <w:tcW w:w="982" w:type="pct"/>
          </w:tcPr>
          <w:p w:rsidR="002B6334" w:rsidRDefault="002B6334" w:rsidP="00E770DC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B17C42">
              <w:rPr>
                <w:b/>
              </w:rPr>
              <w:t>delete</w:t>
            </w:r>
            <w:r>
              <w:t xml:space="preserve"> button.</w:t>
            </w:r>
          </w:p>
        </w:tc>
        <w:tc>
          <w:tcPr>
            <w:tcW w:w="668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650" w:type="pct"/>
          </w:tcPr>
          <w:p w:rsidR="002B6334" w:rsidRDefault="00A1116F" w:rsidP="00082513">
            <w:pPr>
              <w:cnfStyle w:val="000000000000"/>
            </w:pPr>
            <w:r>
              <w:t>A confirmation message appears on screen asking user to confirm the deletion</w:t>
            </w:r>
          </w:p>
        </w:tc>
        <w:tc>
          <w:tcPr>
            <w:tcW w:w="4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000000"/>
            </w:pPr>
          </w:p>
        </w:tc>
      </w:tr>
      <w:tr w:rsidR="002B6334" w:rsidTr="00310B48">
        <w:trPr>
          <w:cnfStyle w:val="000000100000"/>
        </w:trPr>
        <w:tc>
          <w:tcPr>
            <w:cnfStyle w:val="001000000000"/>
            <w:tcW w:w="738" w:type="pct"/>
            <w:vMerge/>
          </w:tcPr>
          <w:p w:rsidR="002B6334" w:rsidRDefault="002B6334" w:rsidP="00082513"/>
        </w:tc>
        <w:tc>
          <w:tcPr>
            <w:tcW w:w="800" w:type="pct"/>
            <w:vMerge/>
          </w:tcPr>
          <w:p w:rsidR="002B6334" w:rsidRDefault="002B6334" w:rsidP="00BD67FB">
            <w:pPr>
              <w:cnfStyle w:val="000000100000"/>
            </w:pPr>
          </w:p>
        </w:tc>
        <w:tc>
          <w:tcPr>
            <w:tcW w:w="982" w:type="pct"/>
          </w:tcPr>
          <w:p w:rsidR="002B6334" w:rsidRDefault="002B6334" w:rsidP="00E770DC">
            <w:pPr>
              <w:pStyle w:val="ListParagraph"/>
              <w:ind w:left="0"/>
              <w:cnfStyle w:val="000000100000"/>
            </w:pPr>
            <w:r>
              <w:t xml:space="preserve">Choose </w:t>
            </w:r>
            <w:r w:rsidRPr="00A1116F">
              <w:rPr>
                <w:b/>
              </w:rPr>
              <w:t xml:space="preserve">'YES' </w:t>
            </w:r>
            <w:r>
              <w:t xml:space="preserve">on </w:t>
            </w:r>
            <w:r>
              <w:lastRenderedPageBreak/>
              <w:t>confirmation message box.</w:t>
            </w:r>
          </w:p>
        </w:tc>
        <w:tc>
          <w:tcPr>
            <w:tcW w:w="668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650" w:type="pct"/>
          </w:tcPr>
          <w:p w:rsidR="002B6334" w:rsidRDefault="002B6334" w:rsidP="00082513">
            <w:pPr>
              <w:cnfStyle w:val="000000100000"/>
            </w:pPr>
            <w:r>
              <w:t xml:space="preserve">Person deleted </w:t>
            </w:r>
            <w:r>
              <w:lastRenderedPageBreak/>
              <w:t>successfully.</w:t>
            </w:r>
          </w:p>
        </w:tc>
        <w:tc>
          <w:tcPr>
            <w:tcW w:w="4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100000"/>
            </w:pPr>
          </w:p>
        </w:tc>
      </w:tr>
      <w:tr w:rsidR="002B6334" w:rsidTr="00310B48">
        <w:trPr>
          <w:trHeight w:val="60"/>
        </w:trPr>
        <w:tc>
          <w:tcPr>
            <w:cnfStyle w:val="001000000000"/>
            <w:tcW w:w="738" w:type="pct"/>
            <w:vMerge w:val="restart"/>
          </w:tcPr>
          <w:p w:rsidR="002B6334" w:rsidRPr="002B6334" w:rsidRDefault="002B6334" w:rsidP="002B6334">
            <w:pPr>
              <w:pStyle w:val="Heading3"/>
              <w:outlineLvl w:val="2"/>
            </w:pPr>
            <w:bookmarkStart w:id="8" w:name="_Toc360028068"/>
            <w:r w:rsidRPr="002B6334">
              <w:lastRenderedPageBreak/>
              <w:t>3.5</w:t>
            </w:r>
            <w:bookmarkStart w:id="9" w:name="IDCard"/>
            <w:r w:rsidRPr="002B6334">
              <w:t xml:space="preserve"> ID Card</w:t>
            </w:r>
            <w:bookmarkEnd w:id="8"/>
            <w:bookmarkEnd w:id="9"/>
          </w:p>
        </w:tc>
        <w:tc>
          <w:tcPr>
            <w:tcW w:w="800" w:type="pct"/>
            <w:vMerge w:val="restart"/>
          </w:tcPr>
          <w:p w:rsidR="004D4E7F" w:rsidRDefault="004D4E7F" w:rsidP="004D4E7F">
            <w:pPr>
              <w:cnfStyle w:val="000000000000"/>
            </w:pPr>
            <w:r>
              <w:t>Must have existing person details</w:t>
            </w:r>
          </w:p>
          <w:p w:rsidR="004D4E7F" w:rsidRDefault="004D4E7F" w:rsidP="004D4E7F">
            <w:pPr>
              <w:cnfStyle w:val="000000000000"/>
            </w:pPr>
          </w:p>
          <w:p w:rsidR="004D4E7F" w:rsidRDefault="004D4E7F" w:rsidP="004D4E7F">
            <w:pPr>
              <w:cnfStyle w:val="000000000000"/>
            </w:pPr>
            <w:r>
              <w:t>To create person refer to the following test cases</w:t>
            </w:r>
          </w:p>
          <w:p w:rsidR="004D4E7F" w:rsidRDefault="004D4E7F" w:rsidP="004D4E7F">
            <w:pPr>
              <w:pStyle w:val="ListParagraph"/>
              <w:numPr>
                <w:ilvl w:val="0"/>
                <w:numId w:val="23"/>
              </w:numPr>
              <w:cnfStyle w:val="000000000000"/>
              <w:rPr>
                <w:b/>
              </w:rPr>
            </w:pPr>
            <w:r w:rsidRPr="009E4738">
              <w:rPr>
                <w:b/>
              </w:rPr>
              <w:t xml:space="preserve">2.2 </w:t>
            </w:r>
            <w:r w:rsidRPr="009E4738">
              <w:t>Add a Person</w:t>
            </w:r>
          </w:p>
          <w:p w:rsidR="004D4E7F" w:rsidRPr="009E4738" w:rsidRDefault="004D4E7F" w:rsidP="004D4E7F">
            <w:pPr>
              <w:pStyle w:val="ListParagraph"/>
              <w:numPr>
                <w:ilvl w:val="0"/>
                <w:numId w:val="23"/>
              </w:numPr>
              <w:cnfStyle w:val="000000000000"/>
              <w:rPr>
                <w:b/>
              </w:rPr>
            </w:pPr>
            <w:r>
              <w:rPr>
                <w:b/>
              </w:rPr>
              <w:t xml:space="preserve">2.3 </w:t>
            </w:r>
            <w:r w:rsidRPr="009E4738">
              <w:t>Add Person in live form</w:t>
            </w:r>
          </w:p>
          <w:p w:rsidR="002B6334" w:rsidRDefault="002B6334" w:rsidP="00916F23">
            <w:pPr>
              <w:pStyle w:val="ListParagraph"/>
              <w:ind w:left="0"/>
              <w:cnfStyle w:val="000000000000"/>
            </w:pPr>
          </w:p>
          <w:p w:rsidR="002B6334" w:rsidRDefault="002B6334" w:rsidP="005F3CD1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2B6334" w:rsidRDefault="002B6334" w:rsidP="005F3CD1">
            <w:pPr>
              <w:pStyle w:val="ListParagraph"/>
              <w:numPr>
                <w:ilvl w:val="0"/>
                <w:numId w:val="22"/>
              </w:numPr>
              <w:cnfStyle w:val="000000000000"/>
            </w:pPr>
            <w:r>
              <w:t xml:space="preserve">Client </w:t>
            </w:r>
          </w:p>
          <w:p w:rsidR="002B6334" w:rsidRDefault="002B6334" w:rsidP="00A1116F">
            <w:pPr>
              <w:pStyle w:val="ListParagraph"/>
              <w:ind w:left="360"/>
              <w:cnfStyle w:val="0000000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000000"/>
            </w:pPr>
            <w:r>
              <w:t>Go to client module</w:t>
            </w:r>
          </w:p>
          <w:p w:rsidR="002B6334" w:rsidRDefault="002B6334" w:rsidP="004031A0">
            <w:pPr>
              <w:pStyle w:val="ListParagraph"/>
              <w:ind w:left="0"/>
              <w:cnfStyle w:val="000000000000"/>
            </w:pPr>
          </w:p>
        </w:tc>
        <w:tc>
          <w:tcPr>
            <w:tcW w:w="668" w:type="pct"/>
          </w:tcPr>
          <w:p w:rsidR="002B6334" w:rsidRDefault="002B6334" w:rsidP="004031A0">
            <w:pPr>
              <w:cnfStyle w:val="0000000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000000"/>
            </w:pPr>
            <w:r>
              <w:t>Client Module is loaded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0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000000"/>
            </w:pPr>
          </w:p>
        </w:tc>
      </w:tr>
      <w:tr w:rsidR="002B6334" w:rsidTr="00310B48">
        <w:trPr>
          <w:cnfStyle w:val="000000100000"/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pStyle w:val="ListParagraph"/>
              <w:ind w:left="0"/>
              <w:cnfStyle w:val="0000001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100000"/>
            </w:pPr>
            <w:r>
              <w:t>Enter the data</w:t>
            </w:r>
          </w:p>
          <w:p w:rsidR="002B6334" w:rsidRDefault="002B6334" w:rsidP="004031A0">
            <w:pPr>
              <w:pStyle w:val="ListParagraph"/>
              <w:ind w:left="0"/>
              <w:cnfStyle w:val="000000100000"/>
            </w:pP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numPr>
                <w:ilvl w:val="0"/>
                <w:numId w:val="1"/>
              </w:numPr>
              <w:ind w:left="643"/>
              <w:cnfStyle w:val="000000100000"/>
            </w:pPr>
            <w:r>
              <w:t>Surname</w:t>
            </w:r>
          </w:p>
          <w:p w:rsidR="002B6334" w:rsidRDefault="002B6334" w:rsidP="004031A0">
            <w:pPr>
              <w:pStyle w:val="ListParagraph"/>
              <w:numPr>
                <w:ilvl w:val="0"/>
                <w:numId w:val="1"/>
              </w:numPr>
              <w:ind w:left="643"/>
              <w:cnfStyle w:val="000000100000"/>
            </w:pPr>
            <w:r>
              <w:t>first name</w:t>
            </w:r>
          </w:p>
          <w:p w:rsidR="002B6334" w:rsidRDefault="002B6334" w:rsidP="004031A0">
            <w:pPr>
              <w:pStyle w:val="ListParagraph"/>
              <w:numPr>
                <w:ilvl w:val="0"/>
                <w:numId w:val="1"/>
              </w:numPr>
              <w:ind w:left="643"/>
              <w:cnfStyle w:val="000000100000"/>
            </w:pPr>
            <w:r>
              <w:t>Student ID</w:t>
            </w:r>
          </w:p>
          <w:p w:rsidR="002B6334" w:rsidRDefault="002B6334" w:rsidP="004031A0">
            <w:pPr>
              <w:pStyle w:val="ListParagraph"/>
              <w:numPr>
                <w:ilvl w:val="0"/>
                <w:numId w:val="1"/>
              </w:numPr>
              <w:ind w:left="643"/>
              <w:cnfStyle w:val="000000100000"/>
            </w:pPr>
            <w:r>
              <w:t>DOB</w:t>
            </w:r>
          </w:p>
          <w:p w:rsidR="002B6334" w:rsidRDefault="002B6334" w:rsidP="00A1116F">
            <w:pPr>
              <w:pStyle w:val="ListParagraph"/>
              <w:ind w:left="643"/>
              <w:cnfStyle w:val="0000001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100000"/>
            </w:pPr>
            <w:r>
              <w:t>Data is visible in text fields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1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100000"/>
            </w:pPr>
          </w:p>
        </w:tc>
      </w:tr>
      <w:tr w:rsidR="002B6334" w:rsidTr="00310B48">
        <w:trPr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pStyle w:val="ListParagraph"/>
              <w:ind w:left="0"/>
              <w:cnfStyle w:val="0000000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B17C42">
              <w:rPr>
                <w:b/>
              </w:rPr>
              <w:t>search</w:t>
            </w:r>
            <w:r>
              <w:t xml:space="preserve"> button</w:t>
            </w:r>
          </w:p>
          <w:p w:rsidR="002B6334" w:rsidRDefault="002B6334" w:rsidP="004031A0">
            <w:pPr>
              <w:pStyle w:val="ListParagraph"/>
              <w:ind w:left="0"/>
              <w:cnfStyle w:val="000000000000"/>
            </w:pPr>
          </w:p>
        </w:tc>
        <w:tc>
          <w:tcPr>
            <w:tcW w:w="668" w:type="pct"/>
          </w:tcPr>
          <w:p w:rsidR="002B6334" w:rsidRDefault="002B6334" w:rsidP="004031A0">
            <w:pPr>
              <w:cnfStyle w:val="0000000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000000"/>
            </w:pPr>
            <w:r>
              <w:t>Search displays list of Persons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0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000000"/>
            </w:pPr>
          </w:p>
        </w:tc>
      </w:tr>
      <w:tr w:rsidR="002B6334" w:rsidTr="00310B48">
        <w:trPr>
          <w:cnfStyle w:val="000000100000"/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pStyle w:val="ListParagraph"/>
              <w:ind w:left="0"/>
              <w:cnfStyle w:val="000000100000"/>
            </w:pPr>
          </w:p>
        </w:tc>
        <w:tc>
          <w:tcPr>
            <w:tcW w:w="982" w:type="pct"/>
          </w:tcPr>
          <w:p w:rsidR="002B6334" w:rsidRDefault="002B6334" w:rsidP="00A1116F">
            <w:pPr>
              <w:pStyle w:val="ListParagraph"/>
              <w:ind w:left="0"/>
              <w:cnfStyle w:val="000000100000"/>
            </w:pPr>
            <w:r>
              <w:t xml:space="preserve">Double Click on the selected </w:t>
            </w:r>
            <w:r w:rsidR="00A1116F">
              <w:t>Person</w:t>
            </w:r>
          </w:p>
        </w:tc>
        <w:tc>
          <w:tcPr>
            <w:tcW w:w="668" w:type="pct"/>
          </w:tcPr>
          <w:p w:rsidR="002B6334" w:rsidRDefault="002B6334" w:rsidP="004031A0">
            <w:pPr>
              <w:cnfStyle w:val="0000001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100000"/>
            </w:pPr>
            <w:r>
              <w:t>Screen changes to person view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1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100000"/>
            </w:pPr>
          </w:p>
        </w:tc>
      </w:tr>
      <w:tr w:rsidR="002B6334" w:rsidTr="00310B48">
        <w:trPr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pStyle w:val="ListParagraph"/>
              <w:ind w:left="0"/>
              <w:cnfStyle w:val="0000000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B17C42">
              <w:rPr>
                <w:b/>
              </w:rPr>
              <w:t>ID card</w:t>
            </w:r>
            <w:r>
              <w:t xml:space="preserve"> button</w:t>
            </w:r>
          </w:p>
        </w:tc>
        <w:tc>
          <w:tcPr>
            <w:tcW w:w="668" w:type="pct"/>
          </w:tcPr>
          <w:p w:rsidR="002B6334" w:rsidRDefault="002B6334" w:rsidP="004031A0">
            <w:pPr>
              <w:cnfStyle w:val="0000000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000000"/>
            </w:pPr>
            <w:r>
              <w:t>Popup Message appears with two option</w:t>
            </w:r>
            <w:r w:rsidR="00B17C42">
              <w:t>s</w:t>
            </w:r>
            <w:r>
              <w:t>.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0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000000"/>
            </w:pPr>
          </w:p>
        </w:tc>
      </w:tr>
      <w:tr w:rsidR="002B6334" w:rsidTr="00310B48">
        <w:trPr>
          <w:cnfStyle w:val="000000100000"/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pStyle w:val="ListParagraph"/>
              <w:ind w:left="0"/>
              <w:cnfStyle w:val="0000001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100000"/>
            </w:pPr>
            <w:r>
              <w:t>Choose one from the available options</w:t>
            </w:r>
          </w:p>
        </w:tc>
        <w:tc>
          <w:tcPr>
            <w:tcW w:w="668" w:type="pct"/>
          </w:tcPr>
          <w:p w:rsidR="002B6334" w:rsidRDefault="002B6334" w:rsidP="00502329">
            <w:pPr>
              <w:pStyle w:val="ListParagraph"/>
              <w:numPr>
                <w:ilvl w:val="0"/>
                <w:numId w:val="21"/>
              </w:numPr>
              <w:cnfStyle w:val="000000100000"/>
            </w:pPr>
            <w:r>
              <w:t>Print this student</w:t>
            </w:r>
          </w:p>
          <w:p w:rsidR="002B6334" w:rsidRDefault="002B6334" w:rsidP="00502329">
            <w:pPr>
              <w:pStyle w:val="ListParagraph"/>
              <w:numPr>
                <w:ilvl w:val="0"/>
                <w:numId w:val="21"/>
              </w:numPr>
              <w:cnfStyle w:val="000000100000"/>
            </w:pPr>
            <w:r>
              <w:t>Add to Queue</w:t>
            </w:r>
          </w:p>
        </w:tc>
        <w:tc>
          <w:tcPr>
            <w:tcW w:w="650" w:type="pct"/>
          </w:tcPr>
          <w:p w:rsidR="002B6334" w:rsidRDefault="00A1116F" w:rsidP="00A1116F">
            <w:pPr>
              <w:pStyle w:val="ListParagraph"/>
              <w:numPr>
                <w:ilvl w:val="0"/>
                <w:numId w:val="21"/>
              </w:numPr>
              <w:cnfStyle w:val="000000100000"/>
            </w:pPr>
            <w:r>
              <w:t>Choosing Option 1 prints the ID Card</w:t>
            </w:r>
          </w:p>
          <w:p w:rsidR="00A1116F" w:rsidRDefault="00A1116F" w:rsidP="00A1116F">
            <w:pPr>
              <w:pStyle w:val="ListParagraph"/>
              <w:numPr>
                <w:ilvl w:val="0"/>
                <w:numId w:val="21"/>
              </w:numPr>
              <w:cnfStyle w:val="000000100000"/>
            </w:pPr>
            <w:r>
              <w:t>Choosing Option 2 send</w:t>
            </w:r>
            <w:r w:rsidR="00AF6575">
              <w:t>s</w:t>
            </w:r>
            <w:r>
              <w:t xml:space="preserve"> the record to queue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1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100000"/>
            </w:pPr>
          </w:p>
        </w:tc>
      </w:tr>
      <w:tr w:rsidR="002B6334" w:rsidTr="00310B48">
        <w:trPr>
          <w:trHeight w:val="60"/>
        </w:trPr>
        <w:tc>
          <w:tcPr>
            <w:cnfStyle w:val="001000000000"/>
            <w:tcW w:w="738" w:type="pct"/>
            <w:vMerge w:val="restart"/>
          </w:tcPr>
          <w:p w:rsidR="002B6334" w:rsidRPr="002B6334" w:rsidRDefault="002B6334" w:rsidP="002B6334">
            <w:pPr>
              <w:pStyle w:val="Heading3"/>
              <w:outlineLvl w:val="2"/>
            </w:pPr>
            <w:bookmarkStart w:id="10" w:name="_3.6.1_upload_Photos"/>
            <w:bookmarkStart w:id="11" w:name="_Toc360028069"/>
            <w:bookmarkEnd w:id="10"/>
            <w:r w:rsidRPr="002B6334">
              <w:t>3.6.1</w:t>
            </w:r>
            <w:bookmarkStart w:id="12" w:name="Upload"/>
            <w:r w:rsidRPr="002B6334">
              <w:t xml:space="preserve"> upload </w:t>
            </w:r>
            <w:bookmarkEnd w:id="12"/>
            <w:r w:rsidRPr="002B6334">
              <w:t>Photos &amp; Signature</w:t>
            </w:r>
            <w:bookmarkEnd w:id="11"/>
          </w:p>
        </w:tc>
        <w:tc>
          <w:tcPr>
            <w:tcW w:w="800" w:type="pct"/>
            <w:vMerge w:val="restart"/>
          </w:tcPr>
          <w:p w:rsidR="00A1116F" w:rsidRDefault="00A1116F" w:rsidP="00A1116F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A1116F" w:rsidRDefault="00A1116F" w:rsidP="00A1116F">
            <w:pPr>
              <w:pStyle w:val="ListParagraph"/>
              <w:numPr>
                <w:ilvl w:val="0"/>
                <w:numId w:val="22"/>
              </w:numPr>
              <w:cnfStyle w:val="000000000000"/>
            </w:pPr>
            <w:r>
              <w:t xml:space="preserve">Client </w:t>
            </w:r>
          </w:p>
          <w:p w:rsidR="00A1116F" w:rsidRDefault="00A1116F" w:rsidP="00A1116F">
            <w:pPr>
              <w:cnfStyle w:val="000000000000"/>
            </w:pPr>
          </w:p>
          <w:p w:rsidR="00A1116F" w:rsidRDefault="00A1116F" w:rsidP="00A1116F">
            <w:pPr>
              <w:cnfStyle w:val="000000000000"/>
            </w:pPr>
            <w:r>
              <w:t>Must have existing person details</w:t>
            </w:r>
          </w:p>
          <w:p w:rsidR="00A1116F" w:rsidRDefault="00A1116F" w:rsidP="00A1116F">
            <w:pPr>
              <w:cnfStyle w:val="000000000000"/>
            </w:pPr>
          </w:p>
          <w:p w:rsidR="00A1116F" w:rsidRDefault="00A1116F" w:rsidP="00A1116F">
            <w:pPr>
              <w:cnfStyle w:val="000000000000"/>
            </w:pPr>
            <w:r>
              <w:t>To create person refer to the following test cases</w:t>
            </w:r>
          </w:p>
          <w:p w:rsidR="00A1116F" w:rsidRDefault="00A1116F" w:rsidP="00A1116F">
            <w:pPr>
              <w:pStyle w:val="ListParagraph"/>
              <w:numPr>
                <w:ilvl w:val="0"/>
                <w:numId w:val="23"/>
              </w:numPr>
              <w:cnfStyle w:val="000000000000"/>
              <w:rPr>
                <w:b/>
              </w:rPr>
            </w:pPr>
            <w:r w:rsidRPr="009E4738">
              <w:rPr>
                <w:b/>
              </w:rPr>
              <w:t xml:space="preserve">2.2 </w:t>
            </w:r>
            <w:r w:rsidRPr="009E4738">
              <w:t>Add a Person</w:t>
            </w:r>
          </w:p>
          <w:p w:rsidR="00A1116F" w:rsidRPr="009E4738" w:rsidRDefault="00A1116F" w:rsidP="00A1116F">
            <w:pPr>
              <w:pStyle w:val="ListParagraph"/>
              <w:numPr>
                <w:ilvl w:val="0"/>
                <w:numId w:val="23"/>
              </w:numPr>
              <w:cnfStyle w:val="000000000000"/>
              <w:rPr>
                <w:b/>
              </w:rPr>
            </w:pPr>
            <w:r>
              <w:rPr>
                <w:b/>
              </w:rPr>
              <w:t xml:space="preserve">2.3 </w:t>
            </w:r>
            <w:r w:rsidRPr="009E4738">
              <w:t>Add Person in live form</w:t>
            </w:r>
          </w:p>
          <w:p w:rsidR="002B6334" w:rsidRDefault="002B6334" w:rsidP="004031A0">
            <w:pPr>
              <w:cnfStyle w:val="000000000000"/>
            </w:pPr>
          </w:p>
          <w:p w:rsidR="002B6334" w:rsidRDefault="002B6334" w:rsidP="004031A0">
            <w:pPr>
              <w:cnfStyle w:val="000000000000"/>
            </w:pPr>
            <w:r>
              <w:t>Make sure photo paths are configured in config.php file.</w:t>
            </w:r>
          </w:p>
          <w:p w:rsidR="002B6334" w:rsidRDefault="002B6334" w:rsidP="004031A0">
            <w:pPr>
              <w:cnfStyle w:val="000000000000"/>
            </w:pPr>
          </w:p>
          <w:p w:rsidR="002B6334" w:rsidRDefault="002B6334" w:rsidP="00A1116F">
            <w:pPr>
              <w:pStyle w:val="ListParagraph"/>
              <w:ind w:left="360"/>
              <w:cnfStyle w:val="0000000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000000"/>
            </w:pPr>
            <w:r>
              <w:lastRenderedPageBreak/>
              <w:t>Click on the client Module.</w:t>
            </w:r>
          </w:p>
          <w:p w:rsidR="002B6334" w:rsidRDefault="002B6334" w:rsidP="004031A0">
            <w:pPr>
              <w:pStyle w:val="ListParagraph"/>
              <w:ind w:left="0"/>
              <w:cnfStyle w:val="000000000000"/>
            </w:pPr>
          </w:p>
          <w:p w:rsidR="002B6334" w:rsidRDefault="002B6334" w:rsidP="004031A0">
            <w:pPr>
              <w:pStyle w:val="ListParagraph"/>
              <w:ind w:left="0"/>
              <w:cnfStyle w:val="000000000000"/>
            </w:pP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000000"/>
            </w:pPr>
            <w:r>
              <w:t>Client Module is loaded.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0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000000"/>
            </w:pPr>
          </w:p>
        </w:tc>
      </w:tr>
      <w:tr w:rsidR="002B6334" w:rsidTr="00310B48">
        <w:trPr>
          <w:cnfStyle w:val="000000100000"/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1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100000"/>
            </w:pPr>
            <w:r>
              <w:t>Enter the data</w:t>
            </w:r>
          </w:p>
          <w:p w:rsidR="002B6334" w:rsidRDefault="002B6334" w:rsidP="004031A0">
            <w:pPr>
              <w:pStyle w:val="ListParagraph"/>
              <w:ind w:left="0"/>
              <w:cnfStyle w:val="000000100000"/>
            </w:pP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Surname</w:t>
            </w:r>
          </w:p>
          <w:p w:rsidR="002B6334" w:rsidRDefault="002B6334" w:rsidP="004031A0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first name</w:t>
            </w:r>
          </w:p>
          <w:p w:rsidR="002B6334" w:rsidRDefault="002B6334" w:rsidP="004031A0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Student ID</w:t>
            </w:r>
          </w:p>
          <w:p w:rsidR="002B6334" w:rsidRDefault="002B6334" w:rsidP="004031A0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lastRenderedPageBreak/>
              <w:t>DOB</w:t>
            </w:r>
          </w:p>
          <w:p w:rsidR="002B6334" w:rsidRDefault="002B6334" w:rsidP="00A1116F">
            <w:pPr>
              <w:pStyle w:val="ListParagraph"/>
              <w:ind w:left="502"/>
              <w:cnfStyle w:val="000000100000"/>
            </w:pPr>
          </w:p>
        </w:tc>
        <w:tc>
          <w:tcPr>
            <w:tcW w:w="650" w:type="pct"/>
          </w:tcPr>
          <w:p w:rsidR="002B6334" w:rsidRDefault="002B6334" w:rsidP="004031A0">
            <w:pPr>
              <w:pStyle w:val="ListParagraph"/>
              <w:ind w:left="0"/>
              <w:cnfStyle w:val="000000100000"/>
            </w:pPr>
            <w:r>
              <w:rPr>
                <w:rFonts w:eastAsia="Times New Roman" w:cs="Times New Roman"/>
                <w:lang w:eastAsia="en-NZ"/>
              </w:rPr>
              <w:lastRenderedPageBreak/>
              <w:t>Data is visible in text fields.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1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100000"/>
            </w:pPr>
          </w:p>
        </w:tc>
      </w:tr>
      <w:tr w:rsidR="002B6334" w:rsidTr="00310B48">
        <w:trPr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0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000000"/>
            </w:pPr>
            <w:r>
              <w:t>Click on the search button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502"/>
              <w:cnfStyle w:val="000000000000"/>
            </w:pPr>
          </w:p>
        </w:tc>
        <w:tc>
          <w:tcPr>
            <w:tcW w:w="650" w:type="pct"/>
          </w:tcPr>
          <w:p w:rsidR="002B6334" w:rsidRDefault="002B6334" w:rsidP="004031A0">
            <w:pPr>
              <w:pStyle w:val="ListParagraph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Search displays the list of persons.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0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000000"/>
            </w:pPr>
          </w:p>
        </w:tc>
      </w:tr>
      <w:tr w:rsidR="002B6334" w:rsidTr="00310B48">
        <w:trPr>
          <w:cnfStyle w:val="000000100000"/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1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100000"/>
            </w:pPr>
            <w:r>
              <w:t>Doub</w:t>
            </w:r>
            <w:r w:rsidR="00B17C42">
              <w:t>le click on the selected person that you wish to upload photos or signature</w:t>
            </w:r>
          </w:p>
          <w:p w:rsidR="002B6334" w:rsidRDefault="002B6334" w:rsidP="004031A0">
            <w:pPr>
              <w:pStyle w:val="ListParagraph"/>
              <w:ind w:left="0"/>
              <w:cnfStyle w:val="000000100000"/>
            </w:pP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100000"/>
            </w:pPr>
            <w:r>
              <w:t>Screen changes to person</w:t>
            </w:r>
            <w:r w:rsidR="00A1116F">
              <w:t xml:space="preserve"> view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1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100000"/>
            </w:pPr>
          </w:p>
        </w:tc>
      </w:tr>
      <w:tr w:rsidR="002B6334" w:rsidTr="00310B48">
        <w:trPr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0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000000"/>
            </w:pPr>
            <w:r>
              <w:t>Click on the photos tab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000000"/>
            </w:pP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0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000000"/>
            </w:pPr>
          </w:p>
        </w:tc>
      </w:tr>
      <w:tr w:rsidR="002B6334" w:rsidTr="00310B48">
        <w:trPr>
          <w:cnfStyle w:val="000000100000"/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1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B17C42">
              <w:rPr>
                <w:b/>
              </w:rPr>
              <w:t>Edit</w:t>
            </w:r>
            <w:r>
              <w:t xml:space="preserve"> button</w:t>
            </w:r>
            <w:r w:rsidR="00B17C42">
              <w:t xml:space="preserve"> on person.</w:t>
            </w:r>
          </w:p>
          <w:p w:rsidR="002B6334" w:rsidRDefault="002B6334" w:rsidP="004031A0">
            <w:pPr>
              <w:pStyle w:val="ListParagraph"/>
              <w:ind w:left="0"/>
              <w:cnfStyle w:val="000000100000"/>
            </w:pP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100000"/>
            </w:pP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1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100000"/>
            </w:pPr>
          </w:p>
        </w:tc>
      </w:tr>
      <w:tr w:rsidR="002B6334" w:rsidTr="00310B48">
        <w:trPr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0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A1116F">
              <w:rPr>
                <w:b/>
              </w:rPr>
              <w:t>upload button</w:t>
            </w:r>
            <w:r>
              <w:t xml:space="preserve"> on  Person photo or Signature screen</w:t>
            </w:r>
          </w:p>
          <w:p w:rsidR="002B6334" w:rsidRDefault="002B6334" w:rsidP="004031A0">
            <w:pPr>
              <w:pStyle w:val="ListParagraph"/>
              <w:ind w:left="0"/>
              <w:cnfStyle w:val="000000000000"/>
            </w:pP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6334" w:rsidRDefault="00A1116F" w:rsidP="00A56B72">
            <w:pPr>
              <w:cnfStyle w:val="000000000000"/>
            </w:pPr>
            <w:r>
              <w:t xml:space="preserve">A window opens asking user to </w:t>
            </w:r>
            <w:r w:rsidR="00A56B72">
              <w:t>open</w:t>
            </w:r>
            <w:r>
              <w:t xml:space="preserve"> a file from file system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0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000000"/>
            </w:pPr>
          </w:p>
        </w:tc>
      </w:tr>
      <w:tr w:rsidR="002B6334" w:rsidTr="00310B48">
        <w:trPr>
          <w:cnfStyle w:val="000000100000"/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100000"/>
            </w:pPr>
          </w:p>
        </w:tc>
        <w:tc>
          <w:tcPr>
            <w:tcW w:w="982" w:type="pct"/>
          </w:tcPr>
          <w:p w:rsidR="002B6334" w:rsidRDefault="002B6334" w:rsidP="0031202F">
            <w:pPr>
              <w:pStyle w:val="ListParagraph"/>
              <w:ind w:left="0"/>
              <w:cnfStyle w:val="000000100000"/>
            </w:pPr>
            <w:r>
              <w:rPr>
                <w:szCs w:val="40"/>
              </w:rPr>
              <w:t>Select an image from the file system for photo or  signature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numPr>
                <w:ilvl w:val="0"/>
                <w:numId w:val="16"/>
              </w:numPr>
              <w:cnfStyle w:val="000000100000"/>
            </w:pPr>
            <w:r>
              <w:t>Image(s) to upload.</w:t>
            </w:r>
          </w:p>
        </w:tc>
        <w:tc>
          <w:tcPr>
            <w:tcW w:w="650" w:type="pct"/>
          </w:tcPr>
          <w:p w:rsidR="002B6334" w:rsidRDefault="002B6334" w:rsidP="004031A0">
            <w:pPr>
              <w:cnfStyle w:val="000000100000"/>
            </w:pP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1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100000"/>
            </w:pPr>
          </w:p>
        </w:tc>
      </w:tr>
      <w:tr w:rsidR="002B6334" w:rsidTr="00310B48">
        <w:trPr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0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B17C42">
              <w:rPr>
                <w:b/>
              </w:rPr>
              <w:t>Save</w:t>
            </w:r>
            <w:r>
              <w:t xml:space="preserve"> button</w:t>
            </w:r>
            <w:r w:rsidR="00B17C42">
              <w:t xml:space="preserve"> on person</w:t>
            </w:r>
            <w:r>
              <w:t>.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000000"/>
            </w:pPr>
            <w:r>
              <w:t>Image(s) has been uploaded successfully.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0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000000"/>
            </w:pPr>
          </w:p>
        </w:tc>
      </w:tr>
      <w:tr w:rsidR="002B6334" w:rsidTr="00310B48">
        <w:trPr>
          <w:cnfStyle w:val="000000100000"/>
          <w:trHeight w:val="60"/>
        </w:trPr>
        <w:tc>
          <w:tcPr>
            <w:cnfStyle w:val="001000000000"/>
            <w:tcW w:w="738" w:type="pct"/>
            <w:vMerge w:val="restart"/>
          </w:tcPr>
          <w:p w:rsidR="002B6334" w:rsidRPr="002B6334" w:rsidRDefault="002B6334" w:rsidP="002B6334">
            <w:pPr>
              <w:pStyle w:val="Heading3"/>
              <w:outlineLvl w:val="2"/>
            </w:pPr>
            <w:bookmarkStart w:id="13" w:name="_3.6.2_Delete_Photos"/>
            <w:bookmarkStart w:id="14" w:name="_Toc360028070"/>
            <w:bookmarkEnd w:id="13"/>
            <w:r w:rsidRPr="002B6334">
              <w:t>3.6.2</w:t>
            </w:r>
            <w:bookmarkStart w:id="15" w:name="DeletePhotos"/>
            <w:r w:rsidRPr="002B6334">
              <w:t xml:space="preserve"> Delete </w:t>
            </w:r>
            <w:bookmarkEnd w:id="15"/>
            <w:r w:rsidRPr="002B6334">
              <w:t>Photos</w:t>
            </w:r>
            <w:bookmarkEnd w:id="14"/>
          </w:p>
        </w:tc>
        <w:tc>
          <w:tcPr>
            <w:tcW w:w="800" w:type="pct"/>
            <w:vMerge w:val="restart"/>
          </w:tcPr>
          <w:p w:rsidR="002B6334" w:rsidRDefault="002B6334" w:rsidP="004031A0">
            <w:pPr>
              <w:cnfStyle w:val="000000100000"/>
            </w:pPr>
            <w:r>
              <w:t>Make Sure to have an existing Photo attached to the person.</w:t>
            </w:r>
            <w:r w:rsidR="00197B6E">
              <w:t xml:space="preserve"> To upload one refer to</w:t>
            </w:r>
          </w:p>
          <w:p w:rsidR="00197B6E" w:rsidRDefault="00B655FB" w:rsidP="00197B6E">
            <w:pPr>
              <w:pStyle w:val="ListParagraph"/>
              <w:numPr>
                <w:ilvl w:val="0"/>
                <w:numId w:val="16"/>
              </w:numPr>
              <w:cnfStyle w:val="000000100000"/>
            </w:pPr>
            <w:hyperlink w:anchor="_3.6.1_upload_Photos" w:history="1">
              <w:r w:rsidR="00197B6E" w:rsidRPr="00197B6E">
                <w:rPr>
                  <w:rStyle w:val="Hyperlink"/>
                </w:rPr>
                <w:t>3.6.1 Upload photos</w:t>
              </w:r>
            </w:hyperlink>
          </w:p>
          <w:p w:rsidR="002B6334" w:rsidRDefault="002B6334" w:rsidP="004031A0">
            <w:pPr>
              <w:cnfStyle w:val="000000100000"/>
            </w:pPr>
          </w:p>
          <w:p w:rsidR="002B6334" w:rsidRDefault="002B6334" w:rsidP="005F3CD1">
            <w:pPr>
              <w:pStyle w:val="ListParagraph"/>
              <w:ind w:left="0"/>
              <w:cnfStyle w:val="000000100000"/>
            </w:pPr>
            <w:r>
              <w:lastRenderedPageBreak/>
              <w:t>Must have security access to</w:t>
            </w:r>
          </w:p>
          <w:p w:rsidR="002B6334" w:rsidRDefault="002B6334" w:rsidP="005F3CD1">
            <w:pPr>
              <w:pStyle w:val="ListParagraph"/>
              <w:numPr>
                <w:ilvl w:val="0"/>
                <w:numId w:val="22"/>
              </w:numPr>
              <w:cnfStyle w:val="000000100000"/>
            </w:pPr>
            <w:r>
              <w:t xml:space="preserve">Client </w:t>
            </w:r>
          </w:p>
          <w:p w:rsidR="002B6334" w:rsidRDefault="002B6334" w:rsidP="00A1116F">
            <w:pPr>
              <w:pStyle w:val="ListParagraph"/>
              <w:ind w:left="360"/>
              <w:cnfStyle w:val="0000001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100000"/>
            </w:pPr>
            <w:r>
              <w:lastRenderedPageBreak/>
              <w:t>Click on the Client Module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100000"/>
            </w:pPr>
            <w:r>
              <w:t>Client Module is loaded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1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100000"/>
            </w:pPr>
          </w:p>
        </w:tc>
      </w:tr>
      <w:tr w:rsidR="002B6334" w:rsidTr="00310B48">
        <w:trPr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0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Surname</w:t>
            </w:r>
          </w:p>
          <w:p w:rsidR="002B6334" w:rsidRDefault="002B6334" w:rsidP="004031A0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first name</w:t>
            </w:r>
          </w:p>
          <w:p w:rsidR="002B6334" w:rsidRDefault="002B6334" w:rsidP="004031A0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Student ID</w:t>
            </w:r>
          </w:p>
          <w:p w:rsidR="002B6334" w:rsidRDefault="002B6334" w:rsidP="004031A0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DOB</w:t>
            </w:r>
          </w:p>
          <w:p w:rsidR="002B6334" w:rsidRDefault="002B6334" w:rsidP="00A1116F">
            <w:pPr>
              <w:pStyle w:val="ListParagraph"/>
              <w:ind w:left="502"/>
              <w:cnfStyle w:val="0000000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000000"/>
            </w:pPr>
            <w:r>
              <w:t>Data is visible in text fields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0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000000"/>
            </w:pPr>
          </w:p>
        </w:tc>
      </w:tr>
      <w:tr w:rsidR="002B6334" w:rsidTr="00310B48">
        <w:trPr>
          <w:cnfStyle w:val="000000100000"/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1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B17C42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100000"/>
            </w:pP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1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100000"/>
            </w:pPr>
          </w:p>
        </w:tc>
      </w:tr>
      <w:tr w:rsidR="002B6334" w:rsidTr="00310B48">
        <w:trPr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0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  <w:r w:rsidR="00B17C42">
              <w:t xml:space="preserve"> that you wish to delete photos.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000000"/>
            </w:pPr>
            <w:r>
              <w:t>Screen changes to person</w:t>
            </w:r>
            <w:r w:rsidR="00A1116F">
              <w:t xml:space="preserve"> view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0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000000"/>
            </w:pPr>
          </w:p>
        </w:tc>
      </w:tr>
      <w:tr w:rsidR="002B6334" w:rsidTr="00310B48">
        <w:trPr>
          <w:cnfStyle w:val="000000100000"/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1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B17C42">
              <w:rPr>
                <w:b/>
              </w:rPr>
              <w:t>Edit</w:t>
            </w:r>
            <w:r w:rsidR="00A1116F">
              <w:t xml:space="preserve"> button on </w:t>
            </w:r>
            <w:r w:rsidR="001F240D">
              <w:t>person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100000"/>
            </w:pP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1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100000"/>
            </w:pPr>
          </w:p>
        </w:tc>
      </w:tr>
      <w:tr w:rsidR="002B6334" w:rsidTr="00310B48">
        <w:trPr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0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000000"/>
            </w:pPr>
            <w:r>
              <w:t>Go to photos tab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000000"/>
            </w:pP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0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000000"/>
            </w:pPr>
          </w:p>
        </w:tc>
      </w:tr>
      <w:tr w:rsidR="002B6334" w:rsidTr="00310B48">
        <w:trPr>
          <w:cnfStyle w:val="000000100000"/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1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A1116F">
              <w:rPr>
                <w:b/>
              </w:rPr>
              <w:t>delete button</w:t>
            </w:r>
            <w:r>
              <w:t xml:space="preserve"> on Person Photo or Signature.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6334" w:rsidRDefault="00B17C42" w:rsidP="004031A0">
            <w:pPr>
              <w:cnfStyle w:val="000000100000"/>
            </w:pPr>
            <w:r>
              <w:t xml:space="preserve">A </w:t>
            </w:r>
            <w:r w:rsidR="002B6334">
              <w:t xml:space="preserve">Confirmation </w:t>
            </w:r>
            <w:r>
              <w:t xml:space="preserve">message </w:t>
            </w:r>
            <w:r w:rsidR="002B6334">
              <w:t>popup appears on the screen</w:t>
            </w:r>
            <w:r w:rsidR="00A1116F">
              <w:t xml:space="preserve"> asking user to confirm the deletion.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1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100000"/>
            </w:pPr>
          </w:p>
        </w:tc>
      </w:tr>
      <w:tr w:rsidR="002B6334" w:rsidTr="00310B48">
        <w:trPr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0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000000"/>
            </w:pPr>
            <w:r>
              <w:t xml:space="preserve">Say </w:t>
            </w:r>
            <w:r w:rsidRPr="0075455A">
              <w:rPr>
                <w:b/>
              </w:rPr>
              <w:t>Yes</w:t>
            </w:r>
            <w:r>
              <w:t xml:space="preserve"> on the confirmation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000000"/>
            </w:pPr>
            <w:r>
              <w:t>Photo will be deleted from the file system.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0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000000"/>
            </w:pPr>
          </w:p>
        </w:tc>
      </w:tr>
      <w:tr w:rsidR="002B6334" w:rsidTr="00310B48">
        <w:trPr>
          <w:cnfStyle w:val="000000100000"/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100000"/>
            </w:pPr>
          </w:p>
        </w:tc>
        <w:tc>
          <w:tcPr>
            <w:tcW w:w="982" w:type="pct"/>
          </w:tcPr>
          <w:p w:rsidR="002B6334" w:rsidRDefault="002B6334" w:rsidP="00B17C42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B17C42">
              <w:rPr>
                <w:b/>
              </w:rPr>
              <w:t>Save</w:t>
            </w:r>
            <w:r w:rsidR="00B17C42">
              <w:t xml:space="preserve"> button on Person</w:t>
            </w:r>
            <w:r>
              <w:t>.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6334" w:rsidRDefault="00A1116F" w:rsidP="004031A0">
            <w:pPr>
              <w:cnfStyle w:val="000000100000"/>
            </w:pPr>
            <w:r>
              <w:t>Person record updated successfully.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1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100000"/>
            </w:pPr>
          </w:p>
        </w:tc>
      </w:tr>
      <w:tr w:rsidR="002B6334" w:rsidTr="00310B48">
        <w:trPr>
          <w:trHeight w:val="60"/>
        </w:trPr>
        <w:tc>
          <w:tcPr>
            <w:cnfStyle w:val="001000000000"/>
            <w:tcW w:w="738" w:type="pct"/>
            <w:vMerge w:val="restart"/>
          </w:tcPr>
          <w:p w:rsidR="002B6334" w:rsidRPr="002B6334" w:rsidRDefault="002B6334" w:rsidP="002B6334">
            <w:pPr>
              <w:pStyle w:val="Heading3"/>
              <w:outlineLvl w:val="2"/>
            </w:pPr>
            <w:bookmarkStart w:id="16" w:name="_3.7.1_Upload_documents"/>
            <w:bookmarkStart w:id="17" w:name="_Toc360028071"/>
            <w:bookmarkEnd w:id="16"/>
            <w:r w:rsidRPr="002B6334">
              <w:t>3.7.1</w:t>
            </w:r>
            <w:bookmarkStart w:id="18" w:name="Uploaddocuments"/>
            <w:r w:rsidRPr="002B6334">
              <w:t xml:space="preserve"> Upload documents</w:t>
            </w:r>
            <w:bookmarkEnd w:id="17"/>
            <w:bookmarkEnd w:id="18"/>
          </w:p>
        </w:tc>
        <w:tc>
          <w:tcPr>
            <w:tcW w:w="800" w:type="pct"/>
            <w:vMerge w:val="restart"/>
          </w:tcPr>
          <w:p w:rsidR="002B6334" w:rsidRDefault="002B6334" w:rsidP="004031A0">
            <w:pPr>
              <w:cnfStyle w:val="000000000000"/>
            </w:pPr>
            <w:r>
              <w:t>Make sure the file system is configured in config.php</w:t>
            </w:r>
          </w:p>
          <w:p w:rsidR="002B6334" w:rsidRDefault="002B6334" w:rsidP="004031A0">
            <w:pPr>
              <w:cnfStyle w:val="000000000000"/>
            </w:pPr>
          </w:p>
          <w:p w:rsidR="00EB1C62" w:rsidRDefault="00EB1C62" w:rsidP="00EB1C62">
            <w:pPr>
              <w:cnfStyle w:val="000000000000"/>
            </w:pPr>
            <w:r>
              <w:t>Must have existing person details</w:t>
            </w:r>
          </w:p>
          <w:p w:rsidR="00EB1C62" w:rsidRDefault="00EB1C62" w:rsidP="00EB1C62">
            <w:pPr>
              <w:cnfStyle w:val="000000000000"/>
            </w:pPr>
          </w:p>
          <w:p w:rsidR="00EB1C62" w:rsidRDefault="00EB1C62" w:rsidP="00EB1C62">
            <w:pPr>
              <w:cnfStyle w:val="000000000000"/>
            </w:pPr>
            <w:r>
              <w:t>To create person refer to the following test cases</w:t>
            </w:r>
          </w:p>
          <w:p w:rsidR="00EB1C62" w:rsidRDefault="00EB1C62" w:rsidP="00EB1C62">
            <w:pPr>
              <w:pStyle w:val="ListParagraph"/>
              <w:numPr>
                <w:ilvl w:val="0"/>
                <w:numId w:val="23"/>
              </w:numPr>
              <w:cnfStyle w:val="000000000000"/>
              <w:rPr>
                <w:b/>
              </w:rPr>
            </w:pPr>
            <w:r w:rsidRPr="009E4738">
              <w:rPr>
                <w:b/>
              </w:rPr>
              <w:t xml:space="preserve">2.2 </w:t>
            </w:r>
            <w:r w:rsidRPr="009E4738">
              <w:t>Add a Person</w:t>
            </w:r>
          </w:p>
          <w:p w:rsidR="00EB1C62" w:rsidRPr="009E4738" w:rsidRDefault="00EB1C62" w:rsidP="00EB1C62">
            <w:pPr>
              <w:pStyle w:val="ListParagraph"/>
              <w:numPr>
                <w:ilvl w:val="0"/>
                <w:numId w:val="23"/>
              </w:numPr>
              <w:cnfStyle w:val="000000000000"/>
              <w:rPr>
                <w:b/>
              </w:rPr>
            </w:pPr>
            <w:r>
              <w:rPr>
                <w:b/>
              </w:rPr>
              <w:t xml:space="preserve">2.3 </w:t>
            </w:r>
            <w:r w:rsidRPr="009E4738">
              <w:t xml:space="preserve">Add Person </w:t>
            </w:r>
            <w:r w:rsidRPr="009E4738">
              <w:lastRenderedPageBreak/>
              <w:t>in live form</w:t>
            </w:r>
          </w:p>
          <w:p w:rsidR="00EB1C62" w:rsidRDefault="00EB1C62" w:rsidP="004031A0">
            <w:pPr>
              <w:cnfStyle w:val="000000000000"/>
            </w:pPr>
          </w:p>
          <w:p w:rsidR="002B6334" w:rsidRDefault="002B6334" w:rsidP="00E84585">
            <w:pPr>
              <w:pStyle w:val="ListParagraph"/>
              <w:ind w:left="0"/>
              <w:cnfStyle w:val="000000000000"/>
            </w:pPr>
          </w:p>
          <w:p w:rsidR="002B6334" w:rsidRDefault="002B6334" w:rsidP="00E84585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2B6334" w:rsidRDefault="002B6334" w:rsidP="00A1116F">
            <w:pPr>
              <w:pStyle w:val="ListParagraph"/>
              <w:numPr>
                <w:ilvl w:val="0"/>
                <w:numId w:val="22"/>
              </w:numPr>
              <w:cnfStyle w:val="000000000000"/>
            </w:pPr>
            <w:r>
              <w:t xml:space="preserve">Client </w:t>
            </w: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000000"/>
            </w:pPr>
            <w:r>
              <w:lastRenderedPageBreak/>
              <w:t>Click on the client Module.</w:t>
            </w:r>
          </w:p>
          <w:p w:rsidR="002B6334" w:rsidRDefault="002B6334" w:rsidP="004031A0">
            <w:pPr>
              <w:pStyle w:val="ListParagraph"/>
              <w:ind w:left="0"/>
              <w:cnfStyle w:val="000000000000"/>
            </w:pPr>
          </w:p>
          <w:p w:rsidR="002B6334" w:rsidRDefault="002B6334" w:rsidP="004031A0">
            <w:pPr>
              <w:pStyle w:val="ListParagraph"/>
              <w:ind w:left="0"/>
              <w:cnfStyle w:val="000000000000"/>
            </w:pP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000000"/>
            </w:pPr>
            <w:r>
              <w:t>Client Module is loaded.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0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000000"/>
            </w:pPr>
          </w:p>
        </w:tc>
      </w:tr>
      <w:tr w:rsidR="002B6334" w:rsidTr="00310B48">
        <w:trPr>
          <w:cnfStyle w:val="000000100000"/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1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100000"/>
            </w:pPr>
            <w:r>
              <w:t>Enter the data</w:t>
            </w:r>
          </w:p>
          <w:p w:rsidR="002B6334" w:rsidRDefault="002B6334" w:rsidP="004031A0">
            <w:pPr>
              <w:pStyle w:val="ListParagraph"/>
              <w:ind w:left="0"/>
              <w:cnfStyle w:val="000000100000"/>
            </w:pP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Surname</w:t>
            </w:r>
          </w:p>
          <w:p w:rsidR="002B6334" w:rsidRDefault="002B6334" w:rsidP="004031A0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first name</w:t>
            </w:r>
          </w:p>
          <w:p w:rsidR="002B6334" w:rsidRDefault="002B6334" w:rsidP="004031A0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Student ID</w:t>
            </w:r>
          </w:p>
          <w:p w:rsidR="002B6334" w:rsidRDefault="002B6334" w:rsidP="004031A0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DOB</w:t>
            </w:r>
          </w:p>
          <w:p w:rsidR="002B6334" w:rsidRDefault="002B6334" w:rsidP="00A1116F">
            <w:pPr>
              <w:pStyle w:val="ListParagraph"/>
              <w:ind w:left="502"/>
              <w:cnfStyle w:val="0000001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100000"/>
            </w:pPr>
            <w:r>
              <w:rPr>
                <w:rFonts w:eastAsia="Times New Roman" w:cs="Times New Roman"/>
                <w:lang w:eastAsia="en-NZ"/>
              </w:rPr>
              <w:t>Data is visible in text fields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1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100000"/>
            </w:pPr>
          </w:p>
        </w:tc>
      </w:tr>
      <w:tr w:rsidR="002B6334" w:rsidTr="00310B48">
        <w:trPr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0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B17C42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502"/>
              <w:cnfStyle w:val="0000000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000000"/>
            </w:pPr>
            <w:r>
              <w:t>Search displays list of persons.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0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000000"/>
            </w:pPr>
          </w:p>
        </w:tc>
      </w:tr>
      <w:tr w:rsidR="002B6334" w:rsidTr="00310B48">
        <w:trPr>
          <w:cnfStyle w:val="000000100000"/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100000"/>
            </w:pPr>
          </w:p>
        </w:tc>
        <w:tc>
          <w:tcPr>
            <w:tcW w:w="982" w:type="pct"/>
          </w:tcPr>
          <w:p w:rsidR="002B6334" w:rsidRDefault="00A56B72" w:rsidP="004031A0">
            <w:pPr>
              <w:pStyle w:val="ListParagraph"/>
              <w:ind w:left="0"/>
              <w:cnfStyle w:val="000000100000"/>
            </w:pPr>
            <w:r>
              <w:t xml:space="preserve">Double </w:t>
            </w:r>
            <w:r w:rsidR="002B6334">
              <w:t>Click on the selected person</w:t>
            </w:r>
            <w:r w:rsidR="00B17C42">
              <w:t xml:space="preserve"> that you wish to </w:t>
            </w:r>
            <w:r w:rsidR="00B17C42">
              <w:lastRenderedPageBreak/>
              <w:t>upload documents</w:t>
            </w:r>
            <w:r w:rsidR="002B6334">
              <w:t>.</w:t>
            </w:r>
          </w:p>
          <w:p w:rsidR="002B6334" w:rsidRDefault="002B6334" w:rsidP="004031A0">
            <w:pPr>
              <w:pStyle w:val="ListParagraph"/>
              <w:ind w:left="0"/>
              <w:cnfStyle w:val="000000100000"/>
            </w:pP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100000"/>
            </w:pPr>
            <w:r>
              <w:t>View changes to Person screen.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1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100000"/>
            </w:pPr>
          </w:p>
        </w:tc>
      </w:tr>
      <w:tr w:rsidR="002B6334" w:rsidTr="00310B48">
        <w:trPr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0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B17C42">
              <w:rPr>
                <w:b/>
              </w:rPr>
              <w:t>Documents</w:t>
            </w:r>
            <w:r>
              <w:t xml:space="preserve"> tab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000000"/>
            </w:pP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0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000000"/>
            </w:pPr>
          </w:p>
        </w:tc>
      </w:tr>
      <w:tr w:rsidR="002B6334" w:rsidTr="00310B48">
        <w:trPr>
          <w:cnfStyle w:val="000000100000"/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1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B17C42">
              <w:rPr>
                <w:b/>
              </w:rPr>
              <w:t>Edit</w:t>
            </w:r>
            <w:r>
              <w:t xml:space="preserve"> button</w:t>
            </w:r>
            <w:r w:rsidR="00A56B72">
              <w:t xml:space="preserve"> on person </w:t>
            </w:r>
          </w:p>
          <w:p w:rsidR="002B6334" w:rsidRDefault="002B6334" w:rsidP="004031A0">
            <w:pPr>
              <w:pStyle w:val="ListParagraph"/>
              <w:ind w:left="0"/>
              <w:cnfStyle w:val="000000100000"/>
            </w:pP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100000"/>
            </w:pP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1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100000"/>
            </w:pPr>
          </w:p>
        </w:tc>
      </w:tr>
      <w:tr w:rsidR="002B6334" w:rsidTr="00310B48">
        <w:trPr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0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B17C42">
              <w:rPr>
                <w:b/>
              </w:rPr>
              <w:t>upload</w:t>
            </w:r>
            <w:r>
              <w:t xml:space="preserve"> button</w:t>
            </w:r>
            <w:r w:rsidR="00B17C42">
              <w:t xml:space="preserve"> on documents grid</w:t>
            </w:r>
            <w:r>
              <w:t xml:space="preserve">. 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6334" w:rsidRDefault="00A56B72" w:rsidP="00A56B72">
            <w:pPr>
              <w:cnfStyle w:val="000000000000"/>
            </w:pPr>
            <w:r>
              <w:t>A window opens asking user to open a file from file system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0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000000"/>
            </w:pPr>
          </w:p>
        </w:tc>
      </w:tr>
      <w:tr w:rsidR="002B6334" w:rsidTr="00310B48">
        <w:trPr>
          <w:cnfStyle w:val="000000100000"/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1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100000"/>
            </w:pPr>
            <w:r>
              <w:rPr>
                <w:szCs w:val="40"/>
              </w:rPr>
              <w:t>Select a document from the file system.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numPr>
                <w:ilvl w:val="0"/>
                <w:numId w:val="16"/>
              </w:numPr>
              <w:cnfStyle w:val="000000100000"/>
            </w:pPr>
            <w:r>
              <w:t>Document(s) to upload.</w:t>
            </w:r>
          </w:p>
        </w:tc>
        <w:tc>
          <w:tcPr>
            <w:tcW w:w="650" w:type="pct"/>
          </w:tcPr>
          <w:p w:rsidR="002B6334" w:rsidRDefault="002B6334" w:rsidP="004031A0">
            <w:pPr>
              <w:cnfStyle w:val="000000100000"/>
            </w:pP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1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100000"/>
            </w:pPr>
          </w:p>
        </w:tc>
      </w:tr>
      <w:tr w:rsidR="002B6334" w:rsidTr="00310B48">
        <w:trPr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0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B17C42">
              <w:rPr>
                <w:b/>
              </w:rPr>
              <w:t>Save</w:t>
            </w:r>
            <w:r>
              <w:t xml:space="preserve"> button.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6334" w:rsidRDefault="001F2D5F" w:rsidP="001F2D5F">
            <w:pPr>
              <w:cnfStyle w:val="000000000000"/>
            </w:pPr>
            <w:r>
              <w:t>A confirmation message saying user File</w:t>
            </w:r>
            <w:r w:rsidR="002B6334">
              <w:t>(s) ha</w:t>
            </w:r>
            <w:r>
              <w:t>ve</w:t>
            </w:r>
            <w:r w:rsidR="002B6334">
              <w:t xml:space="preserve"> been uploaded successfully.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0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000000"/>
            </w:pPr>
          </w:p>
        </w:tc>
      </w:tr>
      <w:tr w:rsidR="002B6334" w:rsidTr="00310B48">
        <w:trPr>
          <w:cnfStyle w:val="000000100000"/>
          <w:trHeight w:val="60"/>
        </w:trPr>
        <w:tc>
          <w:tcPr>
            <w:cnfStyle w:val="001000000000"/>
            <w:tcW w:w="738" w:type="pct"/>
            <w:vMerge w:val="restart"/>
          </w:tcPr>
          <w:p w:rsidR="002B6334" w:rsidRPr="002B6334" w:rsidRDefault="002B6334" w:rsidP="002B6334">
            <w:pPr>
              <w:pStyle w:val="Heading3"/>
              <w:outlineLvl w:val="2"/>
            </w:pPr>
            <w:bookmarkStart w:id="19" w:name="_3.7.2_Delete_documents"/>
            <w:bookmarkStart w:id="20" w:name="_Toc360028072"/>
            <w:bookmarkEnd w:id="19"/>
            <w:r w:rsidRPr="002B6334">
              <w:t>3.7.2</w:t>
            </w:r>
            <w:bookmarkStart w:id="21" w:name="Deletedocuments"/>
            <w:r>
              <w:t xml:space="preserve"> </w:t>
            </w:r>
            <w:r w:rsidRPr="002B6334">
              <w:t>Delete documents</w:t>
            </w:r>
            <w:bookmarkEnd w:id="20"/>
            <w:bookmarkEnd w:id="21"/>
          </w:p>
        </w:tc>
        <w:tc>
          <w:tcPr>
            <w:tcW w:w="800" w:type="pct"/>
            <w:vMerge w:val="restart"/>
          </w:tcPr>
          <w:p w:rsidR="002B6334" w:rsidRDefault="002B6334" w:rsidP="004031A0">
            <w:pPr>
              <w:cnfStyle w:val="000000100000"/>
            </w:pPr>
            <w:r>
              <w:t>Make sure the file system is configured in config.php</w:t>
            </w:r>
          </w:p>
          <w:p w:rsidR="002B6334" w:rsidRDefault="002B6334" w:rsidP="004031A0">
            <w:pPr>
              <w:cnfStyle w:val="000000100000"/>
            </w:pPr>
          </w:p>
          <w:p w:rsidR="00197B6E" w:rsidRDefault="00197B6E" w:rsidP="00197B6E">
            <w:pPr>
              <w:cnfStyle w:val="000000100000"/>
            </w:pPr>
            <w:r>
              <w:t>Make sure to have an existing document attached to the person. To create one refer to the following test case</w:t>
            </w:r>
          </w:p>
          <w:p w:rsidR="00197B6E" w:rsidRDefault="00B655FB" w:rsidP="00197B6E">
            <w:pPr>
              <w:pStyle w:val="ListParagraph"/>
              <w:numPr>
                <w:ilvl w:val="0"/>
                <w:numId w:val="29"/>
              </w:numPr>
              <w:cnfStyle w:val="000000100000"/>
            </w:pPr>
            <w:hyperlink w:anchor="_3.7.1_Upload_documents" w:history="1">
              <w:r w:rsidR="00197B6E" w:rsidRPr="00197B6E">
                <w:rPr>
                  <w:rStyle w:val="Hyperlink"/>
                </w:rPr>
                <w:t>3.7.1 upload documents</w:t>
              </w:r>
            </w:hyperlink>
          </w:p>
          <w:p w:rsidR="002B6334" w:rsidRDefault="002B6334" w:rsidP="004031A0">
            <w:pPr>
              <w:cnfStyle w:val="000000100000"/>
            </w:pPr>
          </w:p>
          <w:p w:rsidR="002B6334" w:rsidRDefault="002B6334" w:rsidP="00E84585">
            <w:pPr>
              <w:pStyle w:val="ListParagraph"/>
              <w:ind w:left="0"/>
              <w:cnfStyle w:val="000000100000"/>
            </w:pPr>
            <w:r>
              <w:t xml:space="preserve">Must have security </w:t>
            </w:r>
            <w:r>
              <w:lastRenderedPageBreak/>
              <w:t>access to</w:t>
            </w:r>
          </w:p>
          <w:p w:rsidR="002B6334" w:rsidRDefault="002B6334" w:rsidP="00E84585">
            <w:pPr>
              <w:pStyle w:val="ListParagraph"/>
              <w:numPr>
                <w:ilvl w:val="0"/>
                <w:numId w:val="22"/>
              </w:numPr>
              <w:cnfStyle w:val="000000100000"/>
            </w:pPr>
            <w:r>
              <w:t xml:space="preserve">Client </w:t>
            </w:r>
          </w:p>
          <w:p w:rsidR="002B6334" w:rsidRDefault="002B6334" w:rsidP="00A56B72">
            <w:pPr>
              <w:pStyle w:val="ListParagraph"/>
              <w:ind w:left="360"/>
              <w:cnfStyle w:val="0000001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100000"/>
            </w:pPr>
            <w:r>
              <w:lastRenderedPageBreak/>
              <w:t>Go to Client Module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100000"/>
            </w:pPr>
            <w:r>
              <w:t>Client Module is loaded.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1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100000"/>
            </w:pPr>
          </w:p>
        </w:tc>
      </w:tr>
      <w:tr w:rsidR="002B6334" w:rsidTr="00310B48">
        <w:trPr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0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Surname</w:t>
            </w:r>
          </w:p>
          <w:p w:rsidR="002B6334" w:rsidRDefault="002B6334" w:rsidP="004031A0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first name</w:t>
            </w:r>
          </w:p>
          <w:p w:rsidR="002B6334" w:rsidRDefault="002B6334" w:rsidP="004031A0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Student ID</w:t>
            </w:r>
          </w:p>
          <w:p w:rsidR="002B6334" w:rsidRDefault="002B6334" w:rsidP="004031A0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DOB</w:t>
            </w:r>
          </w:p>
          <w:p w:rsidR="002B6334" w:rsidRDefault="002B6334" w:rsidP="00A56B72">
            <w:pPr>
              <w:pStyle w:val="ListParagraph"/>
              <w:ind w:left="502"/>
              <w:cnfStyle w:val="0000000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000000"/>
            </w:pP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0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000000"/>
            </w:pPr>
          </w:p>
        </w:tc>
      </w:tr>
      <w:tr w:rsidR="002B6334" w:rsidTr="00310B48">
        <w:trPr>
          <w:cnfStyle w:val="000000100000"/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1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B17C42">
              <w:rPr>
                <w:b/>
              </w:rPr>
              <w:t>search</w:t>
            </w:r>
            <w:r>
              <w:t xml:space="preserve"> button.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100000"/>
            </w:pPr>
            <w:r>
              <w:t>Search displays list of persons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1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100000"/>
            </w:pPr>
          </w:p>
        </w:tc>
      </w:tr>
      <w:tr w:rsidR="002B6334" w:rsidTr="00310B48">
        <w:trPr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0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  <w:r w:rsidR="00B17C42">
              <w:t xml:space="preserve"> that you wish to delete documents from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000000"/>
            </w:pPr>
            <w:r>
              <w:t>Screen changes to  person</w:t>
            </w:r>
            <w:r w:rsidR="00A56B72">
              <w:t xml:space="preserve"> view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0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000000"/>
            </w:pPr>
          </w:p>
        </w:tc>
      </w:tr>
      <w:tr w:rsidR="002B6334" w:rsidTr="00310B48">
        <w:trPr>
          <w:cnfStyle w:val="000000100000"/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1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B17C42">
              <w:rPr>
                <w:b/>
              </w:rPr>
              <w:t>Edit</w:t>
            </w:r>
            <w:r w:rsidR="00A56B72">
              <w:t xml:space="preserve"> button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100000"/>
            </w:pP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1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100000"/>
            </w:pPr>
          </w:p>
        </w:tc>
      </w:tr>
      <w:tr w:rsidR="002B6334" w:rsidTr="00310B48">
        <w:trPr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0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000000"/>
            </w:pPr>
            <w:r>
              <w:t>Click on Documents tab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000000"/>
            </w:pP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0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000000"/>
            </w:pPr>
          </w:p>
        </w:tc>
      </w:tr>
      <w:tr w:rsidR="002B6334" w:rsidTr="00310B48">
        <w:trPr>
          <w:cnfStyle w:val="000000100000"/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1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B17C42">
              <w:rPr>
                <w:b/>
              </w:rPr>
              <w:t>delete</w:t>
            </w:r>
            <w:r>
              <w:t xml:space="preserve"> button</w:t>
            </w:r>
            <w:r w:rsidR="00B17C42">
              <w:t xml:space="preserve"> on documents grid.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6334" w:rsidRDefault="00B17C42" w:rsidP="004031A0">
            <w:pPr>
              <w:cnfStyle w:val="000000100000"/>
            </w:pPr>
            <w:r>
              <w:t xml:space="preserve">A </w:t>
            </w:r>
            <w:r w:rsidR="002B6334">
              <w:t>Confirmation message appears on screen</w:t>
            </w:r>
            <w:r w:rsidR="00A56B72">
              <w:t xml:space="preserve"> asking user to confirm the deletion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1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100000"/>
            </w:pPr>
          </w:p>
        </w:tc>
      </w:tr>
      <w:tr w:rsidR="002B6334" w:rsidTr="00310B48">
        <w:trPr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0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000000"/>
            </w:pPr>
            <w:r>
              <w:t xml:space="preserve">Say </w:t>
            </w:r>
            <w:r w:rsidRPr="007A549D">
              <w:rPr>
                <w:b/>
              </w:rPr>
              <w:t>"Yes"</w:t>
            </w:r>
            <w:r>
              <w:t xml:space="preserve"> on confirmation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000000"/>
            </w:pPr>
            <w:r>
              <w:t>Document(s) is deleted Successfully.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0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000000"/>
            </w:pPr>
          </w:p>
        </w:tc>
      </w:tr>
      <w:tr w:rsidR="002B6334" w:rsidTr="00310B48">
        <w:trPr>
          <w:cnfStyle w:val="000000100000"/>
          <w:trHeight w:val="60"/>
        </w:trPr>
        <w:tc>
          <w:tcPr>
            <w:cnfStyle w:val="001000000000"/>
            <w:tcW w:w="738" w:type="pct"/>
            <w:vMerge w:val="restart"/>
          </w:tcPr>
          <w:p w:rsidR="002B6334" w:rsidRPr="002B6334" w:rsidRDefault="002B6334" w:rsidP="002B6334">
            <w:pPr>
              <w:pStyle w:val="Heading3"/>
              <w:outlineLvl w:val="2"/>
            </w:pPr>
            <w:bookmarkStart w:id="22" w:name="_3.7.3_Download_documents"/>
            <w:bookmarkStart w:id="23" w:name="_Toc360028073"/>
            <w:bookmarkEnd w:id="22"/>
            <w:r w:rsidRPr="002B6334">
              <w:t>3.7.3</w:t>
            </w:r>
            <w:bookmarkStart w:id="24" w:name="Downloaddocuments"/>
            <w:r w:rsidRPr="002B6334">
              <w:t xml:space="preserve"> Download documents</w:t>
            </w:r>
            <w:bookmarkEnd w:id="23"/>
            <w:bookmarkEnd w:id="24"/>
          </w:p>
        </w:tc>
        <w:tc>
          <w:tcPr>
            <w:tcW w:w="800" w:type="pct"/>
            <w:vMerge w:val="restart"/>
          </w:tcPr>
          <w:p w:rsidR="00197B6E" w:rsidRDefault="00197B6E" w:rsidP="00197B6E">
            <w:pPr>
              <w:cnfStyle w:val="000000100000"/>
            </w:pPr>
            <w:r>
              <w:t>Make sure to have an existing document attached to the person. To create one refer to the following test case</w:t>
            </w:r>
          </w:p>
          <w:p w:rsidR="00197B6E" w:rsidRDefault="00B655FB" w:rsidP="00197B6E">
            <w:pPr>
              <w:pStyle w:val="ListParagraph"/>
              <w:numPr>
                <w:ilvl w:val="0"/>
                <w:numId w:val="29"/>
              </w:numPr>
              <w:cnfStyle w:val="000000100000"/>
            </w:pPr>
            <w:hyperlink w:anchor="_3.7.1_Upload_documents" w:history="1">
              <w:r w:rsidR="00197B6E" w:rsidRPr="00197B6E">
                <w:rPr>
                  <w:rStyle w:val="Hyperlink"/>
                </w:rPr>
                <w:t>3.7.1 upload documents</w:t>
              </w:r>
            </w:hyperlink>
          </w:p>
          <w:p w:rsidR="002B6334" w:rsidRDefault="002B6334" w:rsidP="004031A0">
            <w:pPr>
              <w:cnfStyle w:val="000000100000"/>
            </w:pPr>
          </w:p>
          <w:p w:rsidR="002B6334" w:rsidRDefault="002B6334" w:rsidP="00E84585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2B6334" w:rsidRDefault="002B6334" w:rsidP="00E84585">
            <w:pPr>
              <w:pStyle w:val="ListParagraph"/>
              <w:numPr>
                <w:ilvl w:val="0"/>
                <w:numId w:val="22"/>
              </w:numPr>
              <w:cnfStyle w:val="000000100000"/>
            </w:pPr>
            <w:r>
              <w:t xml:space="preserve">Client </w:t>
            </w:r>
          </w:p>
          <w:p w:rsidR="002B6334" w:rsidRDefault="002B6334" w:rsidP="008F653E">
            <w:pPr>
              <w:pStyle w:val="ListParagraph"/>
              <w:ind w:left="360"/>
              <w:cnfStyle w:val="0000001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100000"/>
            </w:pPr>
            <w:r>
              <w:t>Click on the client module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100000"/>
            </w:pPr>
            <w:r>
              <w:t>Client Module is loaded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1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100000"/>
            </w:pPr>
          </w:p>
        </w:tc>
      </w:tr>
      <w:tr w:rsidR="002B6334" w:rsidTr="00310B48">
        <w:trPr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0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Surname</w:t>
            </w:r>
          </w:p>
          <w:p w:rsidR="002B6334" w:rsidRDefault="002B6334" w:rsidP="004031A0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first name</w:t>
            </w:r>
          </w:p>
          <w:p w:rsidR="002B6334" w:rsidRDefault="002B6334" w:rsidP="004031A0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Student ID</w:t>
            </w:r>
          </w:p>
          <w:p w:rsidR="002B6334" w:rsidRDefault="002B6334" w:rsidP="00A56B72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DOB</w:t>
            </w:r>
          </w:p>
        </w:tc>
        <w:tc>
          <w:tcPr>
            <w:tcW w:w="650" w:type="pct"/>
          </w:tcPr>
          <w:p w:rsidR="002B6334" w:rsidRDefault="002B6334" w:rsidP="004031A0">
            <w:pPr>
              <w:cnfStyle w:val="000000000000"/>
            </w:pPr>
            <w:r>
              <w:t>Data is visible in text fields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0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000000"/>
            </w:pPr>
          </w:p>
        </w:tc>
      </w:tr>
      <w:tr w:rsidR="002B6334" w:rsidTr="00310B48">
        <w:trPr>
          <w:cnfStyle w:val="000000100000"/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1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100000"/>
            </w:pPr>
            <w:r>
              <w:t>Click on the search button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100000"/>
            </w:pPr>
            <w:r>
              <w:t>Search displays the list of persons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1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100000"/>
            </w:pPr>
          </w:p>
        </w:tc>
      </w:tr>
      <w:tr w:rsidR="002B6334" w:rsidTr="00310B48">
        <w:trPr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0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  <w:r w:rsidR="001F2D5F">
              <w:t xml:space="preserve"> that you wish to download the documents from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000000"/>
            </w:pPr>
            <w:r>
              <w:t>Screen changes to person</w:t>
            </w:r>
            <w:r w:rsidR="00A56B72">
              <w:t xml:space="preserve"> view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0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000000"/>
            </w:pPr>
          </w:p>
        </w:tc>
      </w:tr>
      <w:tr w:rsidR="002B6334" w:rsidTr="00310B48">
        <w:trPr>
          <w:cnfStyle w:val="000000100000"/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1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100000"/>
            </w:pPr>
            <w:r>
              <w:t>Go to documents tab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100000"/>
            </w:pP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1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100000"/>
            </w:pPr>
          </w:p>
        </w:tc>
      </w:tr>
      <w:tr w:rsidR="002B6334" w:rsidTr="00310B48">
        <w:trPr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0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1F2D5F">
              <w:rPr>
                <w:b/>
              </w:rPr>
              <w:t>download</w:t>
            </w:r>
            <w:r>
              <w:t xml:space="preserve"> button</w:t>
            </w:r>
            <w:r w:rsidR="001F2D5F">
              <w:t xml:space="preserve"> on documents grid.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6334" w:rsidRDefault="002B6334" w:rsidP="001F2D5F">
            <w:pPr>
              <w:cnfStyle w:val="000000000000"/>
            </w:pPr>
            <w:r>
              <w:t>Brings up options to save or open the file.</w:t>
            </w:r>
          </w:p>
          <w:p w:rsidR="001F2D5F" w:rsidRDefault="001F2D5F" w:rsidP="001F2D5F">
            <w:pPr>
              <w:cnfStyle w:val="000000000000"/>
            </w:pPr>
          </w:p>
          <w:p w:rsidR="001F2D5F" w:rsidRDefault="001F2D5F" w:rsidP="001F2D5F">
            <w:pPr>
              <w:cnfStyle w:val="000000000000"/>
            </w:pPr>
            <w:r>
              <w:t>Downloaded the documents successfully.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0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000000"/>
            </w:pPr>
          </w:p>
        </w:tc>
      </w:tr>
      <w:tr w:rsidR="002B6334" w:rsidTr="00310B48">
        <w:trPr>
          <w:cnfStyle w:val="000000100000"/>
          <w:trHeight w:val="60"/>
        </w:trPr>
        <w:tc>
          <w:tcPr>
            <w:cnfStyle w:val="001000000000"/>
            <w:tcW w:w="738" w:type="pct"/>
            <w:vMerge w:val="restart"/>
          </w:tcPr>
          <w:p w:rsidR="002B6334" w:rsidRPr="002B6334" w:rsidRDefault="002B6334" w:rsidP="002B6334">
            <w:pPr>
              <w:pStyle w:val="Heading3"/>
              <w:outlineLvl w:val="2"/>
            </w:pPr>
            <w:bookmarkStart w:id="25" w:name="_Toc360028074"/>
            <w:r w:rsidRPr="002B6334">
              <w:lastRenderedPageBreak/>
              <w:t>3.7.4</w:t>
            </w:r>
            <w:bookmarkStart w:id="26" w:name="Refreshdocuments"/>
            <w:r>
              <w:t xml:space="preserve"> </w:t>
            </w:r>
            <w:r w:rsidRPr="002B6334">
              <w:t>Refresh documents</w:t>
            </w:r>
            <w:bookmarkEnd w:id="25"/>
            <w:bookmarkEnd w:id="26"/>
          </w:p>
        </w:tc>
        <w:tc>
          <w:tcPr>
            <w:tcW w:w="800" w:type="pct"/>
            <w:vMerge w:val="restart"/>
          </w:tcPr>
          <w:p w:rsidR="00197B6E" w:rsidRDefault="002B6334" w:rsidP="00197B6E">
            <w:pPr>
              <w:cnfStyle w:val="000000100000"/>
            </w:pPr>
            <w:r>
              <w:t>Make sure to have an existing document attached to the person.</w:t>
            </w:r>
            <w:r w:rsidR="00197B6E">
              <w:t xml:space="preserve"> To create one refer to the following test case</w:t>
            </w:r>
          </w:p>
          <w:p w:rsidR="002B6334" w:rsidRDefault="00B655FB" w:rsidP="00197B6E">
            <w:pPr>
              <w:pStyle w:val="ListParagraph"/>
              <w:numPr>
                <w:ilvl w:val="0"/>
                <w:numId w:val="29"/>
              </w:numPr>
              <w:cnfStyle w:val="000000100000"/>
            </w:pPr>
            <w:hyperlink w:anchor="_3.7.1_Upload_documents" w:history="1">
              <w:r w:rsidR="00197B6E" w:rsidRPr="00197B6E">
                <w:rPr>
                  <w:rStyle w:val="Hyperlink"/>
                </w:rPr>
                <w:t>3.7.1 upload documents</w:t>
              </w:r>
            </w:hyperlink>
          </w:p>
          <w:p w:rsidR="00197B6E" w:rsidRDefault="00197B6E" w:rsidP="004031A0">
            <w:pPr>
              <w:cnfStyle w:val="000000100000"/>
            </w:pPr>
          </w:p>
          <w:p w:rsidR="002B6334" w:rsidRDefault="002B6334" w:rsidP="00E84585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2B6334" w:rsidRDefault="002B6334" w:rsidP="00E84585">
            <w:pPr>
              <w:pStyle w:val="ListParagraph"/>
              <w:numPr>
                <w:ilvl w:val="0"/>
                <w:numId w:val="22"/>
              </w:numPr>
              <w:cnfStyle w:val="000000100000"/>
            </w:pPr>
            <w:r>
              <w:t xml:space="preserve">Client </w:t>
            </w:r>
          </w:p>
          <w:p w:rsidR="002B6334" w:rsidRDefault="002B6334" w:rsidP="00A56B72">
            <w:pPr>
              <w:pStyle w:val="ListParagraph"/>
              <w:ind w:left="360"/>
              <w:cnfStyle w:val="0000001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100000"/>
            </w:pPr>
            <w:r>
              <w:t>Click on the client module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100000"/>
            </w:pPr>
            <w:r>
              <w:t>Client module is loaded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1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100000"/>
            </w:pPr>
          </w:p>
        </w:tc>
      </w:tr>
      <w:tr w:rsidR="002B6334" w:rsidTr="00310B48">
        <w:trPr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0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Surname</w:t>
            </w:r>
          </w:p>
          <w:p w:rsidR="002B6334" w:rsidRDefault="002B6334" w:rsidP="004031A0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first name</w:t>
            </w:r>
          </w:p>
          <w:p w:rsidR="002B6334" w:rsidRDefault="00A56B72" w:rsidP="004031A0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S</w:t>
            </w:r>
            <w:r w:rsidR="002B6334">
              <w:t>tudent ID</w:t>
            </w:r>
          </w:p>
          <w:p w:rsidR="002B6334" w:rsidRDefault="002B6334" w:rsidP="00A56B72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DOB</w:t>
            </w:r>
          </w:p>
        </w:tc>
        <w:tc>
          <w:tcPr>
            <w:tcW w:w="650" w:type="pct"/>
          </w:tcPr>
          <w:p w:rsidR="002B6334" w:rsidRDefault="002B6334" w:rsidP="004031A0">
            <w:pPr>
              <w:cnfStyle w:val="000000000000"/>
            </w:pPr>
            <w:r>
              <w:t>Data is visible in text fields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0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000000"/>
            </w:pPr>
          </w:p>
        </w:tc>
      </w:tr>
      <w:tr w:rsidR="002B6334" w:rsidTr="00310B48">
        <w:trPr>
          <w:cnfStyle w:val="000000100000"/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1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100000"/>
            </w:pPr>
            <w:r>
              <w:t>Click on the search button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100000"/>
            </w:pPr>
            <w:r>
              <w:t>Search displays the list of persons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1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100000"/>
            </w:pPr>
          </w:p>
        </w:tc>
      </w:tr>
      <w:tr w:rsidR="002B6334" w:rsidTr="00310B48">
        <w:trPr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0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000000"/>
            </w:pPr>
            <w:r>
              <w:t>Screen changes to person</w:t>
            </w:r>
            <w:r w:rsidR="00A56B72">
              <w:t xml:space="preserve"> view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0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000000"/>
            </w:pPr>
          </w:p>
        </w:tc>
      </w:tr>
      <w:tr w:rsidR="002B6334" w:rsidTr="00310B48">
        <w:trPr>
          <w:cnfStyle w:val="000000100000"/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1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100000"/>
            </w:pPr>
            <w:r>
              <w:t>Go to documents tab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100000"/>
            </w:pP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1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1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100000"/>
            </w:pPr>
          </w:p>
        </w:tc>
      </w:tr>
      <w:tr w:rsidR="002B6334" w:rsidTr="00310B48">
        <w:trPr>
          <w:trHeight w:val="60"/>
        </w:trPr>
        <w:tc>
          <w:tcPr>
            <w:cnfStyle w:val="001000000000"/>
            <w:tcW w:w="738" w:type="pct"/>
            <w:vMerge/>
          </w:tcPr>
          <w:p w:rsidR="002B6334" w:rsidRDefault="002B6334" w:rsidP="004031A0"/>
        </w:tc>
        <w:tc>
          <w:tcPr>
            <w:tcW w:w="800" w:type="pct"/>
            <w:vMerge/>
          </w:tcPr>
          <w:p w:rsidR="002B6334" w:rsidRDefault="002B6334" w:rsidP="004031A0">
            <w:pPr>
              <w:cnfStyle w:val="000000000000"/>
            </w:pPr>
          </w:p>
        </w:tc>
        <w:tc>
          <w:tcPr>
            <w:tcW w:w="982" w:type="pct"/>
          </w:tcPr>
          <w:p w:rsidR="002B6334" w:rsidRDefault="002B6334" w:rsidP="004031A0">
            <w:pPr>
              <w:pStyle w:val="ListParagraph"/>
              <w:ind w:left="0"/>
              <w:cnfStyle w:val="000000000000"/>
            </w:pPr>
            <w:r>
              <w:t>Click on the refresh button.</w:t>
            </w:r>
          </w:p>
        </w:tc>
        <w:tc>
          <w:tcPr>
            <w:tcW w:w="668" w:type="pct"/>
          </w:tcPr>
          <w:p w:rsidR="002B6334" w:rsidRDefault="002B6334" w:rsidP="004031A0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6334" w:rsidRDefault="002B6334" w:rsidP="004031A0">
            <w:pPr>
              <w:cnfStyle w:val="000000000000"/>
            </w:pPr>
            <w:r>
              <w:t>Refreshes the documents section.</w:t>
            </w:r>
          </w:p>
        </w:tc>
        <w:tc>
          <w:tcPr>
            <w:tcW w:w="400" w:type="pct"/>
          </w:tcPr>
          <w:p w:rsidR="002B6334" w:rsidRPr="005F03A3" w:rsidRDefault="002B6334" w:rsidP="00082513">
            <w:pPr>
              <w:cnfStyle w:val="000000000000"/>
            </w:pPr>
          </w:p>
        </w:tc>
        <w:tc>
          <w:tcPr>
            <w:tcW w:w="300" w:type="pct"/>
          </w:tcPr>
          <w:p w:rsidR="002B6334" w:rsidRDefault="002B6334" w:rsidP="00082513">
            <w:pPr>
              <w:cnfStyle w:val="000000000000"/>
            </w:pPr>
          </w:p>
        </w:tc>
        <w:tc>
          <w:tcPr>
            <w:tcW w:w="462" w:type="pct"/>
          </w:tcPr>
          <w:p w:rsidR="002B6334" w:rsidRDefault="002B6334" w:rsidP="00082513">
            <w:pPr>
              <w:cnfStyle w:val="000000000000"/>
            </w:pPr>
          </w:p>
        </w:tc>
      </w:tr>
      <w:tr w:rsidR="00007EFD" w:rsidTr="00310B48">
        <w:trPr>
          <w:cnfStyle w:val="000000100000"/>
          <w:trHeight w:val="720"/>
        </w:trPr>
        <w:tc>
          <w:tcPr>
            <w:cnfStyle w:val="001000000000"/>
            <w:tcW w:w="738" w:type="pct"/>
            <w:vMerge w:val="restart"/>
          </w:tcPr>
          <w:p w:rsidR="00007EFD" w:rsidRPr="002B6334" w:rsidRDefault="00007EFD" w:rsidP="002B6334">
            <w:pPr>
              <w:pStyle w:val="Heading3"/>
              <w:outlineLvl w:val="2"/>
            </w:pPr>
            <w:bookmarkStart w:id="27" w:name="_Toc360028075"/>
            <w:r w:rsidRPr="002B6334">
              <w:t>3.8</w:t>
            </w:r>
            <w:bookmarkStart w:id="28" w:name="PrintReports"/>
            <w:r>
              <w:t xml:space="preserve"> </w:t>
            </w:r>
            <w:r w:rsidRPr="002B6334">
              <w:t>Print Reports for Person</w:t>
            </w:r>
            <w:bookmarkEnd w:id="27"/>
            <w:bookmarkEnd w:id="28"/>
          </w:p>
        </w:tc>
        <w:tc>
          <w:tcPr>
            <w:tcW w:w="800" w:type="pct"/>
            <w:vMerge w:val="restart"/>
          </w:tcPr>
          <w:p w:rsidR="00EB1C62" w:rsidRDefault="00EB1C62" w:rsidP="00EB1C62">
            <w:pPr>
              <w:cnfStyle w:val="000000100000"/>
            </w:pPr>
            <w:r>
              <w:t>Must have existing person details. To create person refer to the following test cases</w:t>
            </w:r>
          </w:p>
          <w:p w:rsidR="00EB1C62" w:rsidRDefault="00EB1C62" w:rsidP="00EB1C62">
            <w:pPr>
              <w:pStyle w:val="ListParagraph"/>
              <w:numPr>
                <w:ilvl w:val="0"/>
                <w:numId w:val="23"/>
              </w:numPr>
              <w:cnfStyle w:val="000000100000"/>
              <w:rPr>
                <w:b/>
              </w:rPr>
            </w:pPr>
            <w:r w:rsidRPr="009E4738">
              <w:rPr>
                <w:b/>
              </w:rPr>
              <w:t xml:space="preserve">2.2 </w:t>
            </w:r>
            <w:r w:rsidRPr="009E4738">
              <w:t>Add a Person</w:t>
            </w:r>
          </w:p>
          <w:p w:rsidR="00EB1C62" w:rsidRPr="009E4738" w:rsidRDefault="00EB1C62" w:rsidP="00EB1C62">
            <w:pPr>
              <w:pStyle w:val="ListParagraph"/>
              <w:numPr>
                <w:ilvl w:val="0"/>
                <w:numId w:val="23"/>
              </w:numPr>
              <w:cnfStyle w:val="000000100000"/>
              <w:rPr>
                <w:b/>
              </w:rPr>
            </w:pPr>
            <w:r>
              <w:rPr>
                <w:b/>
              </w:rPr>
              <w:t xml:space="preserve">2.3 </w:t>
            </w:r>
            <w:r w:rsidRPr="009E4738">
              <w:t>Add Person in live form</w:t>
            </w:r>
          </w:p>
          <w:p w:rsidR="00007EFD" w:rsidRDefault="00007EFD" w:rsidP="008D1DB8">
            <w:pPr>
              <w:cnfStyle w:val="000000100000"/>
            </w:pPr>
          </w:p>
          <w:p w:rsidR="00007EFD" w:rsidRDefault="00007EFD" w:rsidP="008D1DB8">
            <w:pPr>
              <w:cnfStyle w:val="000000100000"/>
            </w:pPr>
            <w:r>
              <w:t>Make sure to configure reports path in config.php.</w:t>
            </w:r>
          </w:p>
          <w:p w:rsidR="00007EFD" w:rsidRDefault="00007EFD" w:rsidP="008D1DB8">
            <w:pPr>
              <w:cnfStyle w:val="000000100000"/>
            </w:pPr>
          </w:p>
          <w:p w:rsidR="00007EFD" w:rsidRDefault="00007EFD" w:rsidP="00E84585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007EFD" w:rsidRDefault="00007EFD" w:rsidP="00A56B72">
            <w:pPr>
              <w:pStyle w:val="ListParagraph"/>
              <w:numPr>
                <w:ilvl w:val="0"/>
                <w:numId w:val="22"/>
              </w:numPr>
              <w:cnfStyle w:val="000000100000"/>
            </w:pPr>
            <w:r>
              <w:t xml:space="preserve">Client </w:t>
            </w:r>
          </w:p>
        </w:tc>
        <w:tc>
          <w:tcPr>
            <w:tcW w:w="982" w:type="pct"/>
          </w:tcPr>
          <w:p w:rsidR="00007EFD" w:rsidRDefault="00007EFD" w:rsidP="008D1DB8">
            <w:pPr>
              <w:pStyle w:val="ListParagraph"/>
              <w:ind w:left="0"/>
              <w:cnfStyle w:val="000000100000"/>
            </w:pPr>
            <w:r>
              <w:t>Click on the client module</w:t>
            </w:r>
          </w:p>
        </w:tc>
        <w:tc>
          <w:tcPr>
            <w:tcW w:w="668" w:type="pct"/>
          </w:tcPr>
          <w:p w:rsidR="00007EFD" w:rsidRDefault="00007EFD" w:rsidP="008D1DB8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007EFD" w:rsidRDefault="00007EFD" w:rsidP="008D1DB8">
            <w:pPr>
              <w:cnfStyle w:val="000000100000"/>
            </w:pPr>
            <w:r>
              <w:t>Client module is loaded.</w:t>
            </w:r>
          </w:p>
        </w:tc>
        <w:tc>
          <w:tcPr>
            <w:tcW w:w="400" w:type="pct"/>
          </w:tcPr>
          <w:p w:rsidR="00007EFD" w:rsidRPr="005F03A3" w:rsidRDefault="00007EFD" w:rsidP="00082513">
            <w:pPr>
              <w:cnfStyle w:val="000000100000"/>
            </w:pPr>
          </w:p>
        </w:tc>
        <w:tc>
          <w:tcPr>
            <w:tcW w:w="300" w:type="pct"/>
          </w:tcPr>
          <w:p w:rsidR="00007EFD" w:rsidRDefault="00007EFD" w:rsidP="00082513">
            <w:pPr>
              <w:cnfStyle w:val="000000100000"/>
            </w:pPr>
          </w:p>
        </w:tc>
        <w:tc>
          <w:tcPr>
            <w:tcW w:w="462" w:type="pct"/>
          </w:tcPr>
          <w:p w:rsidR="00007EFD" w:rsidRDefault="00007EFD" w:rsidP="00082513">
            <w:pPr>
              <w:cnfStyle w:val="000000100000"/>
            </w:pPr>
          </w:p>
        </w:tc>
      </w:tr>
      <w:tr w:rsidR="00007EFD" w:rsidTr="00310B48">
        <w:trPr>
          <w:trHeight w:val="60"/>
        </w:trPr>
        <w:tc>
          <w:tcPr>
            <w:cnfStyle w:val="001000000000"/>
            <w:tcW w:w="738" w:type="pct"/>
            <w:vMerge/>
          </w:tcPr>
          <w:p w:rsidR="00007EFD" w:rsidRDefault="00007EFD" w:rsidP="004031A0"/>
        </w:tc>
        <w:tc>
          <w:tcPr>
            <w:tcW w:w="800" w:type="pct"/>
            <w:vMerge/>
          </w:tcPr>
          <w:p w:rsidR="00007EFD" w:rsidRDefault="00007EFD" w:rsidP="008D1DB8">
            <w:pPr>
              <w:cnfStyle w:val="000000000000"/>
            </w:pPr>
          </w:p>
        </w:tc>
        <w:tc>
          <w:tcPr>
            <w:tcW w:w="982" w:type="pct"/>
          </w:tcPr>
          <w:p w:rsidR="00007EFD" w:rsidRDefault="00007EFD" w:rsidP="008D1DB8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68" w:type="pct"/>
          </w:tcPr>
          <w:p w:rsidR="00007EFD" w:rsidRDefault="00007EFD" w:rsidP="008D1DB8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Surname</w:t>
            </w:r>
          </w:p>
          <w:p w:rsidR="00007EFD" w:rsidRDefault="00007EFD" w:rsidP="008D1DB8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first name</w:t>
            </w:r>
          </w:p>
          <w:p w:rsidR="00007EFD" w:rsidRDefault="00007EFD" w:rsidP="008D1DB8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Student ID</w:t>
            </w:r>
          </w:p>
          <w:p w:rsidR="00007EFD" w:rsidRDefault="00007EFD" w:rsidP="00A56B72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DOB</w:t>
            </w:r>
          </w:p>
        </w:tc>
        <w:tc>
          <w:tcPr>
            <w:tcW w:w="650" w:type="pct"/>
          </w:tcPr>
          <w:p w:rsidR="00007EFD" w:rsidRDefault="00007EFD" w:rsidP="008D1DB8">
            <w:pPr>
              <w:cnfStyle w:val="000000000000"/>
            </w:pPr>
            <w:r>
              <w:t>Data is visible in text fields</w:t>
            </w:r>
          </w:p>
        </w:tc>
        <w:tc>
          <w:tcPr>
            <w:tcW w:w="400" w:type="pct"/>
          </w:tcPr>
          <w:p w:rsidR="00007EFD" w:rsidRPr="005F03A3" w:rsidRDefault="00007EFD" w:rsidP="00082513">
            <w:pPr>
              <w:cnfStyle w:val="000000000000"/>
            </w:pPr>
          </w:p>
        </w:tc>
        <w:tc>
          <w:tcPr>
            <w:tcW w:w="300" w:type="pct"/>
          </w:tcPr>
          <w:p w:rsidR="00007EFD" w:rsidRDefault="00007EFD" w:rsidP="00082513">
            <w:pPr>
              <w:cnfStyle w:val="000000000000"/>
            </w:pPr>
          </w:p>
        </w:tc>
        <w:tc>
          <w:tcPr>
            <w:tcW w:w="462" w:type="pct"/>
          </w:tcPr>
          <w:p w:rsidR="00007EFD" w:rsidRDefault="00007EFD" w:rsidP="00082513">
            <w:pPr>
              <w:cnfStyle w:val="000000000000"/>
            </w:pPr>
          </w:p>
        </w:tc>
      </w:tr>
      <w:tr w:rsidR="00007EFD" w:rsidTr="00310B48">
        <w:trPr>
          <w:cnfStyle w:val="000000100000"/>
          <w:trHeight w:val="60"/>
        </w:trPr>
        <w:tc>
          <w:tcPr>
            <w:cnfStyle w:val="001000000000"/>
            <w:tcW w:w="738" w:type="pct"/>
            <w:vMerge/>
          </w:tcPr>
          <w:p w:rsidR="00007EFD" w:rsidRDefault="00007EFD" w:rsidP="004031A0"/>
        </w:tc>
        <w:tc>
          <w:tcPr>
            <w:tcW w:w="800" w:type="pct"/>
            <w:vMerge/>
          </w:tcPr>
          <w:p w:rsidR="00007EFD" w:rsidRDefault="00007EFD" w:rsidP="008D1DB8">
            <w:pPr>
              <w:cnfStyle w:val="000000100000"/>
            </w:pPr>
          </w:p>
        </w:tc>
        <w:tc>
          <w:tcPr>
            <w:tcW w:w="982" w:type="pct"/>
          </w:tcPr>
          <w:p w:rsidR="00007EFD" w:rsidRDefault="00007EFD" w:rsidP="008D1DB8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1F2D5F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68" w:type="pct"/>
          </w:tcPr>
          <w:p w:rsidR="00007EFD" w:rsidRDefault="00007EFD" w:rsidP="008D1DB8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007EFD" w:rsidRDefault="00007EFD" w:rsidP="008D1DB8">
            <w:pPr>
              <w:cnfStyle w:val="000000100000"/>
            </w:pPr>
            <w:r>
              <w:t>Search displays the list of persons</w:t>
            </w:r>
          </w:p>
        </w:tc>
        <w:tc>
          <w:tcPr>
            <w:tcW w:w="400" w:type="pct"/>
          </w:tcPr>
          <w:p w:rsidR="00007EFD" w:rsidRPr="005F03A3" w:rsidRDefault="00007EFD" w:rsidP="00082513">
            <w:pPr>
              <w:cnfStyle w:val="000000100000"/>
            </w:pPr>
          </w:p>
        </w:tc>
        <w:tc>
          <w:tcPr>
            <w:tcW w:w="300" w:type="pct"/>
          </w:tcPr>
          <w:p w:rsidR="00007EFD" w:rsidRDefault="00007EFD" w:rsidP="00082513">
            <w:pPr>
              <w:cnfStyle w:val="000000100000"/>
            </w:pPr>
          </w:p>
        </w:tc>
        <w:tc>
          <w:tcPr>
            <w:tcW w:w="462" w:type="pct"/>
          </w:tcPr>
          <w:p w:rsidR="00007EFD" w:rsidRDefault="00007EFD" w:rsidP="00082513">
            <w:pPr>
              <w:cnfStyle w:val="000000100000"/>
            </w:pPr>
          </w:p>
        </w:tc>
      </w:tr>
      <w:tr w:rsidR="00007EFD" w:rsidTr="00310B48">
        <w:trPr>
          <w:trHeight w:val="60"/>
        </w:trPr>
        <w:tc>
          <w:tcPr>
            <w:cnfStyle w:val="001000000000"/>
            <w:tcW w:w="738" w:type="pct"/>
            <w:vMerge/>
          </w:tcPr>
          <w:p w:rsidR="00007EFD" w:rsidRDefault="00007EFD" w:rsidP="004031A0"/>
        </w:tc>
        <w:tc>
          <w:tcPr>
            <w:tcW w:w="800" w:type="pct"/>
            <w:vMerge/>
          </w:tcPr>
          <w:p w:rsidR="00007EFD" w:rsidRDefault="00007EFD" w:rsidP="008D1DB8">
            <w:pPr>
              <w:cnfStyle w:val="000000000000"/>
            </w:pPr>
          </w:p>
        </w:tc>
        <w:tc>
          <w:tcPr>
            <w:tcW w:w="982" w:type="pct"/>
          </w:tcPr>
          <w:p w:rsidR="00007EFD" w:rsidRDefault="00007EFD" w:rsidP="008D1DB8">
            <w:pPr>
              <w:pStyle w:val="ListParagraph"/>
              <w:ind w:left="0"/>
              <w:cnfStyle w:val="000000000000"/>
            </w:pPr>
            <w:r>
              <w:t>Double click on the selected person that you wish to print the report for</w:t>
            </w:r>
          </w:p>
        </w:tc>
        <w:tc>
          <w:tcPr>
            <w:tcW w:w="668" w:type="pct"/>
          </w:tcPr>
          <w:p w:rsidR="00007EFD" w:rsidRDefault="00007EFD" w:rsidP="008D1DB8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007EFD" w:rsidRDefault="00007EFD" w:rsidP="008D1DB8">
            <w:pPr>
              <w:cnfStyle w:val="000000000000"/>
            </w:pPr>
            <w:r>
              <w:t>Screen changes to person view</w:t>
            </w:r>
          </w:p>
        </w:tc>
        <w:tc>
          <w:tcPr>
            <w:tcW w:w="400" w:type="pct"/>
          </w:tcPr>
          <w:p w:rsidR="00007EFD" w:rsidRPr="005F03A3" w:rsidRDefault="00007EFD" w:rsidP="00082513">
            <w:pPr>
              <w:cnfStyle w:val="000000000000"/>
            </w:pPr>
          </w:p>
        </w:tc>
        <w:tc>
          <w:tcPr>
            <w:tcW w:w="300" w:type="pct"/>
          </w:tcPr>
          <w:p w:rsidR="00007EFD" w:rsidRDefault="00007EFD" w:rsidP="00082513">
            <w:pPr>
              <w:cnfStyle w:val="000000000000"/>
            </w:pPr>
          </w:p>
        </w:tc>
        <w:tc>
          <w:tcPr>
            <w:tcW w:w="462" w:type="pct"/>
          </w:tcPr>
          <w:p w:rsidR="00007EFD" w:rsidRDefault="00007EFD" w:rsidP="00082513">
            <w:pPr>
              <w:cnfStyle w:val="000000000000"/>
            </w:pPr>
          </w:p>
        </w:tc>
      </w:tr>
      <w:tr w:rsidR="00007EFD" w:rsidTr="00310B48">
        <w:trPr>
          <w:cnfStyle w:val="000000100000"/>
          <w:trHeight w:val="60"/>
        </w:trPr>
        <w:tc>
          <w:tcPr>
            <w:cnfStyle w:val="001000000000"/>
            <w:tcW w:w="738" w:type="pct"/>
            <w:vMerge/>
          </w:tcPr>
          <w:p w:rsidR="00007EFD" w:rsidRDefault="00007EFD" w:rsidP="004031A0"/>
        </w:tc>
        <w:tc>
          <w:tcPr>
            <w:tcW w:w="800" w:type="pct"/>
            <w:vMerge/>
          </w:tcPr>
          <w:p w:rsidR="00007EFD" w:rsidRDefault="00007EFD" w:rsidP="008D1DB8">
            <w:pPr>
              <w:cnfStyle w:val="000000100000"/>
            </w:pPr>
          </w:p>
        </w:tc>
        <w:tc>
          <w:tcPr>
            <w:tcW w:w="982" w:type="pct"/>
          </w:tcPr>
          <w:p w:rsidR="00007EFD" w:rsidRDefault="00007EFD" w:rsidP="001A07CD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E87393">
              <w:rPr>
                <w:b/>
              </w:rPr>
              <w:t>the print button</w:t>
            </w:r>
            <w:r>
              <w:t xml:space="preserve"> just above the Person tree</w:t>
            </w:r>
          </w:p>
        </w:tc>
        <w:tc>
          <w:tcPr>
            <w:tcW w:w="668" w:type="pct"/>
          </w:tcPr>
          <w:p w:rsidR="00007EFD" w:rsidRDefault="00007EFD" w:rsidP="008D1DB8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007EFD" w:rsidRDefault="00007EFD" w:rsidP="008D1DB8">
            <w:pPr>
              <w:cnfStyle w:val="000000100000"/>
            </w:pPr>
            <w:r>
              <w:t>Report viewer pop up screen appears</w:t>
            </w:r>
          </w:p>
        </w:tc>
        <w:tc>
          <w:tcPr>
            <w:tcW w:w="400" w:type="pct"/>
          </w:tcPr>
          <w:p w:rsidR="00007EFD" w:rsidRPr="005F03A3" w:rsidRDefault="00007EFD" w:rsidP="00082513">
            <w:pPr>
              <w:cnfStyle w:val="000000100000"/>
            </w:pPr>
          </w:p>
        </w:tc>
        <w:tc>
          <w:tcPr>
            <w:tcW w:w="300" w:type="pct"/>
          </w:tcPr>
          <w:p w:rsidR="00007EFD" w:rsidRDefault="00007EFD" w:rsidP="00082513">
            <w:pPr>
              <w:cnfStyle w:val="000000100000"/>
            </w:pPr>
          </w:p>
        </w:tc>
        <w:tc>
          <w:tcPr>
            <w:tcW w:w="462" w:type="pct"/>
          </w:tcPr>
          <w:p w:rsidR="00007EFD" w:rsidRDefault="00007EFD" w:rsidP="00082513">
            <w:pPr>
              <w:cnfStyle w:val="000000100000"/>
            </w:pPr>
          </w:p>
        </w:tc>
      </w:tr>
      <w:tr w:rsidR="00007EFD" w:rsidTr="00310B48">
        <w:trPr>
          <w:trHeight w:val="60"/>
        </w:trPr>
        <w:tc>
          <w:tcPr>
            <w:cnfStyle w:val="001000000000"/>
            <w:tcW w:w="738" w:type="pct"/>
            <w:vMerge/>
          </w:tcPr>
          <w:p w:rsidR="00007EFD" w:rsidRDefault="00007EFD" w:rsidP="004031A0"/>
        </w:tc>
        <w:tc>
          <w:tcPr>
            <w:tcW w:w="800" w:type="pct"/>
            <w:vMerge/>
          </w:tcPr>
          <w:p w:rsidR="00007EFD" w:rsidRDefault="00007EFD" w:rsidP="008D1DB8">
            <w:pPr>
              <w:cnfStyle w:val="000000000000"/>
            </w:pPr>
          </w:p>
        </w:tc>
        <w:tc>
          <w:tcPr>
            <w:tcW w:w="982" w:type="pct"/>
          </w:tcPr>
          <w:p w:rsidR="00007EFD" w:rsidRDefault="00007EFD" w:rsidP="008D1DB8">
            <w:pPr>
              <w:pStyle w:val="ListParagraph"/>
              <w:ind w:left="0"/>
              <w:cnfStyle w:val="000000000000"/>
            </w:pPr>
            <w:r>
              <w:t>Click on the desired report</w:t>
            </w:r>
          </w:p>
        </w:tc>
        <w:tc>
          <w:tcPr>
            <w:tcW w:w="668" w:type="pct"/>
          </w:tcPr>
          <w:p w:rsidR="00007EFD" w:rsidRDefault="00007EFD" w:rsidP="008D1DB8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007EFD" w:rsidRDefault="00007EFD" w:rsidP="00E87393">
            <w:pPr>
              <w:cnfStyle w:val="000000000000"/>
            </w:pPr>
          </w:p>
        </w:tc>
        <w:tc>
          <w:tcPr>
            <w:tcW w:w="400" w:type="pct"/>
          </w:tcPr>
          <w:p w:rsidR="00007EFD" w:rsidRPr="005F03A3" w:rsidRDefault="00007EFD" w:rsidP="00082513">
            <w:pPr>
              <w:cnfStyle w:val="000000000000"/>
            </w:pPr>
          </w:p>
        </w:tc>
        <w:tc>
          <w:tcPr>
            <w:tcW w:w="300" w:type="pct"/>
          </w:tcPr>
          <w:p w:rsidR="00007EFD" w:rsidRDefault="00007EFD" w:rsidP="00082513">
            <w:pPr>
              <w:cnfStyle w:val="000000000000"/>
            </w:pPr>
          </w:p>
        </w:tc>
        <w:tc>
          <w:tcPr>
            <w:tcW w:w="462" w:type="pct"/>
          </w:tcPr>
          <w:p w:rsidR="00007EFD" w:rsidRDefault="00007EFD" w:rsidP="00082513">
            <w:pPr>
              <w:cnfStyle w:val="000000000000"/>
            </w:pPr>
          </w:p>
        </w:tc>
      </w:tr>
      <w:tr w:rsidR="00007EFD" w:rsidTr="00310B48">
        <w:trPr>
          <w:cnfStyle w:val="000000100000"/>
          <w:trHeight w:val="60"/>
        </w:trPr>
        <w:tc>
          <w:tcPr>
            <w:cnfStyle w:val="001000000000"/>
            <w:tcW w:w="738" w:type="pct"/>
            <w:vMerge/>
          </w:tcPr>
          <w:p w:rsidR="00007EFD" w:rsidRDefault="00007EFD" w:rsidP="004031A0"/>
        </w:tc>
        <w:tc>
          <w:tcPr>
            <w:tcW w:w="800" w:type="pct"/>
            <w:vMerge/>
          </w:tcPr>
          <w:p w:rsidR="00007EFD" w:rsidRDefault="00007EFD" w:rsidP="008D1DB8">
            <w:pPr>
              <w:cnfStyle w:val="000000100000"/>
            </w:pPr>
          </w:p>
        </w:tc>
        <w:tc>
          <w:tcPr>
            <w:tcW w:w="982" w:type="pct"/>
          </w:tcPr>
          <w:p w:rsidR="00007EFD" w:rsidRDefault="00007EFD" w:rsidP="00E37824">
            <w:pPr>
              <w:pStyle w:val="ListParagraph"/>
              <w:ind w:left="0"/>
              <w:cnfStyle w:val="000000100000"/>
            </w:pPr>
            <w:r>
              <w:t>If the parameter value is not set, go to Advanced tab and double click on the value to place in a clip board.</w:t>
            </w:r>
          </w:p>
          <w:p w:rsidR="00007EFD" w:rsidRDefault="00007EFD" w:rsidP="00E37824">
            <w:pPr>
              <w:pStyle w:val="ListParagraph"/>
              <w:ind w:left="0"/>
              <w:cnfStyle w:val="000000100000"/>
            </w:pPr>
          </w:p>
          <w:p w:rsidR="00007EFD" w:rsidRDefault="00007EFD" w:rsidP="00E37824">
            <w:pPr>
              <w:pStyle w:val="ListParagraph"/>
              <w:ind w:left="0"/>
              <w:cnfStyle w:val="000000100000"/>
            </w:pPr>
            <w:r>
              <w:t>Then Paste the parameter value in the value field.</w:t>
            </w:r>
          </w:p>
        </w:tc>
        <w:tc>
          <w:tcPr>
            <w:tcW w:w="668" w:type="pct"/>
          </w:tcPr>
          <w:p w:rsidR="00007EFD" w:rsidRDefault="00007EFD" w:rsidP="00E37824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007EFD" w:rsidRDefault="00007EFD" w:rsidP="00E37824">
            <w:pPr>
              <w:cnfStyle w:val="000000100000"/>
            </w:pPr>
            <w:r>
              <w:t>Value is visible in text field.</w:t>
            </w:r>
          </w:p>
        </w:tc>
        <w:tc>
          <w:tcPr>
            <w:tcW w:w="400" w:type="pct"/>
          </w:tcPr>
          <w:p w:rsidR="00007EFD" w:rsidRPr="005F03A3" w:rsidRDefault="00007EFD" w:rsidP="00082513">
            <w:pPr>
              <w:cnfStyle w:val="000000100000"/>
            </w:pPr>
          </w:p>
        </w:tc>
        <w:tc>
          <w:tcPr>
            <w:tcW w:w="300" w:type="pct"/>
          </w:tcPr>
          <w:p w:rsidR="00007EFD" w:rsidRDefault="00007EFD" w:rsidP="00082513">
            <w:pPr>
              <w:cnfStyle w:val="000000100000"/>
            </w:pPr>
          </w:p>
        </w:tc>
        <w:tc>
          <w:tcPr>
            <w:tcW w:w="462" w:type="pct"/>
          </w:tcPr>
          <w:p w:rsidR="00007EFD" w:rsidRDefault="00007EFD" w:rsidP="00082513">
            <w:pPr>
              <w:cnfStyle w:val="000000100000"/>
            </w:pPr>
          </w:p>
        </w:tc>
      </w:tr>
      <w:tr w:rsidR="00007EFD" w:rsidTr="00310B48">
        <w:trPr>
          <w:trHeight w:val="60"/>
        </w:trPr>
        <w:tc>
          <w:tcPr>
            <w:cnfStyle w:val="001000000000"/>
            <w:tcW w:w="738" w:type="pct"/>
            <w:vMerge/>
          </w:tcPr>
          <w:p w:rsidR="00007EFD" w:rsidRDefault="00007EFD" w:rsidP="004031A0"/>
        </w:tc>
        <w:tc>
          <w:tcPr>
            <w:tcW w:w="800" w:type="pct"/>
            <w:vMerge/>
          </w:tcPr>
          <w:p w:rsidR="00007EFD" w:rsidRDefault="00007EFD" w:rsidP="008D1DB8">
            <w:pPr>
              <w:cnfStyle w:val="000000000000"/>
            </w:pPr>
          </w:p>
        </w:tc>
        <w:tc>
          <w:tcPr>
            <w:tcW w:w="982" w:type="pct"/>
          </w:tcPr>
          <w:p w:rsidR="00007EFD" w:rsidRDefault="00007EFD" w:rsidP="00E37824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521FFF">
              <w:rPr>
                <w:b/>
              </w:rPr>
              <w:t>Run</w:t>
            </w:r>
            <w:r>
              <w:t xml:space="preserve"> button on report viewer pop up.</w:t>
            </w:r>
          </w:p>
        </w:tc>
        <w:tc>
          <w:tcPr>
            <w:tcW w:w="668" w:type="pct"/>
          </w:tcPr>
          <w:p w:rsidR="00007EFD" w:rsidRDefault="00007EFD" w:rsidP="00E37824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007EFD" w:rsidRDefault="00007EFD" w:rsidP="00E37824">
            <w:pPr>
              <w:cnfStyle w:val="000000000000"/>
            </w:pPr>
            <w:r>
              <w:t>Report navigates to new tab and opens up the report keeping the current window open.</w:t>
            </w:r>
          </w:p>
        </w:tc>
        <w:tc>
          <w:tcPr>
            <w:tcW w:w="400" w:type="pct"/>
          </w:tcPr>
          <w:p w:rsidR="00007EFD" w:rsidRPr="005F03A3" w:rsidRDefault="00007EFD" w:rsidP="00082513">
            <w:pPr>
              <w:cnfStyle w:val="000000000000"/>
            </w:pPr>
          </w:p>
        </w:tc>
        <w:tc>
          <w:tcPr>
            <w:tcW w:w="300" w:type="pct"/>
          </w:tcPr>
          <w:p w:rsidR="00007EFD" w:rsidRDefault="00007EFD" w:rsidP="00082513">
            <w:pPr>
              <w:cnfStyle w:val="000000000000"/>
            </w:pPr>
          </w:p>
        </w:tc>
        <w:tc>
          <w:tcPr>
            <w:tcW w:w="462" w:type="pct"/>
          </w:tcPr>
          <w:p w:rsidR="00007EFD" w:rsidRDefault="00007EFD" w:rsidP="00082513">
            <w:pPr>
              <w:cnfStyle w:val="000000000000"/>
            </w:pPr>
          </w:p>
        </w:tc>
      </w:tr>
      <w:tr w:rsidR="00CF42A3" w:rsidTr="00310B48">
        <w:trPr>
          <w:cnfStyle w:val="000000100000"/>
          <w:trHeight w:val="60"/>
        </w:trPr>
        <w:tc>
          <w:tcPr>
            <w:cnfStyle w:val="001000000000"/>
            <w:tcW w:w="738" w:type="pct"/>
            <w:vMerge w:val="restart"/>
          </w:tcPr>
          <w:p w:rsidR="00CF42A3" w:rsidRPr="002B6334" w:rsidRDefault="00CF42A3" w:rsidP="002B6334">
            <w:pPr>
              <w:pStyle w:val="Heading3"/>
              <w:outlineLvl w:val="2"/>
            </w:pPr>
            <w:bookmarkStart w:id="29" w:name="_Toc360028076"/>
            <w:r w:rsidRPr="002B6334">
              <w:t>3.9</w:t>
            </w:r>
            <w:bookmarkStart w:id="30" w:name="Backbutton"/>
            <w:r w:rsidRPr="002B6334">
              <w:t xml:space="preserve"> Back button </w:t>
            </w:r>
            <w:bookmarkEnd w:id="30"/>
            <w:r w:rsidRPr="002B6334">
              <w:t>to return to client search screen</w:t>
            </w:r>
            <w:bookmarkEnd w:id="29"/>
          </w:p>
        </w:tc>
        <w:tc>
          <w:tcPr>
            <w:tcW w:w="800" w:type="pct"/>
            <w:vMerge w:val="restart"/>
          </w:tcPr>
          <w:p w:rsidR="00EB1C62" w:rsidRDefault="00EB1C62" w:rsidP="00EB1C62">
            <w:pPr>
              <w:cnfStyle w:val="000000100000"/>
            </w:pPr>
            <w:r>
              <w:t>Must have existing person details.To create person refer to the following test cases</w:t>
            </w:r>
          </w:p>
          <w:p w:rsidR="00EB1C62" w:rsidRDefault="00EB1C62" w:rsidP="00EB1C62">
            <w:pPr>
              <w:pStyle w:val="ListParagraph"/>
              <w:numPr>
                <w:ilvl w:val="0"/>
                <w:numId w:val="23"/>
              </w:numPr>
              <w:cnfStyle w:val="000000100000"/>
              <w:rPr>
                <w:b/>
              </w:rPr>
            </w:pPr>
            <w:r w:rsidRPr="009E4738">
              <w:rPr>
                <w:b/>
              </w:rPr>
              <w:t xml:space="preserve">2.2 </w:t>
            </w:r>
            <w:r w:rsidRPr="009E4738">
              <w:t>Add a Person</w:t>
            </w:r>
          </w:p>
          <w:p w:rsidR="00EB1C62" w:rsidRPr="009E4738" w:rsidRDefault="00EB1C62" w:rsidP="00EB1C62">
            <w:pPr>
              <w:pStyle w:val="ListParagraph"/>
              <w:numPr>
                <w:ilvl w:val="0"/>
                <w:numId w:val="23"/>
              </w:numPr>
              <w:cnfStyle w:val="000000100000"/>
              <w:rPr>
                <w:b/>
              </w:rPr>
            </w:pPr>
            <w:r>
              <w:rPr>
                <w:b/>
              </w:rPr>
              <w:t xml:space="preserve">2.3 </w:t>
            </w:r>
            <w:r w:rsidRPr="009E4738">
              <w:t>Add Person in live form</w:t>
            </w:r>
          </w:p>
          <w:p w:rsidR="00CF42A3" w:rsidRDefault="00CF42A3" w:rsidP="008D1DB8">
            <w:pPr>
              <w:cnfStyle w:val="000000100000"/>
            </w:pPr>
          </w:p>
          <w:p w:rsidR="00CF42A3" w:rsidRDefault="00CF42A3" w:rsidP="008D1DB8">
            <w:pPr>
              <w:cnfStyle w:val="000000100000"/>
            </w:pPr>
          </w:p>
          <w:p w:rsidR="00CF42A3" w:rsidRDefault="00CF42A3" w:rsidP="00E84585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CF42A3" w:rsidRDefault="00CF42A3" w:rsidP="00E84585">
            <w:pPr>
              <w:pStyle w:val="ListParagraph"/>
              <w:numPr>
                <w:ilvl w:val="0"/>
                <w:numId w:val="22"/>
              </w:numPr>
              <w:cnfStyle w:val="000000100000"/>
            </w:pPr>
            <w:r>
              <w:t xml:space="preserve">Client </w:t>
            </w:r>
          </w:p>
          <w:p w:rsidR="00CF42A3" w:rsidRDefault="00CF42A3" w:rsidP="00DD01A9">
            <w:pPr>
              <w:pStyle w:val="ListParagraph"/>
              <w:ind w:left="360"/>
              <w:cnfStyle w:val="000000100000"/>
            </w:pPr>
          </w:p>
          <w:p w:rsidR="00CF42A3" w:rsidRDefault="00CF42A3" w:rsidP="008D1DB8">
            <w:pPr>
              <w:cnfStyle w:val="000000100000"/>
            </w:pPr>
          </w:p>
        </w:tc>
        <w:tc>
          <w:tcPr>
            <w:tcW w:w="982" w:type="pct"/>
          </w:tcPr>
          <w:p w:rsidR="00CF42A3" w:rsidRDefault="00CF42A3" w:rsidP="008D1DB8">
            <w:pPr>
              <w:pStyle w:val="ListParagraph"/>
              <w:ind w:left="0"/>
              <w:cnfStyle w:val="000000100000"/>
            </w:pPr>
            <w:r>
              <w:t>Click on the client module</w:t>
            </w:r>
          </w:p>
        </w:tc>
        <w:tc>
          <w:tcPr>
            <w:tcW w:w="668" w:type="pct"/>
          </w:tcPr>
          <w:p w:rsidR="00CF42A3" w:rsidRDefault="00CF42A3" w:rsidP="008D1DB8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CF42A3" w:rsidRDefault="00CF42A3" w:rsidP="008D1DB8">
            <w:pPr>
              <w:cnfStyle w:val="000000100000"/>
            </w:pPr>
            <w:r>
              <w:t>Client module is loaded</w:t>
            </w:r>
          </w:p>
        </w:tc>
        <w:tc>
          <w:tcPr>
            <w:tcW w:w="400" w:type="pct"/>
          </w:tcPr>
          <w:p w:rsidR="00CF42A3" w:rsidRPr="005F03A3" w:rsidRDefault="00CF42A3" w:rsidP="00082513">
            <w:pPr>
              <w:cnfStyle w:val="000000100000"/>
            </w:pPr>
          </w:p>
        </w:tc>
        <w:tc>
          <w:tcPr>
            <w:tcW w:w="300" w:type="pct"/>
          </w:tcPr>
          <w:p w:rsidR="00CF42A3" w:rsidRDefault="00CF42A3" w:rsidP="00082513">
            <w:pPr>
              <w:cnfStyle w:val="000000100000"/>
            </w:pPr>
          </w:p>
        </w:tc>
        <w:tc>
          <w:tcPr>
            <w:tcW w:w="462" w:type="pct"/>
          </w:tcPr>
          <w:p w:rsidR="00CF42A3" w:rsidRDefault="00CF42A3" w:rsidP="00082513">
            <w:pPr>
              <w:cnfStyle w:val="000000100000"/>
            </w:pPr>
          </w:p>
        </w:tc>
      </w:tr>
      <w:tr w:rsidR="00CF42A3" w:rsidTr="00310B48">
        <w:trPr>
          <w:trHeight w:val="60"/>
        </w:trPr>
        <w:tc>
          <w:tcPr>
            <w:cnfStyle w:val="001000000000"/>
            <w:tcW w:w="738" w:type="pct"/>
            <w:vMerge/>
          </w:tcPr>
          <w:p w:rsidR="00CF42A3" w:rsidRDefault="00CF42A3" w:rsidP="004031A0"/>
        </w:tc>
        <w:tc>
          <w:tcPr>
            <w:tcW w:w="800" w:type="pct"/>
            <w:vMerge/>
          </w:tcPr>
          <w:p w:rsidR="00CF42A3" w:rsidRDefault="00CF42A3" w:rsidP="008D1DB8">
            <w:pPr>
              <w:cnfStyle w:val="000000000000"/>
            </w:pPr>
          </w:p>
        </w:tc>
        <w:tc>
          <w:tcPr>
            <w:tcW w:w="982" w:type="pct"/>
          </w:tcPr>
          <w:p w:rsidR="00CF42A3" w:rsidRDefault="00CF42A3" w:rsidP="008D1DB8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68" w:type="pct"/>
          </w:tcPr>
          <w:p w:rsidR="00CF42A3" w:rsidRDefault="00CF42A3" w:rsidP="008D1DB8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Surname</w:t>
            </w:r>
          </w:p>
          <w:p w:rsidR="00CF42A3" w:rsidRDefault="00CF42A3" w:rsidP="008D1DB8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first name</w:t>
            </w:r>
          </w:p>
          <w:p w:rsidR="00CF42A3" w:rsidRDefault="00CF42A3" w:rsidP="008D1DB8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Student ID</w:t>
            </w:r>
          </w:p>
          <w:p w:rsidR="00CF42A3" w:rsidRDefault="00CF42A3" w:rsidP="00DD01A9">
            <w:pPr>
              <w:pStyle w:val="ListParagraph"/>
              <w:numPr>
                <w:ilvl w:val="0"/>
                <w:numId w:val="1"/>
              </w:numPr>
              <w:cnfStyle w:val="000000000000"/>
            </w:pPr>
            <w:r>
              <w:t>DOB</w:t>
            </w:r>
          </w:p>
        </w:tc>
        <w:tc>
          <w:tcPr>
            <w:tcW w:w="650" w:type="pct"/>
          </w:tcPr>
          <w:p w:rsidR="00CF42A3" w:rsidRDefault="00CF42A3" w:rsidP="008D1DB8">
            <w:pPr>
              <w:cnfStyle w:val="000000000000"/>
            </w:pPr>
            <w:r>
              <w:t>Data is visible in text fields</w:t>
            </w:r>
          </w:p>
        </w:tc>
        <w:tc>
          <w:tcPr>
            <w:tcW w:w="400" w:type="pct"/>
          </w:tcPr>
          <w:p w:rsidR="00CF42A3" w:rsidRPr="005F03A3" w:rsidRDefault="00CF42A3" w:rsidP="00082513">
            <w:pPr>
              <w:cnfStyle w:val="000000000000"/>
            </w:pPr>
          </w:p>
        </w:tc>
        <w:tc>
          <w:tcPr>
            <w:tcW w:w="300" w:type="pct"/>
          </w:tcPr>
          <w:p w:rsidR="00CF42A3" w:rsidRDefault="00CF42A3" w:rsidP="00082513">
            <w:pPr>
              <w:cnfStyle w:val="000000000000"/>
            </w:pPr>
          </w:p>
        </w:tc>
        <w:tc>
          <w:tcPr>
            <w:tcW w:w="462" w:type="pct"/>
          </w:tcPr>
          <w:p w:rsidR="00CF42A3" w:rsidRDefault="00CF42A3" w:rsidP="00082513">
            <w:pPr>
              <w:cnfStyle w:val="000000000000"/>
            </w:pPr>
          </w:p>
        </w:tc>
      </w:tr>
      <w:tr w:rsidR="00CF42A3" w:rsidTr="00310B48">
        <w:trPr>
          <w:cnfStyle w:val="000000100000"/>
          <w:trHeight w:val="60"/>
        </w:trPr>
        <w:tc>
          <w:tcPr>
            <w:cnfStyle w:val="001000000000"/>
            <w:tcW w:w="738" w:type="pct"/>
            <w:vMerge/>
          </w:tcPr>
          <w:p w:rsidR="00CF42A3" w:rsidRDefault="00CF42A3" w:rsidP="004031A0"/>
        </w:tc>
        <w:tc>
          <w:tcPr>
            <w:tcW w:w="800" w:type="pct"/>
            <w:vMerge/>
          </w:tcPr>
          <w:p w:rsidR="00CF42A3" w:rsidRDefault="00CF42A3" w:rsidP="008D1DB8">
            <w:pPr>
              <w:cnfStyle w:val="000000100000"/>
            </w:pPr>
          </w:p>
        </w:tc>
        <w:tc>
          <w:tcPr>
            <w:tcW w:w="982" w:type="pct"/>
          </w:tcPr>
          <w:p w:rsidR="00CF42A3" w:rsidRDefault="00CF42A3" w:rsidP="008D1DB8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7B252B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68" w:type="pct"/>
          </w:tcPr>
          <w:p w:rsidR="00CF42A3" w:rsidRDefault="00CF42A3" w:rsidP="008D1DB8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CF42A3" w:rsidRDefault="00CF42A3" w:rsidP="008D1DB8">
            <w:pPr>
              <w:cnfStyle w:val="000000100000"/>
            </w:pPr>
            <w:r>
              <w:t>Search displays the list of persons</w:t>
            </w:r>
          </w:p>
        </w:tc>
        <w:tc>
          <w:tcPr>
            <w:tcW w:w="400" w:type="pct"/>
          </w:tcPr>
          <w:p w:rsidR="00CF42A3" w:rsidRPr="005F03A3" w:rsidRDefault="00CF42A3" w:rsidP="00082513">
            <w:pPr>
              <w:cnfStyle w:val="000000100000"/>
            </w:pPr>
          </w:p>
        </w:tc>
        <w:tc>
          <w:tcPr>
            <w:tcW w:w="300" w:type="pct"/>
          </w:tcPr>
          <w:p w:rsidR="00CF42A3" w:rsidRDefault="00CF42A3" w:rsidP="00082513">
            <w:pPr>
              <w:cnfStyle w:val="000000100000"/>
            </w:pPr>
          </w:p>
        </w:tc>
        <w:tc>
          <w:tcPr>
            <w:tcW w:w="462" w:type="pct"/>
          </w:tcPr>
          <w:p w:rsidR="00CF42A3" w:rsidRDefault="00CF42A3" w:rsidP="00082513">
            <w:pPr>
              <w:cnfStyle w:val="000000100000"/>
            </w:pPr>
          </w:p>
        </w:tc>
      </w:tr>
      <w:tr w:rsidR="00CF42A3" w:rsidTr="00310B48">
        <w:trPr>
          <w:trHeight w:val="60"/>
        </w:trPr>
        <w:tc>
          <w:tcPr>
            <w:cnfStyle w:val="001000000000"/>
            <w:tcW w:w="738" w:type="pct"/>
            <w:vMerge/>
          </w:tcPr>
          <w:p w:rsidR="00CF42A3" w:rsidRDefault="00CF42A3" w:rsidP="004031A0"/>
        </w:tc>
        <w:tc>
          <w:tcPr>
            <w:tcW w:w="800" w:type="pct"/>
            <w:vMerge/>
          </w:tcPr>
          <w:p w:rsidR="00CF42A3" w:rsidRDefault="00CF42A3" w:rsidP="008D1DB8">
            <w:pPr>
              <w:cnfStyle w:val="000000000000"/>
            </w:pPr>
          </w:p>
        </w:tc>
        <w:tc>
          <w:tcPr>
            <w:tcW w:w="982" w:type="pct"/>
          </w:tcPr>
          <w:p w:rsidR="00CF42A3" w:rsidRDefault="00CF42A3" w:rsidP="008D1DB8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</w:p>
        </w:tc>
        <w:tc>
          <w:tcPr>
            <w:tcW w:w="668" w:type="pct"/>
          </w:tcPr>
          <w:p w:rsidR="00CF42A3" w:rsidRDefault="00CF42A3" w:rsidP="008D1DB8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CF42A3" w:rsidRDefault="00CF42A3" w:rsidP="008D1DB8">
            <w:pPr>
              <w:cnfStyle w:val="000000000000"/>
            </w:pPr>
            <w:r>
              <w:t>Screen changes to person view</w:t>
            </w:r>
          </w:p>
        </w:tc>
        <w:tc>
          <w:tcPr>
            <w:tcW w:w="400" w:type="pct"/>
          </w:tcPr>
          <w:p w:rsidR="00CF42A3" w:rsidRPr="005F03A3" w:rsidRDefault="00CF42A3" w:rsidP="00082513">
            <w:pPr>
              <w:cnfStyle w:val="000000000000"/>
            </w:pPr>
          </w:p>
        </w:tc>
        <w:tc>
          <w:tcPr>
            <w:tcW w:w="300" w:type="pct"/>
          </w:tcPr>
          <w:p w:rsidR="00CF42A3" w:rsidRDefault="00CF42A3" w:rsidP="00082513">
            <w:pPr>
              <w:cnfStyle w:val="000000000000"/>
            </w:pPr>
          </w:p>
        </w:tc>
        <w:tc>
          <w:tcPr>
            <w:tcW w:w="462" w:type="pct"/>
          </w:tcPr>
          <w:p w:rsidR="00CF42A3" w:rsidRDefault="00CF42A3" w:rsidP="00082513">
            <w:pPr>
              <w:cnfStyle w:val="000000000000"/>
            </w:pPr>
          </w:p>
        </w:tc>
      </w:tr>
      <w:tr w:rsidR="00CF42A3" w:rsidTr="00310B48">
        <w:trPr>
          <w:cnfStyle w:val="000000100000"/>
          <w:trHeight w:val="60"/>
        </w:trPr>
        <w:tc>
          <w:tcPr>
            <w:cnfStyle w:val="001000000000"/>
            <w:tcW w:w="738" w:type="pct"/>
            <w:vMerge/>
          </w:tcPr>
          <w:p w:rsidR="00CF42A3" w:rsidRDefault="00CF42A3" w:rsidP="004031A0"/>
        </w:tc>
        <w:tc>
          <w:tcPr>
            <w:tcW w:w="800" w:type="pct"/>
            <w:vMerge/>
          </w:tcPr>
          <w:p w:rsidR="00CF42A3" w:rsidRDefault="00CF42A3" w:rsidP="008D1DB8">
            <w:pPr>
              <w:cnfStyle w:val="000000100000"/>
            </w:pPr>
          </w:p>
        </w:tc>
        <w:tc>
          <w:tcPr>
            <w:tcW w:w="982" w:type="pct"/>
          </w:tcPr>
          <w:p w:rsidR="00CF42A3" w:rsidRDefault="00CF42A3" w:rsidP="008D1DB8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7B252B">
              <w:rPr>
                <w:b/>
              </w:rPr>
              <w:t>back</w:t>
            </w:r>
            <w:r>
              <w:t xml:space="preserve"> button just above the person tree.</w:t>
            </w:r>
          </w:p>
        </w:tc>
        <w:tc>
          <w:tcPr>
            <w:tcW w:w="668" w:type="pct"/>
          </w:tcPr>
          <w:p w:rsidR="00CF42A3" w:rsidRDefault="00CF42A3" w:rsidP="008D1DB8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CF42A3" w:rsidRDefault="00CF42A3" w:rsidP="00E87393">
            <w:pPr>
              <w:cnfStyle w:val="000000100000"/>
            </w:pPr>
            <w:r>
              <w:t>Returns to client search screen by keeping previous search records.</w:t>
            </w:r>
          </w:p>
        </w:tc>
        <w:tc>
          <w:tcPr>
            <w:tcW w:w="400" w:type="pct"/>
          </w:tcPr>
          <w:p w:rsidR="00CF42A3" w:rsidRPr="005F03A3" w:rsidRDefault="00CF42A3" w:rsidP="00082513">
            <w:pPr>
              <w:cnfStyle w:val="000000100000"/>
            </w:pPr>
          </w:p>
        </w:tc>
        <w:tc>
          <w:tcPr>
            <w:tcW w:w="300" w:type="pct"/>
          </w:tcPr>
          <w:p w:rsidR="00CF42A3" w:rsidRDefault="00CF42A3" w:rsidP="00082513">
            <w:pPr>
              <w:cnfStyle w:val="000000100000"/>
            </w:pPr>
          </w:p>
        </w:tc>
        <w:tc>
          <w:tcPr>
            <w:tcW w:w="462" w:type="pct"/>
          </w:tcPr>
          <w:p w:rsidR="00CF42A3" w:rsidRDefault="00CF42A3" w:rsidP="00082513">
            <w:pPr>
              <w:cnfStyle w:val="000000100000"/>
            </w:pPr>
          </w:p>
        </w:tc>
      </w:tr>
      <w:bookmarkEnd w:id="2"/>
    </w:tbl>
    <w:p w:rsidR="00BB39B3" w:rsidRPr="00E11D0F" w:rsidRDefault="00BB39B3" w:rsidP="00E11D0F"/>
    <w:sectPr w:rsidR="00BB39B3" w:rsidRPr="00E11D0F" w:rsidSect="00F0040E">
      <w:headerReference w:type="default" r:id="rId12"/>
      <w:footerReference w:type="default" r:id="rId13"/>
      <w:headerReference w:type="first" r:id="rId14"/>
      <w:footerReference w:type="first" r:id="rId15"/>
      <w:pgSz w:w="16839" w:h="11907" w:orient="landscape" w:code="9"/>
      <w:pgMar w:top="1440" w:right="1440" w:bottom="1440" w:left="1440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F94" w:rsidRDefault="000D6F94" w:rsidP="000366C0">
      <w:pPr>
        <w:spacing w:after="0" w:line="240" w:lineRule="auto"/>
      </w:pPr>
      <w:r>
        <w:separator/>
      </w:r>
    </w:p>
  </w:endnote>
  <w:endnote w:type="continuationSeparator" w:id="0">
    <w:p w:rsidR="000D6F94" w:rsidRDefault="000D6F94" w:rsidP="00036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575" w:rsidRPr="00065894" w:rsidRDefault="00AF6575">
    <w:pPr>
      <w:pStyle w:val="Footer"/>
      <w:rPr>
        <w:sz w:val="16"/>
        <w:szCs w:val="16"/>
      </w:rPr>
    </w:pPr>
    <w:r>
      <w:t>Regression Test Plan - Client Person</w:t>
    </w:r>
    <w:r w:rsidRPr="00065894">
      <w:rPr>
        <w:sz w:val="16"/>
        <w:szCs w:val="16"/>
      </w:rPr>
      <w:ptab w:relativeTo="margin" w:alignment="center" w:leader="none"/>
    </w:r>
    <w:r w:rsidRPr="00065894">
      <w:rPr>
        <w:sz w:val="16"/>
        <w:szCs w:val="16"/>
      </w:rPr>
      <w:ptab w:relativeTo="margin" w:alignment="right" w:leader="none"/>
    </w:r>
    <w:r w:rsidRPr="00065894">
      <w:rPr>
        <w:sz w:val="16"/>
        <w:szCs w:val="16"/>
      </w:rPr>
      <w:t xml:space="preserve">page </w:t>
    </w:r>
    <w:r w:rsidR="00B655FB" w:rsidRPr="00065894">
      <w:rPr>
        <w:sz w:val="16"/>
        <w:szCs w:val="16"/>
      </w:rPr>
      <w:fldChar w:fldCharType="begin"/>
    </w:r>
    <w:r w:rsidRPr="00065894">
      <w:rPr>
        <w:sz w:val="16"/>
        <w:szCs w:val="16"/>
      </w:rPr>
      <w:instrText xml:space="preserve"> PAGE   \* MERGEFORMAT </w:instrText>
    </w:r>
    <w:r w:rsidR="00B655FB" w:rsidRPr="00065894">
      <w:rPr>
        <w:sz w:val="16"/>
        <w:szCs w:val="16"/>
      </w:rPr>
      <w:fldChar w:fldCharType="separate"/>
    </w:r>
    <w:r w:rsidR="006B6EB6">
      <w:rPr>
        <w:noProof/>
        <w:sz w:val="16"/>
        <w:szCs w:val="16"/>
      </w:rPr>
      <w:t>12</w:t>
    </w:r>
    <w:r w:rsidR="00B655FB" w:rsidRPr="00065894">
      <w:rPr>
        <w:sz w:val="16"/>
        <w:szCs w:val="16"/>
      </w:rPr>
      <w:fldChar w:fldCharType="end"/>
    </w:r>
    <w:r w:rsidRPr="00065894">
      <w:rPr>
        <w:sz w:val="16"/>
        <w:szCs w:val="16"/>
      </w:rPr>
      <w:t xml:space="preserve"> of </w:t>
    </w:r>
    <w:fldSimple w:instr=" NUMPAGES  \* Arabic  \* MERGEFORMAT ">
      <w:r w:rsidR="006B6EB6" w:rsidRPr="006B6EB6">
        <w:rPr>
          <w:noProof/>
          <w:sz w:val="16"/>
          <w:szCs w:val="16"/>
        </w:rPr>
        <w:t>12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575" w:rsidRPr="00065894" w:rsidRDefault="00AF6575" w:rsidP="00065894">
    <w:pPr>
      <w:pStyle w:val="Footer"/>
      <w:rPr>
        <w:sz w:val="16"/>
        <w:szCs w:val="16"/>
      </w:rPr>
    </w:pPr>
    <w:r>
      <w:rPr>
        <w:sz w:val="16"/>
        <w:szCs w:val="16"/>
      </w:rPr>
      <w:t>Regression Test Plan</w:t>
    </w:r>
    <w:r w:rsidRPr="00065894">
      <w:rPr>
        <w:sz w:val="16"/>
        <w:szCs w:val="16"/>
      </w:rPr>
      <w:ptab w:relativeTo="margin" w:alignment="center" w:leader="none"/>
    </w:r>
    <w:r w:rsidRPr="00065894">
      <w:rPr>
        <w:sz w:val="16"/>
        <w:szCs w:val="16"/>
      </w:rPr>
      <w:ptab w:relativeTo="margin" w:alignment="right" w:leader="none"/>
    </w:r>
    <w:r w:rsidRPr="00065894">
      <w:rPr>
        <w:sz w:val="16"/>
        <w:szCs w:val="16"/>
      </w:rPr>
      <w:t xml:space="preserve">page </w:t>
    </w:r>
    <w:r w:rsidR="00B655FB" w:rsidRPr="00065894">
      <w:rPr>
        <w:sz w:val="16"/>
        <w:szCs w:val="16"/>
      </w:rPr>
      <w:fldChar w:fldCharType="begin"/>
    </w:r>
    <w:r w:rsidRPr="00065894">
      <w:rPr>
        <w:sz w:val="16"/>
        <w:szCs w:val="16"/>
      </w:rPr>
      <w:instrText xml:space="preserve"> PAGE   \* MERGEFORMAT </w:instrText>
    </w:r>
    <w:r w:rsidR="00B655FB" w:rsidRPr="00065894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="00B655FB" w:rsidRPr="00065894">
      <w:rPr>
        <w:sz w:val="16"/>
        <w:szCs w:val="16"/>
      </w:rPr>
      <w:fldChar w:fldCharType="end"/>
    </w:r>
    <w:r w:rsidRPr="00065894">
      <w:rPr>
        <w:sz w:val="16"/>
        <w:szCs w:val="16"/>
      </w:rPr>
      <w:t xml:space="preserve"> of </w:t>
    </w:r>
    <w:fldSimple w:instr=" NUMPAGES  \* Arabic  \* MERGEFORMAT ">
      <w:r w:rsidR="006B6EB6" w:rsidRPr="006B6EB6">
        <w:rPr>
          <w:noProof/>
          <w:sz w:val="16"/>
          <w:szCs w:val="16"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F94" w:rsidRDefault="000D6F94" w:rsidP="000366C0">
      <w:pPr>
        <w:spacing w:after="0" w:line="240" w:lineRule="auto"/>
      </w:pPr>
      <w:r>
        <w:separator/>
      </w:r>
    </w:p>
  </w:footnote>
  <w:footnote w:type="continuationSeparator" w:id="0">
    <w:p w:rsidR="000D6F94" w:rsidRDefault="000D6F94" w:rsidP="00036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575" w:rsidRDefault="00AF6575" w:rsidP="00A53ACC">
    <w:pPr>
      <w:pStyle w:val="Heading1"/>
      <w:spacing w:before="100" w:beforeAutospacing="1"/>
    </w:pP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right</wp:align>
          </wp:positionH>
          <wp:positionV relativeFrom="line">
            <wp:align>top</wp:align>
          </wp:positionV>
          <wp:extent cx="797560" cy="504825"/>
          <wp:effectExtent l="19050" t="0" r="2540" b="0"/>
          <wp:wrapThrough wrapText="bothSides">
            <wp:wrapPolygon edited="0">
              <wp:start x="-516" y="0"/>
              <wp:lineTo x="-516" y="21192"/>
              <wp:lineTo x="21669" y="21192"/>
              <wp:lineTo x="21669" y="0"/>
              <wp:lineTo x="-516" y="0"/>
            </wp:wrapPolygon>
          </wp:wrapThrough>
          <wp:docPr id="6" name="Picture 1" descr="SMSS logo be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SS logo best.jpg"/>
                  <pic:cNvPicPr/>
                </pic:nvPicPr>
                <pic:blipFill>
                  <a:blip r:embed="rId1"/>
                  <a:srcRect b="26522"/>
                  <a:stretch>
                    <a:fillRect/>
                  </a:stretch>
                </pic:blipFill>
                <pic:spPr>
                  <a:xfrm>
                    <a:off x="0" y="0"/>
                    <a:ext cx="79756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NZ"/>
      </w:rPr>
      <w:t>Regression Test Plan - Client Person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575" w:rsidRDefault="00AF6575" w:rsidP="00E11D0F">
    <w:pPr>
      <w:pStyle w:val="Title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line">
            <wp:align>top</wp:align>
          </wp:positionV>
          <wp:extent cx="797560" cy="504825"/>
          <wp:effectExtent l="19050" t="0" r="2540" b="0"/>
          <wp:wrapThrough wrapText="bothSides">
            <wp:wrapPolygon edited="0">
              <wp:start x="-516" y="0"/>
              <wp:lineTo x="-516" y="21192"/>
              <wp:lineTo x="21669" y="21192"/>
              <wp:lineTo x="21669" y="0"/>
              <wp:lineTo x="-516" y="0"/>
            </wp:wrapPolygon>
          </wp:wrapThrough>
          <wp:docPr id="1" name="Picture 1" descr="SMSS logo be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SS logo best.jpg"/>
                  <pic:cNvPicPr/>
                </pic:nvPicPr>
                <pic:blipFill>
                  <a:blip r:embed="rId1"/>
                  <a:srcRect b="26522"/>
                  <a:stretch>
                    <a:fillRect/>
                  </a:stretch>
                </pic:blipFill>
                <pic:spPr>
                  <a:xfrm>
                    <a:off x="0" y="0"/>
                    <a:ext cx="79756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Regression Test Plan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A7271"/>
    <w:multiLevelType w:val="hybridMultilevel"/>
    <w:tmpl w:val="3182CE5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B65DF2"/>
    <w:multiLevelType w:val="hybridMultilevel"/>
    <w:tmpl w:val="AA30641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E71DF3"/>
    <w:multiLevelType w:val="hybridMultilevel"/>
    <w:tmpl w:val="4B66EB3C"/>
    <w:lvl w:ilvl="0" w:tplc="1409000D">
      <w:start w:val="1"/>
      <w:numFmt w:val="bullet"/>
      <w:lvlText w:val=""/>
      <w:lvlJc w:val="left"/>
      <w:pPr>
        <w:ind w:left="417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B027184"/>
    <w:multiLevelType w:val="hybridMultilevel"/>
    <w:tmpl w:val="FD008706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4">
    <w:nsid w:val="0BD52F20"/>
    <w:multiLevelType w:val="hybridMultilevel"/>
    <w:tmpl w:val="83D87E3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D216952"/>
    <w:multiLevelType w:val="hybridMultilevel"/>
    <w:tmpl w:val="9A60E2AA"/>
    <w:lvl w:ilvl="0" w:tplc="1409000D">
      <w:start w:val="1"/>
      <w:numFmt w:val="bullet"/>
      <w:lvlText w:val=""/>
      <w:lvlJc w:val="left"/>
      <w:pPr>
        <w:ind w:left="417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6">
    <w:nsid w:val="111B6843"/>
    <w:multiLevelType w:val="hybridMultilevel"/>
    <w:tmpl w:val="295AE258"/>
    <w:lvl w:ilvl="0" w:tplc="1409000D">
      <w:start w:val="1"/>
      <w:numFmt w:val="bullet"/>
      <w:lvlText w:val=""/>
      <w:lvlJc w:val="left"/>
      <w:pPr>
        <w:ind w:left="415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7">
    <w:nsid w:val="147D30D1"/>
    <w:multiLevelType w:val="hybridMultilevel"/>
    <w:tmpl w:val="0F5CA504"/>
    <w:lvl w:ilvl="0" w:tplc="140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164B68F0"/>
    <w:multiLevelType w:val="hybridMultilevel"/>
    <w:tmpl w:val="05B8B3B0"/>
    <w:lvl w:ilvl="0" w:tplc="1409000D">
      <w:start w:val="1"/>
      <w:numFmt w:val="bullet"/>
      <w:lvlText w:val=""/>
      <w:lvlJc w:val="left"/>
      <w:pPr>
        <w:ind w:left="449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6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8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0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2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4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6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8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09" w:hanging="360"/>
      </w:pPr>
      <w:rPr>
        <w:rFonts w:ascii="Wingdings" w:hAnsi="Wingdings" w:hint="default"/>
      </w:rPr>
    </w:lvl>
  </w:abstractNum>
  <w:abstractNum w:abstractNumId="9">
    <w:nsid w:val="263D23FB"/>
    <w:multiLevelType w:val="hybridMultilevel"/>
    <w:tmpl w:val="2F566358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2406D"/>
    <w:multiLevelType w:val="hybridMultilevel"/>
    <w:tmpl w:val="19FAF7C0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D0261D6"/>
    <w:multiLevelType w:val="hybridMultilevel"/>
    <w:tmpl w:val="4438ACDC"/>
    <w:lvl w:ilvl="0" w:tplc="140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321B70A7"/>
    <w:multiLevelType w:val="hybridMultilevel"/>
    <w:tmpl w:val="FAC02F7E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67A1B"/>
    <w:multiLevelType w:val="hybridMultilevel"/>
    <w:tmpl w:val="86EA4826"/>
    <w:lvl w:ilvl="0" w:tplc="1409000D">
      <w:start w:val="1"/>
      <w:numFmt w:val="bullet"/>
      <w:lvlText w:val=""/>
      <w:lvlJc w:val="left"/>
      <w:pPr>
        <w:ind w:left="396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14">
    <w:nsid w:val="37EC2AB4"/>
    <w:multiLevelType w:val="multilevel"/>
    <w:tmpl w:val="247648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3FDD3E9C"/>
    <w:multiLevelType w:val="hybridMultilevel"/>
    <w:tmpl w:val="3DC4F18A"/>
    <w:lvl w:ilvl="0" w:tplc="1409000D">
      <w:start w:val="1"/>
      <w:numFmt w:val="bullet"/>
      <w:lvlText w:val=""/>
      <w:lvlJc w:val="left"/>
      <w:pPr>
        <w:ind w:left="449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6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8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0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2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4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6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8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09" w:hanging="360"/>
      </w:pPr>
      <w:rPr>
        <w:rFonts w:ascii="Wingdings" w:hAnsi="Wingdings" w:hint="default"/>
      </w:rPr>
    </w:lvl>
  </w:abstractNum>
  <w:abstractNum w:abstractNumId="16">
    <w:nsid w:val="49D06CFF"/>
    <w:multiLevelType w:val="hybridMultilevel"/>
    <w:tmpl w:val="74185D2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EDD2D0D"/>
    <w:multiLevelType w:val="hybridMultilevel"/>
    <w:tmpl w:val="F266DE88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710568B"/>
    <w:multiLevelType w:val="hybridMultilevel"/>
    <w:tmpl w:val="CA687E2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8A275C8"/>
    <w:multiLevelType w:val="hybridMultilevel"/>
    <w:tmpl w:val="80966814"/>
    <w:lvl w:ilvl="0" w:tplc="14090001">
      <w:start w:val="1"/>
      <w:numFmt w:val="bullet"/>
      <w:lvlText w:val=""/>
      <w:lvlJc w:val="left"/>
      <w:pPr>
        <w:ind w:left="3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0">
    <w:nsid w:val="5EEB30DC"/>
    <w:multiLevelType w:val="hybridMultilevel"/>
    <w:tmpl w:val="325664A0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F4428B"/>
    <w:multiLevelType w:val="hybridMultilevel"/>
    <w:tmpl w:val="FDD4720E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68A0F81"/>
    <w:multiLevelType w:val="hybridMultilevel"/>
    <w:tmpl w:val="962C91BE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>
    <w:nsid w:val="67626932"/>
    <w:multiLevelType w:val="hybridMultilevel"/>
    <w:tmpl w:val="D1D42FBC"/>
    <w:lvl w:ilvl="0" w:tplc="1409000D">
      <w:start w:val="1"/>
      <w:numFmt w:val="bullet"/>
      <w:lvlText w:val=""/>
      <w:lvlJc w:val="left"/>
      <w:pPr>
        <w:ind w:left="40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24">
    <w:nsid w:val="6A411F5E"/>
    <w:multiLevelType w:val="hybridMultilevel"/>
    <w:tmpl w:val="02C0FFD4"/>
    <w:lvl w:ilvl="0" w:tplc="140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>
    <w:nsid w:val="6E92192A"/>
    <w:multiLevelType w:val="hybridMultilevel"/>
    <w:tmpl w:val="445275CE"/>
    <w:lvl w:ilvl="0" w:tplc="140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>
    <w:nsid w:val="6EB97315"/>
    <w:multiLevelType w:val="hybridMultilevel"/>
    <w:tmpl w:val="78E41E5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5DC3DAE"/>
    <w:multiLevelType w:val="hybridMultilevel"/>
    <w:tmpl w:val="F596031C"/>
    <w:lvl w:ilvl="0" w:tplc="1409000D">
      <w:start w:val="1"/>
      <w:numFmt w:val="bullet"/>
      <w:lvlText w:val=""/>
      <w:lvlJc w:val="left"/>
      <w:pPr>
        <w:ind w:left="449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6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8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0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2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4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6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8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09" w:hanging="360"/>
      </w:pPr>
      <w:rPr>
        <w:rFonts w:ascii="Wingdings" w:hAnsi="Wingdings" w:hint="default"/>
      </w:rPr>
    </w:lvl>
  </w:abstractNum>
  <w:abstractNum w:abstractNumId="28">
    <w:nsid w:val="7AB37EB6"/>
    <w:multiLevelType w:val="multilevel"/>
    <w:tmpl w:val="3B06C2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"/>
  </w:num>
  <w:num w:numId="2">
    <w:abstractNumId w:val="12"/>
  </w:num>
  <w:num w:numId="3">
    <w:abstractNumId w:val="20"/>
  </w:num>
  <w:num w:numId="4">
    <w:abstractNumId w:val="19"/>
  </w:num>
  <w:num w:numId="5">
    <w:abstractNumId w:val="18"/>
  </w:num>
  <w:num w:numId="6">
    <w:abstractNumId w:val="1"/>
  </w:num>
  <w:num w:numId="7">
    <w:abstractNumId w:val="16"/>
  </w:num>
  <w:num w:numId="8">
    <w:abstractNumId w:val="0"/>
  </w:num>
  <w:num w:numId="9">
    <w:abstractNumId w:val="28"/>
  </w:num>
  <w:num w:numId="10">
    <w:abstractNumId w:val="14"/>
  </w:num>
  <w:num w:numId="11">
    <w:abstractNumId w:val="26"/>
  </w:num>
  <w:num w:numId="12">
    <w:abstractNumId w:val="4"/>
  </w:num>
  <w:num w:numId="13">
    <w:abstractNumId w:val="24"/>
  </w:num>
  <w:num w:numId="14">
    <w:abstractNumId w:val="5"/>
  </w:num>
  <w:num w:numId="15">
    <w:abstractNumId w:val="25"/>
  </w:num>
  <w:num w:numId="16">
    <w:abstractNumId w:val="22"/>
  </w:num>
  <w:num w:numId="17">
    <w:abstractNumId w:val="8"/>
  </w:num>
  <w:num w:numId="18">
    <w:abstractNumId w:val="27"/>
  </w:num>
  <w:num w:numId="19">
    <w:abstractNumId w:val="15"/>
  </w:num>
  <w:num w:numId="20">
    <w:abstractNumId w:val="21"/>
  </w:num>
  <w:num w:numId="21">
    <w:abstractNumId w:val="3"/>
  </w:num>
  <w:num w:numId="22">
    <w:abstractNumId w:val="17"/>
  </w:num>
  <w:num w:numId="23">
    <w:abstractNumId w:val="11"/>
  </w:num>
  <w:num w:numId="24">
    <w:abstractNumId w:val="23"/>
  </w:num>
  <w:num w:numId="25">
    <w:abstractNumId w:val="7"/>
  </w:num>
  <w:num w:numId="26">
    <w:abstractNumId w:val="9"/>
  </w:num>
  <w:num w:numId="27">
    <w:abstractNumId w:val="10"/>
  </w:num>
  <w:num w:numId="28">
    <w:abstractNumId w:val="6"/>
  </w:num>
  <w:num w:numId="2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0D6F94"/>
    <w:rsid w:val="00007EFD"/>
    <w:rsid w:val="000366C0"/>
    <w:rsid w:val="00052FCE"/>
    <w:rsid w:val="00056ED1"/>
    <w:rsid w:val="000602EE"/>
    <w:rsid w:val="00065894"/>
    <w:rsid w:val="00075BCE"/>
    <w:rsid w:val="00076A0C"/>
    <w:rsid w:val="0008207B"/>
    <w:rsid w:val="00082513"/>
    <w:rsid w:val="00084A64"/>
    <w:rsid w:val="00084BB9"/>
    <w:rsid w:val="000B0650"/>
    <w:rsid w:val="000D6F94"/>
    <w:rsid w:val="000F4B87"/>
    <w:rsid w:val="00102E77"/>
    <w:rsid w:val="00112721"/>
    <w:rsid w:val="00117A1B"/>
    <w:rsid w:val="001212D2"/>
    <w:rsid w:val="00124439"/>
    <w:rsid w:val="0013128F"/>
    <w:rsid w:val="00134A3A"/>
    <w:rsid w:val="001942E5"/>
    <w:rsid w:val="0019783D"/>
    <w:rsid w:val="00197B6E"/>
    <w:rsid w:val="001A07CD"/>
    <w:rsid w:val="001B4450"/>
    <w:rsid w:val="001C2DA5"/>
    <w:rsid w:val="001C4734"/>
    <w:rsid w:val="001D5E57"/>
    <w:rsid w:val="001E7DAA"/>
    <w:rsid w:val="001F240D"/>
    <w:rsid w:val="001F2D5F"/>
    <w:rsid w:val="002023A8"/>
    <w:rsid w:val="00210D26"/>
    <w:rsid w:val="0022143D"/>
    <w:rsid w:val="00226028"/>
    <w:rsid w:val="002557A3"/>
    <w:rsid w:val="00264A71"/>
    <w:rsid w:val="00272F9B"/>
    <w:rsid w:val="002B10C8"/>
    <w:rsid w:val="002B4C74"/>
    <w:rsid w:val="002B6334"/>
    <w:rsid w:val="002D2068"/>
    <w:rsid w:val="002E0024"/>
    <w:rsid w:val="002E39DD"/>
    <w:rsid w:val="002E5522"/>
    <w:rsid w:val="002E5D11"/>
    <w:rsid w:val="002F50DC"/>
    <w:rsid w:val="00310B48"/>
    <w:rsid w:val="0031202F"/>
    <w:rsid w:val="003133D8"/>
    <w:rsid w:val="00356AC4"/>
    <w:rsid w:val="003821B1"/>
    <w:rsid w:val="00382ECA"/>
    <w:rsid w:val="00385F09"/>
    <w:rsid w:val="003D7A83"/>
    <w:rsid w:val="003E39E1"/>
    <w:rsid w:val="003E3FE8"/>
    <w:rsid w:val="00400B9C"/>
    <w:rsid w:val="004031A0"/>
    <w:rsid w:val="0041795D"/>
    <w:rsid w:val="0043172B"/>
    <w:rsid w:val="004337C8"/>
    <w:rsid w:val="0046792A"/>
    <w:rsid w:val="00470D47"/>
    <w:rsid w:val="004A1FE5"/>
    <w:rsid w:val="004B2FD0"/>
    <w:rsid w:val="004B7870"/>
    <w:rsid w:val="004D000C"/>
    <w:rsid w:val="004D4E7F"/>
    <w:rsid w:val="004E6DB4"/>
    <w:rsid w:val="00502329"/>
    <w:rsid w:val="0053112C"/>
    <w:rsid w:val="0056183B"/>
    <w:rsid w:val="005805C6"/>
    <w:rsid w:val="00596FA8"/>
    <w:rsid w:val="005D2B54"/>
    <w:rsid w:val="005D7C22"/>
    <w:rsid w:val="005E4FEB"/>
    <w:rsid w:val="005F3CD1"/>
    <w:rsid w:val="00613850"/>
    <w:rsid w:val="006316D7"/>
    <w:rsid w:val="006652C2"/>
    <w:rsid w:val="0068180A"/>
    <w:rsid w:val="006B6EB6"/>
    <w:rsid w:val="006D5517"/>
    <w:rsid w:val="006E63A5"/>
    <w:rsid w:val="006E6706"/>
    <w:rsid w:val="007149A9"/>
    <w:rsid w:val="00741323"/>
    <w:rsid w:val="00743B91"/>
    <w:rsid w:val="00744089"/>
    <w:rsid w:val="0075455A"/>
    <w:rsid w:val="0075545C"/>
    <w:rsid w:val="00762A70"/>
    <w:rsid w:val="00781CA0"/>
    <w:rsid w:val="00792376"/>
    <w:rsid w:val="007923C7"/>
    <w:rsid w:val="007A2F9B"/>
    <w:rsid w:val="007A549D"/>
    <w:rsid w:val="007B1836"/>
    <w:rsid w:val="007B252B"/>
    <w:rsid w:val="007B6C55"/>
    <w:rsid w:val="007C570D"/>
    <w:rsid w:val="00801AA8"/>
    <w:rsid w:val="00821D44"/>
    <w:rsid w:val="008435D6"/>
    <w:rsid w:val="00872B68"/>
    <w:rsid w:val="00875AB5"/>
    <w:rsid w:val="008964CA"/>
    <w:rsid w:val="008A0088"/>
    <w:rsid w:val="008A01BB"/>
    <w:rsid w:val="008B6CE5"/>
    <w:rsid w:val="008C68F6"/>
    <w:rsid w:val="008D155D"/>
    <w:rsid w:val="008D1DB8"/>
    <w:rsid w:val="008D444F"/>
    <w:rsid w:val="008E6990"/>
    <w:rsid w:val="008F653E"/>
    <w:rsid w:val="00916F23"/>
    <w:rsid w:val="00927493"/>
    <w:rsid w:val="009331CB"/>
    <w:rsid w:val="00967DBC"/>
    <w:rsid w:val="00976DE4"/>
    <w:rsid w:val="0097731C"/>
    <w:rsid w:val="00980C9B"/>
    <w:rsid w:val="009B083A"/>
    <w:rsid w:val="009B41C0"/>
    <w:rsid w:val="009E4738"/>
    <w:rsid w:val="009E7B62"/>
    <w:rsid w:val="00A1116F"/>
    <w:rsid w:val="00A26C8E"/>
    <w:rsid w:val="00A4680B"/>
    <w:rsid w:val="00A5030E"/>
    <w:rsid w:val="00A53ACC"/>
    <w:rsid w:val="00A56B72"/>
    <w:rsid w:val="00A65442"/>
    <w:rsid w:val="00A6701F"/>
    <w:rsid w:val="00AC6E4F"/>
    <w:rsid w:val="00AF19C4"/>
    <w:rsid w:val="00AF5D83"/>
    <w:rsid w:val="00AF6575"/>
    <w:rsid w:val="00B11212"/>
    <w:rsid w:val="00B16F9A"/>
    <w:rsid w:val="00B17C42"/>
    <w:rsid w:val="00B21AA5"/>
    <w:rsid w:val="00B23814"/>
    <w:rsid w:val="00B25996"/>
    <w:rsid w:val="00B655FB"/>
    <w:rsid w:val="00B80486"/>
    <w:rsid w:val="00B86AC9"/>
    <w:rsid w:val="00B95851"/>
    <w:rsid w:val="00BA6229"/>
    <w:rsid w:val="00BB1676"/>
    <w:rsid w:val="00BB23E8"/>
    <w:rsid w:val="00BB324C"/>
    <w:rsid w:val="00BB39B3"/>
    <w:rsid w:val="00BC02A4"/>
    <w:rsid w:val="00BD27AB"/>
    <w:rsid w:val="00BD67FB"/>
    <w:rsid w:val="00BF38C2"/>
    <w:rsid w:val="00BF61FA"/>
    <w:rsid w:val="00C1700E"/>
    <w:rsid w:val="00C3595B"/>
    <w:rsid w:val="00C374CE"/>
    <w:rsid w:val="00C43746"/>
    <w:rsid w:val="00C50D7C"/>
    <w:rsid w:val="00CF3C5B"/>
    <w:rsid w:val="00CF42A3"/>
    <w:rsid w:val="00D12C06"/>
    <w:rsid w:val="00D25C2F"/>
    <w:rsid w:val="00D33567"/>
    <w:rsid w:val="00D7073B"/>
    <w:rsid w:val="00D70786"/>
    <w:rsid w:val="00D724F6"/>
    <w:rsid w:val="00D856CD"/>
    <w:rsid w:val="00D960BA"/>
    <w:rsid w:val="00D96401"/>
    <w:rsid w:val="00D97F80"/>
    <w:rsid w:val="00DB244C"/>
    <w:rsid w:val="00DB3FBD"/>
    <w:rsid w:val="00DC23F0"/>
    <w:rsid w:val="00DD01A9"/>
    <w:rsid w:val="00DD5D7C"/>
    <w:rsid w:val="00DE3228"/>
    <w:rsid w:val="00DE444F"/>
    <w:rsid w:val="00E01BC2"/>
    <w:rsid w:val="00E11D0F"/>
    <w:rsid w:val="00E2547E"/>
    <w:rsid w:val="00E367F0"/>
    <w:rsid w:val="00E41B0A"/>
    <w:rsid w:val="00E51B7F"/>
    <w:rsid w:val="00E647B9"/>
    <w:rsid w:val="00E770DC"/>
    <w:rsid w:val="00E826F2"/>
    <w:rsid w:val="00E84585"/>
    <w:rsid w:val="00E87393"/>
    <w:rsid w:val="00E92BEB"/>
    <w:rsid w:val="00EB1C62"/>
    <w:rsid w:val="00EB6933"/>
    <w:rsid w:val="00EC4FA2"/>
    <w:rsid w:val="00ED48E1"/>
    <w:rsid w:val="00EE6F06"/>
    <w:rsid w:val="00EF2A73"/>
    <w:rsid w:val="00F0040E"/>
    <w:rsid w:val="00F01F3E"/>
    <w:rsid w:val="00F0282A"/>
    <w:rsid w:val="00F254F5"/>
    <w:rsid w:val="00F36509"/>
    <w:rsid w:val="00F4427B"/>
    <w:rsid w:val="00F51969"/>
    <w:rsid w:val="00F51F3E"/>
    <w:rsid w:val="00F721FD"/>
    <w:rsid w:val="00F74B7F"/>
    <w:rsid w:val="00F95A06"/>
    <w:rsid w:val="00F963BA"/>
    <w:rsid w:val="00FA167A"/>
    <w:rsid w:val="00FA2CFA"/>
    <w:rsid w:val="00FB6F03"/>
    <w:rsid w:val="00FC3BCD"/>
    <w:rsid w:val="00FC7711"/>
    <w:rsid w:val="00FE5F96"/>
    <w:rsid w:val="00FE758C"/>
    <w:rsid w:val="00FE76C3"/>
    <w:rsid w:val="00FF7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450"/>
    <w:rPr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7DB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7DB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633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36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66C0"/>
    <w:rPr>
      <w:lang w:val="en-NZ"/>
    </w:rPr>
  </w:style>
  <w:style w:type="paragraph" w:styleId="Footer">
    <w:name w:val="footer"/>
    <w:basedOn w:val="Normal"/>
    <w:link w:val="FooterChar"/>
    <w:uiPriority w:val="99"/>
    <w:semiHidden/>
    <w:unhideWhenUsed/>
    <w:rsid w:val="00036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66C0"/>
    <w:rPr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6C0"/>
    <w:rPr>
      <w:rFonts w:ascii="Tahoma" w:hAnsi="Tahoma" w:cs="Tahoma"/>
      <w:sz w:val="16"/>
      <w:szCs w:val="16"/>
      <w:lang w:val="en-NZ"/>
    </w:rPr>
  </w:style>
  <w:style w:type="paragraph" w:styleId="NoSpacing">
    <w:name w:val="No Spacing"/>
    <w:uiPriority w:val="1"/>
    <w:qFormat/>
    <w:rsid w:val="00FA2CFA"/>
    <w:pPr>
      <w:spacing w:after="0"/>
    </w:pPr>
    <w:rPr>
      <w:lang w:val="en-NZ"/>
    </w:rPr>
  </w:style>
  <w:style w:type="paragraph" w:styleId="Title">
    <w:name w:val="Title"/>
    <w:basedOn w:val="Normal"/>
    <w:next w:val="Normal"/>
    <w:link w:val="TitleChar"/>
    <w:uiPriority w:val="10"/>
    <w:qFormat/>
    <w:rsid w:val="00400B9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00B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NZ"/>
    </w:rPr>
  </w:style>
  <w:style w:type="character" w:customStyle="1" w:styleId="Heading1Char">
    <w:name w:val="Heading 1 Char"/>
    <w:basedOn w:val="DefaultParagraphFont"/>
    <w:link w:val="Heading1"/>
    <w:uiPriority w:val="9"/>
    <w:rsid w:val="00967DBC"/>
    <w:rPr>
      <w:rFonts w:ascii="Cambria" w:eastAsia="Times New Roman" w:hAnsi="Cambria" w:cs="Times New Roman"/>
      <w:b/>
      <w:bCs/>
      <w:color w:val="365F91"/>
      <w:sz w:val="28"/>
      <w:szCs w:val="28"/>
      <w:lang w:val="en-NZ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967DBC"/>
    <w:rPr>
      <w:rFonts w:ascii="Cambria" w:eastAsia="Times New Roman" w:hAnsi="Cambria" w:cs="Times New Roman"/>
      <w:b/>
      <w:bCs/>
      <w:color w:val="4F81BD"/>
      <w:sz w:val="26"/>
      <w:szCs w:val="26"/>
      <w:lang w:val="en-NZ" w:bidi="en-US"/>
    </w:rPr>
  </w:style>
  <w:style w:type="table" w:styleId="TableGrid">
    <w:name w:val="Table Grid"/>
    <w:basedOn w:val="TableNormal"/>
    <w:uiPriority w:val="59"/>
    <w:rsid w:val="00BB39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B4450"/>
    <w:pPr>
      <w:ind w:left="720"/>
      <w:contextualSpacing/>
    </w:pPr>
  </w:style>
  <w:style w:type="table" w:customStyle="1" w:styleId="LightList-Accent11">
    <w:name w:val="Light List - Accent 11"/>
    <w:basedOn w:val="TableNormal"/>
    <w:uiPriority w:val="61"/>
    <w:rsid w:val="001C2DA5"/>
    <w:pPr>
      <w:spacing w:after="0" w:line="240" w:lineRule="auto"/>
    </w:pPr>
    <w:rPr>
      <w:lang w:val="en-NZ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762A7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856CD"/>
    <w:rPr>
      <w:color w:val="800080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B6334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2B6334"/>
    <w:pPr>
      <w:spacing w:after="100"/>
      <w:ind w:left="220"/>
    </w:pPr>
  </w:style>
  <w:style w:type="character" w:customStyle="1" w:styleId="Heading3Char">
    <w:name w:val="Heading 3 Char"/>
    <w:basedOn w:val="DefaultParagraphFont"/>
    <w:link w:val="Heading3"/>
    <w:uiPriority w:val="9"/>
    <w:rsid w:val="002B6334"/>
    <w:rPr>
      <w:rFonts w:asciiTheme="majorHAnsi" w:eastAsiaTheme="majorEastAsia" w:hAnsiTheme="majorHAnsi" w:cstheme="majorBidi"/>
      <w:b/>
      <w:bCs/>
      <w:color w:val="4F81BD" w:themeColor="accent1"/>
      <w:lang w:val="en-NZ"/>
    </w:rPr>
  </w:style>
  <w:style w:type="paragraph" w:styleId="TOC3">
    <w:name w:val="toc 3"/>
    <w:basedOn w:val="Normal"/>
    <w:next w:val="Normal"/>
    <w:autoRedefine/>
    <w:uiPriority w:val="39"/>
    <w:unhideWhenUsed/>
    <w:rsid w:val="002B6334"/>
    <w:pPr>
      <w:spacing w:after="100"/>
      <w:ind w:left="4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zodiac\Keep%20Development\Software%20Development\Regression%20Project\040%20Development\Generic%20Test%20plans\TestPlan_Audit.dotx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zodiac\Keep%20Development\Software%20Development\Regression%20Project\040%20Development\Generic%20Test%20plans\TestPlan_Post%20It%20Note.dot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file:///\\zodiac\Keep%20Development\Software%20Development\Regression%20Project\040%20Development\Generic%20Test%20plans\TestPlan_Correspondence.dot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zodiac\Keep%20Development\Software%20Development\Regression%20Project\040%20Development\Generic%20Test%20plans\TestPlan_ContactLog.dotx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Zodiac\keep%20development\Software%20Development\Regression%20Project\060%20Release%20Management\13-08-29%20Docs%20to%20online%20community\Client\3%20Test%20%20Plan_Client%20Pers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508C6E-E37A-4117-970A-3F794CA59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 Test  Plan_Client Person</Template>
  <TotalTime>0</TotalTime>
  <Pages>12</Pages>
  <Words>1768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SMSS Ltd</Company>
  <LinksUpToDate>false</LinksUpToDate>
  <CharactersWithSpaces>11823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rhian</dc:creator>
  <cp:lastModifiedBy>rhian</cp:lastModifiedBy>
  <cp:revision>1</cp:revision>
  <dcterms:created xsi:type="dcterms:W3CDTF">2013-08-29T03:50:00Z</dcterms:created>
  <dcterms:modified xsi:type="dcterms:W3CDTF">2013-08-29T03:50:00Z</dcterms:modified>
</cp:coreProperties>
</file>