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450" w:rsidRPr="00974BF8" w:rsidRDefault="001B4450" w:rsidP="001B4450">
      <w:pPr>
        <w:pStyle w:val="Heading2"/>
      </w:pPr>
      <w:bookmarkStart w:id="0" w:name="_Toc360806050"/>
      <w:r w:rsidRPr="00317182">
        <w:t>Test Plan</w:t>
      </w:r>
      <w:bookmarkEnd w:id="0"/>
    </w:p>
    <w:tbl>
      <w:tblPr>
        <w:tblStyle w:val="LightList-Accent11"/>
        <w:tblW w:w="5000" w:type="pct"/>
        <w:tblLook w:val="04A0"/>
      </w:tblPr>
      <w:tblGrid>
        <w:gridCol w:w="7087"/>
        <w:gridCol w:w="7088"/>
      </w:tblGrid>
      <w:tr w:rsidR="00E17172" w:rsidTr="00E17172">
        <w:trPr>
          <w:cnfStyle w:val="100000000000"/>
        </w:trPr>
        <w:tc>
          <w:tcPr>
            <w:cnfStyle w:val="001000000000"/>
            <w:tcW w:w="2500" w:type="pct"/>
          </w:tcPr>
          <w:p w:rsidR="00E17172" w:rsidRDefault="00E17172" w:rsidP="006C4ACA">
            <w:pPr>
              <w:ind w:left="720" w:hanging="720"/>
              <w:rPr>
                <w:szCs w:val="40"/>
              </w:rPr>
            </w:pPr>
            <w:r>
              <w:rPr>
                <w:szCs w:val="40"/>
              </w:rPr>
              <w:t xml:space="preserve"> Test Items (Module Name)</w:t>
            </w:r>
          </w:p>
        </w:tc>
        <w:tc>
          <w:tcPr>
            <w:tcW w:w="2500" w:type="pct"/>
          </w:tcPr>
          <w:p w:rsidR="00E17172" w:rsidRDefault="00E17172" w:rsidP="007A3249">
            <w:pPr>
              <w:cnfStyle w:val="100000000000"/>
            </w:pPr>
            <w:r>
              <w:t>Client</w:t>
            </w:r>
          </w:p>
        </w:tc>
      </w:tr>
      <w:tr w:rsidR="00E17172" w:rsidTr="00E17172">
        <w:trPr>
          <w:cnfStyle w:val="000000100000"/>
        </w:trPr>
        <w:tc>
          <w:tcPr>
            <w:cnfStyle w:val="001000000000"/>
            <w:tcW w:w="2500" w:type="pct"/>
          </w:tcPr>
          <w:p w:rsidR="00E17172" w:rsidRDefault="00E17172" w:rsidP="006C4ACA">
            <w:pPr>
              <w:rPr>
                <w:szCs w:val="40"/>
              </w:rPr>
            </w:pPr>
            <w:r>
              <w:rPr>
                <w:szCs w:val="40"/>
              </w:rPr>
              <w:t>Brief Introduction</w:t>
            </w:r>
          </w:p>
        </w:tc>
        <w:tc>
          <w:tcPr>
            <w:tcW w:w="2500" w:type="pct"/>
          </w:tcPr>
          <w:p w:rsidR="00E17172" w:rsidRDefault="00E17172" w:rsidP="006C4ACA">
            <w:pPr>
              <w:cnfStyle w:val="000000100000"/>
            </w:pPr>
            <w:r>
              <w:t>Displays Student's Academic Progress.</w:t>
            </w:r>
          </w:p>
          <w:p w:rsidR="00E17172" w:rsidRDefault="00E17172" w:rsidP="006C4ACA">
            <w:pPr>
              <w:cnfStyle w:val="000000100000"/>
            </w:pPr>
            <w:r>
              <w:t>Academic Records contain results that have been awarded to a student as a result of course and unit enrolments, credit for prior study experience, cross - credits.</w:t>
            </w:r>
          </w:p>
        </w:tc>
      </w:tr>
      <w:tr w:rsidR="00E17172" w:rsidTr="00E17172">
        <w:tc>
          <w:tcPr>
            <w:cnfStyle w:val="001000000000"/>
            <w:tcW w:w="2500" w:type="pct"/>
          </w:tcPr>
          <w:p w:rsidR="00E17172" w:rsidRDefault="00E17172" w:rsidP="006C4ACA">
            <w:pPr>
              <w:rPr>
                <w:szCs w:val="40"/>
              </w:rPr>
            </w:pPr>
            <w:r>
              <w:rPr>
                <w:szCs w:val="40"/>
              </w:rPr>
              <w:t>Environment</w:t>
            </w:r>
          </w:p>
        </w:tc>
        <w:tc>
          <w:tcPr>
            <w:tcW w:w="2500" w:type="pct"/>
          </w:tcPr>
          <w:p w:rsidR="00E17172" w:rsidRDefault="00E17172" w:rsidP="006C4ACA">
            <w:pPr>
              <w:cnfStyle w:val="000000000000"/>
            </w:pPr>
            <w:r>
              <w:t>Windows 7/IE-10/ Apache 2.4..</w:t>
            </w:r>
          </w:p>
        </w:tc>
      </w:tr>
      <w:tr w:rsidR="00E17172" w:rsidTr="00E17172">
        <w:trPr>
          <w:cnfStyle w:val="000000100000"/>
        </w:trPr>
        <w:tc>
          <w:tcPr>
            <w:cnfStyle w:val="001000000000"/>
            <w:tcW w:w="2500" w:type="pct"/>
          </w:tcPr>
          <w:p w:rsidR="00E17172" w:rsidRDefault="00E17172" w:rsidP="006C4ACA">
            <w:pPr>
              <w:rPr>
                <w:szCs w:val="40"/>
              </w:rPr>
            </w:pPr>
            <w:r>
              <w:rPr>
                <w:szCs w:val="40"/>
              </w:rPr>
              <w:t>Test Type</w:t>
            </w:r>
          </w:p>
        </w:tc>
        <w:tc>
          <w:tcPr>
            <w:tcW w:w="2500" w:type="pct"/>
          </w:tcPr>
          <w:p w:rsidR="00E17172" w:rsidRDefault="00E64E3D" w:rsidP="006C4ACA">
            <w:pPr>
              <w:cnfStyle w:val="000000100000"/>
            </w:pPr>
            <w:r>
              <w:t xml:space="preserve">Manual </w:t>
            </w:r>
            <w:r w:rsidR="00E17172">
              <w:t>Regression testing</w:t>
            </w:r>
          </w:p>
        </w:tc>
      </w:tr>
      <w:tr w:rsidR="00E17172" w:rsidTr="00E17172">
        <w:tc>
          <w:tcPr>
            <w:cnfStyle w:val="001000000000"/>
            <w:tcW w:w="2500" w:type="pct"/>
          </w:tcPr>
          <w:p w:rsidR="00E17172" w:rsidRDefault="00E17172" w:rsidP="006C4ACA">
            <w:pPr>
              <w:rPr>
                <w:szCs w:val="40"/>
              </w:rPr>
            </w:pPr>
            <w:r>
              <w:rPr>
                <w:szCs w:val="40"/>
              </w:rPr>
              <w:t>Test Name</w:t>
            </w:r>
          </w:p>
        </w:tc>
        <w:tc>
          <w:tcPr>
            <w:tcW w:w="2500" w:type="pct"/>
          </w:tcPr>
          <w:p w:rsidR="00E17172" w:rsidRPr="001E3424" w:rsidRDefault="00E17172" w:rsidP="006C4ACA">
            <w:pPr>
              <w:cnfStyle w:val="000000000000"/>
              <w:rPr>
                <w:b/>
              </w:rPr>
            </w:pPr>
            <w:r w:rsidRPr="001E3424">
              <w:rPr>
                <w:b/>
              </w:rPr>
              <w:t>Client/</w:t>
            </w:r>
            <w:r w:rsidR="00FB1B21" w:rsidRPr="001E3424">
              <w:rPr>
                <w:b/>
              </w:rPr>
              <w:t>Student/</w:t>
            </w:r>
            <w:r w:rsidRPr="001E3424">
              <w:rPr>
                <w:b/>
              </w:rPr>
              <w:t>Academic records</w:t>
            </w:r>
          </w:p>
        </w:tc>
      </w:tr>
      <w:tr w:rsidR="00E17172" w:rsidTr="00E17172">
        <w:trPr>
          <w:cnfStyle w:val="000000100000"/>
        </w:trPr>
        <w:tc>
          <w:tcPr>
            <w:cnfStyle w:val="001000000000"/>
            <w:tcW w:w="2500" w:type="pct"/>
          </w:tcPr>
          <w:p w:rsidR="00E17172" w:rsidRDefault="00E17172" w:rsidP="006C4ACA">
            <w:pPr>
              <w:rPr>
                <w:szCs w:val="40"/>
              </w:rPr>
            </w:pPr>
            <w:r>
              <w:rPr>
                <w:szCs w:val="40"/>
              </w:rPr>
              <w:t>Test Case ID</w:t>
            </w:r>
          </w:p>
        </w:tc>
        <w:tc>
          <w:tcPr>
            <w:tcW w:w="2500" w:type="pct"/>
          </w:tcPr>
          <w:p w:rsidR="00E17172" w:rsidRDefault="00E17172" w:rsidP="006C4ACA">
            <w:pPr>
              <w:cnfStyle w:val="000000100000"/>
            </w:pPr>
            <w:r>
              <w:t>5.1 - 5.</w:t>
            </w:r>
            <w:r w:rsidR="00985D94">
              <w:t>1</w:t>
            </w:r>
            <w:r w:rsidR="008A0A20">
              <w:t>1</w:t>
            </w:r>
          </w:p>
        </w:tc>
      </w:tr>
    </w:tbl>
    <w:p w:rsidR="001B4450" w:rsidRDefault="001B4450" w:rsidP="001B4450"/>
    <w:tbl>
      <w:tblPr>
        <w:tblStyle w:val="LightList-Accent11"/>
        <w:tblW w:w="0" w:type="auto"/>
        <w:tblLook w:val="04A0"/>
      </w:tblPr>
      <w:tblGrid>
        <w:gridCol w:w="7087"/>
        <w:gridCol w:w="7087"/>
      </w:tblGrid>
      <w:tr w:rsidR="00D25C2F" w:rsidTr="006C4ACA">
        <w:trPr>
          <w:cnfStyle w:val="100000000000"/>
        </w:trPr>
        <w:tc>
          <w:tcPr>
            <w:cnfStyle w:val="001000000000"/>
            <w:tcW w:w="7087" w:type="dxa"/>
          </w:tcPr>
          <w:p w:rsidR="00D25C2F" w:rsidRDefault="00D25C2F" w:rsidP="006C4ACA">
            <w:pPr>
              <w:rPr>
                <w:szCs w:val="40"/>
              </w:rPr>
            </w:pPr>
            <w:r>
              <w:rPr>
                <w:szCs w:val="40"/>
              </w:rPr>
              <w:t>Tested By</w:t>
            </w:r>
          </w:p>
        </w:tc>
        <w:tc>
          <w:tcPr>
            <w:tcW w:w="7087" w:type="dxa"/>
          </w:tcPr>
          <w:p w:rsidR="00D25C2F" w:rsidRDefault="00D25C2F" w:rsidP="006C4ACA">
            <w:pPr>
              <w:cnfStyle w:val="100000000000"/>
            </w:pPr>
            <w:r>
              <w:t>Date</w:t>
            </w:r>
          </w:p>
        </w:tc>
      </w:tr>
      <w:tr w:rsidR="00D25C2F" w:rsidTr="006C4ACA">
        <w:trPr>
          <w:cnfStyle w:val="000000100000"/>
        </w:trPr>
        <w:tc>
          <w:tcPr>
            <w:cnfStyle w:val="001000000000"/>
            <w:tcW w:w="7087" w:type="dxa"/>
          </w:tcPr>
          <w:p w:rsidR="00D25C2F" w:rsidRDefault="00D25C2F" w:rsidP="006C4ACA">
            <w:pPr>
              <w:rPr>
                <w:szCs w:val="40"/>
              </w:rPr>
            </w:pPr>
          </w:p>
        </w:tc>
        <w:tc>
          <w:tcPr>
            <w:tcW w:w="7087" w:type="dxa"/>
          </w:tcPr>
          <w:p w:rsidR="00D25C2F" w:rsidRDefault="00D25C2F" w:rsidP="006C4ACA">
            <w:pPr>
              <w:cnfStyle w:val="000000100000"/>
            </w:pPr>
          </w:p>
        </w:tc>
      </w:tr>
    </w:tbl>
    <w:p w:rsidR="00D25C2F" w:rsidRDefault="00D25C2F" w:rsidP="001B4450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n-NZ"/>
        </w:rPr>
        <w:id w:val="26979375"/>
        <w:docPartObj>
          <w:docPartGallery w:val="Table of Contents"/>
          <w:docPartUnique/>
        </w:docPartObj>
      </w:sdtPr>
      <w:sdtContent>
        <w:p w:rsidR="007A3249" w:rsidRDefault="007A3249">
          <w:pPr>
            <w:pStyle w:val="TOCHeading"/>
          </w:pPr>
          <w:r>
            <w:t>Contents</w:t>
          </w:r>
        </w:p>
        <w:p w:rsidR="00855A5F" w:rsidRDefault="00677884">
          <w:pPr>
            <w:pStyle w:val="TOC2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r>
            <w:fldChar w:fldCharType="begin"/>
          </w:r>
          <w:r w:rsidR="007A3249">
            <w:instrText xml:space="preserve"> TOC \o "1-3" \h \z \u </w:instrText>
          </w:r>
          <w:r>
            <w:fldChar w:fldCharType="separate"/>
          </w:r>
          <w:hyperlink w:anchor="_Toc360806050" w:history="1">
            <w:r w:rsidR="00855A5F" w:rsidRPr="0021682B">
              <w:rPr>
                <w:rStyle w:val="Hyperlink"/>
                <w:noProof/>
              </w:rPr>
              <w:t>Test Plan</w:t>
            </w:r>
            <w:r w:rsidR="00855A5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55A5F">
              <w:rPr>
                <w:noProof/>
                <w:webHidden/>
              </w:rPr>
              <w:instrText xml:space="preserve"> PAGEREF _Toc360806050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04F4C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55A5F" w:rsidRDefault="00677884">
          <w:pPr>
            <w:pStyle w:val="TOC2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806051" w:history="1">
            <w:r w:rsidR="00855A5F" w:rsidRPr="0021682B">
              <w:rPr>
                <w:rStyle w:val="Hyperlink"/>
                <w:noProof/>
              </w:rPr>
              <w:t>Test Cases</w:t>
            </w:r>
            <w:r w:rsidR="00855A5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55A5F">
              <w:rPr>
                <w:noProof/>
                <w:webHidden/>
              </w:rPr>
              <w:instrText xml:space="preserve"> PAGEREF _Toc360806051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04F4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55A5F" w:rsidRDefault="00677884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806052" w:history="1">
            <w:r w:rsidR="00855A5F" w:rsidRPr="0021682B">
              <w:rPr>
                <w:rStyle w:val="Hyperlink"/>
                <w:noProof/>
              </w:rPr>
              <w:t>5.1.1 Add Miscellaneous Person Qualification (Programme/Stage/Level)</w:t>
            </w:r>
            <w:r w:rsidR="00855A5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55A5F">
              <w:rPr>
                <w:noProof/>
                <w:webHidden/>
              </w:rPr>
              <w:instrText xml:space="preserve"> PAGEREF _Toc360806052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04F4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55A5F" w:rsidRDefault="00677884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806053" w:history="1">
            <w:r w:rsidR="00855A5F" w:rsidRPr="0021682B">
              <w:rPr>
                <w:rStyle w:val="Hyperlink"/>
                <w:noProof/>
              </w:rPr>
              <w:t>5.1.2 Edit Miscellaneous Person Qualification (Programme/Stage/Level)</w:t>
            </w:r>
            <w:r w:rsidR="00855A5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55A5F">
              <w:rPr>
                <w:noProof/>
                <w:webHidden/>
              </w:rPr>
              <w:instrText xml:space="preserve"> PAGEREF _Toc360806053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04F4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55A5F" w:rsidRDefault="00677884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806054" w:history="1">
            <w:r w:rsidR="00855A5F" w:rsidRPr="0021682B">
              <w:rPr>
                <w:rStyle w:val="Hyperlink"/>
                <w:noProof/>
              </w:rPr>
              <w:t>5.1.3 Delete Miscellaneous Person Qualification</w:t>
            </w:r>
            <w:r w:rsidR="00855A5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55A5F">
              <w:rPr>
                <w:noProof/>
                <w:webHidden/>
              </w:rPr>
              <w:instrText xml:space="preserve"> PAGEREF _Toc360806054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04F4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55A5F" w:rsidRDefault="00677884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806055" w:history="1">
            <w:r w:rsidR="00855A5F" w:rsidRPr="0021682B">
              <w:rPr>
                <w:rStyle w:val="Hyperlink"/>
                <w:noProof/>
              </w:rPr>
              <w:t>5.2 Qualification Audit</w:t>
            </w:r>
            <w:r w:rsidR="00855A5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55A5F">
              <w:rPr>
                <w:noProof/>
                <w:webHidden/>
              </w:rPr>
              <w:instrText xml:space="preserve"> PAGEREF _Toc360806055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04F4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55A5F" w:rsidRDefault="00677884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806056" w:history="1">
            <w:r w:rsidR="00855A5F" w:rsidRPr="0021682B">
              <w:rPr>
                <w:rStyle w:val="Hyperlink"/>
                <w:noProof/>
              </w:rPr>
              <w:t>5.4.1 Add Miscellaneous Academic Record (Academic Records)</w:t>
            </w:r>
            <w:r w:rsidR="00855A5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55A5F">
              <w:rPr>
                <w:noProof/>
                <w:webHidden/>
              </w:rPr>
              <w:instrText xml:space="preserve"> PAGEREF _Toc360806056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04F4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55A5F" w:rsidRDefault="00677884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806057" w:history="1">
            <w:r w:rsidR="00855A5F" w:rsidRPr="0021682B">
              <w:rPr>
                <w:rStyle w:val="Hyperlink"/>
                <w:noProof/>
              </w:rPr>
              <w:t>5.4.2 Edit Miscellaneous Academic Record (Academic Record)</w:t>
            </w:r>
            <w:r w:rsidR="00855A5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55A5F">
              <w:rPr>
                <w:noProof/>
                <w:webHidden/>
              </w:rPr>
              <w:instrText xml:space="preserve"> PAGEREF _Toc360806057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04F4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55A5F" w:rsidRDefault="00677884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806058" w:history="1">
            <w:r w:rsidR="00855A5F" w:rsidRPr="0021682B">
              <w:rPr>
                <w:rStyle w:val="Hyperlink"/>
                <w:noProof/>
              </w:rPr>
              <w:t>5.4.3 Delete Miscellaneous Academic Record (Academic Record)</w:t>
            </w:r>
            <w:r w:rsidR="00855A5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55A5F">
              <w:rPr>
                <w:noProof/>
                <w:webHidden/>
              </w:rPr>
              <w:instrText xml:space="preserve"> PAGEREF _Toc360806058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04F4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55A5F" w:rsidRDefault="00677884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806059" w:history="1">
            <w:r w:rsidR="00855A5F" w:rsidRPr="0021682B">
              <w:rPr>
                <w:rStyle w:val="Hyperlink"/>
                <w:noProof/>
              </w:rPr>
              <w:t>5.5 Change status</w:t>
            </w:r>
            <w:r w:rsidR="00855A5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55A5F">
              <w:rPr>
                <w:noProof/>
                <w:webHidden/>
              </w:rPr>
              <w:instrText xml:space="preserve"> PAGEREF _Toc360806059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04F4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55A5F" w:rsidRDefault="00677884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806060" w:history="1">
            <w:r w:rsidR="00855A5F" w:rsidRPr="0021682B">
              <w:rPr>
                <w:rStyle w:val="Hyperlink"/>
                <w:noProof/>
              </w:rPr>
              <w:t>5.6 Show course Total (T)</w:t>
            </w:r>
            <w:r w:rsidR="00855A5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55A5F">
              <w:rPr>
                <w:noProof/>
                <w:webHidden/>
              </w:rPr>
              <w:instrText xml:space="preserve"> PAGEREF _Toc360806060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04F4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55A5F" w:rsidRDefault="00677884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806061" w:history="1">
            <w:r w:rsidR="00855A5F" w:rsidRPr="0021682B">
              <w:rPr>
                <w:rStyle w:val="Hyperlink"/>
                <w:noProof/>
              </w:rPr>
              <w:t>5.8.1 Enter Batch results – Edit result</w:t>
            </w:r>
            <w:r w:rsidR="00855A5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55A5F">
              <w:rPr>
                <w:noProof/>
                <w:webHidden/>
              </w:rPr>
              <w:instrText xml:space="preserve"> PAGEREF _Toc360806061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04F4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55A5F" w:rsidRDefault="00677884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806062" w:history="1">
            <w:r w:rsidR="00855A5F" w:rsidRPr="0021682B">
              <w:rPr>
                <w:rStyle w:val="Hyperlink"/>
                <w:noProof/>
              </w:rPr>
              <w:t>5.8.2 Keep Selected Records</w:t>
            </w:r>
            <w:r w:rsidR="00855A5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55A5F">
              <w:rPr>
                <w:noProof/>
                <w:webHidden/>
              </w:rPr>
              <w:instrText xml:space="preserve"> PAGEREF _Toc360806062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04F4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55A5F" w:rsidRDefault="00677884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806063" w:history="1">
            <w:r w:rsidR="00855A5F" w:rsidRPr="0021682B">
              <w:rPr>
                <w:rStyle w:val="Hyperlink"/>
                <w:noProof/>
              </w:rPr>
              <w:t>5.8.3 Remove Selected Records</w:t>
            </w:r>
            <w:r w:rsidR="00855A5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55A5F">
              <w:rPr>
                <w:noProof/>
                <w:webHidden/>
              </w:rPr>
              <w:instrText xml:space="preserve"> PAGEREF _Toc360806063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04F4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55A5F" w:rsidRDefault="00677884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806064" w:history="1">
            <w:r w:rsidR="00855A5F" w:rsidRPr="0021682B">
              <w:rPr>
                <w:rStyle w:val="Hyperlink"/>
                <w:noProof/>
              </w:rPr>
              <w:t>5.8.4 Change Status for Selected</w:t>
            </w:r>
            <w:r w:rsidR="00855A5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55A5F">
              <w:rPr>
                <w:noProof/>
                <w:webHidden/>
              </w:rPr>
              <w:instrText xml:space="preserve"> PAGEREF _Toc360806064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04F4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55A5F" w:rsidRDefault="00677884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806065" w:history="1">
            <w:r w:rsidR="00855A5F" w:rsidRPr="0021682B">
              <w:rPr>
                <w:rStyle w:val="Hyperlink"/>
                <w:noProof/>
              </w:rPr>
              <w:t>5.8.5 Change status for a batch</w:t>
            </w:r>
            <w:r w:rsidR="00855A5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55A5F">
              <w:rPr>
                <w:noProof/>
                <w:webHidden/>
              </w:rPr>
              <w:instrText xml:space="preserve"> PAGEREF _Toc360806065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04F4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55A5F" w:rsidRDefault="00677884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806066" w:history="1">
            <w:r w:rsidR="00855A5F" w:rsidRPr="0021682B">
              <w:rPr>
                <w:rStyle w:val="Hyperlink"/>
                <w:noProof/>
              </w:rPr>
              <w:t>5.8.6 Clear Validation rules</w:t>
            </w:r>
            <w:r w:rsidR="00855A5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55A5F">
              <w:rPr>
                <w:noProof/>
                <w:webHidden/>
              </w:rPr>
              <w:instrText xml:space="preserve"> PAGEREF _Toc360806066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04F4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55A5F" w:rsidRDefault="00677884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806067" w:history="1">
            <w:r w:rsidR="00855A5F" w:rsidRPr="0021682B">
              <w:rPr>
                <w:rStyle w:val="Hyperlink"/>
                <w:noProof/>
              </w:rPr>
              <w:t>5.10 Jump to SCC</w:t>
            </w:r>
            <w:r w:rsidR="00855A5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55A5F">
              <w:rPr>
                <w:noProof/>
                <w:webHidden/>
              </w:rPr>
              <w:instrText xml:space="preserve"> PAGEREF _Toc360806067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04F4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55A5F" w:rsidRDefault="00677884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806068" w:history="1">
            <w:r w:rsidR="00855A5F" w:rsidRPr="0021682B">
              <w:rPr>
                <w:rStyle w:val="Hyperlink"/>
                <w:noProof/>
              </w:rPr>
              <w:t>5.11 Print Reports for Academic Record</w:t>
            </w:r>
            <w:r w:rsidR="00855A5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55A5F">
              <w:rPr>
                <w:noProof/>
                <w:webHidden/>
              </w:rPr>
              <w:instrText xml:space="preserve"> PAGEREF _Toc360806068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04F4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A3249" w:rsidRDefault="00677884" w:rsidP="008A0A20">
          <w:pPr>
            <w:tabs>
              <w:tab w:val="left" w:pos="605"/>
            </w:tabs>
          </w:pPr>
          <w:r>
            <w:fldChar w:fldCharType="end"/>
          </w:r>
          <w:r w:rsidR="008A0A20">
            <w:tab/>
          </w:r>
        </w:p>
      </w:sdtContent>
    </w:sdt>
    <w:p w:rsidR="00855A5F" w:rsidRDefault="00855A5F" w:rsidP="008A0A20">
      <w:pPr>
        <w:tabs>
          <w:tab w:val="left" w:pos="605"/>
        </w:tabs>
        <w:rPr>
          <w:b/>
        </w:rPr>
      </w:pPr>
    </w:p>
    <w:p w:rsidR="008A0A20" w:rsidRPr="008A0A20" w:rsidRDefault="008A0A20" w:rsidP="008A0A20">
      <w:pPr>
        <w:tabs>
          <w:tab w:val="left" w:pos="605"/>
        </w:tabs>
        <w:rPr>
          <w:b/>
        </w:rPr>
      </w:pPr>
      <w:r w:rsidRPr="008A0A20">
        <w:rPr>
          <w:b/>
        </w:rPr>
        <w:t>Refer to generic test plan templates for the following features</w:t>
      </w:r>
    </w:p>
    <w:p w:rsidR="008A0A20" w:rsidRDefault="00677884" w:rsidP="008A0A20">
      <w:pPr>
        <w:tabs>
          <w:tab w:val="left" w:pos="605"/>
        </w:tabs>
      </w:pPr>
      <w:hyperlink r:id="rId8" w:history="1">
        <w:r w:rsidR="008A0A20" w:rsidRPr="008C6902">
          <w:rPr>
            <w:rStyle w:val="Hyperlink"/>
          </w:rPr>
          <w:t>5.3 Correspondence</w:t>
        </w:r>
      </w:hyperlink>
    </w:p>
    <w:p w:rsidR="008A0A20" w:rsidRDefault="00677884" w:rsidP="008A0A20">
      <w:pPr>
        <w:tabs>
          <w:tab w:val="left" w:pos="605"/>
        </w:tabs>
      </w:pPr>
      <w:hyperlink r:id="rId9" w:history="1">
        <w:r w:rsidR="008A0A20" w:rsidRPr="008C6902">
          <w:rPr>
            <w:rStyle w:val="Hyperlink"/>
          </w:rPr>
          <w:t>5.7 Audit</w:t>
        </w:r>
      </w:hyperlink>
    </w:p>
    <w:p w:rsidR="008A0A20" w:rsidRDefault="00677884" w:rsidP="008A0A20">
      <w:pPr>
        <w:tabs>
          <w:tab w:val="left" w:pos="605"/>
        </w:tabs>
      </w:pPr>
      <w:hyperlink r:id="rId10" w:history="1">
        <w:r w:rsidR="008A0A20" w:rsidRPr="008C6902">
          <w:rPr>
            <w:rStyle w:val="Hyperlink"/>
          </w:rPr>
          <w:t>5.9 Correspondence</w:t>
        </w:r>
      </w:hyperlink>
    </w:p>
    <w:p w:rsidR="008A0A20" w:rsidRDefault="00677884" w:rsidP="008A0A20">
      <w:pPr>
        <w:tabs>
          <w:tab w:val="left" w:pos="605"/>
        </w:tabs>
      </w:pPr>
      <w:hyperlink r:id="rId11" w:history="1">
        <w:r w:rsidR="008A0A20" w:rsidRPr="008C6902">
          <w:rPr>
            <w:rStyle w:val="Hyperlink"/>
          </w:rPr>
          <w:t>5.1</w:t>
        </w:r>
        <w:r w:rsidR="00855A5F">
          <w:rPr>
            <w:rStyle w:val="Hyperlink"/>
          </w:rPr>
          <w:t>2</w:t>
        </w:r>
        <w:r w:rsidR="008A0A20" w:rsidRPr="008C6902">
          <w:rPr>
            <w:rStyle w:val="Hyperlink"/>
          </w:rPr>
          <w:t xml:space="preserve"> Post-It-Note</w:t>
        </w:r>
      </w:hyperlink>
    </w:p>
    <w:p w:rsidR="00AC2BFE" w:rsidRDefault="00AC2BFE" w:rsidP="001B4450">
      <w:pPr>
        <w:pStyle w:val="Heading2"/>
      </w:pPr>
    </w:p>
    <w:p w:rsidR="008A0A20" w:rsidRDefault="008A0A20">
      <w:pPr>
        <w:rPr>
          <w:rFonts w:ascii="Cambria" w:hAnsi="Cambria"/>
          <w:b/>
          <w:bCs/>
          <w:color w:val="4F81BD"/>
          <w:sz w:val="26"/>
          <w:szCs w:val="26"/>
        </w:rPr>
      </w:pPr>
      <w:r>
        <w:br w:type="page"/>
      </w:r>
    </w:p>
    <w:p w:rsidR="001B4450" w:rsidRDefault="007A3249" w:rsidP="001B4450">
      <w:pPr>
        <w:pStyle w:val="Heading2"/>
      </w:pPr>
      <w:bookmarkStart w:id="1" w:name="_Toc360806051"/>
      <w:r>
        <w:lastRenderedPageBreak/>
        <w:t>Test Cases</w:t>
      </w:r>
      <w:bookmarkEnd w:id="1"/>
    </w:p>
    <w:tbl>
      <w:tblPr>
        <w:tblStyle w:val="LightList-Accent11"/>
        <w:tblW w:w="5000" w:type="pct"/>
        <w:tblLayout w:type="fixed"/>
        <w:tblLook w:val="04A0"/>
      </w:tblPr>
      <w:tblGrid>
        <w:gridCol w:w="3476"/>
        <w:gridCol w:w="1857"/>
        <w:gridCol w:w="2432"/>
        <w:gridCol w:w="1843"/>
        <w:gridCol w:w="1559"/>
        <w:gridCol w:w="961"/>
        <w:gridCol w:w="1001"/>
        <w:gridCol w:w="1046"/>
      </w:tblGrid>
      <w:tr w:rsidR="007A3249" w:rsidTr="00E64E3D">
        <w:trPr>
          <w:cnfStyle w:val="100000000000"/>
          <w:tblHeader/>
        </w:trPr>
        <w:tc>
          <w:tcPr>
            <w:cnfStyle w:val="001000000000"/>
            <w:tcW w:w="1226" w:type="pct"/>
          </w:tcPr>
          <w:p w:rsidR="007A3249" w:rsidRPr="006C607F" w:rsidRDefault="007A3249" w:rsidP="0052626C">
            <w:pPr>
              <w:jc w:val="center"/>
              <w:rPr>
                <w:b w:val="0"/>
                <w:bCs w:val="0"/>
              </w:rPr>
            </w:pPr>
            <w:r>
              <w:t>Case ID &amp;</w:t>
            </w:r>
          </w:p>
          <w:p w:rsidR="007A3249" w:rsidRPr="006C607F" w:rsidRDefault="007A3249" w:rsidP="0052626C">
            <w:pPr>
              <w:jc w:val="center"/>
            </w:pPr>
            <w:r w:rsidRPr="006C607F">
              <w:t>Test Objective</w:t>
            </w:r>
          </w:p>
        </w:tc>
        <w:tc>
          <w:tcPr>
            <w:tcW w:w="655" w:type="pct"/>
          </w:tcPr>
          <w:p w:rsidR="007A3249" w:rsidRPr="006C607F" w:rsidRDefault="007A3249" w:rsidP="0052626C">
            <w:pPr>
              <w:jc w:val="center"/>
              <w:cnfStyle w:val="100000000000"/>
            </w:pPr>
            <w:r w:rsidRPr="006C607F">
              <w:t>Test Prerequisite</w:t>
            </w:r>
          </w:p>
        </w:tc>
        <w:tc>
          <w:tcPr>
            <w:tcW w:w="858" w:type="pct"/>
          </w:tcPr>
          <w:p w:rsidR="007A3249" w:rsidRPr="006C607F" w:rsidRDefault="007A3249" w:rsidP="0052626C">
            <w:pPr>
              <w:jc w:val="center"/>
              <w:cnfStyle w:val="100000000000"/>
            </w:pPr>
            <w:r w:rsidRPr="006C607F">
              <w:t>Test Procedure</w:t>
            </w:r>
            <w:r>
              <w:t xml:space="preserve"> (Actions/Steps)</w:t>
            </w:r>
          </w:p>
        </w:tc>
        <w:tc>
          <w:tcPr>
            <w:tcW w:w="650" w:type="pct"/>
          </w:tcPr>
          <w:p w:rsidR="007A3249" w:rsidRPr="006C607F" w:rsidRDefault="007A3249" w:rsidP="0052626C">
            <w:pPr>
              <w:jc w:val="center"/>
              <w:cnfStyle w:val="100000000000"/>
            </w:pPr>
            <w:r>
              <w:t>Data</w:t>
            </w:r>
          </w:p>
        </w:tc>
        <w:tc>
          <w:tcPr>
            <w:tcW w:w="550" w:type="pct"/>
          </w:tcPr>
          <w:p w:rsidR="007A3249" w:rsidRPr="006C607F" w:rsidRDefault="007A3249" w:rsidP="0052626C">
            <w:pPr>
              <w:jc w:val="center"/>
              <w:cnfStyle w:val="100000000000"/>
            </w:pPr>
            <w:r w:rsidRPr="006C607F">
              <w:t>Expected Outcome</w:t>
            </w:r>
          </w:p>
        </w:tc>
        <w:tc>
          <w:tcPr>
            <w:tcW w:w="339" w:type="pct"/>
          </w:tcPr>
          <w:p w:rsidR="007A3249" w:rsidRPr="006C607F" w:rsidRDefault="007A3249" w:rsidP="0052626C">
            <w:pPr>
              <w:jc w:val="center"/>
              <w:cnfStyle w:val="100000000000"/>
            </w:pPr>
            <w:r w:rsidRPr="006C607F">
              <w:t>Actual Outcome</w:t>
            </w:r>
          </w:p>
        </w:tc>
        <w:tc>
          <w:tcPr>
            <w:tcW w:w="353" w:type="pct"/>
          </w:tcPr>
          <w:p w:rsidR="007A3249" w:rsidRPr="006C607F" w:rsidRDefault="007A3249" w:rsidP="0052626C">
            <w:pPr>
              <w:jc w:val="center"/>
              <w:cnfStyle w:val="100000000000"/>
            </w:pPr>
            <w:r w:rsidRPr="006C607F">
              <w:t>Result</w:t>
            </w:r>
          </w:p>
        </w:tc>
        <w:tc>
          <w:tcPr>
            <w:tcW w:w="369" w:type="pct"/>
          </w:tcPr>
          <w:p w:rsidR="007A3249" w:rsidRPr="006C607F" w:rsidRDefault="007A3249" w:rsidP="0052626C">
            <w:pPr>
              <w:jc w:val="center"/>
              <w:cnfStyle w:val="100000000000"/>
            </w:pPr>
            <w:r>
              <w:t>Actions Required</w:t>
            </w:r>
          </w:p>
        </w:tc>
      </w:tr>
      <w:tr w:rsidR="007A3249" w:rsidTr="00E64E3D">
        <w:trPr>
          <w:cnfStyle w:val="000000100000"/>
        </w:trPr>
        <w:tc>
          <w:tcPr>
            <w:cnfStyle w:val="001000000000"/>
            <w:tcW w:w="1226" w:type="pct"/>
            <w:vMerge w:val="restart"/>
          </w:tcPr>
          <w:p w:rsidR="007A3249" w:rsidRPr="007A3249" w:rsidRDefault="007A3249" w:rsidP="007A3249">
            <w:pPr>
              <w:pStyle w:val="Heading3"/>
              <w:outlineLvl w:val="2"/>
            </w:pPr>
            <w:bookmarkStart w:id="2" w:name="_5.1.1_Add_Miscellaneous"/>
            <w:bookmarkStart w:id="3" w:name="_Toc360806052"/>
            <w:bookmarkEnd w:id="2"/>
            <w:r w:rsidRPr="007A3249">
              <w:t>5.1.1</w:t>
            </w:r>
            <w:bookmarkStart w:id="4" w:name="AddPQ"/>
            <w:r>
              <w:t xml:space="preserve"> </w:t>
            </w:r>
            <w:r w:rsidRPr="007A3249">
              <w:t xml:space="preserve">Add </w:t>
            </w:r>
            <w:bookmarkEnd w:id="4"/>
            <w:r w:rsidRPr="007A3249">
              <w:t>Miscellaneous Person Qualification (Programme/Stage/Level)</w:t>
            </w:r>
            <w:bookmarkEnd w:id="3"/>
          </w:p>
        </w:tc>
        <w:tc>
          <w:tcPr>
            <w:tcW w:w="655" w:type="pct"/>
            <w:vMerge w:val="restart"/>
          </w:tcPr>
          <w:p w:rsidR="008C6902" w:rsidRDefault="008C6902" w:rsidP="008C6902">
            <w:pPr>
              <w:pStyle w:val="ListParagraph"/>
              <w:ind w:left="0"/>
              <w:cnfStyle w:val="000000100000"/>
              <w:rPr>
                <w:b/>
              </w:rPr>
            </w:pPr>
            <w:r>
              <w:t xml:space="preserve">Must have existing student record. To create a student record refer to the following </w:t>
            </w:r>
            <w:r w:rsidRPr="00161BD5">
              <w:t>test case</w:t>
            </w:r>
            <w:r w:rsidRPr="002768B5">
              <w:rPr>
                <w:b/>
              </w:rPr>
              <w:t xml:space="preserve"> </w:t>
            </w:r>
          </w:p>
          <w:p w:rsidR="007A3249" w:rsidRDefault="008C6902" w:rsidP="008C6902">
            <w:pPr>
              <w:pStyle w:val="ListParagraph"/>
              <w:numPr>
                <w:ilvl w:val="0"/>
                <w:numId w:val="18"/>
              </w:numPr>
              <w:cnfStyle w:val="000000100000"/>
              <w:rPr>
                <w:b/>
              </w:rPr>
            </w:pPr>
            <w:r w:rsidRPr="008C6902">
              <w:rPr>
                <w:b/>
              </w:rPr>
              <w:t xml:space="preserve">4.1.1 </w:t>
            </w:r>
            <w:r w:rsidRPr="008C6902">
              <w:t>Add Student</w:t>
            </w:r>
          </w:p>
          <w:p w:rsidR="008C6902" w:rsidRDefault="008C6902" w:rsidP="008C6902">
            <w:pPr>
              <w:pStyle w:val="ListParagraph"/>
              <w:ind w:left="0"/>
              <w:cnfStyle w:val="000000100000"/>
            </w:pPr>
          </w:p>
          <w:p w:rsidR="007A3249" w:rsidRDefault="007A3249" w:rsidP="002E05BB">
            <w:pPr>
              <w:pStyle w:val="ListParagraph"/>
              <w:ind w:left="0"/>
              <w:cnfStyle w:val="000000100000"/>
            </w:pPr>
            <w:r>
              <w:t xml:space="preserve">Must have security access to </w:t>
            </w:r>
          </w:p>
          <w:p w:rsidR="007A3249" w:rsidRDefault="007A3249" w:rsidP="002E05BB">
            <w:pPr>
              <w:pStyle w:val="ListParagraph"/>
              <w:numPr>
                <w:ilvl w:val="0"/>
                <w:numId w:val="15"/>
              </w:numPr>
              <w:cnfStyle w:val="000000100000"/>
            </w:pPr>
            <w:r>
              <w:t>Client</w:t>
            </w:r>
          </w:p>
          <w:p w:rsidR="007A3249" w:rsidRDefault="007A3249" w:rsidP="008C6902">
            <w:pPr>
              <w:pStyle w:val="ListParagraph"/>
              <w:ind w:left="502"/>
              <w:cnfStyle w:val="000000100000"/>
            </w:pPr>
          </w:p>
        </w:tc>
        <w:tc>
          <w:tcPr>
            <w:tcW w:w="858" w:type="pct"/>
          </w:tcPr>
          <w:p w:rsidR="007A3249" w:rsidRDefault="007A3249" w:rsidP="00E17172">
            <w:pPr>
              <w:pStyle w:val="ListParagraph"/>
              <w:ind w:left="0"/>
              <w:cnfStyle w:val="000000100000"/>
            </w:pPr>
            <w:r>
              <w:t>Go to Client Module</w:t>
            </w:r>
          </w:p>
        </w:tc>
        <w:tc>
          <w:tcPr>
            <w:tcW w:w="650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550" w:type="pct"/>
          </w:tcPr>
          <w:p w:rsidR="007A3249" w:rsidRDefault="007A3249" w:rsidP="00E17172">
            <w:pPr>
              <w:cnfStyle w:val="000000100000"/>
            </w:pPr>
            <w:r>
              <w:t>Client module is loaded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100000"/>
            </w:pPr>
          </w:p>
        </w:tc>
      </w:tr>
      <w:tr w:rsidR="007A3249" w:rsidTr="00E64E3D">
        <w:tc>
          <w:tcPr>
            <w:cnfStyle w:val="001000000000"/>
            <w:tcW w:w="1226" w:type="pct"/>
            <w:vMerge/>
          </w:tcPr>
          <w:p w:rsidR="007A3249" w:rsidRDefault="007A3249" w:rsidP="00E17172"/>
        </w:tc>
        <w:tc>
          <w:tcPr>
            <w:tcW w:w="655" w:type="pct"/>
            <w:vMerge/>
          </w:tcPr>
          <w:p w:rsidR="007A3249" w:rsidRDefault="007A3249" w:rsidP="00E17172">
            <w:pPr>
              <w:pStyle w:val="ListParagraph"/>
              <w:ind w:left="0"/>
              <w:cnfStyle w:val="000000000000"/>
            </w:pPr>
          </w:p>
        </w:tc>
        <w:tc>
          <w:tcPr>
            <w:tcW w:w="858" w:type="pct"/>
          </w:tcPr>
          <w:p w:rsidR="007A3249" w:rsidRDefault="007A3249" w:rsidP="00E17172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650" w:type="pct"/>
          </w:tcPr>
          <w:p w:rsidR="007A3249" w:rsidRDefault="007A3249" w:rsidP="00AA2166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Surname</w:t>
            </w:r>
          </w:p>
          <w:p w:rsidR="007A3249" w:rsidRDefault="007A3249" w:rsidP="00AA2166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first name</w:t>
            </w:r>
          </w:p>
          <w:p w:rsidR="007A3249" w:rsidRDefault="007A3249" w:rsidP="00AA2166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Student ID</w:t>
            </w:r>
          </w:p>
          <w:p w:rsidR="007A3249" w:rsidRDefault="007A3249" w:rsidP="008C6902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DOB</w:t>
            </w:r>
          </w:p>
        </w:tc>
        <w:tc>
          <w:tcPr>
            <w:tcW w:w="550" w:type="pct"/>
          </w:tcPr>
          <w:p w:rsidR="007A3249" w:rsidRDefault="007A3249" w:rsidP="00E17172">
            <w:pPr>
              <w:cnfStyle w:val="000000000000"/>
            </w:pPr>
            <w:r>
              <w:t>Data is visible in text fields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000000"/>
            </w:pPr>
          </w:p>
        </w:tc>
      </w:tr>
      <w:tr w:rsidR="007A3249" w:rsidTr="00E64E3D">
        <w:trPr>
          <w:cnfStyle w:val="000000100000"/>
        </w:trPr>
        <w:tc>
          <w:tcPr>
            <w:cnfStyle w:val="001000000000"/>
            <w:tcW w:w="1226" w:type="pct"/>
            <w:vMerge/>
          </w:tcPr>
          <w:p w:rsidR="007A3249" w:rsidRDefault="007A3249" w:rsidP="00E17172"/>
        </w:tc>
        <w:tc>
          <w:tcPr>
            <w:tcW w:w="655" w:type="pct"/>
            <w:vMerge/>
          </w:tcPr>
          <w:p w:rsidR="007A3249" w:rsidRDefault="007A3249" w:rsidP="00E17172">
            <w:pPr>
              <w:pStyle w:val="ListParagraph"/>
              <w:ind w:left="0"/>
              <w:cnfStyle w:val="000000100000"/>
            </w:pPr>
          </w:p>
        </w:tc>
        <w:tc>
          <w:tcPr>
            <w:tcW w:w="858" w:type="pct"/>
          </w:tcPr>
          <w:p w:rsidR="007A3249" w:rsidRDefault="007A3249" w:rsidP="00E17172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8C6902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650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550" w:type="pct"/>
          </w:tcPr>
          <w:p w:rsidR="007A3249" w:rsidRDefault="007A3249" w:rsidP="00E17172">
            <w:pPr>
              <w:cnfStyle w:val="000000100000"/>
            </w:pPr>
            <w:r>
              <w:t>Search displays list of persons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100000"/>
            </w:pPr>
          </w:p>
        </w:tc>
      </w:tr>
      <w:tr w:rsidR="007A3249" w:rsidTr="00E64E3D">
        <w:tc>
          <w:tcPr>
            <w:cnfStyle w:val="001000000000"/>
            <w:tcW w:w="1226" w:type="pct"/>
            <w:vMerge/>
          </w:tcPr>
          <w:p w:rsidR="007A3249" w:rsidRDefault="007A3249" w:rsidP="00E17172"/>
        </w:tc>
        <w:tc>
          <w:tcPr>
            <w:tcW w:w="655" w:type="pct"/>
            <w:vMerge/>
          </w:tcPr>
          <w:p w:rsidR="007A3249" w:rsidRDefault="007A3249" w:rsidP="00E17172">
            <w:pPr>
              <w:pStyle w:val="ListParagraph"/>
              <w:ind w:left="0"/>
              <w:cnfStyle w:val="000000000000"/>
            </w:pPr>
          </w:p>
        </w:tc>
        <w:tc>
          <w:tcPr>
            <w:tcW w:w="858" w:type="pct"/>
          </w:tcPr>
          <w:p w:rsidR="007A3249" w:rsidRDefault="007A3249" w:rsidP="00E17172">
            <w:pPr>
              <w:pStyle w:val="ListParagraph"/>
              <w:ind w:left="0"/>
              <w:cnfStyle w:val="000000000000"/>
            </w:pPr>
            <w:r>
              <w:t>Double click on Selected Person</w:t>
            </w:r>
          </w:p>
        </w:tc>
        <w:tc>
          <w:tcPr>
            <w:tcW w:w="650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550" w:type="pct"/>
          </w:tcPr>
          <w:p w:rsidR="007A3249" w:rsidRDefault="007A3249" w:rsidP="00E17172">
            <w:pPr>
              <w:cnfStyle w:val="000000000000"/>
            </w:pPr>
            <w:r>
              <w:t>Screen changes to Person View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000000"/>
            </w:pPr>
          </w:p>
        </w:tc>
      </w:tr>
      <w:tr w:rsidR="007A3249" w:rsidTr="00E64E3D">
        <w:trPr>
          <w:cnfStyle w:val="000000100000"/>
        </w:trPr>
        <w:tc>
          <w:tcPr>
            <w:cnfStyle w:val="001000000000"/>
            <w:tcW w:w="1226" w:type="pct"/>
            <w:vMerge/>
          </w:tcPr>
          <w:p w:rsidR="007A3249" w:rsidRDefault="007A3249" w:rsidP="00E17172"/>
        </w:tc>
        <w:tc>
          <w:tcPr>
            <w:tcW w:w="655" w:type="pct"/>
            <w:vMerge/>
          </w:tcPr>
          <w:p w:rsidR="007A3249" w:rsidRDefault="007A3249" w:rsidP="00E17172">
            <w:pPr>
              <w:pStyle w:val="ListParagraph"/>
              <w:ind w:left="0"/>
              <w:cnfStyle w:val="000000100000"/>
            </w:pPr>
          </w:p>
        </w:tc>
        <w:tc>
          <w:tcPr>
            <w:tcW w:w="858" w:type="pct"/>
          </w:tcPr>
          <w:p w:rsidR="007A3249" w:rsidRDefault="007A3249" w:rsidP="00E17172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8C6902">
              <w:rPr>
                <w:b/>
              </w:rPr>
              <w:t>Academic records</w:t>
            </w:r>
            <w:r>
              <w:t xml:space="preserve"> button on Person Tree.</w:t>
            </w:r>
          </w:p>
        </w:tc>
        <w:tc>
          <w:tcPr>
            <w:tcW w:w="650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550" w:type="pct"/>
          </w:tcPr>
          <w:p w:rsidR="007A3249" w:rsidRDefault="007A3249" w:rsidP="00E17172">
            <w:pPr>
              <w:cnfStyle w:val="000000100000"/>
            </w:pPr>
            <w:r>
              <w:t>Screen changes to AR view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100000"/>
            </w:pPr>
          </w:p>
        </w:tc>
      </w:tr>
      <w:tr w:rsidR="007A3249" w:rsidTr="00E64E3D">
        <w:tc>
          <w:tcPr>
            <w:cnfStyle w:val="001000000000"/>
            <w:tcW w:w="1226" w:type="pct"/>
            <w:vMerge/>
          </w:tcPr>
          <w:p w:rsidR="007A3249" w:rsidRDefault="007A3249" w:rsidP="00E17172"/>
        </w:tc>
        <w:tc>
          <w:tcPr>
            <w:tcW w:w="655" w:type="pct"/>
            <w:vMerge/>
          </w:tcPr>
          <w:p w:rsidR="007A3249" w:rsidRDefault="007A3249" w:rsidP="00E17172">
            <w:pPr>
              <w:pStyle w:val="ListParagraph"/>
              <w:ind w:left="0"/>
              <w:cnfStyle w:val="000000000000"/>
            </w:pPr>
          </w:p>
        </w:tc>
        <w:tc>
          <w:tcPr>
            <w:tcW w:w="858" w:type="pct"/>
          </w:tcPr>
          <w:p w:rsidR="007A3249" w:rsidRDefault="007A3249" w:rsidP="00E17172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="008C6902" w:rsidRPr="008C6902">
              <w:rPr>
                <w:b/>
              </w:rPr>
              <w:t>A</w:t>
            </w:r>
            <w:r w:rsidRPr="008C6902">
              <w:rPr>
                <w:b/>
              </w:rPr>
              <w:t>dd button</w:t>
            </w:r>
            <w:r>
              <w:t xml:space="preserve"> on the top header</w:t>
            </w:r>
            <w:r w:rsidR="00110363">
              <w:t xml:space="preserve"> (Programme/Stage/Level)</w:t>
            </w:r>
            <w:r>
              <w:t>.</w:t>
            </w:r>
          </w:p>
          <w:p w:rsidR="007A3249" w:rsidRDefault="007A3249" w:rsidP="00E17172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550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39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000000"/>
            </w:pPr>
          </w:p>
        </w:tc>
      </w:tr>
      <w:tr w:rsidR="007A3249" w:rsidTr="00E64E3D">
        <w:trPr>
          <w:cnfStyle w:val="000000100000"/>
        </w:trPr>
        <w:tc>
          <w:tcPr>
            <w:cnfStyle w:val="001000000000"/>
            <w:tcW w:w="1226" w:type="pct"/>
            <w:vMerge/>
          </w:tcPr>
          <w:p w:rsidR="007A3249" w:rsidRDefault="007A3249" w:rsidP="00E17172"/>
        </w:tc>
        <w:tc>
          <w:tcPr>
            <w:tcW w:w="655" w:type="pct"/>
            <w:vMerge/>
          </w:tcPr>
          <w:p w:rsidR="007A3249" w:rsidRDefault="007A3249" w:rsidP="00E17172">
            <w:pPr>
              <w:pStyle w:val="ListParagraph"/>
              <w:ind w:left="0"/>
              <w:cnfStyle w:val="000000100000"/>
            </w:pPr>
          </w:p>
        </w:tc>
        <w:tc>
          <w:tcPr>
            <w:tcW w:w="858" w:type="pct"/>
          </w:tcPr>
          <w:p w:rsidR="007A3249" w:rsidRDefault="00110363" w:rsidP="00E17172">
            <w:pPr>
              <w:pStyle w:val="ListParagraph"/>
              <w:ind w:left="0"/>
              <w:cnfStyle w:val="000000100000"/>
            </w:pPr>
            <w:r>
              <w:t>Enter the data</w:t>
            </w:r>
          </w:p>
          <w:p w:rsidR="007A3249" w:rsidRDefault="007A3249" w:rsidP="00E17172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7A3249" w:rsidRDefault="007A3249" w:rsidP="00AA2166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Programme</w:t>
            </w:r>
          </w:p>
          <w:p w:rsidR="007A3249" w:rsidRDefault="007A3249" w:rsidP="00AA2166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Level/Stage</w:t>
            </w:r>
          </w:p>
          <w:p w:rsidR="007A3249" w:rsidRDefault="007A3249" w:rsidP="00AA2166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Major</w:t>
            </w:r>
          </w:p>
          <w:p w:rsidR="007A3249" w:rsidRDefault="007A3249" w:rsidP="00AA2166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Version</w:t>
            </w:r>
          </w:p>
          <w:p w:rsidR="007A3249" w:rsidRDefault="007A3249" w:rsidP="00AA2166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This Institute</w:t>
            </w:r>
          </w:p>
          <w:p w:rsidR="007A3249" w:rsidRDefault="007A3249" w:rsidP="00AA2166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Status</w:t>
            </w:r>
          </w:p>
          <w:p w:rsidR="007A3249" w:rsidRDefault="007A3249" w:rsidP="00AA2166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Requirements Met</w:t>
            </w:r>
          </w:p>
          <w:p w:rsidR="007A3249" w:rsidRDefault="007A3249" w:rsidP="00AA2166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lastRenderedPageBreak/>
              <w:t>Study Year</w:t>
            </w:r>
          </w:p>
          <w:p w:rsidR="007A3249" w:rsidRDefault="007A3249" w:rsidP="00AA2166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MOE Report Year</w:t>
            </w:r>
          </w:p>
          <w:p w:rsidR="007A3249" w:rsidRDefault="007A3249" w:rsidP="00AA2166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MOE extract date</w:t>
            </w:r>
          </w:p>
          <w:p w:rsidR="007A3249" w:rsidRDefault="007A3249" w:rsidP="00AA2166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Eligible to graduate</w:t>
            </w:r>
          </w:p>
          <w:p w:rsidR="007A3249" w:rsidRDefault="007A3249" w:rsidP="00AA2166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Credit Required</w:t>
            </w:r>
          </w:p>
          <w:p w:rsidR="007A3249" w:rsidRDefault="007A3249" w:rsidP="00AA2166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Credits Awarded</w:t>
            </w:r>
          </w:p>
          <w:p w:rsidR="007A3249" w:rsidRDefault="007A3249" w:rsidP="00AA2166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Grad Date</w:t>
            </w:r>
          </w:p>
          <w:p w:rsidR="007A3249" w:rsidRDefault="007A3249" w:rsidP="00AA2166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Grad No</w:t>
            </w:r>
          </w:p>
          <w:p w:rsidR="007A3249" w:rsidRDefault="007A3249" w:rsidP="00AA2166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Year Requirements Met</w:t>
            </w:r>
          </w:p>
          <w:p w:rsidR="007A3249" w:rsidRDefault="007A3249" w:rsidP="00AA2166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Comments</w:t>
            </w:r>
          </w:p>
          <w:p w:rsidR="007A3249" w:rsidRDefault="007A3249" w:rsidP="00AA2166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Grade</w:t>
            </w:r>
          </w:p>
        </w:tc>
        <w:tc>
          <w:tcPr>
            <w:tcW w:w="550" w:type="pct"/>
          </w:tcPr>
          <w:p w:rsidR="007A3249" w:rsidRDefault="007A3249" w:rsidP="00E17172">
            <w:pPr>
              <w:cnfStyle w:val="000000100000"/>
            </w:pPr>
            <w:r>
              <w:lastRenderedPageBreak/>
              <w:t>Data is visible in text fields and drop downs.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100000"/>
            </w:pPr>
          </w:p>
        </w:tc>
      </w:tr>
      <w:tr w:rsidR="007A3249" w:rsidTr="00E64E3D">
        <w:tc>
          <w:tcPr>
            <w:cnfStyle w:val="001000000000"/>
            <w:tcW w:w="1226" w:type="pct"/>
            <w:vMerge/>
          </w:tcPr>
          <w:p w:rsidR="007A3249" w:rsidRDefault="007A3249" w:rsidP="00E17172"/>
        </w:tc>
        <w:tc>
          <w:tcPr>
            <w:tcW w:w="655" w:type="pct"/>
            <w:vMerge/>
          </w:tcPr>
          <w:p w:rsidR="007A3249" w:rsidRDefault="007A3249" w:rsidP="00E17172">
            <w:pPr>
              <w:pStyle w:val="ListParagraph"/>
              <w:ind w:left="0"/>
              <w:cnfStyle w:val="000000000000"/>
            </w:pPr>
          </w:p>
        </w:tc>
        <w:tc>
          <w:tcPr>
            <w:tcW w:w="858" w:type="pct"/>
          </w:tcPr>
          <w:p w:rsidR="007A3249" w:rsidRDefault="007A3249" w:rsidP="00E17172">
            <w:pPr>
              <w:pStyle w:val="ListParagraph"/>
              <w:ind w:left="0"/>
              <w:cnfStyle w:val="000000000000"/>
            </w:pPr>
            <w:r>
              <w:t xml:space="preserve">Click </w:t>
            </w:r>
            <w:r w:rsidRPr="00110363">
              <w:rPr>
                <w:b/>
              </w:rPr>
              <w:t>Save</w:t>
            </w:r>
            <w:r w:rsidR="00110363">
              <w:t xml:space="preserve"> button.</w:t>
            </w:r>
          </w:p>
        </w:tc>
        <w:tc>
          <w:tcPr>
            <w:tcW w:w="650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550" w:type="pct"/>
          </w:tcPr>
          <w:p w:rsidR="007A3249" w:rsidRDefault="007A3249" w:rsidP="00E17172">
            <w:pPr>
              <w:cnfStyle w:val="000000000000"/>
            </w:pPr>
            <w:r>
              <w:t xml:space="preserve">Miscellaneous </w:t>
            </w:r>
            <w:r w:rsidR="00110363">
              <w:t xml:space="preserve">Person </w:t>
            </w:r>
            <w:r>
              <w:t>Qualification created successfully.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000000"/>
            </w:pPr>
          </w:p>
        </w:tc>
      </w:tr>
      <w:tr w:rsidR="007A3249" w:rsidTr="00E64E3D">
        <w:trPr>
          <w:cnfStyle w:val="000000100000"/>
        </w:trPr>
        <w:tc>
          <w:tcPr>
            <w:cnfStyle w:val="001000000000"/>
            <w:tcW w:w="1226" w:type="pct"/>
            <w:vMerge w:val="restart"/>
          </w:tcPr>
          <w:p w:rsidR="007A3249" w:rsidRPr="007A3249" w:rsidRDefault="007A3249" w:rsidP="007A3249">
            <w:pPr>
              <w:pStyle w:val="Heading3"/>
              <w:outlineLvl w:val="2"/>
            </w:pPr>
            <w:bookmarkStart w:id="5" w:name="_Toc360806053"/>
            <w:r w:rsidRPr="007A3249">
              <w:t>5.1.2</w:t>
            </w:r>
            <w:bookmarkStart w:id="6" w:name="EditPQ"/>
            <w:r>
              <w:t xml:space="preserve"> </w:t>
            </w:r>
            <w:r w:rsidRPr="007A3249">
              <w:t xml:space="preserve">Edit </w:t>
            </w:r>
            <w:bookmarkEnd w:id="6"/>
            <w:r w:rsidRPr="007A3249">
              <w:t>Miscellaneous Person Qualification (Programme/Stage/Level)</w:t>
            </w:r>
            <w:bookmarkEnd w:id="5"/>
          </w:p>
        </w:tc>
        <w:tc>
          <w:tcPr>
            <w:tcW w:w="655" w:type="pct"/>
            <w:vMerge w:val="restart"/>
          </w:tcPr>
          <w:p w:rsidR="00110363" w:rsidRDefault="00110363" w:rsidP="00110363">
            <w:pPr>
              <w:pStyle w:val="ListParagraph"/>
              <w:ind w:left="0"/>
              <w:cnfStyle w:val="000000100000"/>
              <w:rPr>
                <w:b/>
              </w:rPr>
            </w:pPr>
            <w:r>
              <w:t xml:space="preserve">Must have existing student record. To create a student record refer to the following </w:t>
            </w:r>
            <w:r w:rsidRPr="00161BD5">
              <w:t>test case</w:t>
            </w:r>
            <w:r w:rsidRPr="002768B5">
              <w:rPr>
                <w:b/>
              </w:rPr>
              <w:t xml:space="preserve"> </w:t>
            </w:r>
          </w:p>
          <w:p w:rsidR="00110363" w:rsidRDefault="00110363" w:rsidP="00110363">
            <w:pPr>
              <w:pStyle w:val="ListParagraph"/>
              <w:numPr>
                <w:ilvl w:val="0"/>
                <w:numId w:val="18"/>
              </w:numPr>
              <w:cnfStyle w:val="000000100000"/>
              <w:rPr>
                <w:b/>
              </w:rPr>
            </w:pPr>
            <w:r w:rsidRPr="008C6902">
              <w:rPr>
                <w:b/>
              </w:rPr>
              <w:lastRenderedPageBreak/>
              <w:t xml:space="preserve">4.1.1 </w:t>
            </w:r>
            <w:r w:rsidRPr="008C6902">
              <w:t>Add Student</w:t>
            </w:r>
          </w:p>
          <w:p w:rsidR="007A3249" w:rsidRDefault="007A3249" w:rsidP="002506DB">
            <w:pPr>
              <w:pStyle w:val="ListParagraph"/>
              <w:ind w:left="0"/>
              <w:cnfStyle w:val="000000100000"/>
            </w:pPr>
          </w:p>
          <w:p w:rsidR="00110363" w:rsidRDefault="00110363" w:rsidP="00110363">
            <w:pPr>
              <w:pStyle w:val="ListParagraph"/>
              <w:ind w:left="0"/>
              <w:cnfStyle w:val="000000100000"/>
            </w:pPr>
            <w:r>
              <w:t>Must have existing Person Qualification record. Refer to the following test case</w:t>
            </w:r>
          </w:p>
          <w:p w:rsidR="00110363" w:rsidRDefault="00677884" w:rsidP="00110363">
            <w:pPr>
              <w:pStyle w:val="ListParagraph"/>
              <w:numPr>
                <w:ilvl w:val="0"/>
                <w:numId w:val="18"/>
              </w:numPr>
              <w:cnfStyle w:val="000000100000"/>
            </w:pPr>
            <w:hyperlink w:anchor="_5.1.1_Add_Miscellaneous" w:history="1">
              <w:r w:rsidR="00110363" w:rsidRPr="00110363">
                <w:rPr>
                  <w:rStyle w:val="Hyperlink"/>
                </w:rPr>
                <w:t>5.1.1 Add Miscellaneous Person Qualification</w:t>
              </w:r>
            </w:hyperlink>
          </w:p>
          <w:p w:rsidR="00110363" w:rsidRDefault="00110363" w:rsidP="002506DB">
            <w:pPr>
              <w:pStyle w:val="ListParagraph"/>
              <w:ind w:left="0"/>
              <w:cnfStyle w:val="000000100000"/>
            </w:pPr>
          </w:p>
          <w:p w:rsidR="007A3249" w:rsidRDefault="007A3249" w:rsidP="00C70995">
            <w:pPr>
              <w:pStyle w:val="ListParagraph"/>
              <w:ind w:left="0"/>
              <w:cnfStyle w:val="000000100000"/>
            </w:pPr>
            <w:r>
              <w:t xml:space="preserve">Must have security access to </w:t>
            </w:r>
          </w:p>
          <w:p w:rsidR="007A3249" w:rsidRDefault="007A3249" w:rsidP="00C70995">
            <w:pPr>
              <w:pStyle w:val="ListParagraph"/>
              <w:numPr>
                <w:ilvl w:val="0"/>
                <w:numId w:val="15"/>
              </w:numPr>
              <w:cnfStyle w:val="000000100000"/>
            </w:pPr>
            <w:r>
              <w:t>Client</w:t>
            </w:r>
          </w:p>
          <w:p w:rsidR="007A3249" w:rsidRDefault="007A3249" w:rsidP="00110363">
            <w:pPr>
              <w:pStyle w:val="ListParagraph"/>
              <w:ind w:left="502"/>
              <w:cnfStyle w:val="000000100000"/>
            </w:pPr>
          </w:p>
        </w:tc>
        <w:tc>
          <w:tcPr>
            <w:tcW w:w="858" w:type="pct"/>
          </w:tcPr>
          <w:p w:rsidR="007A3249" w:rsidRDefault="007A3249" w:rsidP="006C4ACA">
            <w:pPr>
              <w:pStyle w:val="ListParagraph"/>
              <w:ind w:left="0"/>
              <w:cnfStyle w:val="000000100000"/>
            </w:pPr>
            <w:r>
              <w:lastRenderedPageBreak/>
              <w:t>Go to Client Module</w:t>
            </w:r>
          </w:p>
        </w:tc>
        <w:tc>
          <w:tcPr>
            <w:tcW w:w="650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550" w:type="pct"/>
          </w:tcPr>
          <w:p w:rsidR="007A3249" w:rsidRDefault="007A3249" w:rsidP="00E17172">
            <w:pPr>
              <w:cnfStyle w:val="000000100000"/>
            </w:pPr>
            <w:r>
              <w:t>Client module is loaded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100000"/>
            </w:pPr>
          </w:p>
        </w:tc>
      </w:tr>
      <w:tr w:rsidR="007A3249" w:rsidTr="00E64E3D">
        <w:tc>
          <w:tcPr>
            <w:cnfStyle w:val="001000000000"/>
            <w:tcW w:w="1226" w:type="pct"/>
            <w:vMerge/>
          </w:tcPr>
          <w:p w:rsidR="007A3249" w:rsidRDefault="007A3249" w:rsidP="00E17172"/>
        </w:tc>
        <w:tc>
          <w:tcPr>
            <w:tcW w:w="655" w:type="pct"/>
            <w:vMerge/>
          </w:tcPr>
          <w:p w:rsidR="007A3249" w:rsidRDefault="007A3249" w:rsidP="00E17172">
            <w:pPr>
              <w:pStyle w:val="ListParagraph"/>
              <w:ind w:left="0"/>
              <w:cnfStyle w:val="000000000000"/>
            </w:pPr>
          </w:p>
        </w:tc>
        <w:tc>
          <w:tcPr>
            <w:tcW w:w="858" w:type="pct"/>
          </w:tcPr>
          <w:p w:rsidR="007A3249" w:rsidRDefault="007A3249" w:rsidP="006C4ACA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650" w:type="pct"/>
          </w:tcPr>
          <w:p w:rsidR="007A3249" w:rsidRDefault="007A3249" w:rsidP="00BF3904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Surname</w:t>
            </w:r>
          </w:p>
          <w:p w:rsidR="007A3249" w:rsidRDefault="007A3249" w:rsidP="00BF3904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first name</w:t>
            </w:r>
          </w:p>
          <w:p w:rsidR="007A3249" w:rsidRDefault="007A3249" w:rsidP="00BF3904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Student ID</w:t>
            </w:r>
          </w:p>
          <w:p w:rsidR="007A3249" w:rsidRDefault="007A3249" w:rsidP="00110363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DOB</w:t>
            </w:r>
          </w:p>
        </w:tc>
        <w:tc>
          <w:tcPr>
            <w:tcW w:w="550" w:type="pct"/>
          </w:tcPr>
          <w:p w:rsidR="007A3249" w:rsidRDefault="007A3249" w:rsidP="00E17172">
            <w:pPr>
              <w:cnfStyle w:val="000000000000"/>
            </w:pPr>
            <w:r>
              <w:t>Data is visible in text fields and drop downs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000000"/>
            </w:pPr>
          </w:p>
        </w:tc>
      </w:tr>
      <w:tr w:rsidR="007A3249" w:rsidTr="00E64E3D">
        <w:trPr>
          <w:cnfStyle w:val="000000100000"/>
        </w:trPr>
        <w:tc>
          <w:tcPr>
            <w:cnfStyle w:val="001000000000"/>
            <w:tcW w:w="1226" w:type="pct"/>
            <w:vMerge/>
          </w:tcPr>
          <w:p w:rsidR="007A3249" w:rsidRDefault="007A3249" w:rsidP="00E17172"/>
        </w:tc>
        <w:tc>
          <w:tcPr>
            <w:tcW w:w="655" w:type="pct"/>
            <w:vMerge/>
          </w:tcPr>
          <w:p w:rsidR="007A3249" w:rsidRDefault="007A3249" w:rsidP="00E17172">
            <w:pPr>
              <w:pStyle w:val="ListParagraph"/>
              <w:ind w:left="0"/>
              <w:cnfStyle w:val="000000100000"/>
            </w:pPr>
          </w:p>
        </w:tc>
        <w:tc>
          <w:tcPr>
            <w:tcW w:w="858" w:type="pct"/>
          </w:tcPr>
          <w:p w:rsidR="007A3249" w:rsidRDefault="007A3249" w:rsidP="006C4ACA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110363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650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550" w:type="pct"/>
          </w:tcPr>
          <w:p w:rsidR="007A3249" w:rsidRDefault="007A3249" w:rsidP="00E17172">
            <w:pPr>
              <w:cnfStyle w:val="000000100000"/>
            </w:pPr>
            <w:r>
              <w:t xml:space="preserve">Search </w:t>
            </w:r>
            <w:r>
              <w:lastRenderedPageBreak/>
              <w:t>displays the list of persons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100000"/>
            </w:pPr>
          </w:p>
        </w:tc>
      </w:tr>
      <w:tr w:rsidR="007A3249" w:rsidTr="00E64E3D">
        <w:tc>
          <w:tcPr>
            <w:cnfStyle w:val="001000000000"/>
            <w:tcW w:w="1226" w:type="pct"/>
            <w:vMerge/>
          </w:tcPr>
          <w:p w:rsidR="007A3249" w:rsidRDefault="007A3249" w:rsidP="00E17172"/>
        </w:tc>
        <w:tc>
          <w:tcPr>
            <w:tcW w:w="655" w:type="pct"/>
            <w:vMerge/>
          </w:tcPr>
          <w:p w:rsidR="007A3249" w:rsidRDefault="007A3249" w:rsidP="00E17172">
            <w:pPr>
              <w:pStyle w:val="ListParagraph"/>
              <w:ind w:left="0"/>
              <w:cnfStyle w:val="000000000000"/>
            </w:pPr>
          </w:p>
        </w:tc>
        <w:tc>
          <w:tcPr>
            <w:tcW w:w="858" w:type="pct"/>
          </w:tcPr>
          <w:p w:rsidR="007A3249" w:rsidRDefault="007A3249" w:rsidP="006C4ACA">
            <w:pPr>
              <w:pStyle w:val="ListParagraph"/>
              <w:ind w:left="0"/>
              <w:cnfStyle w:val="000000000000"/>
            </w:pPr>
            <w:r>
              <w:t>Double click on Selected Person</w:t>
            </w:r>
          </w:p>
        </w:tc>
        <w:tc>
          <w:tcPr>
            <w:tcW w:w="650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550" w:type="pct"/>
          </w:tcPr>
          <w:p w:rsidR="007A3249" w:rsidRDefault="007A3249" w:rsidP="00E17172">
            <w:pPr>
              <w:cnfStyle w:val="000000000000"/>
            </w:pPr>
            <w:r>
              <w:t>Screen changes to person view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000000"/>
            </w:pPr>
          </w:p>
        </w:tc>
      </w:tr>
      <w:tr w:rsidR="007A3249" w:rsidTr="00E64E3D">
        <w:trPr>
          <w:cnfStyle w:val="000000100000"/>
        </w:trPr>
        <w:tc>
          <w:tcPr>
            <w:cnfStyle w:val="001000000000"/>
            <w:tcW w:w="1226" w:type="pct"/>
            <w:vMerge/>
          </w:tcPr>
          <w:p w:rsidR="007A3249" w:rsidRDefault="007A3249" w:rsidP="00E17172"/>
        </w:tc>
        <w:tc>
          <w:tcPr>
            <w:tcW w:w="655" w:type="pct"/>
            <w:vMerge/>
          </w:tcPr>
          <w:p w:rsidR="007A3249" w:rsidRDefault="007A3249" w:rsidP="00E17172">
            <w:pPr>
              <w:pStyle w:val="ListParagraph"/>
              <w:ind w:left="0"/>
              <w:cnfStyle w:val="000000100000"/>
            </w:pPr>
          </w:p>
        </w:tc>
        <w:tc>
          <w:tcPr>
            <w:tcW w:w="858" w:type="pct"/>
          </w:tcPr>
          <w:p w:rsidR="007A3249" w:rsidRDefault="007A3249" w:rsidP="006C4ACA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110363">
              <w:rPr>
                <w:b/>
              </w:rPr>
              <w:t>Academic records</w:t>
            </w:r>
            <w:r>
              <w:t xml:space="preserve"> button  on Person Tree.</w:t>
            </w:r>
          </w:p>
        </w:tc>
        <w:tc>
          <w:tcPr>
            <w:tcW w:w="650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550" w:type="pct"/>
          </w:tcPr>
          <w:p w:rsidR="007A3249" w:rsidRDefault="007A3249" w:rsidP="00E17172">
            <w:pPr>
              <w:cnfStyle w:val="000000100000"/>
            </w:pPr>
            <w:r>
              <w:t>Screen changes to AR view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100000"/>
            </w:pPr>
          </w:p>
        </w:tc>
      </w:tr>
      <w:tr w:rsidR="007A3249" w:rsidTr="00E64E3D">
        <w:tc>
          <w:tcPr>
            <w:cnfStyle w:val="001000000000"/>
            <w:tcW w:w="1226" w:type="pct"/>
            <w:vMerge/>
          </w:tcPr>
          <w:p w:rsidR="007A3249" w:rsidRDefault="007A3249" w:rsidP="00E17172"/>
        </w:tc>
        <w:tc>
          <w:tcPr>
            <w:tcW w:w="655" w:type="pct"/>
            <w:vMerge/>
          </w:tcPr>
          <w:p w:rsidR="007A3249" w:rsidRDefault="007A3249" w:rsidP="00E17172">
            <w:pPr>
              <w:pStyle w:val="ListParagraph"/>
              <w:ind w:left="0"/>
              <w:cnfStyle w:val="000000000000"/>
            </w:pPr>
          </w:p>
        </w:tc>
        <w:tc>
          <w:tcPr>
            <w:tcW w:w="858" w:type="pct"/>
          </w:tcPr>
          <w:p w:rsidR="007A3249" w:rsidRDefault="007A3249" w:rsidP="006C4ACA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110363">
              <w:rPr>
                <w:b/>
              </w:rPr>
              <w:t>Edit</w:t>
            </w:r>
            <w:r w:rsidR="00110363">
              <w:t xml:space="preserve"> button on the top header (Programme/Stage/Level)</w:t>
            </w:r>
          </w:p>
          <w:p w:rsidR="007A3249" w:rsidRDefault="007A3249" w:rsidP="006C4ACA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550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39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000000"/>
            </w:pPr>
          </w:p>
        </w:tc>
      </w:tr>
      <w:tr w:rsidR="007A3249" w:rsidTr="00E64E3D">
        <w:trPr>
          <w:cnfStyle w:val="000000100000"/>
          <w:trHeight w:val="60"/>
        </w:trPr>
        <w:tc>
          <w:tcPr>
            <w:cnfStyle w:val="001000000000"/>
            <w:tcW w:w="1226" w:type="pct"/>
            <w:vMerge/>
          </w:tcPr>
          <w:p w:rsidR="007A3249" w:rsidRDefault="007A3249" w:rsidP="00E17172"/>
        </w:tc>
        <w:tc>
          <w:tcPr>
            <w:tcW w:w="655" w:type="pct"/>
            <w:vMerge/>
          </w:tcPr>
          <w:p w:rsidR="007A3249" w:rsidRDefault="007A3249" w:rsidP="00E17172">
            <w:pPr>
              <w:pStyle w:val="ListParagraph"/>
              <w:ind w:left="0"/>
              <w:cnfStyle w:val="000000100000"/>
            </w:pPr>
          </w:p>
        </w:tc>
        <w:tc>
          <w:tcPr>
            <w:tcW w:w="858" w:type="pct"/>
          </w:tcPr>
          <w:p w:rsidR="007A3249" w:rsidRDefault="007A3249" w:rsidP="006C4ACA">
            <w:pPr>
              <w:pStyle w:val="ListParagraph"/>
              <w:ind w:left="0"/>
              <w:cnfStyle w:val="000000100000"/>
            </w:pPr>
            <w:r>
              <w:t>Enter the data</w:t>
            </w:r>
          </w:p>
          <w:p w:rsidR="007A3249" w:rsidRDefault="007A3249" w:rsidP="006C4ACA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7A3249" w:rsidRDefault="007A3249" w:rsidP="00BF3904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Programme</w:t>
            </w:r>
          </w:p>
          <w:p w:rsidR="007A3249" w:rsidRDefault="007A3249" w:rsidP="00BF3904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Level/Stage</w:t>
            </w:r>
          </w:p>
          <w:p w:rsidR="007A3249" w:rsidRDefault="007A3249" w:rsidP="00BF3904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Major</w:t>
            </w:r>
          </w:p>
          <w:p w:rsidR="007A3249" w:rsidRDefault="007A3249" w:rsidP="00BF3904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Version</w:t>
            </w:r>
          </w:p>
          <w:p w:rsidR="007A3249" w:rsidRDefault="007A3249" w:rsidP="00BF3904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This Institute</w:t>
            </w:r>
          </w:p>
          <w:p w:rsidR="007A3249" w:rsidRDefault="007A3249" w:rsidP="00BF3904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Status</w:t>
            </w:r>
          </w:p>
          <w:p w:rsidR="007A3249" w:rsidRDefault="007A3249" w:rsidP="00BF3904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Requirements Met</w:t>
            </w:r>
          </w:p>
          <w:p w:rsidR="007A3249" w:rsidRDefault="007A3249" w:rsidP="00BF3904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Study Year</w:t>
            </w:r>
          </w:p>
          <w:p w:rsidR="007A3249" w:rsidRDefault="007A3249" w:rsidP="00BF3904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MOE Report Year</w:t>
            </w:r>
          </w:p>
          <w:p w:rsidR="007A3249" w:rsidRDefault="007A3249" w:rsidP="00BF3904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MOE extract date</w:t>
            </w:r>
          </w:p>
          <w:p w:rsidR="007A3249" w:rsidRDefault="007A3249" w:rsidP="00BF3904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Eligible to graduate</w:t>
            </w:r>
          </w:p>
          <w:p w:rsidR="007A3249" w:rsidRDefault="007A3249" w:rsidP="00BF3904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Credit Required</w:t>
            </w:r>
          </w:p>
          <w:p w:rsidR="007A3249" w:rsidRDefault="007A3249" w:rsidP="00BF3904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lastRenderedPageBreak/>
              <w:t>Credits Awarded</w:t>
            </w:r>
          </w:p>
          <w:p w:rsidR="007A3249" w:rsidRDefault="007A3249" w:rsidP="00BF3904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Grad Date</w:t>
            </w:r>
          </w:p>
          <w:p w:rsidR="007A3249" w:rsidRDefault="007A3249" w:rsidP="00BF3904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Grad No</w:t>
            </w:r>
          </w:p>
          <w:p w:rsidR="007A3249" w:rsidRDefault="007A3249" w:rsidP="00BF3904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Year Requirements Met</w:t>
            </w:r>
          </w:p>
          <w:p w:rsidR="007A3249" w:rsidRDefault="007A3249" w:rsidP="00BF3904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Comments</w:t>
            </w:r>
          </w:p>
          <w:p w:rsidR="007A3249" w:rsidRDefault="007A3249" w:rsidP="00BF3904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Grade</w:t>
            </w:r>
          </w:p>
        </w:tc>
        <w:tc>
          <w:tcPr>
            <w:tcW w:w="550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39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100000"/>
            </w:pPr>
          </w:p>
        </w:tc>
      </w:tr>
      <w:tr w:rsidR="007A3249" w:rsidTr="00E64E3D">
        <w:tc>
          <w:tcPr>
            <w:cnfStyle w:val="001000000000"/>
            <w:tcW w:w="1226" w:type="pct"/>
            <w:vMerge/>
          </w:tcPr>
          <w:p w:rsidR="007A3249" w:rsidRDefault="007A3249" w:rsidP="00E17172"/>
        </w:tc>
        <w:tc>
          <w:tcPr>
            <w:tcW w:w="655" w:type="pct"/>
            <w:vMerge/>
          </w:tcPr>
          <w:p w:rsidR="007A3249" w:rsidRDefault="007A3249" w:rsidP="00E17172">
            <w:pPr>
              <w:pStyle w:val="ListParagraph"/>
              <w:ind w:left="0"/>
              <w:cnfStyle w:val="000000000000"/>
            </w:pPr>
          </w:p>
        </w:tc>
        <w:tc>
          <w:tcPr>
            <w:tcW w:w="858" w:type="pct"/>
          </w:tcPr>
          <w:p w:rsidR="007A3249" w:rsidRDefault="00110363" w:rsidP="006C4ACA">
            <w:pPr>
              <w:pStyle w:val="ListParagraph"/>
              <w:ind w:left="0"/>
              <w:cnfStyle w:val="000000000000"/>
            </w:pPr>
            <w:r>
              <w:t xml:space="preserve">Click </w:t>
            </w:r>
            <w:r w:rsidRPr="00110363">
              <w:rPr>
                <w:b/>
              </w:rPr>
              <w:t>Save</w:t>
            </w:r>
            <w:r>
              <w:t xml:space="preserve"> button</w:t>
            </w:r>
          </w:p>
        </w:tc>
        <w:tc>
          <w:tcPr>
            <w:tcW w:w="650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550" w:type="pct"/>
          </w:tcPr>
          <w:p w:rsidR="007A3249" w:rsidRDefault="00110363" w:rsidP="00110363">
            <w:pPr>
              <w:cnfStyle w:val="000000000000"/>
            </w:pPr>
            <w:r>
              <w:t>Miscellaneous Person Qualification updated successfully.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000000"/>
            </w:pPr>
          </w:p>
        </w:tc>
      </w:tr>
      <w:tr w:rsidR="007A3249" w:rsidTr="00E64E3D">
        <w:trPr>
          <w:cnfStyle w:val="000000100000"/>
        </w:trPr>
        <w:tc>
          <w:tcPr>
            <w:cnfStyle w:val="001000000000"/>
            <w:tcW w:w="1226" w:type="pct"/>
            <w:vMerge w:val="restart"/>
          </w:tcPr>
          <w:p w:rsidR="007A3249" w:rsidRPr="007A3249" w:rsidRDefault="007A3249" w:rsidP="007A3249">
            <w:pPr>
              <w:pStyle w:val="Heading3"/>
              <w:outlineLvl w:val="2"/>
            </w:pPr>
            <w:bookmarkStart w:id="7" w:name="_Toc360806054"/>
            <w:r w:rsidRPr="007A3249">
              <w:t>5.1.3</w:t>
            </w:r>
            <w:bookmarkStart w:id="8" w:name="DeletePQ"/>
            <w:r>
              <w:t xml:space="preserve"> </w:t>
            </w:r>
            <w:r w:rsidRPr="007A3249">
              <w:t xml:space="preserve">Delete </w:t>
            </w:r>
            <w:bookmarkEnd w:id="8"/>
            <w:r w:rsidRPr="007A3249">
              <w:t>Miscellaneous Person Qualification</w:t>
            </w:r>
            <w:bookmarkEnd w:id="7"/>
          </w:p>
        </w:tc>
        <w:tc>
          <w:tcPr>
            <w:tcW w:w="655" w:type="pct"/>
            <w:vMerge w:val="restart"/>
          </w:tcPr>
          <w:p w:rsidR="00110363" w:rsidRDefault="00110363" w:rsidP="00110363">
            <w:pPr>
              <w:pStyle w:val="ListParagraph"/>
              <w:ind w:left="0"/>
              <w:cnfStyle w:val="000000100000"/>
              <w:rPr>
                <w:b/>
              </w:rPr>
            </w:pPr>
            <w:r>
              <w:t xml:space="preserve">Must have existing student record. To create a student record refer to the following </w:t>
            </w:r>
            <w:r w:rsidRPr="00161BD5">
              <w:t>test case</w:t>
            </w:r>
            <w:r w:rsidRPr="002768B5">
              <w:rPr>
                <w:b/>
              </w:rPr>
              <w:t xml:space="preserve"> </w:t>
            </w:r>
          </w:p>
          <w:p w:rsidR="00110363" w:rsidRDefault="00110363" w:rsidP="00110363">
            <w:pPr>
              <w:pStyle w:val="ListParagraph"/>
              <w:numPr>
                <w:ilvl w:val="0"/>
                <w:numId w:val="18"/>
              </w:numPr>
              <w:cnfStyle w:val="000000100000"/>
              <w:rPr>
                <w:b/>
              </w:rPr>
            </w:pPr>
            <w:r w:rsidRPr="008C6902">
              <w:rPr>
                <w:b/>
              </w:rPr>
              <w:t xml:space="preserve">4.1.1 </w:t>
            </w:r>
            <w:r w:rsidRPr="008C6902">
              <w:t>Add Student</w:t>
            </w:r>
          </w:p>
          <w:p w:rsidR="007A3249" w:rsidRDefault="007A3249" w:rsidP="005B7E7B">
            <w:pPr>
              <w:pStyle w:val="ListParagraph"/>
              <w:ind w:left="0"/>
              <w:cnfStyle w:val="000000100000"/>
            </w:pPr>
          </w:p>
          <w:p w:rsidR="007A3249" w:rsidRDefault="007A3249" w:rsidP="005B7E7B">
            <w:pPr>
              <w:pStyle w:val="ListParagraph"/>
              <w:ind w:left="0"/>
              <w:cnfStyle w:val="000000100000"/>
            </w:pPr>
            <w:r>
              <w:t>Must have existing Person Qualification record</w:t>
            </w:r>
            <w:r w:rsidR="00110363">
              <w:t xml:space="preserve">. Refer to the following test </w:t>
            </w:r>
            <w:r w:rsidR="00110363">
              <w:lastRenderedPageBreak/>
              <w:t>case</w:t>
            </w:r>
          </w:p>
          <w:p w:rsidR="00110363" w:rsidRDefault="00677884" w:rsidP="00110363">
            <w:pPr>
              <w:pStyle w:val="ListParagraph"/>
              <w:numPr>
                <w:ilvl w:val="0"/>
                <w:numId w:val="18"/>
              </w:numPr>
              <w:cnfStyle w:val="000000100000"/>
            </w:pPr>
            <w:hyperlink w:anchor="_5.1.1_Add_Miscellaneous" w:history="1">
              <w:r w:rsidR="00110363" w:rsidRPr="00110363">
                <w:rPr>
                  <w:rStyle w:val="Hyperlink"/>
                </w:rPr>
                <w:t>5.1.1 Add Miscellaneous Person Qualification</w:t>
              </w:r>
            </w:hyperlink>
          </w:p>
          <w:p w:rsidR="00110363" w:rsidRDefault="00110363" w:rsidP="005B7E7B">
            <w:pPr>
              <w:pStyle w:val="ListParagraph"/>
              <w:ind w:left="0"/>
              <w:cnfStyle w:val="000000100000"/>
            </w:pPr>
          </w:p>
          <w:p w:rsidR="007A3249" w:rsidRDefault="007A3249" w:rsidP="00C70995">
            <w:pPr>
              <w:pStyle w:val="ListParagraph"/>
              <w:ind w:left="0"/>
              <w:cnfStyle w:val="000000100000"/>
            </w:pPr>
            <w:r>
              <w:t>Must have</w:t>
            </w:r>
            <w:r w:rsidR="00110363">
              <w:t xml:space="preserve"> </w:t>
            </w:r>
            <w:r>
              <w:t xml:space="preserve">security </w:t>
            </w:r>
            <w:r w:rsidR="00110363">
              <w:t xml:space="preserve">access </w:t>
            </w:r>
            <w:r>
              <w:t xml:space="preserve">to </w:t>
            </w:r>
          </w:p>
          <w:p w:rsidR="007A3249" w:rsidRDefault="007A3249" w:rsidP="00C70995">
            <w:pPr>
              <w:pStyle w:val="ListParagraph"/>
              <w:numPr>
                <w:ilvl w:val="0"/>
                <w:numId w:val="15"/>
              </w:numPr>
              <w:cnfStyle w:val="000000100000"/>
            </w:pPr>
            <w:r>
              <w:t>Client</w:t>
            </w:r>
          </w:p>
          <w:p w:rsidR="007A3249" w:rsidRDefault="007A3249" w:rsidP="00110363">
            <w:pPr>
              <w:pStyle w:val="ListParagraph"/>
              <w:ind w:left="502"/>
              <w:cnfStyle w:val="000000100000"/>
            </w:pPr>
          </w:p>
        </w:tc>
        <w:tc>
          <w:tcPr>
            <w:tcW w:w="858" w:type="pct"/>
          </w:tcPr>
          <w:p w:rsidR="007A3249" w:rsidRDefault="007A3249" w:rsidP="006C4ACA">
            <w:pPr>
              <w:pStyle w:val="ListParagraph"/>
              <w:ind w:left="0"/>
              <w:cnfStyle w:val="000000100000"/>
            </w:pPr>
            <w:r>
              <w:lastRenderedPageBreak/>
              <w:t>Go to Client Module</w:t>
            </w:r>
          </w:p>
        </w:tc>
        <w:tc>
          <w:tcPr>
            <w:tcW w:w="650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550" w:type="pct"/>
          </w:tcPr>
          <w:p w:rsidR="007A3249" w:rsidRDefault="007A3249" w:rsidP="00E17172">
            <w:pPr>
              <w:cnfStyle w:val="000000100000"/>
            </w:pPr>
            <w:r>
              <w:t>Client module is loaded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100000"/>
            </w:pPr>
          </w:p>
        </w:tc>
      </w:tr>
      <w:tr w:rsidR="007A3249" w:rsidTr="00E64E3D">
        <w:tc>
          <w:tcPr>
            <w:cnfStyle w:val="001000000000"/>
            <w:tcW w:w="1226" w:type="pct"/>
            <w:vMerge/>
          </w:tcPr>
          <w:p w:rsidR="007A3249" w:rsidRDefault="007A3249" w:rsidP="00E17172"/>
        </w:tc>
        <w:tc>
          <w:tcPr>
            <w:tcW w:w="655" w:type="pct"/>
            <w:vMerge/>
          </w:tcPr>
          <w:p w:rsidR="007A3249" w:rsidRDefault="007A3249" w:rsidP="00E17172">
            <w:pPr>
              <w:pStyle w:val="ListParagraph"/>
              <w:ind w:left="0"/>
              <w:cnfStyle w:val="000000000000"/>
            </w:pPr>
          </w:p>
        </w:tc>
        <w:tc>
          <w:tcPr>
            <w:tcW w:w="858" w:type="pct"/>
          </w:tcPr>
          <w:p w:rsidR="007A3249" w:rsidRDefault="007A3249" w:rsidP="006C4ACA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650" w:type="pct"/>
          </w:tcPr>
          <w:p w:rsidR="007A3249" w:rsidRDefault="007A3249" w:rsidP="00BF3904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Surname</w:t>
            </w:r>
          </w:p>
          <w:p w:rsidR="007A3249" w:rsidRDefault="007A3249" w:rsidP="00BF3904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first name</w:t>
            </w:r>
          </w:p>
          <w:p w:rsidR="007A3249" w:rsidRDefault="007A3249" w:rsidP="00BF3904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Student ID</w:t>
            </w:r>
          </w:p>
          <w:p w:rsidR="007A3249" w:rsidRDefault="007A3249" w:rsidP="00110363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DOB</w:t>
            </w:r>
          </w:p>
        </w:tc>
        <w:tc>
          <w:tcPr>
            <w:tcW w:w="550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39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000000"/>
            </w:pPr>
          </w:p>
        </w:tc>
      </w:tr>
      <w:tr w:rsidR="007A3249" w:rsidTr="00E64E3D">
        <w:trPr>
          <w:cnfStyle w:val="000000100000"/>
        </w:trPr>
        <w:tc>
          <w:tcPr>
            <w:cnfStyle w:val="001000000000"/>
            <w:tcW w:w="1226" w:type="pct"/>
            <w:vMerge/>
          </w:tcPr>
          <w:p w:rsidR="007A3249" w:rsidRDefault="007A3249" w:rsidP="00E17172"/>
        </w:tc>
        <w:tc>
          <w:tcPr>
            <w:tcW w:w="655" w:type="pct"/>
            <w:vMerge/>
          </w:tcPr>
          <w:p w:rsidR="007A3249" w:rsidRDefault="007A3249" w:rsidP="00E17172">
            <w:pPr>
              <w:pStyle w:val="ListParagraph"/>
              <w:ind w:left="0"/>
              <w:cnfStyle w:val="000000100000"/>
            </w:pPr>
          </w:p>
        </w:tc>
        <w:tc>
          <w:tcPr>
            <w:tcW w:w="858" w:type="pct"/>
          </w:tcPr>
          <w:p w:rsidR="007A3249" w:rsidRDefault="007A3249" w:rsidP="006C4ACA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110363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650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550" w:type="pct"/>
          </w:tcPr>
          <w:p w:rsidR="007A3249" w:rsidRDefault="007A3249" w:rsidP="00E17172">
            <w:pPr>
              <w:cnfStyle w:val="000000100000"/>
            </w:pPr>
            <w:r>
              <w:t>Search displays the list of persons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100000"/>
            </w:pPr>
          </w:p>
        </w:tc>
      </w:tr>
      <w:tr w:rsidR="007A3249" w:rsidTr="00E64E3D">
        <w:tc>
          <w:tcPr>
            <w:cnfStyle w:val="001000000000"/>
            <w:tcW w:w="1226" w:type="pct"/>
            <w:vMerge/>
          </w:tcPr>
          <w:p w:rsidR="007A3249" w:rsidRDefault="007A3249" w:rsidP="00E17172"/>
        </w:tc>
        <w:tc>
          <w:tcPr>
            <w:tcW w:w="655" w:type="pct"/>
            <w:vMerge/>
          </w:tcPr>
          <w:p w:rsidR="007A3249" w:rsidRDefault="007A3249" w:rsidP="00E17172">
            <w:pPr>
              <w:pStyle w:val="ListParagraph"/>
              <w:ind w:left="0"/>
              <w:cnfStyle w:val="000000000000"/>
            </w:pPr>
          </w:p>
        </w:tc>
        <w:tc>
          <w:tcPr>
            <w:tcW w:w="858" w:type="pct"/>
          </w:tcPr>
          <w:p w:rsidR="007A3249" w:rsidRDefault="007A3249" w:rsidP="006C4ACA">
            <w:pPr>
              <w:pStyle w:val="ListParagraph"/>
              <w:ind w:left="0"/>
              <w:cnfStyle w:val="000000000000"/>
            </w:pPr>
            <w:r>
              <w:t>Double click on Selected Person</w:t>
            </w:r>
          </w:p>
        </w:tc>
        <w:tc>
          <w:tcPr>
            <w:tcW w:w="650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550" w:type="pct"/>
          </w:tcPr>
          <w:p w:rsidR="007A3249" w:rsidRDefault="007A3249" w:rsidP="00E17172">
            <w:pPr>
              <w:cnfStyle w:val="000000000000"/>
            </w:pPr>
            <w:r>
              <w:t>Screen changes to person view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000000"/>
            </w:pPr>
          </w:p>
        </w:tc>
      </w:tr>
      <w:tr w:rsidR="007A3249" w:rsidTr="00E64E3D">
        <w:trPr>
          <w:cnfStyle w:val="000000100000"/>
        </w:trPr>
        <w:tc>
          <w:tcPr>
            <w:cnfStyle w:val="001000000000"/>
            <w:tcW w:w="1226" w:type="pct"/>
            <w:vMerge/>
          </w:tcPr>
          <w:p w:rsidR="007A3249" w:rsidRDefault="007A3249" w:rsidP="00E17172"/>
        </w:tc>
        <w:tc>
          <w:tcPr>
            <w:tcW w:w="655" w:type="pct"/>
            <w:vMerge/>
          </w:tcPr>
          <w:p w:rsidR="007A3249" w:rsidRDefault="007A3249" w:rsidP="00E17172">
            <w:pPr>
              <w:pStyle w:val="ListParagraph"/>
              <w:ind w:left="0"/>
              <w:cnfStyle w:val="000000100000"/>
            </w:pPr>
          </w:p>
        </w:tc>
        <w:tc>
          <w:tcPr>
            <w:tcW w:w="858" w:type="pct"/>
          </w:tcPr>
          <w:p w:rsidR="007A3249" w:rsidRDefault="007A3249" w:rsidP="006C4ACA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110363">
              <w:rPr>
                <w:b/>
              </w:rPr>
              <w:t>Academic records</w:t>
            </w:r>
            <w:r>
              <w:t xml:space="preserve"> button  on Person Tree.</w:t>
            </w:r>
          </w:p>
        </w:tc>
        <w:tc>
          <w:tcPr>
            <w:tcW w:w="650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550" w:type="pct"/>
          </w:tcPr>
          <w:p w:rsidR="007A3249" w:rsidRDefault="007A3249" w:rsidP="00E17172">
            <w:pPr>
              <w:cnfStyle w:val="000000100000"/>
            </w:pPr>
            <w:r>
              <w:t>Screen changes to A</w:t>
            </w:r>
            <w:r w:rsidR="00FB2FA4">
              <w:t xml:space="preserve">cademic </w:t>
            </w:r>
            <w:r w:rsidR="00FB2FA4">
              <w:lastRenderedPageBreak/>
              <w:t xml:space="preserve">Record </w:t>
            </w:r>
            <w:r>
              <w:t>view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100000"/>
            </w:pPr>
          </w:p>
        </w:tc>
      </w:tr>
      <w:tr w:rsidR="007A3249" w:rsidTr="00E64E3D">
        <w:tc>
          <w:tcPr>
            <w:cnfStyle w:val="001000000000"/>
            <w:tcW w:w="1226" w:type="pct"/>
            <w:vMerge/>
          </w:tcPr>
          <w:p w:rsidR="007A3249" w:rsidRDefault="007A3249" w:rsidP="00E17172"/>
        </w:tc>
        <w:tc>
          <w:tcPr>
            <w:tcW w:w="655" w:type="pct"/>
            <w:vMerge/>
          </w:tcPr>
          <w:p w:rsidR="007A3249" w:rsidRDefault="007A3249" w:rsidP="00E17172">
            <w:pPr>
              <w:pStyle w:val="ListParagraph"/>
              <w:ind w:left="0"/>
              <w:cnfStyle w:val="000000000000"/>
            </w:pPr>
          </w:p>
        </w:tc>
        <w:tc>
          <w:tcPr>
            <w:tcW w:w="858" w:type="pct"/>
          </w:tcPr>
          <w:p w:rsidR="007A3249" w:rsidRDefault="007A3249" w:rsidP="006C4ACA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="00110363">
              <w:t>Delete button on the top header (Programme/Stage/Level)</w:t>
            </w:r>
          </w:p>
          <w:p w:rsidR="007A3249" w:rsidRDefault="007A3249" w:rsidP="006C4ACA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550" w:type="pct"/>
          </w:tcPr>
          <w:p w:rsidR="007A3249" w:rsidRDefault="00110363" w:rsidP="00E17172">
            <w:pPr>
              <w:cnfStyle w:val="000000000000"/>
            </w:pPr>
            <w:r>
              <w:t xml:space="preserve">A </w:t>
            </w:r>
            <w:r w:rsidR="007A3249">
              <w:t xml:space="preserve">Confirmation </w:t>
            </w:r>
            <w:r w:rsidR="00FB2FA4">
              <w:t>popup message appears on screen asking user to confirm the deletion.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000000"/>
            </w:pPr>
          </w:p>
        </w:tc>
      </w:tr>
      <w:tr w:rsidR="007A3249" w:rsidTr="00E64E3D">
        <w:trPr>
          <w:cnfStyle w:val="000000100000"/>
          <w:trHeight w:val="60"/>
        </w:trPr>
        <w:tc>
          <w:tcPr>
            <w:cnfStyle w:val="001000000000"/>
            <w:tcW w:w="1226" w:type="pct"/>
            <w:vMerge/>
          </w:tcPr>
          <w:p w:rsidR="007A3249" w:rsidRDefault="007A3249" w:rsidP="00E17172"/>
        </w:tc>
        <w:tc>
          <w:tcPr>
            <w:tcW w:w="655" w:type="pct"/>
            <w:vMerge/>
          </w:tcPr>
          <w:p w:rsidR="007A3249" w:rsidRDefault="007A3249" w:rsidP="00E17172">
            <w:pPr>
              <w:pStyle w:val="ListParagraph"/>
              <w:ind w:left="0"/>
              <w:cnfStyle w:val="000000100000"/>
            </w:pPr>
          </w:p>
        </w:tc>
        <w:tc>
          <w:tcPr>
            <w:tcW w:w="858" w:type="pct"/>
          </w:tcPr>
          <w:p w:rsidR="007A3249" w:rsidRDefault="007A3249" w:rsidP="006C4ACA">
            <w:pPr>
              <w:pStyle w:val="ListParagraph"/>
              <w:ind w:left="0"/>
              <w:cnfStyle w:val="000000100000"/>
            </w:pPr>
            <w:r>
              <w:t xml:space="preserve">Say </w:t>
            </w:r>
            <w:r w:rsidRPr="00C74173">
              <w:rPr>
                <w:b/>
              </w:rPr>
              <w:t>Yes</w:t>
            </w:r>
            <w:r>
              <w:t xml:space="preserve"> on Confirmation Message</w:t>
            </w:r>
          </w:p>
          <w:p w:rsidR="007A3249" w:rsidRDefault="007A3249" w:rsidP="006C4ACA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550" w:type="pct"/>
          </w:tcPr>
          <w:p w:rsidR="007A3249" w:rsidRDefault="007A3249" w:rsidP="00110363">
            <w:pPr>
              <w:cnfStyle w:val="000000100000"/>
            </w:pPr>
            <w:r>
              <w:t xml:space="preserve">Miscellaneous </w:t>
            </w:r>
            <w:r w:rsidR="00110363">
              <w:t>Person Qualification r</w:t>
            </w:r>
            <w:r>
              <w:t>ecord deleted successfully.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100000"/>
            </w:pPr>
          </w:p>
        </w:tc>
      </w:tr>
      <w:tr w:rsidR="007A3249" w:rsidTr="00E64E3D">
        <w:tc>
          <w:tcPr>
            <w:cnfStyle w:val="001000000000"/>
            <w:tcW w:w="1226" w:type="pct"/>
            <w:vMerge w:val="restart"/>
          </w:tcPr>
          <w:p w:rsidR="007A3249" w:rsidRPr="007A3249" w:rsidRDefault="007A3249" w:rsidP="007A3249">
            <w:pPr>
              <w:pStyle w:val="Heading3"/>
              <w:outlineLvl w:val="2"/>
            </w:pPr>
            <w:bookmarkStart w:id="9" w:name="_Toc360806055"/>
            <w:r w:rsidRPr="007A3249">
              <w:t>5.2</w:t>
            </w:r>
            <w:bookmarkStart w:id="10" w:name="QA"/>
            <w:r>
              <w:t xml:space="preserve"> </w:t>
            </w:r>
            <w:r w:rsidRPr="007A3249">
              <w:t xml:space="preserve">Qualification </w:t>
            </w:r>
            <w:bookmarkEnd w:id="10"/>
            <w:r w:rsidRPr="007A3249">
              <w:t>Audit</w:t>
            </w:r>
            <w:bookmarkEnd w:id="9"/>
          </w:p>
        </w:tc>
        <w:tc>
          <w:tcPr>
            <w:tcW w:w="655" w:type="pct"/>
            <w:vMerge w:val="restart"/>
          </w:tcPr>
          <w:p w:rsidR="00110363" w:rsidRDefault="00110363" w:rsidP="00110363">
            <w:pPr>
              <w:pStyle w:val="ListParagraph"/>
              <w:ind w:left="0"/>
              <w:cnfStyle w:val="000000000000"/>
              <w:rPr>
                <w:b/>
              </w:rPr>
            </w:pPr>
            <w:r>
              <w:t xml:space="preserve">Must have existing student record. To create a student record refer to the following </w:t>
            </w:r>
            <w:r w:rsidRPr="00161BD5">
              <w:t>test case</w:t>
            </w:r>
            <w:r w:rsidRPr="002768B5">
              <w:rPr>
                <w:b/>
              </w:rPr>
              <w:t xml:space="preserve"> </w:t>
            </w:r>
          </w:p>
          <w:p w:rsidR="00110363" w:rsidRDefault="00110363" w:rsidP="00110363">
            <w:pPr>
              <w:pStyle w:val="ListParagraph"/>
              <w:numPr>
                <w:ilvl w:val="0"/>
                <w:numId w:val="18"/>
              </w:numPr>
              <w:cnfStyle w:val="000000000000"/>
              <w:rPr>
                <w:b/>
              </w:rPr>
            </w:pPr>
            <w:r w:rsidRPr="008C6902">
              <w:rPr>
                <w:b/>
              </w:rPr>
              <w:t xml:space="preserve">4.1.1 </w:t>
            </w:r>
            <w:r w:rsidRPr="008C6902">
              <w:t>Add Student</w:t>
            </w:r>
          </w:p>
          <w:p w:rsidR="007A3249" w:rsidRDefault="007A3249" w:rsidP="005B7E7B">
            <w:pPr>
              <w:pStyle w:val="ListParagraph"/>
              <w:ind w:left="0"/>
              <w:cnfStyle w:val="000000000000"/>
            </w:pPr>
          </w:p>
          <w:p w:rsidR="007A3249" w:rsidRDefault="007A3249" w:rsidP="00C70995">
            <w:pPr>
              <w:pStyle w:val="ListParagraph"/>
              <w:ind w:left="0"/>
              <w:cnfStyle w:val="000000000000"/>
            </w:pPr>
            <w:r>
              <w:t xml:space="preserve">Must have security access to </w:t>
            </w:r>
          </w:p>
          <w:p w:rsidR="007A3249" w:rsidRDefault="007A3249" w:rsidP="00C70995">
            <w:pPr>
              <w:pStyle w:val="ListParagraph"/>
              <w:numPr>
                <w:ilvl w:val="0"/>
                <w:numId w:val="15"/>
              </w:numPr>
              <w:cnfStyle w:val="000000000000"/>
            </w:pPr>
            <w:r>
              <w:t>Client</w:t>
            </w:r>
          </w:p>
          <w:p w:rsidR="007A3249" w:rsidRDefault="007A3249" w:rsidP="00110363">
            <w:pPr>
              <w:pStyle w:val="ListParagraph"/>
              <w:ind w:left="502"/>
              <w:cnfStyle w:val="000000000000"/>
            </w:pPr>
          </w:p>
        </w:tc>
        <w:tc>
          <w:tcPr>
            <w:tcW w:w="858" w:type="pct"/>
          </w:tcPr>
          <w:p w:rsidR="007A3249" w:rsidRDefault="007A3249" w:rsidP="006C4ACA">
            <w:pPr>
              <w:pStyle w:val="ListParagraph"/>
              <w:ind w:left="0"/>
              <w:cnfStyle w:val="000000000000"/>
            </w:pPr>
            <w:r>
              <w:t>Go to Client Module</w:t>
            </w:r>
          </w:p>
        </w:tc>
        <w:tc>
          <w:tcPr>
            <w:tcW w:w="650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550" w:type="pct"/>
          </w:tcPr>
          <w:p w:rsidR="007A3249" w:rsidRDefault="007A3249" w:rsidP="00E17172">
            <w:pPr>
              <w:cnfStyle w:val="000000000000"/>
            </w:pPr>
            <w:r>
              <w:t>Client module is loaded.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000000"/>
            </w:pPr>
          </w:p>
        </w:tc>
      </w:tr>
      <w:tr w:rsidR="007A3249" w:rsidTr="00E64E3D">
        <w:trPr>
          <w:cnfStyle w:val="000000100000"/>
        </w:trPr>
        <w:tc>
          <w:tcPr>
            <w:cnfStyle w:val="001000000000"/>
            <w:tcW w:w="1226" w:type="pct"/>
            <w:vMerge/>
          </w:tcPr>
          <w:p w:rsidR="007A3249" w:rsidRDefault="007A3249" w:rsidP="00E17172"/>
        </w:tc>
        <w:tc>
          <w:tcPr>
            <w:tcW w:w="655" w:type="pct"/>
            <w:vMerge/>
          </w:tcPr>
          <w:p w:rsidR="007A3249" w:rsidRDefault="007A3249" w:rsidP="00E17172">
            <w:pPr>
              <w:pStyle w:val="ListParagraph"/>
              <w:ind w:left="0"/>
              <w:cnfStyle w:val="000000100000"/>
            </w:pPr>
          </w:p>
        </w:tc>
        <w:tc>
          <w:tcPr>
            <w:tcW w:w="858" w:type="pct"/>
          </w:tcPr>
          <w:p w:rsidR="007A3249" w:rsidRDefault="007A3249" w:rsidP="006C4ACA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650" w:type="pct"/>
          </w:tcPr>
          <w:p w:rsidR="007A3249" w:rsidRDefault="007A3249" w:rsidP="00BF3904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Surname</w:t>
            </w:r>
          </w:p>
          <w:p w:rsidR="007A3249" w:rsidRDefault="007A3249" w:rsidP="00BF3904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first name</w:t>
            </w:r>
          </w:p>
          <w:p w:rsidR="007A3249" w:rsidRDefault="007A3249" w:rsidP="00BF3904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Student ID</w:t>
            </w:r>
          </w:p>
          <w:p w:rsidR="007A3249" w:rsidRDefault="007A3249" w:rsidP="00FB2FA4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DOB</w:t>
            </w:r>
          </w:p>
        </w:tc>
        <w:tc>
          <w:tcPr>
            <w:tcW w:w="550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39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100000"/>
            </w:pPr>
          </w:p>
        </w:tc>
      </w:tr>
      <w:tr w:rsidR="007A3249" w:rsidTr="00E64E3D">
        <w:tc>
          <w:tcPr>
            <w:cnfStyle w:val="001000000000"/>
            <w:tcW w:w="1226" w:type="pct"/>
            <w:vMerge/>
          </w:tcPr>
          <w:p w:rsidR="007A3249" w:rsidRDefault="007A3249" w:rsidP="00E17172"/>
        </w:tc>
        <w:tc>
          <w:tcPr>
            <w:tcW w:w="655" w:type="pct"/>
            <w:vMerge/>
          </w:tcPr>
          <w:p w:rsidR="007A3249" w:rsidRDefault="007A3249" w:rsidP="00E17172">
            <w:pPr>
              <w:pStyle w:val="ListParagraph"/>
              <w:ind w:left="0"/>
              <w:cnfStyle w:val="000000000000"/>
            </w:pPr>
          </w:p>
        </w:tc>
        <w:tc>
          <w:tcPr>
            <w:tcW w:w="858" w:type="pct"/>
          </w:tcPr>
          <w:p w:rsidR="007A3249" w:rsidRDefault="007A3249" w:rsidP="006C4ACA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FB2FA4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650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550" w:type="pct"/>
          </w:tcPr>
          <w:p w:rsidR="007A3249" w:rsidRDefault="007A3249" w:rsidP="00E17172">
            <w:pPr>
              <w:cnfStyle w:val="000000000000"/>
            </w:pPr>
            <w:r>
              <w:t>Search displays the list of persons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000000"/>
            </w:pPr>
          </w:p>
        </w:tc>
      </w:tr>
      <w:tr w:rsidR="007A3249" w:rsidTr="00E64E3D">
        <w:trPr>
          <w:cnfStyle w:val="000000100000"/>
        </w:trPr>
        <w:tc>
          <w:tcPr>
            <w:cnfStyle w:val="001000000000"/>
            <w:tcW w:w="1226" w:type="pct"/>
            <w:vMerge/>
          </w:tcPr>
          <w:p w:rsidR="007A3249" w:rsidRDefault="007A3249" w:rsidP="00E17172"/>
        </w:tc>
        <w:tc>
          <w:tcPr>
            <w:tcW w:w="655" w:type="pct"/>
            <w:vMerge/>
          </w:tcPr>
          <w:p w:rsidR="007A3249" w:rsidRDefault="007A3249" w:rsidP="00E17172">
            <w:pPr>
              <w:pStyle w:val="ListParagraph"/>
              <w:ind w:left="0"/>
              <w:cnfStyle w:val="000000100000"/>
            </w:pPr>
          </w:p>
        </w:tc>
        <w:tc>
          <w:tcPr>
            <w:tcW w:w="858" w:type="pct"/>
          </w:tcPr>
          <w:p w:rsidR="007A3249" w:rsidRDefault="007A3249" w:rsidP="006C4ACA">
            <w:pPr>
              <w:pStyle w:val="ListParagraph"/>
              <w:ind w:left="0"/>
              <w:cnfStyle w:val="000000100000"/>
            </w:pPr>
            <w:r>
              <w:t>Double click on Selected Person</w:t>
            </w:r>
          </w:p>
        </w:tc>
        <w:tc>
          <w:tcPr>
            <w:tcW w:w="650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550" w:type="pct"/>
          </w:tcPr>
          <w:p w:rsidR="007A3249" w:rsidRDefault="007A3249" w:rsidP="00E17172">
            <w:pPr>
              <w:cnfStyle w:val="000000100000"/>
            </w:pPr>
            <w:r>
              <w:t>Screen changes to Person View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100000"/>
            </w:pPr>
          </w:p>
        </w:tc>
      </w:tr>
      <w:tr w:rsidR="007A3249" w:rsidTr="00E64E3D">
        <w:tc>
          <w:tcPr>
            <w:cnfStyle w:val="001000000000"/>
            <w:tcW w:w="1226" w:type="pct"/>
            <w:vMerge/>
          </w:tcPr>
          <w:p w:rsidR="007A3249" w:rsidRDefault="007A3249" w:rsidP="00E17172"/>
        </w:tc>
        <w:tc>
          <w:tcPr>
            <w:tcW w:w="655" w:type="pct"/>
            <w:vMerge/>
          </w:tcPr>
          <w:p w:rsidR="007A3249" w:rsidRDefault="007A3249" w:rsidP="00E17172">
            <w:pPr>
              <w:pStyle w:val="ListParagraph"/>
              <w:ind w:left="0"/>
              <w:cnfStyle w:val="000000000000"/>
            </w:pPr>
          </w:p>
        </w:tc>
        <w:tc>
          <w:tcPr>
            <w:tcW w:w="858" w:type="pct"/>
          </w:tcPr>
          <w:p w:rsidR="007A3249" w:rsidRDefault="007A3249" w:rsidP="006C4ACA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FB2FA4">
              <w:rPr>
                <w:b/>
              </w:rPr>
              <w:t>Academic records</w:t>
            </w:r>
            <w:r>
              <w:t xml:space="preserve"> button  on </w:t>
            </w:r>
            <w:r>
              <w:lastRenderedPageBreak/>
              <w:t>Person Tree.</w:t>
            </w:r>
          </w:p>
        </w:tc>
        <w:tc>
          <w:tcPr>
            <w:tcW w:w="650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550" w:type="pct"/>
          </w:tcPr>
          <w:p w:rsidR="007A3249" w:rsidRDefault="007A3249" w:rsidP="00E17172">
            <w:pPr>
              <w:cnfStyle w:val="000000000000"/>
            </w:pPr>
            <w:r>
              <w:t xml:space="preserve">Screen changes to AR </w:t>
            </w:r>
            <w:r>
              <w:lastRenderedPageBreak/>
              <w:t>view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000000"/>
            </w:pPr>
          </w:p>
        </w:tc>
      </w:tr>
      <w:tr w:rsidR="007A3249" w:rsidTr="00E64E3D">
        <w:trPr>
          <w:cnfStyle w:val="000000100000"/>
        </w:trPr>
        <w:tc>
          <w:tcPr>
            <w:cnfStyle w:val="001000000000"/>
            <w:tcW w:w="1226" w:type="pct"/>
            <w:vMerge/>
          </w:tcPr>
          <w:p w:rsidR="007A3249" w:rsidRDefault="007A3249" w:rsidP="00E17172"/>
        </w:tc>
        <w:tc>
          <w:tcPr>
            <w:tcW w:w="655" w:type="pct"/>
            <w:vMerge/>
          </w:tcPr>
          <w:p w:rsidR="007A3249" w:rsidRDefault="007A3249" w:rsidP="00E17172">
            <w:pPr>
              <w:pStyle w:val="ListParagraph"/>
              <w:ind w:left="0"/>
              <w:cnfStyle w:val="000000100000"/>
            </w:pPr>
          </w:p>
        </w:tc>
        <w:tc>
          <w:tcPr>
            <w:tcW w:w="858" w:type="pct"/>
          </w:tcPr>
          <w:p w:rsidR="007A3249" w:rsidRDefault="007A3249" w:rsidP="006C4ACA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FB2FA4">
              <w:rPr>
                <w:b/>
              </w:rPr>
              <w:t>Qualification (Q)</w:t>
            </w:r>
            <w:r>
              <w:t xml:space="preserve"> button on the top header</w:t>
            </w:r>
            <w:r w:rsidR="00FB2FA4">
              <w:t xml:space="preserve"> (Programme/stage/Level)</w:t>
            </w:r>
            <w:r>
              <w:t>.</w:t>
            </w:r>
          </w:p>
          <w:p w:rsidR="007A3249" w:rsidRDefault="007A3249" w:rsidP="006C4ACA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550" w:type="pct"/>
          </w:tcPr>
          <w:p w:rsidR="007A3249" w:rsidRDefault="007A3249" w:rsidP="00E17172">
            <w:pPr>
              <w:cnfStyle w:val="000000100000"/>
            </w:pPr>
            <w:r>
              <w:t>Screen changes to Qualification View.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100000"/>
            </w:pPr>
          </w:p>
        </w:tc>
      </w:tr>
      <w:tr w:rsidR="007A3249" w:rsidTr="00E64E3D">
        <w:tc>
          <w:tcPr>
            <w:cnfStyle w:val="001000000000"/>
            <w:tcW w:w="1226" w:type="pct"/>
            <w:vMerge/>
          </w:tcPr>
          <w:p w:rsidR="007A3249" w:rsidRDefault="007A3249" w:rsidP="00E17172"/>
        </w:tc>
        <w:tc>
          <w:tcPr>
            <w:tcW w:w="655" w:type="pct"/>
            <w:vMerge/>
          </w:tcPr>
          <w:p w:rsidR="007A3249" w:rsidRDefault="007A3249" w:rsidP="00E17172">
            <w:pPr>
              <w:pStyle w:val="ListParagraph"/>
              <w:ind w:left="0"/>
              <w:cnfStyle w:val="000000000000"/>
            </w:pPr>
          </w:p>
        </w:tc>
        <w:tc>
          <w:tcPr>
            <w:tcW w:w="858" w:type="pct"/>
          </w:tcPr>
          <w:p w:rsidR="007A3249" w:rsidRDefault="007A3249" w:rsidP="006C4ACA">
            <w:pPr>
              <w:pStyle w:val="ListParagraph"/>
              <w:ind w:left="0"/>
              <w:cnfStyle w:val="000000000000"/>
            </w:pPr>
            <w:r>
              <w:t>Enter the data</w:t>
            </w:r>
          </w:p>
          <w:p w:rsidR="007A3249" w:rsidRDefault="007A3249" w:rsidP="006C4ACA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7A3249" w:rsidRDefault="007A3249" w:rsidP="00BF3904">
            <w:pPr>
              <w:pStyle w:val="ListParagraph"/>
              <w:numPr>
                <w:ilvl w:val="0"/>
                <w:numId w:val="9"/>
              </w:numPr>
              <w:cnfStyle w:val="000000000000"/>
            </w:pPr>
            <w:r>
              <w:t>Qualification</w:t>
            </w:r>
          </w:p>
          <w:p w:rsidR="007A3249" w:rsidRDefault="007A3249" w:rsidP="00BF3904">
            <w:pPr>
              <w:pStyle w:val="ListParagraph"/>
              <w:numPr>
                <w:ilvl w:val="0"/>
                <w:numId w:val="9"/>
              </w:numPr>
              <w:cnfStyle w:val="000000000000"/>
            </w:pPr>
            <w:r>
              <w:t>Major</w:t>
            </w:r>
          </w:p>
          <w:p w:rsidR="007A3249" w:rsidRDefault="007A3249" w:rsidP="00BF3904">
            <w:pPr>
              <w:pStyle w:val="ListParagraph"/>
              <w:numPr>
                <w:ilvl w:val="0"/>
                <w:numId w:val="9"/>
              </w:numPr>
              <w:cnfStyle w:val="000000000000"/>
            </w:pPr>
            <w:r>
              <w:t>Minor</w:t>
            </w:r>
          </w:p>
          <w:p w:rsidR="007A3249" w:rsidRDefault="007A3249" w:rsidP="00BF3904">
            <w:pPr>
              <w:pStyle w:val="ListParagraph"/>
              <w:numPr>
                <w:ilvl w:val="0"/>
                <w:numId w:val="9"/>
              </w:numPr>
              <w:cnfStyle w:val="000000000000"/>
            </w:pPr>
            <w:r>
              <w:t>Course</w:t>
            </w:r>
          </w:p>
          <w:p w:rsidR="007A3249" w:rsidRDefault="007A3249" w:rsidP="00BF3904">
            <w:pPr>
              <w:pStyle w:val="ListParagraph"/>
              <w:numPr>
                <w:ilvl w:val="0"/>
                <w:numId w:val="9"/>
              </w:numPr>
              <w:cnfStyle w:val="000000000000"/>
            </w:pPr>
            <w:r>
              <w:t>Rule</w:t>
            </w:r>
          </w:p>
        </w:tc>
        <w:tc>
          <w:tcPr>
            <w:tcW w:w="550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39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000000"/>
            </w:pPr>
          </w:p>
        </w:tc>
      </w:tr>
      <w:tr w:rsidR="007A3249" w:rsidTr="00E64E3D">
        <w:trPr>
          <w:cnfStyle w:val="000000100000"/>
        </w:trPr>
        <w:tc>
          <w:tcPr>
            <w:cnfStyle w:val="001000000000"/>
            <w:tcW w:w="1226" w:type="pct"/>
            <w:vMerge/>
          </w:tcPr>
          <w:p w:rsidR="007A3249" w:rsidRDefault="007A3249" w:rsidP="00E17172"/>
        </w:tc>
        <w:tc>
          <w:tcPr>
            <w:tcW w:w="655" w:type="pct"/>
            <w:vMerge/>
          </w:tcPr>
          <w:p w:rsidR="007A3249" w:rsidRDefault="007A3249" w:rsidP="00E17172">
            <w:pPr>
              <w:pStyle w:val="ListParagraph"/>
              <w:ind w:left="0"/>
              <w:cnfStyle w:val="000000100000"/>
            </w:pPr>
          </w:p>
        </w:tc>
        <w:tc>
          <w:tcPr>
            <w:tcW w:w="858" w:type="pct"/>
          </w:tcPr>
          <w:p w:rsidR="007A3249" w:rsidRDefault="007A3249" w:rsidP="00BF3904">
            <w:pPr>
              <w:pStyle w:val="ListParagraph"/>
              <w:ind w:left="0"/>
              <w:cnfStyle w:val="000000100000"/>
            </w:pPr>
            <w:r>
              <w:t xml:space="preserve">Click </w:t>
            </w:r>
            <w:r w:rsidRPr="00FB2FA4">
              <w:rPr>
                <w:b/>
              </w:rPr>
              <w:t>Apply</w:t>
            </w:r>
            <w:r w:rsidR="00FB2FA4">
              <w:t xml:space="preserve"> button</w:t>
            </w:r>
            <w:r>
              <w:t>.</w:t>
            </w:r>
          </w:p>
        </w:tc>
        <w:tc>
          <w:tcPr>
            <w:tcW w:w="650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550" w:type="pct"/>
          </w:tcPr>
          <w:p w:rsidR="007A3249" w:rsidRDefault="007A3249" w:rsidP="00FB2FA4">
            <w:pPr>
              <w:cnfStyle w:val="000000100000"/>
            </w:pPr>
            <w:r>
              <w:t xml:space="preserve">Individual Qualification audit report </w:t>
            </w:r>
            <w:r w:rsidR="00FB2FA4">
              <w:t>opens</w:t>
            </w:r>
            <w:r>
              <w:t xml:space="preserve"> on screen.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100000"/>
            </w:pPr>
          </w:p>
        </w:tc>
      </w:tr>
      <w:tr w:rsidR="007A3249" w:rsidTr="00E64E3D">
        <w:tc>
          <w:tcPr>
            <w:cnfStyle w:val="001000000000"/>
            <w:tcW w:w="1226" w:type="pct"/>
            <w:vMerge w:val="restart"/>
          </w:tcPr>
          <w:p w:rsidR="007A3249" w:rsidRPr="007A3249" w:rsidRDefault="007A3249" w:rsidP="007A3249">
            <w:pPr>
              <w:pStyle w:val="Heading3"/>
              <w:outlineLvl w:val="2"/>
            </w:pPr>
            <w:bookmarkStart w:id="11" w:name="_5.4.1_Add_Miscellaneous"/>
            <w:bookmarkStart w:id="12" w:name="_Toc360806056"/>
            <w:bookmarkEnd w:id="11"/>
            <w:r w:rsidRPr="007A3249">
              <w:t>5.4.1</w:t>
            </w:r>
            <w:bookmarkStart w:id="13" w:name="AddAR"/>
            <w:r>
              <w:t xml:space="preserve"> </w:t>
            </w:r>
            <w:r w:rsidRPr="007A3249">
              <w:t xml:space="preserve">Add </w:t>
            </w:r>
            <w:bookmarkEnd w:id="13"/>
            <w:r w:rsidRPr="007A3249">
              <w:t>Miscellaneous Academic Record (Academic Records)</w:t>
            </w:r>
            <w:bookmarkEnd w:id="12"/>
          </w:p>
        </w:tc>
        <w:tc>
          <w:tcPr>
            <w:tcW w:w="655" w:type="pct"/>
            <w:vMerge w:val="restart"/>
          </w:tcPr>
          <w:p w:rsidR="00FB2FA4" w:rsidRDefault="00FB2FA4" w:rsidP="00FB2FA4">
            <w:pPr>
              <w:pStyle w:val="ListParagraph"/>
              <w:ind w:left="0"/>
              <w:cnfStyle w:val="000000000000"/>
              <w:rPr>
                <w:b/>
              </w:rPr>
            </w:pPr>
            <w:r>
              <w:t xml:space="preserve">Must have existing student record. To create a student record refer to the following </w:t>
            </w:r>
            <w:r w:rsidRPr="00161BD5">
              <w:t>test case</w:t>
            </w:r>
            <w:r w:rsidRPr="002768B5">
              <w:rPr>
                <w:b/>
              </w:rPr>
              <w:t xml:space="preserve"> </w:t>
            </w:r>
          </w:p>
          <w:p w:rsidR="00FB2FA4" w:rsidRDefault="00FB2FA4" w:rsidP="00FB2FA4">
            <w:pPr>
              <w:pStyle w:val="ListParagraph"/>
              <w:numPr>
                <w:ilvl w:val="0"/>
                <w:numId w:val="18"/>
              </w:numPr>
              <w:cnfStyle w:val="000000000000"/>
              <w:rPr>
                <w:b/>
              </w:rPr>
            </w:pPr>
            <w:r w:rsidRPr="008C6902">
              <w:rPr>
                <w:b/>
              </w:rPr>
              <w:t xml:space="preserve">4.1.1 </w:t>
            </w:r>
            <w:r w:rsidRPr="008C6902">
              <w:t>Add Student</w:t>
            </w:r>
          </w:p>
          <w:p w:rsidR="007A3249" w:rsidRDefault="007A3249" w:rsidP="006C4ACA">
            <w:pPr>
              <w:pStyle w:val="ListParagraph"/>
              <w:ind w:left="0"/>
              <w:cnfStyle w:val="000000000000"/>
            </w:pPr>
          </w:p>
          <w:p w:rsidR="007A3249" w:rsidRDefault="007A3249" w:rsidP="00643BED">
            <w:pPr>
              <w:pStyle w:val="ListParagraph"/>
              <w:ind w:left="0"/>
              <w:cnfStyle w:val="000000000000"/>
            </w:pPr>
            <w:r>
              <w:t xml:space="preserve">Must have security to </w:t>
            </w:r>
          </w:p>
          <w:p w:rsidR="007A3249" w:rsidRDefault="007A3249" w:rsidP="00643BED">
            <w:pPr>
              <w:pStyle w:val="ListParagraph"/>
              <w:numPr>
                <w:ilvl w:val="0"/>
                <w:numId w:val="15"/>
              </w:numPr>
              <w:cnfStyle w:val="000000000000"/>
            </w:pPr>
            <w:r>
              <w:lastRenderedPageBreak/>
              <w:t>Client</w:t>
            </w:r>
          </w:p>
          <w:p w:rsidR="007A3249" w:rsidRDefault="007A3249" w:rsidP="00FB2FA4">
            <w:pPr>
              <w:pStyle w:val="ListParagraph"/>
              <w:ind w:left="502"/>
              <w:cnfStyle w:val="000000000000"/>
            </w:pPr>
          </w:p>
        </w:tc>
        <w:tc>
          <w:tcPr>
            <w:tcW w:w="858" w:type="pct"/>
          </w:tcPr>
          <w:p w:rsidR="007A3249" w:rsidRDefault="007A3249" w:rsidP="006C4ACA">
            <w:pPr>
              <w:pStyle w:val="ListParagraph"/>
              <w:ind w:left="0"/>
              <w:cnfStyle w:val="000000000000"/>
            </w:pPr>
            <w:r>
              <w:lastRenderedPageBreak/>
              <w:t>Go to Client Module</w:t>
            </w:r>
          </w:p>
        </w:tc>
        <w:tc>
          <w:tcPr>
            <w:tcW w:w="650" w:type="pct"/>
          </w:tcPr>
          <w:p w:rsidR="007A3249" w:rsidRDefault="007A3249" w:rsidP="006C4ACA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7A3249" w:rsidRDefault="007A3249" w:rsidP="006C4ACA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Client module is loaded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000000"/>
            </w:pPr>
          </w:p>
        </w:tc>
      </w:tr>
      <w:tr w:rsidR="007A3249" w:rsidTr="00E64E3D">
        <w:trPr>
          <w:cnfStyle w:val="000000100000"/>
        </w:trPr>
        <w:tc>
          <w:tcPr>
            <w:cnfStyle w:val="001000000000"/>
            <w:tcW w:w="1226" w:type="pct"/>
            <w:vMerge/>
          </w:tcPr>
          <w:p w:rsidR="007A3249" w:rsidRDefault="007A3249" w:rsidP="006C4ACA"/>
        </w:tc>
        <w:tc>
          <w:tcPr>
            <w:tcW w:w="655" w:type="pct"/>
            <w:vMerge/>
          </w:tcPr>
          <w:p w:rsidR="007A3249" w:rsidRDefault="007A3249" w:rsidP="006C4ACA">
            <w:pPr>
              <w:pStyle w:val="ListParagraph"/>
              <w:ind w:left="0"/>
              <w:cnfStyle w:val="000000100000"/>
            </w:pPr>
          </w:p>
        </w:tc>
        <w:tc>
          <w:tcPr>
            <w:tcW w:w="858" w:type="pct"/>
          </w:tcPr>
          <w:p w:rsidR="007A3249" w:rsidRDefault="007A3249" w:rsidP="006C4ACA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650" w:type="pct"/>
          </w:tcPr>
          <w:p w:rsidR="007A3249" w:rsidRDefault="007A3249" w:rsidP="006C4ACA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Surname</w:t>
            </w:r>
          </w:p>
          <w:p w:rsidR="007A3249" w:rsidRDefault="007A3249" w:rsidP="006C4ACA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first name</w:t>
            </w:r>
          </w:p>
          <w:p w:rsidR="007A3249" w:rsidRDefault="007A3249" w:rsidP="006C4ACA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Student ID</w:t>
            </w:r>
          </w:p>
          <w:p w:rsidR="007A3249" w:rsidRDefault="007A3249" w:rsidP="00FB2FA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DOB</w:t>
            </w:r>
          </w:p>
        </w:tc>
        <w:tc>
          <w:tcPr>
            <w:tcW w:w="550" w:type="pct"/>
          </w:tcPr>
          <w:p w:rsidR="007A3249" w:rsidRDefault="007A3249" w:rsidP="006C4ACA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Data is visible in text fields and drop downs.</w:t>
            </w:r>
          </w:p>
          <w:p w:rsidR="007A3249" w:rsidRDefault="007A3249" w:rsidP="006C4ACA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</w:p>
        </w:tc>
        <w:tc>
          <w:tcPr>
            <w:tcW w:w="339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100000"/>
            </w:pPr>
          </w:p>
        </w:tc>
      </w:tr>
      <w:tr w:rsidR="007A3249" w:rsidTr="00E64E3D">
        <w:tc>
          <w:tcPr>
            <w:cnfStyle w:val="001000000000"/>
            <w:tcW w:w="1226" w:type="pct"/>
            <w:vMerge/>
          </w:tcPr>
          <w:p w:rsidR="007A3249" w:rsidRDefault="007A3249" w:rsidP="006C4ACA"/>
        </w:tc>
        <w:tc>
          <w:tcPr>
            <w:tcW w:w="655" w:type="pct"/>
            <w:vMerge/>
          </w:tcPr>
          <w:p w:rsidR="007A3249" w:rsidRDefault="007A3249" w:rsidP="006C4ACA">
            <w:pPr>
              <w:pStyle w:val="ListParagraph"/>
              <w:ind w:left="0"/>
              <w:cnfStyle w:val="000000000000"/>
            </w:pPr>
          </w:p>
        </w:tc>
        <w:tc>
          <w:tcPr>
            <w:tcW w:w="858" w:type="pct"/>
          </w:tcPr>
          <w:p w:rsidR="007A3249" w:rsidRDefault="007A3249" w:rsidP="006C4ACA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FB2FA4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650" w:type="pct"/>
          </w:tcPr>
          <w:p w:rsidR="007A3249" w:rsidRDefault="007A3249" w:rsidP="006C4ACA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7A3249" w:rsidRDefault="007A3249" w:rsidP="006C4ACA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Search displays list of Persons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000000"/>
            </w:pPr>
          </w:p>
        </w:tc>
      </w:tr>
      <w:tr w:rsidR="007A3249" w:rsidTr="00E64E3D">
        <w:trPr>
          <w:cnfStyle w:val="000000100000"/>
        </w:trPr>
        <w:tc>
          <w:tcPr>
            <w:cnfStyle w:val="001000000000"/>
            <w:tcW w:w="1226" w:type="pct"/>
            <w:vMerge/>
          </w:tcPr>
          <w:p w:rsidR="007A3249" w:rsidRDefault="007A3249" w:rsidP="006C4ACA"/>
        </w:tc>
        <w:tc>
          <w:tcPr>
            <w:tcW w:w="655" w:type="pct"/>
            <w:vMerge/>
          </w:tcPr>
          <w:p w:rsidR="007A3249" w:rsidRDefault="007A3249" w:rsidP="006C4ACA">
            <w:pPr>
              <w:pStyle w:val="ListParagraph"/>
              <w:ind w:left="0"/>
              <w:cnfStyle w:val="000000100000"/>
            </w:pPr>
          </w:p>
        </w:tc>
        <w:tc>
          <w:tcPr>
            <w:tcW w:w="858" w:type="pct"/>
          </w:tcPr>
          <w:p w:rsidR="007A3249" w:rsidRDefault="007A3249" w:rsidP="006C4ACA">
            <w:pPr>
              <w:pStyle w:val="ListParagraph"/>
              <w:ind w:left="0"/>
              <w:cnfStyle w:val="000000100000"/>
            </w:pPr>
            <w:r>
              <w:t>Double click on Selected Person</w:t>
            </w:r>
          </w:p>
        </w:tc>
        <w:tc>
          <w:tcPr>
            <w:tcW w:w="650" w:type="pct"/>
          </w:tcPr>
          <w:p w:rsidR="007A3249" w:rsidRDefault="007A3249" w:rsidP="006C4ACA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7A3249" w:rsidRDefault="007A3249" w:rsidP="006C4ACA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 xml:space="preserve">Screen changes to </w:t>
            </w:r>
            <w:r>
              <w:rPr>
                <w:rFonts w:eastAsia="Times New Roman" w:cs="Times New Roman"/>
                <w:lang w:eastAsia="en-NZ"/>
              </w:rPr>
              <w:lastRenderedPageBreak/>
              <w:t>person View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100000"/>
            </w:pPr>
          </w:p>
        </w:tc>
      </w:tr>
      <w:tr w:rsidR="007A3249" w:rsidTr="00E64E3D">
        <w:tc>
          <w:tcPr>
            <w:cnfStyle w:val="001000000000"/>
            <w:tcW w:w="1226" w:type="pct"/>
            <w:vMerge/>
          </w:tcPr>
          <w:p w:rsidR="007A3249" w:rsidRDefault="007A3249" w:rsidP="006C4ACA"/>
        </w:tc>
        <w:tc>
          <w:tcPr>
            <w:tcW w:w="655" w:type="pct"/>
            <w:vMerge/>
          </w:tcPr>
          <w:p w:rsidR="007A3249" w:rsidRDefault="007A3249" w:rsidP="006C4ACA">
            <w:pPr>
              <w:pStyle w:val="ListParagraph"/>
              <w:ind w:left="0"/>
              <w:cnfStyle w:val="000000000000"/>
            </w:pPr>
          </w:p>
        </w:tc>
        <w:tc>
          <w:tcPr>
            <w:tcW w:w="858" w:type="pct"/>
          </w:tcPr>
          <w:p w:rsidR="007A3249" w:rsidRDefault="007A3249" w:rsidP="006C4ACA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FB2FA4">
              <w:rPr>
                <w:b/>
              </w:rPr>
              <w:t>Academic records</w:t>
            </w:r>
            <w:r>
              <w:t xml:space="preserve"> button on Person Tree.</w:t>
            </w:r>
          </w:p>
        </w:tc>
        <w:tc>
          <w:tcPr>
            <w:tcW w:w="650" w:type="pct"/>
          </w:tcPr>
          <w:p w:rsidR="007A3249" w:rsidRDefault="007A3249" w:rsidP="006C4ACA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7A3249" w:rsidRDefault="007A3249" w:rsidP="006C4ACA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Screen changes to AR view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000000"/>
            </w:pPr>
          </w:p>
        </w:tc>
      </w:tr>
      <w:tr w:rsidR="007A3249" w:rsidTr="00E64E3D">
        <w:trPr>
          <w:cnfStyle w:val="000000100000"/>
        </w:trPr>
        <w:tc>
          <w:tcPr>
            <w:cnfStyle w:val="001000000000"/>
            <w:tcW w:w="1226" w:type="pct"/>
            <w:vMerge/>
          </w:tcPr>
          <w:p w:rsidR="007A3249" w:rsidRDefault="007A3249" w:rsidP="006C4ACA"/>
        </w:tc>
        <w:tc>
          <w:tcPr>
            <w:tcW w:w="655" w:type="pct"/>
            <w:vMerge/>
          </w:tcPr>
          <w:p w:rsidR="007A3249" w:rsidRDefault="007A3249" w:rsidP="006C4ACA">
            <w:pPr>
              <w:pStyle w:val="ListParagraph"/>
              <w:ind w:left="0"/>
              <w:cnfStyle w:val="000000100000"/>
            </w:pPr>
          </w:p>
        </w:tc>
        <w:tc>
          <w:tcPr>
            <w:tcW w:w="858" w:type="pct"/>
          </w:tcPr>
          <w:p w:rsidR="007A3249" w:rsidRDefault="007A3249" w:rsidP="006C4ACA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="00FB2FA4" w:rsidRPr="00FB2FA4">
              <w:rPr>
                <w:b/>
              </w:rPr>
              <w:t>A</w:t>
            </w:r>
            <w:r w:rsidRPr="00FB2FA4">
              <w:rPr>
                <w:b/>
              </w:rPr>
              <w:t>dd</w:t>
            </w:r>
            <w:r>
              <w:t xml:space="preserve"> button on the bottom header</w:t>
            </w:r>
            <w:r w:rsidR="00FB2FA4">
              <w:t xml:space="preserve"> (Academic Records)</w:t>
            </w:r>
            <w:r>
              <w:t>.</w:t>
            </w:r>
          </w:p>
          <w:p w:rsidR="007A3249" w:rsidRDefault="007A3249" w:rsidP="006C4ACA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7A3249" w:rsidRDefault="007A3249" w:rsidP="006C4ACA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7A3249" w:rsidRDefault="007A3249" w:rsidP="006C4ACA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</w:p>
        </w:tc>
        <w:tc>
          <w:tcPr>
            <w:tcW w:w="339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100000"/>
            </w:pPr>
          </w:p>
        </w:tc>
      </w:tr>
      <w:tr w:rsidR="007A3249" w:rsidTr="00E64E3D">
        <w:tc>
          <w:tcPr>
            <w:cnfStyle w:val="001000000000"/>
            <w:tcW w:w="1226" w:type="pct"/>
            <w:vMerge/>
          </w:tcPr>
          <w:p w:rsidR="007A3249" w:rsidRDefault="007A3249" w:rsidP="006C4ACA"/>
        </w:tc>
        <w:tc>
          <w:tcPr>
            <w:tcW w:w="655" w:type="pct"/>
            <w:vMerge/>
          </w:tcPr>
          <w:p w:rsidR="007A3249" w:rsidRDefault="007A3249" w:rsidP="006C4ACA">
            <w:pPr>
              <w:pStyle w:val="ListParagraph"/>
              <w:ind w:left="0"/>
              <w:cnfStyle w:val="000000000000"/>
            </w:pPr>
          </w:p>
        </w:tc>
        <w:tc>
          <w:tcPr>
            <w:tcW w:w="858" w:type="pct"/>
          </w:tcPr>
          <w:p w:rsidR="007A3249" w:rsidRDefault="007A3249" w:rsidP="006C4ACA">
            <w:pPr>
              <w:pStyle w:val="ListParagraph"/>
              <w:ind w:left="0"/>
              <w:cnfStyle w:val="000000000000"/>
            </w:pPr>
            <w:r>
              <w:t>Enter the data</w:t>
            </w:r>
          </w:p>
          <w:p w:rsidR="007A3249" w:rsidRDefault="007A3249" w:rsidP="006C4ACA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7A3249" w:rsidRDefault="007A3249" w:rsidP="006C4ACA">
            <w:pPr>
              <w:pStyle w:val="ListParagraph"/>
              <w:ind w:left="0"/>
              <w:cnfStyle w:val="000000000000"/>
            </w:pPr>
            <w:r>
              <w:t>Go to Details tab</w:t>
            </w:r>
          </w:p>
          <w:p w:rsidR="007A3249" w:rsidRDefault="007A3249" w:rsidP="006C4ACA">
            <w:pPr>
              <w:pStyle w:val="ListParagraph"/>
              <w:numPr>
                <w:ilvl w:val="0"/>
                <w:numId w:val="10"/>
              </w:numPr>
              <w:cnfStyle w:val="000000000000"/>
            </w:pPr>
            <w:r>
              <w:t>Source</w:t>
            </w:r>
          </w:p>
          <w:p w:rsidR="007A3249" w:rsidRDefault="007A3249" w:rsidP="006C4ACA">
            <w:pPr>
              <w:pStyle w:val="ListParagraph"/>
              <w:numPr>
                <w:ilvl w:val="0"/>
                <w:numId w:val="10"/>
              </w:numPr>
              <w:cnfStyle w:val="000000000000"/>
            </w:pPr>
            <w:r>
              <w:t>Study Contract</w:t>
            </w:r>
          </w:p>
          <w:p w:rsidR="007A3249" w:rsidRDefault="007A3249" w:rsidP="006C4ACA">
            <w:pPr>
              <w:pStyle w:val="ListParagraph"/>
              <w:numPr>
                <w:ilvl w:val="0"/>
                <w:numId w:val="10"/>
              </w:numPr>
              <w:cnfStyle w:val="000000000000"/>
            </w:pPr>
            <w:r>
              <w:t>Study Contract Component</w:t>
            </w:r>
          </w:p>
          <w:p w:rsidR="007A3249" w:rsidRDefault="007A3249" w:rsidP="006C4ACA">
            <w:pPr>
              <w:pStyle w:val="ListParagraph"/>
              <w:numPr>
                <w:ilvl w:val="0"/>
                <w:numId w:val="10"/>
              </w:numPr>
              <w:cnfStyle w:val="000000000000"/>
            </w:pPr>
            <w:r>
              <w:t>Title</w:t>
            </w:r>
          </w:p>
          <w:p w:rsidR="007A3249" w:rsidRDefault="007A3249" w:rsidP="006C4ACA">
            <w:pPr>
              <w:pStyle w:val="ListParagraph"/>
              <w:numPr>
                <w:ilvl w:val="0"/>
                <w:numId w:val="10"/>
              </w:numPr>
              <w:cnfStyle w:val="000000000000"/>
            </w:pPr>
            <w:r>
              <w:t>This Institute</w:t>
            </w:r>
          </w:p>
          <w:p w:rsidR="007A3249" w:rsidRDefault="007A3249" w:rsidP="006C4ACA">
            <w:pPr>
              <w:pStyle w:val="ListParagraph"/>
              <w:numPr>
                <w:ilvl w:val="0"/>
                <w:numId w:val="10"/>
              </w:numPr>
              <w:cnfStyle w:val="000000000000"/>
            </w:pPr>
            <w:r>
              <w:t>Other RPL Source</w:t>
            </w:r>
          </w:p>
          <w:p w:rsidR="007A3249" w:rsidRDefault="007A3249" w:rsidP="006C4ACA">
            <w:pPr>
              <w:pStyle w:val="ListParagraph"/>
              <w:numPr>
                <w:ilvl w:val="0"/>
                <w:numId w:val="10"/>
              </w:numPr>
              <w:cnfStyle w:val="000000000000"/>
            </w:pPr>
            <w:r>
              <w:t>Main</w:t>
            </w:r>
          </w:p>
          <w:p w:rsidR="007A3249" w:rsidRDefault="007A3249" w:rsidP="006C4ACA">
            <w:pPr>
              <w:pStyle w:val="ListParagraph"/>
              <w:numPr>
                <w:ilvl w:val="0"/>
                <w:numId w:val="10"/>
              </w:numPr>
              <w:cnfStyle w:val="000000000000"/>
            </w:pPr>
            <w:r>
              <w:t>Other</w:t>
            </w:r>
          </w:p>
          <w:p w:rsidR="007A3249" w:rsidRDefault="007A3249" w:rsidP="006C4ACA">
            <w:pPr>
              <w:pStyle w:val="ListParagraph"/>
              <w:numPr>
                <w:ilvl w:val="0"/>
                <w:numId w:val="10"/>
              </w:numPr>
              <w:cnfStyle w:val="000000000000"/>
            </w:pPr>
            <w:r>
              <w:t>Mandatory</w:t>
            </w:r>
          </w:p>
          <w:p w:rsidR="007A3249" w:rsidRDefault="007A3249" w:rsidP="006C4ACA">
            <w:pPr>
              <w:pStyle w:val="ListParagraph"/>
              <w:numPr>
                <w:ilvl w:val="0"/>
                <w:numId w:val="10"/>
              </w:numPr>
              <w:cnfStyle w:val="000000000000"/>
            </w:pPr>
            <w:r>
              <w:t>Comments</w:t>
            </w:r>
          </w:p>
          <w:p w:rsidR="007A3249" w:rsidRDefault="007A3249" w:rsidP="00BE49A5">
            <w:pPr>
              <w:pStyle w:val="ListParagraph"/>
              <w:ind w:left="33"/>
              <w:cnfStyle w:val="000000000000"/>
            </w:pPr>
          </w:p>
          <w:p w:rsidR="007A3249" w:rsidRDefault="007A3249" w:rsidP="00BE49A5">
            <w:pPr>
              <w:pStyle w:val="ListParagraph"/>
              <w:ind w:left="33"/>
              <w:cnfStyle w:val="000000000000"/>
            </w:pPr>
            <w:r>
              <w:t>Go to Results tab</w:t>
            </w:r>
          </w:p>
          <w:p w:rsidR="007A3249" w:rsidRDefault="007A3249" w:rsidP="00BE49A5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Grade-Internal</w:t>
            </w:r>
          </w:p>
          <w:p w:rsidR="007A3249" w:rsidRDefault="007A3249" w:rsidP="00BE49A5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External</w:t>
            </w:r>
          </w:p>
          <w:p w:rsidR="007A3249" w:rsidRDefault="007A3249" w:rsidP="00BE49A5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Result Text</w:t>
            </w:r>
          </w:p>
          <w:p w:rsidR="007A3249" w:rsidRDefault="007A3249" w:rsidP="00BE49A5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 xml:space="preserve">Date </w:t>
            </w:r>
            <w:r>
              <w:lastRenderedPageBreak/>
              <w:t>Awarded</w:t>
            </w:r>
          </w:p>
          <w:p w:rsidR="007A3249" w:rsidRDefault="007A3249" w:rsidP="00BE49A5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Extension</w:t>
            </w:r>
          </w:p>
          <w:p w:rsidR="007A3249" w:rsidRDefault="007A3249" w:rsidP="00BE49A5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Value</w:t>
            </w:r>
          </w:p>
          <w:p w:rsidR="007A3249" w:rsidRDefault="007A3249" w:rsidP="00BE49A5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Awarded</w:t>
            </w:r>
          </w:p>
          <w:p w:rsidR="007A3249" w:rsidRDefault="007A3249" w:rsidP="00BE49A5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Requirements met</w:t>
            </w:r>
          </w:p>
          <w:p w:rsidR="007A3249" w:rsidRDefault="007A3249" w:rsidP="00BE49A5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Requirements Code</w:t>
            </w:r>
          </w:p>
          <w:p w:rsidR="007A3249" w:rsidRDefault="007A3249" w:rsidP="00BE49A5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MOE Completion Code</w:t>
            </w:r>
          </w:p>
          <w:p w:rsidR="007A3249" w:rsidRDefault="007A3249" w:rsidP="00BE49A5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PBRF Course Completion Value.</w:t>
            </w:r>
          </w:p>
          <w:p w:rsidR="007A3249" w:rsidRDefault="007A3249" w:rsidP="00BE49A5">
            <w:pPr>
              <w:cnfStyle w:val="000000000000"/>
            </w:pPr>
          </w:p>
          <w:p w:rsidR="007A3249" w:rsidRDefault="007A3249" w:rsidP="00BE49A5">
            <w:pPr>
              <w:cnfStyle w:val="000000000000"/>
            </w:pPr>
            <w:r>
              <w:t>Go to UDA</w:t>
            </w:r>
          </w:p>
          <w:p w:rsidR="007A3249" w:rsidRDefault="007A3249" w:rsidP="00BE49A5">
            <w:pPr>
              <w:pStyle w:val="ListParagraph"/>
              <w:numPr>
                <w:ilvl w:val="0"/>
                <w:numId w:val="12"/>
              </w:numPr>
              <w:cnfStyle w:val="000000000000"/>
            </w:pPr>
            <w:r>
              <w:t>Academic UDA Char Field 1 – Academic UDA char 10</w:t>
            </w:r>
          </w:p>
          <w:p w:rsidR="007A3249" w:rsidRDefault="007A3249" w:rsidP="00BE49A5">
            <w:pPr>
              <w:pStyle w:val="ListParagraph"/>
              <w:numPr>
                <w:ilvl w:val="0"/>
                <w:numId w:val="12"/>
              </w:numPr>
              <w:cnfStyle w:val="000000000000"/>
            </w:pPr>
            <w:r>
              <w:t>Academic UDA Number Field 1 – Academic UDA Numeric Field 10</w:t>
            </w:r>
          </w:p>
          <w:p w:rsidR="007A3249" w:rsidRDefault="007A3249" w:rsidP="00BE49A5">
            <w:pPr>
              <w:pStyle w:val="ListParagraph"/>
              <w:numPr>
                <w:ilvl w:val="0"/>
                <w:numId w:val="12"/>
              </w:numPr>
              <w:cnfStyle w:val="000000000000"/>
            </w:pPr>
            <w:r>
              <w:t>Academic UDA Date Field 1</w:t>
            </w:r>
          </w:p>
        </w:tc>
        <w:tc>
          <w:tcPr>
            <w:tcW w:w="550" w:type="pct"/>
          </w:tcPr>
          <w:p w:rsidR="007A3249" w:rsidRDefault="00FB2FA4" w:rsidP="006C4ACA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lastRenderedPageBreak/>
              <w:t>Data is visible in text fields and drop downs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000000"/>
            </w:pPr>
          </w:p>
        </w:tc>
      </w:tr>
      <w:tr w:rsidR="007A3249" w:rsidTr="00E64E3D">
        <w:trPr>
          <w:cnfStyle w:val="000000100000"/>
        </w:trPr>
        <w:tc>
          <w:tcPr>
            <w:cnfStyle w:val="001000000000"/>
            <w:tcW w:w="1226" w:type="pct"/>
            <w:vMerge/>
          </w:tcPr>
          <w:p w:rsidR="007A3249" w:rsidRDefault="007A3249" w:rsidP="006C4ACA"/>
        </w:tc>
        <w:tc>
          <w:tcPr>
            <w:tcW w:w="655" w:type="pct"/>
            <w:vMerge/>
          </w:tcPr>
          <w:p w:rsidR="007A3249" w:rsidRDefault="007A3249" w:rsidP="006C4ACA">
            <w:pPr>
              <w:pStyle w:val="ListParagraph"/>
              <w:ind w:left="0"/>
              <w:cnfStyle w:val="000000100000"/>
            </w:pPr>
          </w:p>
        </w:tc>
        <w:tc>
          <w:tcPr>
            <w:tcW w:w="858" w:type="pct"/>
          </w:tcPr>
          <w:p w:rsidR="007A3249" w:rsidRDefault="007A3249" w:rsidP="006C4ACA">
            <w:pPr>
              <w:pStyle w:val="ListParagraph"/>
              <w:ind w:left="0"/>
              <w:cnfStyle w:val="000000100000"/>
            </w:pPr>
            <w:r>
              <w:t xml:space="preserve">Click </w:t>
            </w:r>
            <w:r w:rsidR="00FB2FA4">
              <w:t>on Save button.</w:t>
            </w:r>
          </w:p>
        </w:tc>
        <w:tc>
          <w:tcPr>
            <w:tcW w:w="650" w:type="pct"/>
          </w:tcPr>
          <w:p w:rsidR="007A3249" w:rsidRDefault="007A3249" w:rsidP="006C4ACA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7A3249" w:rsidRDefault="007A3249" w:rsidP="006C4ACA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Miscellaneous Academic Record Created Successfully.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100000"/>
            </w:pPr>
          </w:p>
        </w:tc>
      </w:tr>
      <w:tr w:rsidR="007A3249" w:rsidTr="00E64E3D">
        <w:tc>
          <w:tcPr>
            <w:cnfStyle w:val="001000000000"/>
            <w:tcW w:w="1226" w:type="pct"/>
            <w:vMerge w:val="restart"/>
          </w:tcPr>
          <w:p w:rsidR="007A3249" w:rsidRPr="007A3249" w:rsidRDefault="007A3249" w:rsidP="007A3249">
            <w:pPr>
              <w:pStyle w:val="Heading3"/>
              <w:outlineLvl w:val="2"/>
            </w:pPr>
            <w:bookmarkStart w:id="14" w:name="_Toc360806057"/>
            <w:r w:rsidRPr="007A3249">
              <w:t>5.4.2</w:t>
            </w:r>
            <w:bookmarkStart w:id="15" w:name="EditAR"/>
            <w:r>
              <w:t xml:space="preserve"> </w:t>
            </w:r>
            <w:r w:rsidRPr="007A3249">
              <w:t xml:space="preserve">Edit </w:t>
            </w:r>
            <w:bookmarkEnd w:id="15"/>
            <w:r w:rsidRPr="007A3249">
              <w:t>Miscellaneous Academic Record (Academic Record)</w:t>
            </w:r>
            <w:bookmarkEnd w:id="14"/>
          </w:p>
        </w:tc>
        <w:tc>
          <w:tcPr>
            <w:tcW w:w="655" w:type="pct"/>
            <w:vMerge w:val="restart"/>
          </w:tcPr>
          <w:p w:rsidR="00FB2FA4" w:rsidRDefault="00FB2FA4" w:rsidP="00FB2FA4">
            <w:pPr>
              <w:pStyle w:val="ListParagraph"/>
              <w:ind w:left="0"/>
              <w:cnfStyle w:val="000000000000"/>
              <w:rPr>
                <w:b/>
              </w:rPr>
            </w:pPr>
            <w:r>
              <w:t xml:space="preserve">Must have existing student record. To create a student record refer to the following </w:t>
            </w:r>
            <w:r w:rsidRPr="00161BD5">
              <w:t>test case</w:t>
            </w:r>
            <w:r w:rsidRPr="002768B5">
              <w:rPr>
                <w:b/>
              </w:rPr>
              <w:t xml:space="preserve"> </w:t>
            </w:r>
          </w:p>
          <w:p w:rsidR="00FB2FA4" w:rsidRDefault="00FB2FA4" w:rsidP="00FB2FA4">
            <w:pPr>
              <w:pStyle w:val="ListParagraph"/>
              <w:numPr>
                <w:ilvl w:val="0"/>
                <w:numId w:val="18"/>
              </w:numPr>
              <w:cnfStyle w:val="000000000000"/>
              <w:rPr>
                <w:b/>
              </w:rPr>
            </w:pPr>
            <w:r w:rsidRPr="008C6902">
              <w:rPr>
                <w:b/>
              </w:rPr>
              <w:t xml:space="preserve">4.1.1 </w:t>
            </w:r>
            <w:r w:rsidRPr="008C6902">
              <w:t>Add Student</w:t>
            </w:r>
          </w:p>
          <w:p w:rsidR="007A3249" w:rsidRDefault="007A3249" w:rsidP="006C4ACA">
            <w:pPr>
              <w:pStyle w:val="ListParagraph"/>
              <w:ind w:left="0"/>
              <w:cnfStyle w:val="000000000000"/>
            </w:pPr>
          </w:p>
          <w:p w:rsidR="00FB2FA4" w:rsidRDefault="00FB2FA4" w:rsidP="00FB2FA4">
            <w:pPr>
              <w:pStyle w:val="ListParagraph"/>
              <w:ind w:left="0"/>
              <w:cnfStyle w:val="000000000000"/>
            </w:pPr>
            <w:r>
              <w:t>Must have existing Academic record. Refer to the following test case</w:t>
            </w:r>
          </w:p>
          <w:p w:rsidR="00FB2FA4" w:rsidRDefault="00677884" w:rsidP="00FB2FA4">
            <w:pPr>
              <w:pStyle w:val="ListParagraph"/>
              <w:numPr>
                <w:ilvl w:val="0"/>
                <w:numId w:val="18"/>
              </w:numPr>
              <w:cnfStyle w:val="000000000000"/>
            </w:pPr>
            <w:hyperlink w:anchor="_5.4.1_Add_Miscellaneous" w:history="1">
              <w:r w:rsidR="00FB2FA4" w:rsidRPr="00FB2FA4">
                <w:rPr>
                  <w:rStyle w:val="Hyperlink"/>
                </w:rPr>
                <w:t>5.4.1 Add Miscellaneous Academic record</w:t>
              </w:r>
            </w:hyperlink>
          </w:p>
          <w:p w:rsidR="00FB2FA4" w:rsidRDefault="00FB2FA4" w:rsidP="006C4ACA">
            <w:pPr>
              <w:pStyle w:val="ListParagraph"/>
              <w:ind w:left="0"/>
              <w:cnfStyle w:val="000000000000"/>
            </w:pPr>
          </w:p>
          <w:p w:rsidR="007A3249" w:rsidRDefault="007A3249" w:rsidP="00643BED">
            <w:pPr>
              <w:pStyle w:val="ListParagraph"/>
              <w:ind w:left="0"/>
              <w:cnfStyle w:val="000000000000"/>
            </w:pPr>
            <w:r>
              <w:t xml:space="preserve">Must have security access to </w:t>
            </w:r>
          </w:p>
          <w:p w:rsidR="007A3249" w:rsidRDefault="007A3249" w:rsidP="00643BED">
            <w:pPr>
              <w:pStyle w:val="ListParagraph"/>
              <w:numPr>
                <w:ilvl w:val="0"/>
                <w:numId w:val="15"/>
              </w:numPr>
              <w:cnfStyle w:val="000000000000"/>
            </w:pPr>
            <w:r>
              <w:t>Client</w:t>
            </w:r>
          </w:p>
          <w:p w:rsidR="007A3249" w:rsidRDefault="007A3249" w:rsidP="00FB2FA4">
            <w:pPr>
              <w:pStyle w:val="ListParagraph"/>
              <w:ind w:left="502"/>
              <w:cnfStyle w:val="000000000000"/>
            </w:pPr>
          </w:p>
        </w:tc>
        <w:tc>
          <w:tcPr>
            <w:tcW w:w="858" w:type="pct"/>
          </w:tcPr>
          <w:p w:rsidR="007A3249" w:rsidRDefault="007A3249" w:rsidP="006C4ACA">
            <w:pPr>
              <w:pStyle w:val="ListParagraph"/>
              <w:ind w:left="0"/>
              <w:cnfStyle w:val="000000000000"/>
            </w:pPr>
            <w:r>
              <w:t>Go to Client Module</w:t>
            </w:r>
          </w:p>
        </w:tc>
        <w:tc>
          <w:tcPr>
            <w:tcW w:w="650" w:type="pct"/>
          </w:tcPr>
          <w:p w:rsidR="007A3249" w:rsidRDefault="007A3249" w:rsidP="006C4ACA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7A3249" w:rsidRDefault="007A3249" w:rsidP="006C4ACA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Client Module is loaded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000000"/>
            </w:pPr>
          </w:p>
        </w:tc>
      </w:tr>
      <w:tr w:rsidR="007A3249" w:rsidTr="00E64E3D">
        <w:trPr>
          <w:cnfStyle w:val="000000100000"/>
        </w:trPr>
        <w:tc>
          <w:tcPr>
            <w:cnfStyle w:val="001000000000"/>
            <w:tcW w:w="1226" w:type="pct"/>
            <w:vMerge/>
          </w:tcPr>
          <w:p w:rsidR="007A3249" w:rsidRDefault="007A3249" w:rsidP="006C4ACA"/>
        </w:tc>
        <w:tc>
          <w:tcPr>
            <w:tcW w:w="655" w:type="pct"/>
            <w:vMerge/>
          </w:tcPr>
          <w:p w:rsidR="007A3249" w:rsidRDefault="007A3249" w:rsidP="006C4ACA">
            <w:pPr>
              <w:pStyle w:val="ListParagraph"/>
              <w:ind w:left="0"/>
              <w:cnfStyle w:val="000000100000"/>
            </w:pPr>
          </w:p>
        </w:tc>
        <w:tc>
          <w:tcPr>
            <w:tcW w:w="858" w:type="pct"/>
          </w:tcPr>
          <w:p w:rsidR="007A3249" w:rsidRDefault="007A3249" w:rsidP="006C4ACA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650" w:type="pct"/>
          </w:tcPr>
          <w:p w:rsidR="007A3249" w:rsidRDefault="007A3249" w:rsidP="00BE49A5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Surname</w:t>
            </w:r>
          </w:p>
          <w:p w:rsidR="007A3249" w:rsidRDefault="007A3249" w:rsidP="00BE49A5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first name</w:t>
            </w:r>
          </w:p>
          <w:p w:rsidR="007A3249" w:rsidRDefault="007A3249" w:rsidP="00BE49A5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Preferred name</w:t>
            </w:r>
          </w:p>
          <w:p w:rsidR="007A3249" w:rsidRDefault="007A3249" w:rsidP="00BE49A5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Student ID</w:t>
            </w:r>
          </w:p>
          <w:p w:rsidR="007A3249" w:rsidRDefault="007A3249" w:rsidP="00BE49A5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Student NSN</w:t>
            </w:r>
          </w:p>
          <w:p w:rsidR="007A3249" w:rsidRDefault="007A3249" w:rsidP="00BE49A5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DOB</w:t>
            </w:r>
          </w:p>
          <w:p w:rsidR="007A3249" w:rsidRDefault="007A3249" w:rsidP="00BE49A5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Trans Type</w:t>
            </w:r>
          </w:p>
          <w:p w:rsidR="007A3249" w:rsidRDefault="007A3249" w:rsidP="00BE49A5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Trans No</w:t>
            </w:r>
          </w:p>
          <w:p w:rsidR="007A3249" w:rsidRDefault="007A3249" w:rsidP="00BE49A5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Debtor ID</w:t>
            </w:r>
          </w:p>
        </w:tc>
        <w:tc>
          <w:tcPr>
            <w:tcW w:w="550" w:type="pct"/>
          </w:tcPr>
          <w:p w:rsidR="007A3249" w:rsidRDefault="007A3249" w:rsidP="006C4ACA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</w:p>
        </w:tc>
        <w:tc>
          <w:tcPr>
            <w:tcW w:w="339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100000"/>
            </w:pPr>
          </w:p>
        </w:tc>
      </w:tr>
      <w:tr w:rsidR="007A3249" w:rsidTr="00E64E3D">
        <w:tc>
          <w:tcPr>
            <w:cnfStyle w:val="001000000000"/>
            <w:tcW w:w="1226" w:type="pct"/>
            <w:vMerge/>
          </w:tcPr>
          <w:p w:rsidR="007A3249" w:rsidRDefault="007A3249" w:rsidP="006C4ACA"/>
        </w:tc>
        <w:tc>
          <w:tcPr>
            <w:tcW w:w="655" w:type="pct"/>
            <w:vMerge/>
          </w:tcPr>
          <w:p w:rsidR="007A3249" w:rsidRDefault="007A3249" w:rsidP="006C4ACA">
            <w:pPr>
              <w:pStyle w:val="ListParagraph"/>
              <w:ind w:left="0"/>
              <w:cnfStyle w:val="000000000000"/>
            </w:pPr>
          </w:p>
        </w:tc>
        <w:tc>
          <w:tcPr>
            <w:tcW w:w="858" w:type="pct"/>
          </w:tcPr>
          <w:p w:rsidR="007A3249" w:rsidRDefault="007A3249" w:rsidP="006C4ACA">
            <w:pPr>
              <w:pStyle w:val="ListParagraph"/>
              <w:ind w:left="0"/>
              <w:cnfStyle w:val="000000000000"/>
            </w:pPr>
            <w:r>
              <w:t>Click on Search button</w:t>
            </w:r>
          </w:p>
        </w:tc>
        <w:tc>
          <w:tcPr>
            <w:tcW w:w="650" w:type="pct"/>
          </w:tcPr>
          <w:p w:rsidR="007A3249" w:rsidRDefault="007A3249" w:rsidP="006C4ACA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7A3249" w:rsidRDefault="007A3249" w:rsidP="006C4ACA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Search displays list of Persons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000000"/>
            </w:pPr>
          </w:p>
        </w:tc>
      </w:tr>
      <w:tr w:rsidR="007A3249" w:rsidTr="00E64E3D">
        <w:trPr>
          <w:cnfStyle w:val="000000100000"/>
        </w:trPr>
        <w:tc>
          <w:tcPr>
            <w:cnfStyle w:val="001000000000"/>
            <w:tcW w:w="1226" w:type="pct"/>
            <w:vMerge/>
          </w:tcPr>
          <w:p w:rsidR="007A3249" w:rsidRDefault="007A3249" w:rsidP="006C4ACA"/>
        </w:tc>
        <w:tc>
          <w:tcPr>
            <w:tcW w:w="655" w:type="pct"/>
            <w:vMerge/>
          </w:tcPr>
          <w:p w:rsidR="007A3249" w:rsidRDefault="007A3249" w:rsidP="006C4ACA">
            <w:pPr>
              <w:pStyle w:val="ListParagraph"/>
              <w:ind w:left="0"/>
              <w:cnfStyle w:val="000000100000"/>
            </w:pPr>
          </w:p>
        </w:tc>
        <w:tc>
          <w:tcPr>
            <w:tcW w:w="858" w:type="pct"/>
          </w:tcPr>
          <w:p w:rsidR="007A3249" w:rsidRDefault="007A3249" w:rsidP="006C4ACA">
            <w:pPr>
              <w:pStyle w:val="ListParagraph"/>
              <w:ind w:left="0"/>
              <w:cnfStyle w:val="000000100000"/>
            </w:pPr>
            <w:r>
              <w:t>Double click on Selected Person</w:t>
            </w:r>
          </w:p>
        </w:tc>
        <w:tc>
          <w:tcPr>
            <w:tcW w:w="650" w:type="pct"/>
          </w:tcPr>
          <w:p w:rsidR="007A3249" w:rsidRDefault="007A3249" w:rsidP="006C4ACA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7A3249" w:rsidRDefault="007A3249" w:rsidP="006C4ACA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Screen changes to Person View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100000"/>
            </w:pPr>
          </w:p>
        </w:tc>
      </w:tr>
      <w:tr w:rsidR="007A3249" w:rsidTr="00E64E3D">
        <w:tc>
          <w:tcPr>
            <w:cnfStyle w:val="001000000000"/>
            <w:tcW w:w="1226" w:type="pct"/>
            <w:vMerge/>
          </w:tcPr>
          <w:p w:rsidR="007A3249" w:rsidRDefault="007A3249" w:rsidP="006C4ACA"/>
        </w:tc>
        <w:tc>
          <w:tcPr>
            <w:tcW w:w="655" w:type="pct"/>
            <w:vMerge/>
          </w:tcPr>
          <w:p w:rsidR="007A3249" w:rsidRDefault="007A3249" w:rsidP="006C4ACA">
            <w:pPr>
              <w:pStyle w:val="ListParagraph"/>
              <w:ind w:left="0"/>
              <w:cnfStyle w:val="000000000000"/>
            </w:pPr>
          </w:p>
        </w:tc>
        <w:tc>
          <w:tcPr>
            <w:tcW w:w="858" w:type="pct"/>
          </w:tcPr>
          <w:p w:rsidR="007A3249" w:rsidRDefault="007A3249" w:rsidP="006C4ACA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FB2FA4">
              <w:rPr>
                <w:b/>
              </w:rPr>
              <w:t>Academic records</w:t>
            </w:r>
            <w:r>
              <w:t xml:space="preserve"> button  on Person Tree.</w:t>
            </w:r>
          </w:p>
        </w:tc>
        <w:tc>
          <w:tcPr>
            <w:tcW w:w="650" w:type="pct"/>
          </w:tcPr>
          <w:p w:rsidR="007A3249" w:rsidRDefault="007A3249" w:rsidP="006C4ACA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7A3249" w:rsidRDefault="007A3249" w:rsidP="006C4ACA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Screen Changes to AR view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000000"/>
            </w:pPr>
          </w:p>
        </w:tc>
      </w:tr>
      <w:tr w:rsidR="007A3249" w:rsidTr="00E64E3D">
        <w:trPr>
          <w:cnfStyle w:val="000000100000"/>
        </w:trPr>
        <w:tc>
          <w:tcPr>
            <w:cnfStyle w:val="001000000000"/>
            <w:tcW w:w="1226" w:type="pct"/>
            <w:vMerge/>
          </w:tcPr>
          <w:p w:rsidR="007A3249" w:rsidRDefault="007A3249" w:rsidP="006C4ACA"/>
        </w:tc>
        <w:tc>
          <w:tcPr>
            <w:tcW w:w="655" w:type="pct"/>
            <w:vMerge/>
          </w:tcPr>
          <w:p w:rsidR="007A3249" w:rsidRDefault="007A3249" w:rsidP="006C4ACA">
            <w:pPr>
              <w:pStyle w:val="ListParagraph"/>
              <w:ind w:left="0"/>
              <w:cnfStyle w:val="000000100000"/>
            </w:pPr>
          </w:p>
        </w:tc>
        <w:tc>
          <w:tcPr>
            <w:tcW w:w="858" w:type="pct"/>
          </w:tcPr>
          <w:p w:rsidR="007A3249" w:rsidRDefault="007A3249" w:rsidP="006C4ACA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FB2FA4">
              <w:rPr>
                <w:b/>
              </w:rPr>
              <w:t>Edit</w:t>
            </w:r>
            <w:r>
              <w:t xml:space="preserve"> button </w:t>
            </w:r>
            <w:r>
              <w:lastRenderedPageBreak/>
              <w:t>on the bottom header</w:t>
            </w:r>
            <w:r w:rsidR="00FB2FA4">
              <w:t xml:space="preserve"> (Academic record)</w:t>
            </w:r>
            <w:r>
              <w:t>.</w:t>
            </w:r>
          </w:p>
          <w:p w:rsidR="007A3249" w:rsidRDefault="007A3249" w:rsidP="006C4ACA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7A3249" w:rsidRDefault="007A3249" w:rsidP="006C4ACA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7A3249" w:rsidRDefault="007A3249" w:rsidP="006C4ACA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</w:p>
        </w:tc>
        <w:tc>
          <w:tcPr>
            <w:tcW w:w="339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100000"/>
            </w:pPr>
          </w:p>
        </w:tc>
      </w:tr>
      <w:tr w:rsidR="007A3249" w:rsidTr="00E64E3D">
        <w:tc>
          <w:tcPr>
            <w:cnfStyle w:val="001000000000"/>
            <w:tcW w:w="1226" w:type="pct"/>
            <w:vMerge/>
          </w:tcPr>
          <w:p w:rsidR="007A3249" w:rsidRDefault="007A3249" w:rsidP="006C4ACA"/>
        </w:tc>
        <w:tc>
          <w:tcPr>
            <w:tcW w:w="655" w:type="pct"/>
            <w:vMerge/>
          </w:tcPr>
          <w:p w:rsidR="007A3249" w:rsidRDefault="007A3249" w:rsidP="006C4ACA">
            <w:pPr>
              <w:pStyle w:val="ListParagraph"/>
              <w:ind w:left="0"/>
              <w:cnfStyle w:val="000000000000"/>
            </w:pPr>
          </w:p>
        </w:tc>
        <w:tc>
          <w:tcPr>
            <w:tcW w:w="858" w:type="pct"/>
          </w:tcPr>
          <w:p w:rsidR="007A3249" w:rsidRDefault="007A3249" w:rsidP="006C4ACA">
            <w:pPr>
              <w:pStyle w:val="ListParagraph"/>
              <w:ind w:left="0"/>
              <w:cnfStyle w:val="000000000000"/>
            </w:pPr>
            <w:r>
              <w:t>Enter the data.</w:t>
            </w:r>
          </w:p>
          <w:p w:rsidR="007A3249" w:rsidRDefault="007A3249" w:rsidP="006C4ACA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7A3249" w:rsidRDefault="007A3249" w:rsidP="00BE49A5">
            <w:pPr>
              <w:pStyle w:val="ListParagraph"/>
              <w:ind w:left="0"/>
              <w:cnfStyle w:val="000000000000"/>
            </w:pPr>
            <w:r>
              <w:t>Go to Details tab</w:t>
            </w:r>
          </w:p>
          <w:p w:rsidR="007A3249" w:rsidRDefault="007A3249" w:rsidP="00BE49A5">
            <w:pPr>
              <w:pStyle w:val="ListParagraph"/>
              <w:numPr>
                <w:ilvl w:val="0"/>
                <w:numId w:val="10"/>
              </w:numPr>
              <w:cnfStyle w:val="000000000000"/>
            </w:pPr>
            <w:r>
              <w:t>Source</w:t>
            </w:r>
          </w:p>
          <w:p w:rsidR="007A3249" w:rsidRDefault="007A3249" w:rsidP="00BE49A5">
            <w:pPr>
              <w:pStyle w:val="ListParagraph"/>
              <w:numPr>
                <w:ilvl w:val="0"/>
                <w:numId w:val="10"/>
              </w:numPr>
              <w:cnfStyle w:val="000000000000"/>
            </w:pPr>
            <w:r>
              <w:t>Study Contract</w:t>
            </w:r>
          </w:p>
          <w:p w:rsidR="007A3249" w:rsidRDefault="007A3249" w:rsidP="00BE49A5">
            <w:pPr>
              <w:pStyle w:val="ListParagraph"/>
              <w:numPr>
                <w:ilvl w:val="0"/>
                <w:numId w:val="10"/>
              </w:numPr>
              <w:cnfStyle w:val="000000000000"/>
            </w:pPr>
            <w:r>
              <w:t>Study Contract Component</w:t>
            </w:r>
          </w:p>
          <w:p w:rsidR="007A3249" w:rsidRDefault="007A3249" w:rsidP="00BE49A5">
            <w:pPr>
              <w:pStyle w:val="ListParagraph"/>
              <w:numPr>
                <w:ilvl w:val="0"/>
                <w:numId w:val="10"/>
              </w:numPr>
              <w:cnfStyle w:val="000000000000"/>
            </w:pPr>
            <w:r>
              <w:t>Title</w:t>
            </w:r>
          </w:p>
          <w:p w:rsidR="007A3249" w:rsidRDefault="007A3249" w:rsidP="00BE49A5">
            <w:pPr>
              <w:pStyle w:val="ListParagraph"/>
              <w:numPr>
                <w:ilvl w:val="0"/>
                <w:numId w:val="10"/>
              </w:numPr>
              <w:cnfStyle w:val="000000000000"/>
            </w:pPr>
            <w:r>
              <w:t>This Institute</w:t>
            </w:r>
          </w:p>
          <w:p w:rsidR="007A3249" w:rsidRDefault="007A3249" w:rsidP="00BE49A5">
            <w:pPr>
              <w:pStyle w:val="ListParagraph"/>
              <w:numPr>
                <w:ilvl w:val="0"/>
                <w:numId w:val="10"/>
              </w:numPr>
              <w:cnfStyle w:val="000000000000"/>
            </w:pPr>
            <w:r>
              <w:t>Other RPL Source</w:t>
            </w:r>
          </w:p>
          <w:p w:rsidR="007A3249" w:rsidRDefault="007A3249" w:rsidP="00BE49A5">
            <w:pPr>
              <w:pStyle w:val="ListParagraph"/>
              <w:numPr>
                <w:ilvl w:val="0"/>
                <w:numId w:val="10"/>
              </w:numPr>
              <w:cnfStyle w:val="000000000000"/>
            </w:pPr>
            <w:r>
              <w:t>Main</w:t>
            </w:r>
          </w:p>
          <w:p w:rsidR="007A3249" w:rsidRDefault="007A3249" w:rsidP="00BE49A5">
            <w:pPr>
              <w:pStyle w:val="ListParagraph"/>
              <w:numPr>
                <w:ilvl w:val="0"/>
                <w:numId w:val="10"/>
              </w:numPr>
              <w:cnfStyle w:val="000000000000"/>
            </w:pPr>
            <w:r>
              <w:t>Other</w:t>
            </w:r>
          </w:p>
          <w:p w:rsidR="007A3249" w:rsidRDefault="007A3249" w:rsidP="00BE49A5">
            <w:pPr>
              <w:pStyle w:val="ListParagraph"/>
              <w:numPr>
                <w:ilvl w:val="0"/>
                <w:numId w:val="10"/>
              </w:numPr>
              <w:cnfStyle w:val="000000000000"/>
            </w:pPr>
            <w:r>
              <w:t>Mandatory</w:t>
            </w:r>
          </w:p>
          <w:p w:rsidR="007A3249" w:rsidRDefault="007A3249" w:rsidP="00BE49A5">
            <w:pPr>
              <w:pStyle w:val="ListParagraph"/>
              <w:numPr>
                <w:ilvl w:val="0"/>
                <w:numId w:val="10"/>
              </w:numPr>
              <w:cnfStyle w:val="000000000000"/>
            </w:pPr>
            <w:r>
              <w:t>Comments</w:t>
            </w:r>
          </w:p>
          <w:p w:rsidR="007A3249" w:rsidRDefault="007A3249" w:rsidP="00BE49A5">
            <w:pPr>
              <w:pStyle w:val="ListParagraph"/>
              <w:ind w:left="33"/>
              <w:cnfStyle w:val="000000000000"/>
            </w:pPr>
          </w:p>
          <w:p w:rsidR="007A3249" w:rsidRDefault="007A3249" w:rsidP="00BE49A5">
            <w:pPr>
              <w:pStyle w:val="ListParagraph"/>
              <w:ind w:left="33"/>
              <w:cnfStyle w:val="000000000000"/>
            </w:pPr>
            <w:r>
              <w:t>Go to Results tab</w:t>
            </w:r>
          </w:p>
          <w:p w:rsidR="007A3249" w:rsidRDefault="007A3249" w:rsidP="00BE49A5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Grade-Internal</w:t>
            </w:r>
          </w:p>
          <w:p w:rsidR="007A3249" w:rsidRDefault="007A3249" w:rsidP="00BE49A5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External</w:t>
            </w:r>
          </w:p>
          <w:p w:rsidR="007A3249" w:rsidRDefault="007A3249" w:rsidP="00BE49A5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Result Text</w:t>
            </w:r>
          </w:p>
          <w:p w:rsidR="007A3249" w:rsidRDefault="007A3249" w:rsidP="00BE49A5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Date Awarded</w:t>
            </w:r>
          </w:p>
          <w:p w:rsidR="007A3249" w:rsidRDefault="007A3249" w:rsidP="00BE49A5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Extension</w:t>
            </w:r>
          </w:p>
          <w:p w:rsidR="007A3249" w:rsidRDefault="007A3249" w:rsidP="00BE49A5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Value</w:t>
            </w:r>
          </w:p>
          <w:p w:rsidR="007A3249" w:rsidRDefault="007A3249" w:rsidP="00BE49A5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Awarded</w:t>
            </w:r>
          </w:p>
          <w:p w:rsidR="007A3249" w:rsidRDefault="007A3249" w:rsidP="00BE49A5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Requirement</w:t>
            </w:r>
            <w:r>
              <w:lastRenderedPageBreak/>
              <w:t>s met</w:t>
            </w:r>
          </w:p>
          <w:p w:rsidR="007A3249" w:rsidRDefault="007A3249" w:rsidP="00BE49A5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Requirements Code</w:t>
            </w:r>
          </w:p>
          <w:p w:rsidR="007A3249" w:rsidRDefault="007A3249" w:rsidP="00BE49A5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MOE Completion Code</w:t>
            </w:r>
          </w:p>
          <w:p w:rsidR="007A3249" w:rsidRDefault="007A3249" w:rsidP="00BE49A5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PBRF Course Completion Value.</w:t>
            </w:r>
          </w:p>
          <w:p w:rsidR="007A3249" w:rsidRDefault="007A3249" w:rsidP="00BE49A5">
            <w:pPr>
              <w:cnfStyle w:val="000000000000"/>
            </w:pPr>
          </w:p>
          <w:p w:rsidR="007A3249" w:rsidRDefault="007A3249" w:rsidP="00BE49A5">
            <w:pPr>
              <w:cnfStyle w:val="000000000000"/>
            </w:pPr>
            <w:r>
              <w:t>Go to UDA</w:t>
            </w:r>
          </w:p>
          <w:p w:rsidR="007A3249" w:rsidRDefault="007A3249" w:rsidP="00BE49A5">
            <w:pPr>
              <w:pStyle w:val="ListParagraph"/>
              <w:numPr>
                <w:ilvl w:val="0"/>
                <w:numId w:val="12"/>
              </w:numPr>
              <w:cnfStyle w:val="000000000000"/>
            </w:pPr>
            <w:r>
              <w:t>Academic UDA Char Field 1 – Academic UDA char 10</w:t>
            </w:r>
          </w:p>
          <w:p w:rsidR="007A3249" w:rsidRDefault="007A3249" w:rsidP="00BE49A5">
            <w:pPr>
              <w:pStyle w:val="ListParagraph"/>
              <w:numPr>
                <w:ilvl w:val="0"/>
                <w:numId w:val="12"/>
              </w:numPr>
              <w:cnfStyle w:val="000000000000"/>
            </w:pPr>
            <w:r>
              <w:t>Academic UDA Number Field 1 – Academic UDA Numeric Field 10</w:t>
            </w:r>
          </w:p>
          <w:p w:rsidR="007A3249" w:rsidRDefault="007A3249" w:rsidP="00BE49A5">
            <w:pPr>
              <w:pStyle w:val="ListParagraph"/>
              <w:ind w:left="360"/>
              <w:cnfStyle w:val="000000000000"/>
            </w:pPr>
            <w:r>
              <w:t>Academic UDA Date Field 1</w:t>
            </w:r>
          </w:p>
        </w:tc>
        <w:tc>
          <w:tcPr>
            <w:tcW w:w="550" w:type="pct"/>
          </w:tcPr>
          <w:p w:rsidR="007A3249" w:rsidRDefault="00FB2FA4" w:rsidP="006C4ACA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lastRenderedPageBreak/>
              <w:t>Data is visible in text fields and drop downs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000000"/>
            </w:pPr>
          </w:p>
        </w:tc>
      </w:tr>
      <w:tr w:rsidR="007A3249" w:rsidTr="00E64E3D">
        <w:trPr>
          <w:cnfStyle w:val="000000100000"/>
        </w:trPr>
        <w:tc>
          <w:tcPr>
            <w:cnfStyle w:val="001000000000"/>
            <w:tcW w:w="1226" w:type="pct"/>
            <w:vMerge/>
          </w:tcPr>
          <w:p w:rsidR="007A3249" w:rsidRDefault="007A3249" w:rsidP="006C4ACA"/>
        </w:tc>
        <w:tc>
          <w:tcPr>
            <w:tcW w:w="655" w:type="pct"/>
            <w:vMerge/>
          </w:tcPr>
          <w:p w:rsidR="007A3249" w:rsidRDefault="007A3249" w:rsidP="006C4ACA">
            <w:pPr>
              <w:pStyle w:val="ListParagraph"/>
              <w:ind w:left="0"/>
              <w:cnfStyle w:val="000000100000"/>
            </w:pPr>
          </w:p>
        </w:tc>
        <w:tc>
          <w:tcPr>
            <w:tcW w:w="858" w:type="pct"/>
          </w:tcPr>
          <w:p w:rsidR="007A3249" w:rsidRDefault="007A3249" w:rsidP="006C4ACA">
            <w:pPr>
              <w:pStyle w:val="ListParagraph"/>
              <w:ind w:left="0"/>
              <w:cnfStyle w:val="000000100000"/>
            </w:pPr>
            <w:r>
              <w:t xml:space="preserve">Click </w:t>
            </w:r>
            <w:r w:rsidR="00FB2FA4">
              <w:t xml:space="preserve">on </w:t>
            </w:r>
            <w:r w:rsidRPr="00FB2FA4">
              <w:rPr>
                <w:b/>
              </w:rPr>
              <w:t>Save</w:t>
            </w:r>
            <w:r w:rsidR="00FB2FA4">
              <w:t xml:space="preserve"> button</w:t>
            </w:r>
            <w:r>
              <w:t>.</w:t>
            </w:r>
          </w:p>
        </w:tc>
        <w:tc>
          <w:tcPr>
            <w:tcW w:w="650" w:type="pct"/>
          </w:tcPr>
          <w:p w:rsidR="007A3249" w:rsidRDefault="007A3249" w:rsidP="006C4ACA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7A3249" w:rsidRDefault="007A3249" w:rsidP="006C4ACA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Miscellaneous Academic Record Updated Successfully.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100000"/>
            </w:pPr>
          </w:p>
        </w:tc>
      </w:tr>
      <w:tr w:rsidR="007A3249" w:rsidTr="00E64E3D">
        <w:tc>
          <w:tcPr>
            <w:cnfStyle w:val="001000000000"/>
            <w:tcW w:w="1226" w:type="pct"/>
            <w:vMerge w:val="restart"/>
          </w:tcPr>
          <w:p w:rsidR="007A3249" w:rsidRPr="007A3249" w:rsidRDefault="007A3249" w:rsidP="007A3249">
            <w:pPr>
              <w:pStyle w:val="Heading3"/>
              <w:outlineLvl w:val="2"/>
            </w:pPr>
            <w:bookmarkStart w:id="16" w:name="_Toc360806058"/>
            <w:r w:rsidRPr="007A3249">
              <w:lastRenderedPageBreak/>
              <w:t>5.4.3</w:t>
            </w:r>
            <w:bookmarkStart w:id="17" w:name="DeleteAR"/>
            <w:r>
              <w:t xml:space="preserve"> </w:t>
            </w:r>
            <w:r w:rsidRPr="007A3249">
              <w:t xml:space="preserve">Delete </w:t>
            </w:r>
            <w:bookmarkEnd w:id="17"/>
            <w:r w:rsidRPr="007A3249">
              <w:t>Miscellaneous Academic Record (Academic Record)</w:t>
            </w:r>
            <w:bookmarkEnd w:id="16"/>
          </w:p>
        </w:tc>
        <w:tc>
          <w:tcPr>
            <w:tcW w:w="655" w:type="pct"/>
            <w:vMerge w:val="restart"/>
          </w:tcPr>
          <w:p w:rsidR="00FB2FA4" w:rsidRDefault="00FB2FA4" w:rsidP="00FB2FA4">
            <w:pPr>
              <w:pStyle w:val="ListParagraph"/>
              <w:ind w:left="0"/>
              <w:cnfStyle w:val="000000000000"/>
              <w:rPr>
                <w:b/>
              </w:rPr>
            </w:pPr>
            <w:r>
              <w:t xml:space="preserve">Must have existing student record. To create a student record refer to the following </w:t>
            </w:r>
            <w:r w:rsidRPr="00161BD5">
              <w:t>test case</w:t>
            </w:r>
            <w:r w:rsidRPr="002768B5">
              <w:rPr>
                <w:b/>
              </w:rPr>
              <w:t xml:space="preserve"> </w:t>
            </w:r>
          </w:p>
          <w:p w:rsidR="00FB2FA4" w:rsidRDefault="00FB2FA4" w:rsidP="00FB2FA4">
            <w:pPr>
              <w:pStyle w:val="ListParagraph"/>
              <w:numPr>
                <w:ilvl w:val="0"/>
                <w:numId w:val="18"/>
              </w:numPr>
              <w:cnfStyle w:val="000000000000"/>
              <w:rPr>
                <w:b/>
              </w:rPr>
            </w:pPr>
            <w:r w:rsidRPr="008C6902">
              <w:rPr>
                <w:b/>
              </w:rPr>
              <w:t xml:space="preserve">4.1.1 </w:t>
            </w:r>
            <w:r w:rsidRPr="008C6902">
              <w:t>Add Student</w:t>
            </w:r>
          </w:p>
          <w:p w:rsidR="007A3249" w:rsidRDefault="007A3249" w:rsidP="006C4ACA">
            <w:pPr>
              <w:pStyle w:val="ListParagraph"/>
              <w:ind w:left="0"/>
              <w:cnfStyle w:val="000000000000"/>
            </w:pPr>
          </w:p>
          <w:p w:rsidR="00FB2FA4" w:rsidRDefault="00FB2FA4" w:rsidP="00FB2FA4">
            <w:pPr>
              <w:pStyle w:val="ListParagraph"/>
              <w:ind w:left="0"/>
              <w:cnfStyle w:val="000000000000"/>
            </w:pPr>
            <w:r>
              <w:t>Must have existing Academic record. Refer to the following test case</w:t>
            </w:r>
          </w:p>
          <w:p w:rsidR="00FB2FA4" w:rsidRDefault="00677884" w:rsidP="00FB2FA4">
            <w:pPr>
              <w:pStyle w:val="ListParagraph"/>
              <w:numPr>
                <w:ilvl w:val="0"/>
                <w:numId w:val="18"/>
              </w:numPr>
              <w:cnfStyle w:val="000000000000"/>
            </w:pPr>
            <w:hyperlink w:anchor="_5.4.1_Add_Miscellaneous" w:history="1">
              <w:r w:rsidR="00FB2FA4" w:rsidRPr="00FB2FA4">
                <w:rPr>
                  <w:rStyle w:val="Hyperlink"/>
                </w:rPr>
                <w:t>5.4.1 Add Miscellaneous Academic record</w:t>
              </w:r>
            </w:hyperlink>
          </w:p>
          <w:p w:rsidR="007A3249" w:rsidRDefault="007A3249" w:rsidP="006C4ACA">
            <w:pPr>
              <w:pStyle w:val="ListParagraph"/>
              <w:ind w:left="0"/>
              <w:cnfStyle w:val="000000000000"/>
            </w:pPr>
          </w:p>
          <w:p w:rsidR="007A3249" w:rsidRDefault="007A3249" w:rsidP="00643BED">
            <w:pPr>
              <w:pStyle w:val="ListParagraph"/>
              <w:ind w:left="0"/>
              <w:cnfStyle w:val="000000000000"/>
            </w:pPr>
            <w:r>
              <w:t xml:space="preserve">Must have security access to </w:t>
            </w:r>
          </w:p>
          <w:p w:rsidR="007A3249" w:rsidRDefault="007A3249" w:rsidP="00643BED">
            <w:pPr>
              <w:pStyle w:val="ListParagraph"/>
              <w:numPr>
                <w:ilvl w:val="0"/>
                <w:numId w:val="15"/>
              </w:numPr>
              <w:cnfStyle w:val="000000000000"/>
            </w:pPr>
            <w:r>
              <w:t>Client</w:t>
            </w:r>
          </w:p>
          <w:p w:rsidR="007A3249" w:rsidRDefault="007A3249" w:rsidP="00FB2FA4">
            <w:pPr>
              <w:pStyle w:val="ListParagraph"/>
              <w:ind w:left="502"/>
              <w:cnfStyle w:val="000000000000"/>
            </w:pPr>
          </w:p>
        </w:tc>
        <w:tc>
          <w:tcPr>
            <w:tcW w:w="858" w:type="pct"/>
          </w:tcPr>
          <w:p w:rsidR="007A3249" w:rsidRDefault="007A3249" w:rsidP="006C4ACA">
            <w:pPr>
              <w:pStyle w:val="ListParagraph"/>
              <w:ind w:left="0"/>
              <w:cnfStyle w:val="000000000000"/>
            </w:pPr>
            <w:r>
              <w:t>Go to Client Module</w:t>
            </w:r>
          </w:p>
        </w:tc>
        <w:tc>
          <w:tcPr>
            <w:tcW w:w="650" w:type="pct"/>
          </w:tcPr>
          <w:p w:rsidR="007A3249" w:rsidRDefault="007A3249" w:rsidP="006C4ACA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7A3249" w:rsidRDefault="007A3249" w:rsidP="006C4ACA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Client Module is loaded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000000"/>
            </w:pPr>
          </w:p>
        </w:tc>
      </w:tr>
      <w:tr w:rsidR="007A3249" w:rsidTr="00E64E3D">
        <w:trPr>
          <w:cnfStyle w:val="000000100000"/>
        </w:trPr>
        <w:tc>
          <w:tcPr>
            <w:cnfStyle w:val="001000000000"/>
            <w:tcW w:w="1226" w:type="pct"/>
            <w:vMerge/>
          </w:tcPr>
          <w:p w:rsidR="007A3249" w:rsidRDefault="007A3249" w:rsidP="006C4ACA"/>
        </w:tc>
        <w:tc>
          <w:tcPr>
            <w:tcW w:w="655" w:type="pct"/>
            <w:vMerge/>
          </w:tcPr>
          <w:p w:rsidR="007A3249" w:rsidRDefault="007A3249" w:rsidP="006C4ACA">
            <w:pPr>
              <w:pStyle w:val="ListParagraph"/>
              <w:ind w:left="0"/>
              <w:cnfStyle w:val="000000100000"/>
            </w:pPr>
          </w:p>
        </w:tc>
        <w:tc>
          <w:tcPr>
            <w:tcW w:w="858" w:type="pct"/>
          </w:tcPr>
          <w:p w:rsidR="007A3249" w:rsidRDefault="007A3249" w:rsidP="006C4ACA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650" w:type="pct"/>
          </w:tcPr>
          <w:p w:rsidR="007A3249" w:rsidRDefault="007A3249" w:rsidP="00BE49A5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Surname</w:t>
            </w:r>
          </w:p>
          <w:p w:rsidR="007A3249" w:rsidRDefault="007A3249" w:rsidP="00BE49A5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first name</w:t>
            </w:r>
          </w:p>
          <w:p w:rsidR="007A3249" w:rsidRDefault="007A3249" w:rsidP="00BE49A5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Student ID</w:t>
            </w:r>
          </w:p>
          <w:p w:rsidR="007A3249" w:rsidRDefault="007A3249" w:rsidP="00FB2FA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DOB</w:t>
            </w:r>
          </w:p>
        </w:tc>
        <w:tc>
          <w:tcPr>
            <w:tcW w:w="550" w:type="pct"/>
          </w:tcPr>
          <w:p w:rsidR="007A3249" w:rsidRDefault="00FB2FA4" w:rsidP="006C4ACA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Data is visible in text fields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100000"/>
            </w:pPr>
          </w:p>
        </w:tc>
      </w:tr>
      <w:tr w:rsidR="007A3249" w:rsidTr="00E64E3D">
        <w:tc>
          <w:tcPr>
            <w:cnfStyle w:val="001000000000"/>
            <w:tcW w:w="1226" w:type="pct"/>
            <w:vMerge/>
          </w:tcPr>
          <w:p w:rsidR="007A3249" w:rsidRDefault="007A3249" w:rsidP="006C4ACA"/>
        </w:tc>
        <w:tc>
          <w:tcPr>
            <w:tcW w:w="655" w:type="pct"/>
            <w:vMerge/>
          </w:tcPr>
          <w:p w:rsidR="007A3249" w:rsidRDefault="007A3249" w:rsidP="006C4ACA">
            <w:pPr>
              <w:pStyle w:val="ListParagraph"/>
              <w:ind w:left="0"/>
              <w:cnfStyle w:val="000000000000"/>
            </w:pPr>
          </w:p>
        </w:tc>
        <w:tc>
          <w:tcPr>
            <w:tcW w:w="858" w:type="pct"/>
          </w:tcPr>
          <w:p w:rsidR="007A3249" w:rsidRDefault="007A3249" w:rsidP="006C4ACA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FB2FA4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650" w:type="pct"/>
          </w:tcPr>
          <w:p w:rsidR="007A3249" w:rsidRDefault="007A3249" w:rsidP="006C4ACA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7A3249" w:rsidRDefault="007A3249" w:rsidP="006C4ACA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Search displays the list of persons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000000"/>
            </w:pPr>
          </w:p>
        </w:tc>
      </w:tr>
      <w:tr w:rsidR="007A3249" w:rsidTr="00E64E3D">
        <w:trPr>
          <w:cnfStyle w:val="000000100000"/>
        </w:trPr>
        <w:tc>
          <w:tcPr>
            <w:cnfStyle w:val="001000000000"/>
            <w:tcW w:w="1226" w:type="pct"/>
            <w:vMerge/>
          </w:tcPr>
          <w:p w:rsidR="007A3249" w:rsidRDefault="007A3249" w:rsidP="006C4ACA"/>
        </w:tc>
        <w:tc>
          <w:tcPr>
            <w:tcW w:w="655" w:type="pct"/>
            <w:vMerge/>
          </w:tcPr>
          <w:p w:rsidR="007A3249" w:rsidRDefault="007A3249" w:rsidP="006C4ACA">
            <w:pPr>
              <w:pStyle w:val="ListParagraph"/>
              <w:ind w:left="0"/>
              <w:cnfStyle w:val="000000100000"/>
            </w:pPr>
          </w:p>
        </w:tc>
        <w:tc>
          <w:tcPr>
            <w:tcW w:w="858" w:type="pct"/>
          </w:tcPr>
          <w:p w:rsidR="007A3249" w:rsidRDefault="007A3249" w:rsidP="006C4ACA">
            <w:pPr>
              <w:pStyle w:val="ListParagraph"/>
              <w:ind w:left="0"/>
              <w:cnfStyle w:val="000000100000"/>
            </w:pPr>
            <w:r>
              <w:t>Double click on Selected Person</w:t>
            </w:r>
          </w:p>
        </w:tc>
        <w:tc>
          <w:tcPr>
            <w:tcW w:w="650" w:type="pct"/>
          </w:tcPr>
          <w:p w:rsidR="007A3249" w:rsidRDefault="007A3249" w:rsidP="006C4ACA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7A3249" w:rsidRDefault="007A3249" w:rsidP="006C4ACA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Screen changes to person view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100000"/>
            </w:pPr>
          </w:p>
        </w:tc>
      </w:tr>
      <w:tr w:rsidR="007A3249" w:rsidTr="00E64E3D">
        <w:tc>
          <w:tcPr>
            <w:cnfStyle w:val="001000000000"/>
            <w:tcW w:w="1226" w:type="pct"/>
            <w:vMerge/>
          </w:tcPr>
          <w:p w:rsidR="007A3249" w:rsidRDefault="007A3249" w:rsidP="006C4ACA"/>
        </w:tc>
        <w:tc>
          <w:tcPr>
            <w:tcW w:w="655" w:type="pct"/>
            <w:vMerge/>
          </w:tcPr>
          <w:p w:rsidR="007A3249" w:rsidRDefault="007A3249" w:rsidP="006C4ACA">
            <w:pPr>
              <w:pStyle w:val="ListParagraph"/>
              <w:ind w:left="0"/>
              <w:cnfStyle w:val="000000000000"/>
            </w:pPr>
          </w:p>
        </w:tc>
        <w:tc>
          <w:tcPr>
            <w:tcW w:w="858" w:type="pct"/>
          </w:tcPr>
          <w:p w:rsidR="007A3249" w:rsidRDefault="007A3249" w:rsidP="006C4ACA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FB2FA4">
              <w:rPr>
                <w:b/>
              </w:rPr>
              <w:t>Academic records</w:t>
            </w:r>
            <w:r>
              <w:t xml:space="preserve"> button  on Person Tree.</w:t>
            </w:r>
          </w:p>
        </w:tc>
        <w:tc>
          <w:tcPr>
            <w:tcW w:w="650" w:type="pct"/>
          </w:tcPr>
          <w:p w:rsidR="007A3249" w:rsidRDefault="007A3249" w:rsidP="006C4ACA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7A3249" w:rsidRDefault="007A3249" w:rsidP="006C4ACA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Screen changes to AR View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000000"/>
            </w:pPr>
          </w:p>
        </w:tc>
      </w:tr>
      <w:tr w:rsidR="007A3249" w:rsidTr="00E64E3D">
        <w:trPr>
          <w:cnfStyle w:val="000000100000"/>
        </w:trPr>
        <w:tc>
          <w:tcPr>
            <w:cnfStyle w:val="001000000000"/>
            <w:tcW w:w="1226" w:type="pct"/>
            <w:vMerge/>
          </w:tcPr>
          <w:p w:rsidR="007A3249" w:rsidRDefault="007A3249" w:rsidP="006C4ACA"/>
        </w:tc>
        <w:tc>
          <w:tcPr>
            <w:tcW w:w="655" w:type="pct"/>
            <w:vMerge/>
          </w:tcPr>
          <w:p w:rsidR="007A3249" w:rsidRDefault="007A3249" w:rsidP="006C4ACA">
            <w:pPr>
              <w:pStyle w:val="ListParagraph"/>
              <w:ind w:left="0"/>
              <w:cnfStyle w:val="000000100000"/>
            </w:pPr>
          </w:p>
        </w:tc>
        <w:tc>
          <w:tcPr>
            <w:tcW w:w="858" w:type="pct"/>
          </w:tcPr>
          <w:p w:rsidR="007A3249" w:rsidRDefault="007A3249" w:rsidP="006C4ACA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FB2FA4">
              <w:rPr>
                <w:b/>
              </w:rPr>
              <w:t>Delete button</w:t>
            </w:r>
            <w:r w:rsidR="00FB2FA4">
              <w:t xml:space="preserve"> on the bottom header (Academic Records).</w:t>
            </w:r>
          </w:p>
          <w:p w:rsidR="007A3249" w:rsidRDefault="007A3249" w:rsidP="006C4ACA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7A3249" w:rsidRDefault="007A3249" w:rsidP="006C4ACA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7A3249" w:rsidRDefault="00FB2FA4" w:rsidP="006C4ACA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 xml:space="preserve">A </w:t>
            </w:r>
            <w:r w:rsidR="007A3249">
              <w:rPr>
                <w:rFonts w:eastAsia="Times New Roman" w:cs="Times New Roman"/>
                <w:lang w:eastAsia="en-NZ"/>
              </w:rPr>
              <w:t>Confirmation popup message appears on the Screen</w:t>
            </w:r>
            <w:r>
              <w:rPr>
                <w:rFonts w:eastAsia="Times New Roman" w:cs="Times New Roman"/>
                <w:lang w:eastAsia="en-NZ"/>
              </w:rPr>
              <w:t xml:space="preserve"> asking user to confirm the deletion</w:t>
            </w:r>
            <w:r w:rsidR="007A3249">
              <w:rPr>
                <w:rFonts w:eastAsia="Times New Roman" w:cs="Times New Roman"/>
                <w:lang w:eastAsia="en-NZ"/>
              </w:rPr>
              <w:t>.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100000"/>
            </w:pPr>
          </w:p>
        </w:tc>
      </w:tr>
      <w:tr w:rsidR="007A3249" w:rsidTr="00E64E3D">
        <w:trPr>
          <w:trHeight w:val="429"/>
        </w:trPr>
        <w:tc>
          <w:tcPr>
            <w:cnfStyle w:val="001000000000"/>
            <w:tcW w:w="1226" w:type="pct"/>
            <w:vMerge/>
          </w:tcPr>
          <w:p w:rsidR="007A3249" w:rsidRDefault="007A3249" w:rsidP="006C4ACA"/>
        </w:tc>
        <w:tc>
          <w:tcPr>
            <w:tcW w:w="655" w:type="pct"/>
            <w:vMerge/>
          </w:tcPr>
          <w:p w:rsidR="007A3249" w:rsidRDefault="007A3249" w:rsidP="006C4ACA">
            <w:pPr>
              <w:pStyle w:val="ListParagraph"/>
              <w:ind w:left="0"/>
              <w:cnfStyle w:val="000000000000"/>
            </w:pPr>
          </w:p>
        </w:tc>
        <w:tc>
          <w:tcPr>
            <w:tcW w:w="858" w:type="pct"/>
          </w:tcPr>
          <w:p w:rsidR="007A3249" w:rsidRDefault="007A3249" w:rsidP="006C4ACA">
            <w:pPr>
              <w:pStyle w:val="ListParagraph"/>
              <w:ind w:left="0"/>
              <w:cnfStyle w:val="000000000000"/>
            </w:pPr>
            <w:r>
              <w:t xml:space="preserve">Say </w:t>
            </w:r>
            <w:r w:rsidRPr="004949E5">
              <w:rPr>
                <w:b/>
              </w:rPr>
              <w:t>Yes</w:t>
            </w:r>
            <w:r>
              <w:t xml:space="preserve"> on the confirmation message.</w:t>
            </w:r>
          </w:p>
          <w:p w:rsidR="007A3249" w:rsidRDefault="007A3249" w:rsidP="006C4ACA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7A3249" w:rsidRDefault="007A3249" w:rsidP="006C4ACA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7A3249" w:rsidRDefault="007A3249" w:rsidP="006C4ACA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Miscellaneous Academic Record deleted successfully.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000000"/>
            </w:pPr>
          </w:p>
        </w:tc>
      </w:tr>
      <w:tr w:rsidR="007A3249" w:rsidTr="00E64E3D">
        <w:trPr>
          <w:cnfStyle w:val="000000100000"/>
        </w:trPr>
        <w:tc>
          <w:tcPr>
            <w:cnfStyle w:val="001000000000"/>
            <w:tcW w:w="1226" w:type="pct"/>
            <w:vMerge w:val="restart"/>
          </w:tcPr>
          <w:p w:rsidR="007A3249" w:rsidRPr="007A3249" w:rsidRDefault="007A3249" w:rsidP="007A3249">
            <w:pPr>
              <w:pStyle w:val="Heading3"/>
              <w:outlineLvl w:val="2"/>
            </w:pPr>
            <w:bookmarkStart w:id="18" w:name="_Toc360806059"/>
            <w:r w:rsidRPr="007A3249">
              <w:lastRenderedPageBreak/>
              <w:t>5.5</w:t>
            </w:r>
            <w:bookmarkStart w:id="19" w:name="ChangeStatus"/>
            <w:r>
              <w:t xml:space="preserve"> </w:t>
            </w:r>
            <w:r w:rsidRPr="007A3249">
              <w:t xml:space="preserve">Change </w:t>
            </w:r>
            <w:bookmarkEnd w:id="19"/>
            <w:r w:rsidRPr="007A3249">
              <w:t>status</w:t>
            </w:r>
            <w:bookmarkEnd w:id="18"/>
          </w:p>
        </w:tc>
        <w:tc>
          <w:tcPr>
            <w:tcW w:w="655" w:type="pct"/>
            <w:vMerge w:val="restart"/>
          </w:tcPr>
          <w:p w:rsidR="00FB2FA4" w:rsidRDefault="00FB2FA4" w:rsidP="00FB2FA4">
            <w:pPr>
              <w:pStyle w:val="ListParagraph"/>
              <w:ind w:left="0"/>
              <w:cnfStyle w:val="000000100000"/>
              <w:rPr>
                <w:b/>
              </w:rPr>
            </w:pPr>
            <w:r>
              <w:t xml:space="preserve">Must have existing student record. To create a student record refer to the following </w:t>
            </w:r>
            <w:r w:rsidRPr="00161BD5">
              <w:t>test case</w:t>
            </w:r>
            <w:r w:rsidRPr="002768B5">
              <w:rPr>
                <w:b/>
              </w:rPr>
              <w:t xml:space="preserve"> </w:t>
            </w:r>
          </w:p>
          <w:p w:rsidR="00FB2FA4" w:rsidRDefault="00FB2FA4" w:rsidP="00FB2FA4">
            <w:pPr>
              <w:pStyle w:val="ListParagraph"/>
              <w:numPr>
                <w:ilvl w:val="0"/>
                <w:numId w:val="18"/>
              </w:numPr>
              <w:cnfStyle w:val="000000100000"/>
              <w:rPr>
                <w:b/>
              </w:rPr>
            </w:pPr>
            <w:r w:rsidRPr="008C6902">
              <w:rPr>
                <w:b/>
              </w:rPr>
              <w:t xml:space="preserve">4.1.1 </w:t>
            </w:r>
            <w:r w:rsidRPr="008C6902">
              <w:t>Add Student</w:t>
            </w:r>
          </w:p>
          <w:p w:rsidR="00FB2FA4" w:rsidRDefault="00FB2FA4" w:rsidP="00FB2FA4">
            <w:pPr>
              <w:pStyle w:val="ListParagraph"/>
              <w:ind w:left="0"/>
              <w:cnfStyle w:val="000000100000"/>
            </w:pPr>
          </w:p>
          <w:p w:rsidR="00FB2FA4" w:rsidRDefault="00FB2FA4" w:rsidP="00FB2FA4">
            <w:pPr>
              <w:pStyle w:val="ListParagraph"/>
              <w:ind w:left="0"/>
              <w:cnfStyle w:val="000000100000"/>
            </w:pPr>
            <w:r>
              <w:t>Must have existing Academic record. Refer to the following test case</w:t>
            </w:r>
          </w:p>
          <w:p w:rsidR="00FB2FA4" w:rsidRDefault="00677884" w:rsidP="00FB2FA4">
            <w:pPr>
              <w:pStyle w:val="ListParagraph"/>
              <w:numPr>
                <w:ilvl w:val="0"/>
                <w:numId w:val="18"/>
              </w:numPr>
              <w:cnfStyle w:val="000000100000"/>
            </w:pPr>
            <w:hyperlink w:anchor="_5.4.1_Add_Miscellaneous" w:history="1">
              <w:r w:rsidR="00FB2FA4" w:rsidRPr="00FB2FA4">
                <w:rPr>
                  <w:rStyle w:val="Hyperlink"/>
                </w:rPr>
                <w:t>5.4.1 Add Miscellaneous Academic record</w:t>
              </w:r>
            </w:hyperlink>
          </w:p>
          <w:p w:rsidR="007A3249" w:rsidRDefault="007A3249" w:rsidP="006C4ACA">
            <w:pPr>
              <w:pStyle w:val="ListParagraph"/>
              <w:ind w:left="0"/>
              <w:cnfStyle w:val="000000100000"/>
            </w:pPr>
          </w:p>
          <w:p w:rsidR="007A3249" w:rsidRDefault="007A3249" w:rsidP="006C4ACA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7A3249" w:rsidRDefault="007A3249" w:rsidP="004949E5">
            <w:pPr>
              <w:pStyle w:val="ListParagraph"/>
              <w:numPr>
                <w:ilvl w:val="0"/>
                <w:numId w:val="15"/>
              </w:numPr>
              <w:cnfStyle w:val="000000100000"/>
            </w:pPr>
            <w:r>
              <w:t>Client</w:t>
            </w:r>
          </w:p>
          <w:p w:rsidR="007A3249" w:rsidRDefault="007A3249" w:rsidP="00FB2FA4">
            <w:pPr>
              <w:pStyle w:val="ListParagraph"/>
              <w:ind w:left="502"/>
              <w:cnfStyle w:val="000000100000"/>
            </w:pPr>
          </w:p>
        </w:tc>
        <w:tc>
          <w:tcPr>
            <w:tcW w:w="858" w:type="pct"/>
          </w:tcPr>
          <w:p w:rsidR="007A3249" w:rsidRDefault="007A3249" w:rsidP="006C4ACA">
            <w:pPr>
              <w:pStyle w:val="ListParagraph"/>
              <w:ind w:left="0"/>
              <w:cnfStyle w:val="000000100000"/>
            </w:pPr>
            <w:r>
              <w:t>Go to client Module</w:t>
            </w:r>
          </w:p>
        </w:tc>
        <w:tc>
          <w:tcPr>
            <w:tcW w:w="650" w:type="pct"/>
          </w:tcPr>
          <w:p w:rsidR="007A3249" w:rsidRDefault="007A3249" w:rsidP="006C4ACA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7A3249" w:rsidRDefault="007A3249" w:rsidP="006C4ACA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Client Module is loaded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100000"/>
            </w:pPr>
          </w:p>
        </w:tc>
      </w:tr>
      <w:tr w:rsidR="007A3249" w:rsidTr="00E64E3D">
        <w:tc>
          <w:tcPr>
            <w:cnfStyle w:val="001000000000"/>
            <w:tcW w:w="1226" w:type="pct"/>
            <w:vMerge/>
          </w:tcPr>
          <w:p w:rsidR="007A3249" w:rsidRDefault="007A3249" w:rsidP="006C4ACA"/>
        </w:tc>
        <w:tc>
          <w:tcPr>
            <w:tcW w:w="655" w:type="pct"/>
            <w:vMerge/>
          </w:tcPr>
          <w:p w:rsidR="007A3249" w:rsidRDefault="007A3249" w:rsidP="006C4ACA">
            <w:pPr>
              <w:pStyle w:val="ListParagraph"/>
              <w:ind w:left="0"/>
              <w:cnfStyle w:val="000000000000"/>
            </w:pPr>
          </w:p>
        </w:tc>
        <w:tc>
          <w:tcPr>
            <w:tcW w:w="858" w:type="pct"/>
          </w:tcPr>
          <w:p w:rsidR="007A3249" w:rsidRDefault="007A3249" w:rsidP="006C4ACA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650" w:type="pct"/>
          </w:tcPr>
          <w:p w:rsidR="007A3249" w:rsidRDefault="007A3249" w:rsidP="00A41B81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000000"/>
            </w:pPr>
            <w:r>
              <w:t>Surname</w:t>
            </w:r>
          </w:p>
          <w:p w:rsidR="007A3249" w:rsidRDefault="007A3249" w:rsidP="00A41B81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000000"/>
            </w:pPr>
            <w:r>
              <w:t>first name</w:t>
            </w:r>
          </w:p>
          <w:p w:rsidR="007A3249" w:rsidRDefault="007A3249" w:rsidP="00A41B81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000000"/>
            </w:pPr>
            <w:r>
              <w:t>Student ID</w:t>
            </w:r>
          </w:p>
          <w:p w:rsidR="007A3249" w:rsidRDefault="007A3249" w:rsidP="00FB2FA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000000"/>
            </w:pPr>
            <w:r>
              <w:t>DOB</w:t>
            </w:r>
          </w:p>
        </w:tc>
        <w:tc>
          <w:tcPr>
            <w:tcW w:w="550" w:type="pct"/>
          </w:tcPr>
          <w:p w:rsidR="007A3249" w:rsidRDefault="007A3249" w:rsidP="006C4ACA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Data is visible in text fields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000000"/>
            </w:pPr>
          </w:p>
        </w:tc>
      </w:tr>
      <w:tr w:rsidR="007A3249" w:rsidTr="00E64E3D">
        <w:trPr>
          <w:cnfStyle w:val="000000100000"/>
        </w:trPr>
        <w:tc>
          <w:tcPr>
            <w:cnfStyle w:val="001000000000"/>
            <w:tcW w:w="1226" w:type="pct"/>
            <w:vMerge/>
          </w:tcPr>
          <w:p w:rsidR="007A3249" w:rsidRDefault="007A3249" w:rsidP="006C4ACA"/>
        </w:tc>
        <w:tc>
          <w:tcPr>
            <w:tcW w:w="655" w:type="pct"/>
            <w:vMerge/>
          </w:tcPr>
          <w:p w:rsidR="007A3249" w:rsidRDefault="007A3249" w:rsidP="006C4ACA">
            <w:pPr>
              <w:pStyle w:val="ListParagraph"/>
              <w:ind w:left="0"/>
              <w:cnfStyle w:val="000000100000"/>
            </w:pPr>
          </w:p>
        </w:tc>
        <w:tc>
          <w:tcPr>
            <w:tcW w:w="858" w:type="pct"/>
          </w:tcPr>
          <w:p w:rsidR="007A3249" w:rsidRDefault="007A3249" w:rsidP="00CC48DB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CC48DB">
              <w:rPr>
                <w:b/>
              </w:rPr>
              <w:t>Search</w:t>
            </w:r>
            <w:r>
              <w:t xml:space="preserve"> </w:t>
            </w:r>
            <w:r w:rsidR="00CC48DB">
              <w:t>b</w:t>
            </w:r>
            <w:r>
              <w:t>utton</w:t>
            </w:r>
          </w:p>
        </w:tc>
        <w:tc>
          <w:tcPr>
            <w:tcW w:w="650" w:type="pct"/>
          </w:tcPr>
          <w:p w:rsidR="007A3249" w:rsidRDefault="007A3249" w:rsidP="006C4ACA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7A3249" w:rsidRDefault="007A3249" w:rsidP="006C4ACA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Search displays a list of persons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100000"/>
            </w:pPr>
          </w:p>
        </w:tc>
      </w:tr>
      <w:tr w:rsidR="007A3249" w:rsidTr="00E64E3D">
        <w:tc>
          <w:tcPr>
            <w:cnfStyle w:val="001000000000"/>
            <w:tcW w:w="1226" w:type="pct"/>
            <w:vMerge/>
          </w:tcPr>
          <w:p w:rsidR="007A3249" w:rsidRDefault="007A3249" w:rsidP="006C4ACA"/>
        </w:tc>
        <w:tc>
          <w:tcPr>
            <w:tcW w:w="655" w:type="pct"/>
            <w:vMerge/>
          </w:tcPr>
          <w:p w:rsidR="007A3249" w:rsidRDefault="007A3249" w:rsidP="006C4ACA">
            <w:pPr>
              <w:pStyle w:val="ListParagraph"/>
              <w:ind w:left="0"/>
              <w:cnfStyle w:val="000000000000"/>
            </w:pPr>
          </w:p>
        </w:tc>
        <w:tc>
          <w:tcPr>
            <w:tcW w:w="858" w:type="pct"/>
          </w:tcPr>
          <w:p w:rsidR="007A3249" w:rsidRDefault="007A3249" w:rsidP="006C4ACA">
            <w:pPr>
              <w:pStyle w:val="ListParagraph"/>
              <w:ind w:left="0"/>
              <w:cnfStyle w:val="000000000000"/>
            </w:pPr>
            <w:r>
              <w:t>Double Click on the selected student</w:t>
            </w:r>
          </w:p>
        </w:tc>
        <w:tc>
          <w:tcPr>
            <w:tcW w:w="650" w:type="pct"/>
          </w:tcPr>
          <w:p w:rsidR="007A3249" w:rsidRDefault="007A3249" w:rsidP="006C4ACA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7A3249" w:rsidRDefault="007A3249" w:rsidP="006C4ACA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Screen changes to Person View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000000"/>
            </w:pPr>
          </w:p>
        </w:tc>
      </w:tr>
      <w:tr w:rsidR="007A3249" w:rsidTr="00E64E3D">
        <w:trPr>
          <w:cnfStyle w:val="000000100000"/>
        </w:trPr>
        <w:tc>
          <w:tcPr>
            <w:cnfStyle w:val="001000000000"/>
            <w:tcW w:w="1226" w:type="pct"/>
            <w:vMerge/>
          </w:tcPr>
          <w:p w:rsidR="007A3249" w:rsidRDefault="007A3249" w:rsidP="006C4ACA"/>
        </w:tc>
        <w:tc>
          <w:tcPr>
            <w:tcW w:w="655" w:type="pct"/>
            <w:vMerge/>
          </w:tcPr>
          <w:p w:rsidR="007A3249" w:rsidRDefault="007A3249" w:rsidP="006C4ACA">
            <w:pPr>
              <w:pStyle w:val="ListParagraph"/>
              <w:ind w:left="0"/>
              <w:cnfStyle w:val="000000100000"/>
            </w:pPr>
          </w:p>
        </w:tc>
        <w:tc>
          <w:tcPr>
            <w:tcW w:w="858" w:type="pct"/>
          </w:tcPr>
          <w:p w:rsidR="007A3249" w:rsidRDefault="007A3249" w:rsidP="006C4ACA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CC48DB">
              <w:rPr>
                <w:b/>
              </w:rPr>
              <w:t>Academic Records</w:t>
            </w:r>
            <w:r>
              <w:t xml:space="preserve"> button on person tree</w:t>
            </w:r>
          </w:p>
        </w:tc>
        <w:tc>
          <w:tcPr>
            <w:tcW w:w="650" w:type="pct"/>
          </w:tcPr>
          <w:p w:rsidR="007A3249" w:rsidRDefault="007A3249" w:rsidP="006C4ACA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7A3249" w:rsidRDefault="007A3249" w:rsidP="006C4ACA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Screen changes to AR view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100000"/>
            </w:pPr>
          </w:p>
        </w:tc>
      </w:tr>
      <w:tr w:rsidR="007A3249" w:rsidTr="00E64E3D">
        <w:tc>
          <w:tcPr>
            <w:cnfStyle w:val="001000000000"/>
            <w:tcW w:w="1226" w:type="pct"/>
            <w:vMerge/>
          </w:tcPr>
          <w:p w:rsidR="007A3249" w:rsidRDefault="007A3249" w:rsidP="006C4ACA"/>
        </w:tc>
        <w:tc>
          <w:tcPr>
            <w:tcW w:w="655" w:type="pct"/>
            <w:vMerge/>
          </w:tcPr>
          <w:p w:rsidR="007A3249" w:rsidRDefault="007A3249" w:rsidP="006C4ACA">
            <w:pPr>
              <w:pStyle w:val="ListParagraph"/>
              <w:ind w:left="0"/>
              <w:cnfStyle w:val="000000000000"/>
            </w:pPr>
          </w:p>
        </w:tc>
        <w:tc>
          <w:tcPr>
            <w:tcW w:w="858" w:type="pct"/>
          </w:tcPr>
          <w:p w:rsidR="007A3249" w:rsidRDefault="007A3249" w:rsidP="006C4ACA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CC48DB">
              <w:rPr>
                <w:b/>
              </w:rPr>
              <w:t>Star</w:t>
            </w:r>
            <w:r w:rsidR="00CC48DB" w:rsidRPr="00CC48DB">
              <w:rPr>
                <w:b/>
              </w:rPr>
              <w:t xml:space="preserve"> (Change state)</w:t>
            </w:r>
            <w:r>
              <w:t xml:space="preserve"> button on bottom header</w:t>
            </w:r>
            <w:r w:rsidR="00CC48DB">
              <w:t xml:space="preserve"> (Academic Record).</w:t>
            </w:r>
          </w:p>
        </w:tc>
        <w:tc>
          <w:tcPr>
            <w:tcW w:w="650" w:type="pct"/>
          </w:tcPr>
          <w:p w:rsidR="007A3249" w:rsidRDefault="007A3249" w:rsidP="006C4ACA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7A3249" w:rsidRDefault="007A3249" w:rsidP="006C4ACA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 xml:space="preserve">Change Status popup screen appears 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000000"/>
            </w:pPr>
          </w:p>
        </w:tc>
      </w:tr>
      <w:tr w:rsidR="007A3249" w:rsidTr="00E64E3D">
        <w:trPr>
          <w:cnfStyle w:val="000000100000"/>
        </w:trPr>
        <w:tc>
          <w:tcPr>
            <w:cnfStyle w:val="001000000000"/>
            <w:tcW w:w="1226" w:type="pct"/>
            <w:vMerge/>
          </w:tcPr>
          <w:p w:rsidR="007A3249" w:rsidRDefault="007A3249" w:rsidP="006C4ACA"/>
        </w:tc>
        <w:tc>
          <w:tcPr>
            <w:tcW w:w="655" w:type="pct"/>
            <w:vMerge/>
          </w:tcPr>
          <w:p w:rsidR="007A3249" w:rsidRDefault="007A3249" w:rsidP="006C4ACA">
            <w:pPr>
              <w:pStyle w:val="ListParagraph"/>
              <w:ind w:left="0"/>
              <w:cnfStyle w:val="000000100000"/>
            </w:pPr>
          </w:p>
        </w:tc>
        <w:tc>
          <w:tcPr>
            <w:tcW w:w="858" w:type="pct"/>
          </w:tcPr>
          <w:p w:rsidR="007A3249" w:rsidRDefault="007A3249" w:rsidP="006C4ACA">
            <w:pPr>
              <w:pStyle w:val="ListParagraph"/>
              <w:ind w:left="0"/>
              <w:cnfStyle w:val="000000100000"/>
            </w:pPr>
            <w:r>
              <w:t>Select a status from the available screen</w:t>
            </w:r>
          </w:p>
        </w:tc>
        <w:tc>
          <w:tcPr>
            <w:tcW w:w="650" w:type="pct"/>
          </w:tcPr>
          <w:p w:rsidR="007A3249" w:rsidRDefault="007A3249" w:rsidP="004949E5">
            <w:pPr>
              <w:pStyle w:val="ListParagraph"/>
              <w:numPr>
                <w:ilvl w:val="0"/>
                <w:numId w:val="16"/>
              </w:numPr>
              <w:cnfStyle w:val="000000100000"/>
            </w:pPr>
            <w:r>
              <w:t>Admitted</w:t>
            </w:r>
          </w:p>
          <w:p w:rsidR="007A3249" w:rsidRDefault="007A3249" w:rsidP="004949E5">
            <w:pPr>
              <w:pStyle w:val="ListParagraph"/>
              <w:numPr>
                <w:ilvl w:val="0"/>
                <w:numId w:val="16"/>
              </w:numPr>
              <w:cnfStyle w:val="000000100000"/>
            </w:pPr>
            <w:r>
              <w:t>Provisional</w:t>
            </w:r>
          </w:p>
          <w:p w:rsidR="007A3249" w:rsidRDefault="007A3249" w:rsidP="004949E5">
            <w:pPr>
              <w:pStyle w:val="ListParagraph"/>
              <w:numPr>
                <w:ilvl w:val="0"/>
                <w:numId w:val="16"/>
              </w:numPr>
              <w:cnfStyle w:val="000000100000"/>
            </w:pPr>
            <w:r>
              <w:t>Ready to Release</w:t>
            </w:r>
          </w:p>
          <w:p w:rsidR="007A3249" w:rsidRDefault="007A3249" w:rsidP="004949E5">
            <w:pPr>
              <w:pStyle w:val="ListParagraph"/>
              <w:numPr>
                <w:ilvl w:val="0"/>
                <w:numId w:val="16"/>
              </w:numPr>
              <w:cnfStyle w:val="000000100000"/>
            </w:pPr>
            <w:r>
              <w:t>Complete</w:t>
            </w:r>
          </w:p>
          <w:p w:rsidR="007A3249" w:rsidRDefault="007A3249" w:rsidP="004949E5">
            <w:pPr>
              <w:pStyle w:val="ListParagraph"/>
              <w:numPr>
                <w:ilvl w:val="0"/>
                <w:numId w:val="16"/>
              </w:numPr>
              <w:cnfStyle w:val="000000100000"/>
            </w:pPr>
            <w:r>
              <w:t>Sub Status</w:t>
            </w:r>
          </w:p>
        </w:tc>
        <w:tc>
          <w:tcPr>
            <w:tcW w:w="550" w:type="pct"/>
          </w:tcPr>
          <w:p w:rsidR="007A3249" w:rsidRDefault="00CC48DB" w:rsidP="006C4ACA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Status selected.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100000"/>
            </w:pPr>
          </w:p>
        </w:tc>
      </w:tr>
      <w:tr w:rsidR="007A3249" w:rsidTr="00E64E3D">
        <w:tc>
          <w:tcPr>
            <w:cnfStyle w:val="001000000000"/>
            <w:tcW w:w="1226" w:type="pct"/>
            <w:vMerge/>
          </w:tcPr>
          <w:p w:rsidR="007A3249" w:rsidRDefault="007A3249" w:rsidP="006C4ACA"/>
        </w:tc>
        <w:tc>
          <w:tcPr>
            <w:tcW w:w="655" w:type="pct"/>
            <w:vMerge/>
          </w:tcPr>
          <w:p w:rsidR="007A3249" w:rsidRDefault="007A3249" w:rsidP="006C4ACA">
            <w:pPr>
              <w:pStyle w:val="ListParagraph"/>
              <w:ind w:left="0"/>
              <w:cnfStyle w:val="000000000000"/>
            </w:pPr>
          </w:p>
        </w:tc>
        <w:tc>
          <w:tcPr>
            <w:tcW w:w="858" w:type="pct"/>
          </w:tcPr>
          <w:p w:rsidR="007A3249" w:rsidRDefault="007A3249" w:rsidP="006C4ACA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CC48DB">
              <w:rPr>
                <w:b/>
              </w:rPr>
              <w:t>Save</w:t>
            </w:r>
            <w:r>
              <w:t xml:space="preserve"> button</w:t>
            </w:r>
            <w:r w:rsidR="00CC48DB">
              <w:t xml:space="preserve"> on the pop up screen</w:t>
            </w:r>
          </w:p>
        </w:tc>
        <w:tc>
          <w:tcPr>
            <w:tcW w:w="650" w:type="pct"/>
          </w:tcPr>
          <w:p w:rsidR="007A3249" w:rsidRDefault="007A3249" w:rsidP="006C4ACA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7A3249" w:rsidRDefault="007A3249" w:rsidP="006C4ACA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 xml:space="preserve">Selected Status has been updated to Academic </w:t>
            </w:r>
            <w:r>
              <w:rPr>
                <w:rFonts w:eastAsia="Times New Roman" w:cs="Times New Roman"/>
                <w:lang w:eastAsia="en-NZ"/>
              </w:rPr>
              <w:lastRenderedPageBreak/>
              <w:t>Record.</w:t>
            </w:r>
          </w:p>
          <w:p w:rsidR="00CC48DB" w:rsidRDefault="00CC48DB" w:rsidP="006C4ACA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</w:p>
          <w:p w:rsidR="00CC48DB" w:rsidRDefault="00CC48DB" w:rsidP="006C4ACA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Can see under the status column.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000000"/>
            </w:pPr>
          </w:p>
        </w:tc>
      </w:tr>
      <w:tr w:rsidR="007A3249" w:rsidTr="00E64E3D">
        <w:trPr>
          <w:cnfStyle w:val="000000100000"/>
        </w:trPr>
        <w:tc>
          <w:tcPr>
            <w:cnfStyle w:val="001000000000"/>
            <w:tcW w:w="1226" w:type="pct"/>
            <w:vMerge w:val="restart"/>
          </w:tcPr>
          <w:p w:rsidR="007A3249" w:rsidRPr="007A3249" w:rsidRDefault="007A3249" w:rsidP="007A3249">
            <w:pPr>
              <w:pStyle w:val="Heading3"/>
              <w:outlineLvl w:val="2"/>
            </w:pPr>
            <w:bookmarkStart w:id="20" w:name="_Toc360806060"/>
            <w:r w:rsidRPr="007A3249">
              <w:lastRenderedPageBreak/>
              <w:t>5.6</w:t>
            </w:r>
            <w:bookmarkStart w:id="21" w:name="ShowCourseTotal"/>
            <w:r>
              <w:t xml:space="preserve"> </w:t>
            </w:r>
            <w:r w:rsidRPr="007A3249">
              <w:t xml:space="preserve">Show </w:t>
            </w:r>
            <w:bookmarkEnd w:id="21"/>
            <w:r w:rsidRPr="007A3249">
              <w:t>course Total (T)</w:t>
            </w:r>
            <w:bookmarkEnd w:id="20"/>
          </w:p>
        </w:tc>
        <w:tc>
          <w:tcPr>
            <w:tcW w:w="655" w:type="pct"/>
            <w:vMerge w:val="restart"/>
          </w:tcPr>
          <w:p w:rsidR="007A3249" w:rsidRDefault="007A3249" w:rsidP="002C2C88">
            <w:pPr>
              <w:pStyle w:val="ListParagraph"/>
              <w:ind w:left="0"/>
              <w:cnfStyle w:val="000000100000"/>
            </w:pPr>
            <w:r>
              <w:t>Must have units attached to courses.</w:t>
            </w:r>
          </w:p>
          <w:p w:rsidR="00CC48DB" w:rsidRDefault="00CC48DB" w:rsidP="00CC48DB">
            <w:pPr>
              <w:pStyle w:val="ListParagraph"/>
              <w:ind w:left="0"/>
              <w:cnfStyle w:val="000000100000"/>
            </w:pPr>
          </w:p>
          <w:p w:rsidR="00CC48DB" w:rsidRDefault="00CC48DB" w:rsidP="00CC48DB">
            <w:pPr>
              <w:pStyle w:val="ListParagraph"/>
              <w:ind w:left="0"/>
              <w:cnfStyle w:val="000000100000"/>
              <w:rPr>
                <w:b/>
              </w:rPr>
            </w:pPr>
            <w:r>
              <w:t xml:space="preserve">Must have existing student record. To create a student record refer to the following </w:t>
            </w:r>
            <w:r w:rsidRPr="00161BD5">
              <w:t>test case</w:t>
            </w:r>
            <w:r w:rsidRPr="002768B5">
              <w:rPr>
                <w:b/>
              </w:rPr>
              <w:t xml:space="preserve"> </w:t>
            </w:r>
          </w:p>
          <w:p w:rsidR="00CC48DB" w:rsidRDefault="00CC48DB" w:rsidP="00CC48DB">
            <w:pPr>
              <w:pStyle w:val="ListParagraph"/>
              <w:numPr>
                <w:ilvl w:val="0"/>
                <w:numId w:val="18"/>
              </w:numPr>
              <w:cnfStyle w:val="000000100000"/>
              <w:rPr>
                <w:b/>
              </w:rPr>
            </w:pPr>
            <w:r w:rsidRPr="008C6902">
              <w:rPr>
                <w:b/>
              </w:rPr>
              <w:t xml:space="preserve">4.1.1 </w:t>
            </w:r>
            <w:r w:rsidRPr="008C6902">
              <w:t>Add Student</w:t>
            </w:r>
          </w:p>
          <w:p w:rsidR="00CC48DB" w:rsidRDefault="00CC48DB" w:rsidP="00CC48DB">
            <w:pPr>
              <w:pStyle w:val="ListParagraph"/>
              <w:ind w:left="0"/>
              <w:cnfStyle w:val="000000100000"/>
            </w:pPr>
          </w:p>
          <w:p w:rsidR="00CC48DB" w:rsidRDefault="00CC48DB" w:rsidP="00CC48DB">
            <w:pPr>
              <w:pStyle w:val="ListParagraph"/>
              <w:ind w:left="0"/>
              <w:cnfStyle w:val="000000100000"/>
            </w:pPr>
            <w:r>
              <w:t>Must have existing Academic record. Refer to the following test case</w:t>
            </w:r>
          </w:p>
          <w:p w:rsidR="00CC48DB" w:rsidRDefault="00677884" w:rsidP="00CC48DB">
            <w:pPr>
              <w:pStyle w:val="ListParagraph"/>
              <w:numPr>
                <w:ilvl w:val="0"/>
                <w:numId w:val="18"/>
              </w:numPr>
              <w:cnfStyle w:val="000000100000"/>
            </w:pPr>
            <w:hyperlink w:anchor="_5.4.1_Add_Miscellaneous" w:history="1">
              <w:r w:rsidR="00CC48DB" w:rsidRPr="00FB2FA4">
                <w:rPr>
                  <w:rStyle w:val="Hyperlink"/>
                </w:rPr>
                <w:t>5.4.1 Add Miscellaneous Academic record</w:t>
              </w:r>
            </w:hyperlink>
          </w:p>
          <w:p w:rsidR="007A3249" w:rsidRDefault="007A3249" w:rsidP="002E2698">
            <w:pPr>
              <w:pStyle w:val="ListParagraph"/>
              <w:ind w:left="0"/>
              <w:cnfStyle w:val="000000100000"/>
            </w:pPr>
          </w:p>
          <w:p w:rsidR="007A3249" w:rsidRDefault="007A3249" w:rsidP="002E2698">
            <w:pPr>
              <w:pStyle w:val="ListParagraph"/>
              <w:ind w:left="0"/>
              <w:cnfStyle w:val="000000100000"/>
            </w:pPr>
            <w:r>
              <w:t xml:space="preserve">Must have </w:t>
            </w:r>
            <w:r>
              <w:lastRenderedPageBreak/>
              <w:t>security access to</w:t>
            </w:r>
          </w:p>
          <w:p w:rsidR="007A3249" w:rsidRDefault="007A3249" w:rsidP="00CC48DB">
            <w:pPr>
              <w:pStyle w:val="ListParagraph"/>
              <w:numPr>
                <w:ilvl w:val="0"/>
                <w:numId w:val="15"/>
              </w:numPr>
              <w:cnfStyle w:val="000000100000"/>
            </w:pPr>
            <w:r>
              <w:t>Client</w:t>
            </w:r>
          </w:p>
        </w:tc>
        <w:tc>
          <w:tcPr>
            <w:tcW w:w="858" w:type="pct"/>
          </w:tcPr>
          <w:p w:rsidR="007A3249" w:rsidRDefault="007A3249" w:rsidP="002C2C88">
            <w:pPr>
              <w:pStyle w:val="ListParagraph"/>
              <w:ind w:left="0"/>
              <w:cnfStyle w:val="000000100000"/>
            </w:pPr>
            <w:r>
              <w:lastRenderedPageBreak/>
              <w:t>Go to client Module</w:t>
            </w:r>
          </w:p>
        </w:tc>
        <w:tc>
          <w:tcPr>
            <w:tcW w:w="650" w:type="pct"/>
          </w:tcPr>
          <w:p w:rsidR="007A3249" w:rsidRDefault="007A3249" w:rsidP="006C4ACA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7A3249" w:rsidRDefault="007A3249" w:rsidP="006C4ACA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Client Module is loaded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100000"/>
            </w:pPr>
          </w:p>
        </w:tc>
      </w:tr>
      <w:tr w:rsidR="007A3249" w:rsidTr="00E64E3D">
        <w:tc>
          <w:tcPr>
            <w:cnfStyle w:val="001000000000"/>
            <w:tcW w:w="1226" w:type="pct"/>
            <w:vMerge/>
          </w:tcPr>
          <w:p w:rsidR="007A3249" w:rsidRDefault="007A3249" w:rsidP="002C2C88"/>
        </w:tc>
        <w:tc>
          <w:tcPr>
            <w:tcW w:w="655" w:type="pct"/>
            <w:vMerge/>
          </w:tcPr>
          <w:p w:rsidR="007A3249" w:rsidRDefault="007A3249" w:rsidP="002C2C88">
            <w:pPr>
              <w:pStyle w:val="ListParagraph"/>
              <w:ind w:left="0"/>
              <w:cnfStyle w:val="000000000000"/>
            </w:pPr>
          </w:p>
        </w:tc>
        <w:tc>
          <w:tcPr>
            <w:tcW w:w="858" w:type="pct"/>
          </w:tcPr>
          <w:p w:rsidR="007A3249" w:rsidRDefault="007A3249" w:rsidP="002C2C88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650" w:type="pct"/>
          </w:tcPr>
          <w:p w:rsidR="007A3249" w:rsidRDefault="007A3249" w:rsidP="00A41B81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000000"/>
            </w:pPr>
            <w:r>
              <w:t>Surname</w:t>
            </w:r>
          </w:p>
          <w:p w:rsidR="007A3249" w:rsidRDefault="007A3249" w:rsidP="00A41B81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000000"/>
            </w:pPr>
            <w:r>
              <w:t>first name</w:t>
            </w:r>
          </w:p>
          <w:p w:rsidR="007A3249" w:rsidRDefault="007A3249" w:rsidP="00A41B81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000000"/>
            </w:pPr>
            <w:r>
              <w:t>Student ID</w:t>
            </w:r>
          </w:p>
          <w:p w:rsidR="007A3249" w:rsidRDefault="007A3249" w:rsidP="00CC48D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000000"/>
            </w:pPr>
            <w:r>
              <w:t>DOB</w:t>
            </w:r>
          </w:p>
        </w:tc>
        <w:tc>
          <w:tcPr>
            <w:tcW w:w="550" w:type="pct"/>
          </w:tcPr>
          <w:p w:rsidR="007A3249" w:rsidRDefault="007A3249" w:rsidP="006C4ACA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Data is visible in text fields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000000"/>
            </w:pPr>
          </w:p>
        </w:tc>
      </w:tr>
      <w:tr w:rsidR="007A3249" w:rsidTr="00E64E3D">
        <w:trPr>
          <w:cnfStyle w:val="000000100000"/>
        </w:trPr>
        <w:tc>
          <w:tcPr>
            <w:cnfStyle w:val="001000000000"/>
            <w:tcW w:w="1226" w:type="pct"/>
            <w:vMerge/>
          </w:tcPr>
          <w:p w:rsidR="007A3249" w:rsidRDefault="007A3249" w:rsidP="002C2C88"/>
        </w:tc>
        <w:tc>
          <w:tcPr>
            <w:tcW w:w="655" w:type="pct"/>
            <w:vMerge/>
          </w:tcPr>
          <w:p w:rsidR="007A3249" w:rsidRDefault="007A3249" w:rsidP="002C2C88">
            <w:pPr>
              <w:pStyle w:val="ListParagraph"/>
              <w:ind w:left="0"/>
              <w:cnfStyle w:val="000000100000"/>
            </w:pPr>
          </w:p>
        </w:tc>
        <w:tc>
          <w:tcPr>
            <w:tcW w:w="858" w:type="pct"/>
          </w:tcPr>
          <w:p w:rsidR="007A3249" w:rsidRDefault="007A3249" w:rsidP="00CC48DB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CC48DB">
              <w:rPr>
                <w:b/>
              </w:rPr>
              <w:t>Search</w:t>
            </w:r>
            <w:r>
              <w:t xml:space="preserve"> </w:t>
            </w:r>
            <w:r w:rsidR="00CC48DB">
              <w:t>b</w:t>
            </w:r>
            <w:r>
              <w:t>utton</w:t>
            </w:r>
          </w:p>
        </w:tc>
        <w:tc>
          <w:tcPr>
            <w:tcW w:w="650" w:type="pct"/>
          </w:tcPr>
          <w:p w:rsidR="007A3249" w:rsidRDefault="007A3249" w:rsidP="006C4ACA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7A3249" w:rsidRDefault="007A3249" w:rsidP="006C4ACA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Search displays list of persons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100000"/>
            </w:pPr>
          </w:p>
        </w:tc>
      </w:tr>
      <w:tr w:rsidR="007A3249" w:rsidTr="00E64E3D">
        <w:tc>
          <w:tcPr>
            <w:cnfStyle w:val="001000000000"/>
            <w:tcW w:w="1226" w:type="pct"/>
            <w:vMerge/>
          </w:tcPr>
          <w:p w:rsidR="007A3249" w:rsidRDefault="007A3249" w:rsidP="002C2C88"/>
        </w:tc>
        <w:tc>
          <w:tcPr>
            <w:tcW w:w="655" w:type="pct"/>
            <w:vMerge/>
          </w:tcPr>
          <w:p w:rsidR="007A3249" w:rsidRDefault="007A3249" w:rsidP="002C2C88">
            <w:pPr>
              <w:pStyle w:val="ListParagraph"/>
              <w:ind w:left="0"/>
              <w:cnfStyle w:val="000000000000"/>
            </w:pPr>
          </w:p>
        </w:tc>
        <w:tc>
          <w:tcPr>
            <w:tcW w:w="858" w:type="pct"/>
          </w:tcPr>
          <w:p w:rsidR="007A3249" w:rsidRDefault="007A3249" w:rsidP="002C2C88">
            <w:pPr>
              <w:pStyle w:val="ListParagraph"/>
              <w:ind w:left="0"/>
              <w:cnfStyle w:val="000000000000"/>
            </w:pPr>
            <w:r>
              <w:t>Double Click on the selected student</w:t>
            </w:r>
          </w:p>
        </w:tc>
        <w:tc>
          <w:tcPr>
            <w:tcW w:w="650" w:type="pct"/>
          </w:tcPr>
          <w:p w:rsidR="007A3249" w:rsidRDefault="007A3249" w:rsidP="006C4ACA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7A3249" w:rsidRDefault="007A3249" w:rsidP="006C4ACA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Screen changes to Person View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000000"/>
            </w:pPr>
          </w:p>
        </w:tc>
      </w:tr>
      <w:tr w:rsidR="007A3249" w:rsidTr="00E64E3D">
        <w:trPr>
          <w:cnfStyle w:val="000000100000"/>
        </w:trPr>
        <w:tc>
          <w:tcPr>
            <w:cnfStyle w:val="001000000000"/>
            <w:tcW w:w="1226" w:type="pct"/>
            <w:vMerge/>
          </w:tcPr>
          <w:p w:rsidR="007A3249" w:rsidRDefault="007A3249" w:rsidP="002C2C88"/>
        </w:tc>
        <w:tc>
          <w:tcPr>
            <w:tcW w:w="655" w:type="pct"/>
            <w:vMerge/>
          </w:tcPr>
          <w:p w:rsidR="007A3249" w:rsidRDefault="007A3249" w:rsidP="002C2C88">
            <w:pPr>
              <w:pStyle w:val="ListParagraph"/>
              <w:ind w:left="0"/>
              <w:cnfStyle w:val="000000100000"/>
            </w:pPr>
          </w:p>
        </w:tc>
        <w:tc>
          <w:tcPr>
            <w:tcW w:w="858" w:type="pct"/>
          </w:tcPr>
          <w:p w:rsidR="007A3249" w:rsidRDefault="007A3249" w:rsidP="002C2C88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CC48DB">
              <w:rPr>
                <w:b/>
              </w:rPr>
              <w:t>Academic Records</w:t>
            </w:r>
            <w:r>
              <w:t xml:space="preserve"> button on person tree</w:t>
            </w:r>
          </w:p>
        </w:tc>
        <w:tc>
          <w:tcPr>
            <w:tcW w:w="650" w:type="pct"/>
          </w:tcPr>
          <w:p w:rsidR="007A3249" w:rsidRDefault="007A3249" w:rsidP="006C4ACA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7A3249" w:rsidRDefault="007A3249" w:rsidP="006C4ACA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Screen changes to Academic Record view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100000"/>
            </w:pPr>
          </w:p>
        </w:tc>
      </w:tr>
      <w:tr w:rsidR="007A3249" w:rsidTr="00E64E3D">
        <w:tc>
          <w:tcPr>
            <w:cnfStyle w:val="001000000000"/>
            <w:tcW w:w="1226" w:type="pct"/>
            <w:vMerge/>
          </w:tcPr>
          <w:p w:rsidR="007A3249" w:rsidRDefault="007A3249" w:rsidP="002C2C88"/>
        </w:tc>
        <w:tc>
          <w:tcPr>
            <w:tcW w:w="655" w:type="pct"/>
            <w:vMerge/>
          </w:tcPr>
          <w:p w:rsidR="007A3249" w:rsidRDefault="007A3249" w:rsidP="002C2C88">
            <w:pPr>
              <w:pStyle w:val="ListParagraph"/>
              <w:ind w:left="0"/>
              <w:cnfStyle w:val="000000000000"/>
            </w:pPr>
          </w:p>
        </w:tc>
        <w:tc>
          <w:tcPr>
            <w:tcW w:w="858" w:type="pct"/>
          </w:tcPr>
          <w:p w:rsidR="007A3249" w:rsidRDefault="007A3249" w:rsidP="002C2C88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2C2C88">
              <w:rPr>
                <w:b/>
              </w:rPr>
              <w:t>T</w:t>
            </w:r>
            <w:r w:rsidR="00CC48DB">
              <w:rPr>
                <w:b/>
              </w:rPr>
              <w:t xml:space="preserve"> (Show course total)</w:t>
            </w:r>
            <w:r>
              <w:t xml:space="preserve"> button on bottom header</w:t>
            </w:r>
            <w:r w:rsidR="00CC48DB">
              <w:t xml:space="preserve"> (Academic Record)</w:t>
            </w:r>
          </w:p>
        </w:tc>
        <w:tc>
          <w:tcPr>
            <w:tcW w:w="650" w:type="pct"/>
          </w:tcPr>
          <w:p w:rsidR="007A3249" w:rsidRDefault="007A3249" w:rsidP="006C4ACA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7A3249" w:rsidRDefault="007A3249" w:rsidP="006C4ACA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A popup that shows course totals</w:t>
            </w:r>
            <w:r w:rsidR="00CC48DB">
              <w:rPr>
                <w:rFonts w:eastAsia="Times New Roman" w:cs="Times New Roman"/>
                <w:lang w:eastAsia="en-NZ"/>
              </w:rPr>
              <w:t xml:space="preserve"> appears on screen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000000"/>
            </w:pPr>
          </w:p>
        </w:tc>
      </w:tr>
      <w:tr w:rsidR="00255DE6" w:rsidTr="00E64E3D">
        <w:trPr>
          <w:cnfStyle w:val="000000100000"/>
        </w:trPr>
        <w:tc>
          <w:tcPr>
            <w:cnfStyle w:val="001000000000"/>
            <w:tcW w:w="1226" w:type="pct"/>
            <w:vMerge w:val="restart"/>
          </w:tcPr>
          <w:p w:rsidR="00255DE6" w:rsidRPr="007A3249" w:rsidRDefault="00255DE6" w:rsidP="007A3249">
            <w:pPr>
              <w:pStyle w:val="Heading3"/>
              <w:outlineLvl w:val="2"/>
            </w:pPr>
            <w:bookmarkStart w:id="22" w:name="_Toc360806061"/>
            <w:r w:rsidRPr="007A3249">
              <w:lastRenderedPageBreak/>
              <w:t xml:space="preserve">5.8.1 Enter Batch results – </w:t>
            </w:r>
            <w:bookmarkStart w:id="23" w:name="EditBatch"/>
            <w:r w:rsidRPr="007A3249">
              <w:t xml:space="preserve">Edit </w:t>
            </w:r>
            <w:bookmarkEnd w:id="23"/>
            <w:r w:rsidRPr="007A3249">
              <w:t>result</w:t>
            </w:r>
            <w:bookmarkEnd w:id="22"/>
          </w:p>
        </w:tc>
        <w:tc>
          <w:tcPr>
            <w:tcW w:w="655" w:type="pct"/>
            <w:vMerge w:val="restart"/>
          </w:tcPr>
          <w:p w:rsidR="00CC48DB" w:rsidRDefault="00CC48DB" w:rsidP="00CC48DB">
            <w:pPr>
              <w:pStyle w:val="ListParagraph"/>
              <w:ind w:left="0"/>
              <w:cnfStyle w:val="000000100000"/>
              <w:rPr>
                <w:b/>
              </w:rPr>
            </w:pPr>
            <w:r>
              <w:t xml:space="preserve">Must have existing student record. To create a student record refer to the following </w:t>
            </w:r>
            <w:r w:rsidRPr="00161BD5">
              <w:t>test case</w:t>
            </w:r>
            <w:r w:rsidRPr="002768B5">
              <w:rPr>
                <w:b/>
              </w:rPr>
              <w:t xml:space="preserve"> </w:t>
            </w:r>
          </w:p>
          <w:p w:rsidR="00CC48DB" w:rsidRDefault="00CC48DB" w:rsidP="00CC48DB">
            <w:pPr>
              <w:pStyle w:val="ListParagraph"/>
              <w:numPr>
                <w:ilvl w:val="0"/>
                <w:numId w:val="18"/>
              </w:numPr>
              <w:cnfStyle w:val="000000100000"/>
              <w:rPr>
                <w:b/>
              </w:rPr>
            </w:pPr>
            <w:r w:rsidRPr="008C6902">
              <w:rPr>
                <w:b/>
              </w:rPr>
              <w:t xml:space="preserve">4.1.1 </w:t>
            </w:r>
            <w:r w:rsidRPr="008C6902">
              <w:t>Add Student</w:t>
            </w:r>
          </w:p>
          <w:p w:rsidR="00CC48DB" w:rsidRDefault="00CC48DB" w:rsidP="00CC48DB">
            <w:pPr>
              <w:pStyle w:val="ListParagraph"/>
              <w:ind w:left="0"/>
              <w:cnfStyle w:val="000000100000"/>
            </w:pPr>
          </w:p>
          <w:p w:rsidR="00CC48DB" w:rsidRDefault="00CC48DB" w:rsidP="00CC48DB">
            <w:pPr>
              <w:pStyle w:val="ListParagraph"/>
              <w:ind w:left="0"/>
              <w:cnfStyle w:val="000000100000"/>
            </w:pPr>
            <w:r>
              <w:t>Must have existing Academic record. Refer to the following test case</w:t>
            </w:r>
          </w:p>
          <w:p w:rsidR="00CC48DB" w:rsidRDefault="00677884" w:rsidP="00CC48DB">
            <w:pPr>
              <w:pStyle w:val="ListParagraph"/>
              <w:numPr>
                <w:ilvl w:val="0"/>
                <w:numId w:val="18"/>
              </w:numPr>
              <w:cnfStyle w:val="000000100000"/>
            </w:pPr>
            <w:hyperlink w:anchor="_5.4.1_Add_Miscellaneous" w:history="1">
              <w:r w:rsidR="00CC48DB" w:rsidRPr="00FB2FA4">
                <w:rPr>
                  <w:rStyle w:val="Hyperlink"/>
                </w:rPr>
                <w:t>5.4.1 Add Miscellaneous Academic record</w:t>
              </w:r>
            </w:hyperlink>
          </w:p>
          <w:p w:rsidR="00255DE6" w:rsidRDefault="00255DE6" w:rsidP="00981C2B">
            <w:pPr>
              <w:pStyle w:val="ListParagraph"/>
              <w:ind w:left="0"/>
              <w:cnfStyle w:val="000000100000"/>
            </w:pPr>
          </w:p>
          <w:p w:rsidR="00255DE6" w:rsidRDefault="00255DE6" w:rsidP="00981C2B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255DE6" w:rsidRDefault="00255DE6" w:rsidP="00813B09">
            <w:pPr>
              <w:pStyle w:val="ListParagraph"/>
              <w:numPr>
                <w:ilvl w:val="0"/>
                <w:numId w:val="15"/>
              </w:numPr>
              <w:cnfStyle w:val="000000100000"/>
            </w:pPr>
            <w:r>
              <w:t>Client</w:t>
            </w:r>
          </w:p>
          <w:p w:rsidR="00255DE6" w:rsidRDefault="00255DE6" w:rsidP="00CC48DB">
            <w:pPr>
              <w:pStyle w:val="ListParagraph"/>
              <w:ind w:left="502"/>
              <w:cnfStyle w:val="000000100000"/>
            </w:pPr>
          </w:p>
        </w:tc>
        <w:tc>
          <w:tcPr>
            <w:tcW w:w="858" w:type="pct"/>
          </w:tcPr>
          <w:p w:rsidR="00255DE6" w:rsidRDefault="00255DE6" w:rsidP="00C70995">
            <w:pPr>
              <w:pStyle w:val="ListParagraph"/>
              <w:ind w:left="0"/>
              <w:cnfStyle w:val="000000100000"/>
            </w:pPr>
            <w:r>
              <w:t>Go to client Module</w:t>
            </w:r>
          </w:p>
        </w:tc>
        <w:tc>
          <w:tcPr>
            <w:tcW w:w="650" w:type="pct"/>
          </w:tcPr>
          <w:p w:rsidR="00255DE6" w:rsidRDefault="00255DE6" w:rsidP="006C4ACA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255DE6" w:rsidRDefault="00255DE6" w:rsidP="006C4ACA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Client module is loaded</w:t>
            </w:r>
          </w:p>
        </w:tc>
        <w:tc>
          <w:tcPr>
            <w:tcW w:w="339" w:type="pct"/>
          </w:tcPr>
          <w:p w:rsidR="00255DE6" w:rsidRDefault="00255DE6" w:rsidP="00E17172">
            <w:pPr>
              <w:cnfStyle w:val="000000100000"/>
            </w:pPr>
          </w:p>
        </w:tc>
        <w:tc>
          <w:tcPr>
            <w:tcW w:w="353" w:type="pct"/>
          </w:tcPr>
          <w:p w:rsidR="00255DE6" w:rsidRDefault="00255DE6" w:rsidP="00E17172">
            <w:pPr>
              <w:cnfStyle w:val="000000100000"/>
            </w:pPr>
          </w:p>
        </w:tc>
        <w:tc>
          <w:tcPr>
            <w:tcW w:w="369" w:type="pct"/>
          </w:tcPr>
          <w:p w:rsidR="00255DE6" w:rsidRDefault="00255DE6" w:rsidP="00E17172">
            <w:pPr>
              <w:cnfStyle w:val="000000100000"/>
            </w:pPr>
          </w:p>
        </w:tc>
      </w:tr>
      <w:tr w:rsidR="00255DE6" w:rsidTr="00E64E3D">
        <w:tc>
          <w:tcPr>
            <w:cnfStyle w:val="001000000000"/>
            <w:tcW w:w="1226" w:type="pct"/>
            <w:vMerge/>
          </w:tcPr>
          <w:p w:rsidR="00255DE6" w:rsidRDefault="00255DE6" w:rsidP="002C2C88"/>
        </w:tc>
        <w:tc>
          <w:tcPr>
            <w:tcW w:w="655" w:type="pct"/>
            <w:vMerge/>
          </w:tcPr>
          <w:p w:rsidR="00255DE6" w:rsidRDefault="00255DE6" w:rsidP="002C2C88">
            <w:pPr>
              <w:pStyle w:val="ListParagraph"/>
              <w:ind w:left="0"/>
              <w:cnfStyle w:val="000000000000"/>
            </w:pPr>
          </w:p>
        </w:tc>
        <w:tc>
          <w:tcPr>
            <w:tcW w:w="858" w:type="pct"/>
          </w:tcPr>
          <w:p w:rsidR="00255DE6" w:rsidRDefault="00255DE6" w:rsidP="00C70995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650" w:type="pct"/>
          </w:tcPr>
          <w:p w:rsidR="00255DE6" w:rsidRDefault="00255DE6" w:rsidP="00A41B81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000000"/>
            </w:pPr>
            <w:r>
              <w:t>Surname</w:t>
            </w:r>
          </w:p>
          <w:p w:rsidR="00255DE6" w:rsidRDefault="00255DE6" w:rsidP="00A41B81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000000"/>
            </w:pPr>
            <w:r>
              <w:t>first name</w:t>
            </w:r>
          </w:p>
          <w:p w:rsidR="00255DE6" w:rsidRDefault="00255DE6" w:rsidP="00A41B81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000000"/>
            </w:pPr>
            <w:r>
              <w:t>Student ID</w:t>
            </w:r>
          </w:p>
          <w:p w:rsidR="00255DE6" w:rsidRDefault="00255DE6" w:rsidP="00CC48D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000000"/>
            </w:pPr>
            <w:r>
              <w:t>DOB</w:t>
            </w:r>
          </w:p>
        </w:tc>
        <w:tc>
          <w:tcPr>
            <w:tcW w:w="550" w:type="pct"/>
          </w:tcPr>
          <w:p w:rsidR="00255DE6" w:rsidRDefault="00255DE6" w:rsidP="006C4ACA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Data is visible in the text fields</w:t>
            </w:r>
          </w:p>
        </w:tc>
        <w:tc>
          <w:tcPr>
            <w:tcW w:w="339" w:type="pct"/>
          </w:tcPr>
          <w:p w:rsidR="00255DE6" w:rsidRDefault="00255DE6" w:rsidP="00E17172">
            <w:pPr>
              <w:cnfStyle w:val="000000000000"/>
            </w:pPr>
          </w:p>
        </w:tc>
        <w:tc>
          <w:tcPr>
            <w:tcW w:w="353" w:type="pct"/>
          </w:tcPr>
          <w:p w:rsidR="00255DE6" w:rsidRDefault="00255DE6" w:rsidP="00E17172">
            <w:pPr>
              <w:cnfStyle w:val="000000000000"/>
            </w:pPr>
          </w:p>
        </w:tc>
        <w:tc>
          <w:tcPr>
            <w:tcW w:w="369" w:type="pct"/>
          </w:tcPr>
          <w:p w:rsidR="00255DE6" w:rsidRDefault="00255DE6" w:rsidP="00E17172">
            <w:pPr>
              <w:cnfStyle w:val="000000000000"/>
            </w:pPr>
          </w:p>
        </w:tc>
      </w:tr>
      <w:tr w:rsidR="00255DE6" w:rsidTr="00E64E3D">
        <w:trPr>
          <w:cnfStyle w:val="000000100000"/>
        </w:trPr>
        <w:tc>
          <w:tcPr>
            <w:cnfStyle w:val="001000000000"/>
            <w:tcW w:w="1226" w:type="pct"/>
            <w:vMerge/>
          </w:tcPr>
          <w:p w:rsidR="00255DE6" w:rsidRDefault="00255DE6" w:rsidP="002C2C88"/>
        </w:tc>
        <w:tc>
          <w:tcPr>
            <w:tcW w:w="655" w:type="pct"/>
            <w:vMerge/>
          </w:tcPr>
          <w:p w:rsidR="00255DE6" w:rsidRDefault="00255DE6" w:rsidP="002C2C88">
            <w:pPr>
              <w:pStyle w:val="ListParagraph"/>
              <w:ind w:left="0"/>
              <w:cnfStyle w:val="000000100000"/>
            </w:pPr>
          </w:p>
        </w:tc>
        <w:tc>
          <w:tcPr>
            <w:tcW w:w="858" w:type="pct"/>
          </w:tcPr>
          <w:p w:rsidR="00255DE6" w:rsidRDefault="00255DE6" w:rsidP="00C70995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CC48DB">
              <w:rPr>
                <w:b/>
              </w:rPr>
              <w:t>Search</w:t>
            </w:r>
            <w:r w:rsidR="00CC48DB">
              <w:t xml:space="preserve"> b</w:t>
            </w:r>
            <w:r>
              <w:t>utton</w:t>
            </w:r>
          </w:p>
        </w:tc>
        <w:tc>
          <w:tcPr>
            <w:tcW w:w="650" w:type="pct"/>
          </w:tcPr>
          <w:p w:rsidR="00255DE6" w:rsidRDefault="00255DE6" w:rsidP="006C4ACA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255DE6" w:rsidRDefault="00255DE6" w:rsidP="006C4ACA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Search displays list of persons</w:t>
            </w:r>
          </w:p>
        </w:tc>
        <w:tc>
          <w:tcPr>
            <w:tcW w:w="339" w:type="pct"/>
          </w:tcPr>
          <w:p w:rsidR="00255DE6" w:rsidRDefault="00255DE6" w:rsidP="00E17172">
            <w:pPr>
              <w:cnfStyle w:val="000000100000"/>
            </w:pPr>
          </w:p>
        </w:tc>
        <w:tc>
          <w:tcPr>
            <w:tcW w:w="353" w:type="pct"/>
          </w:tcPr>
          <w:p w:rsidR="00255DE6" w:rsidRDefault="00255DE6" w:rsidP="00E17172">
            <w:pPr>
              <w:cnfStyle w:val="000000100000"/>
            </w:pPr>
          </w:p>
        </w:tc>
        <w:tc>
          <w:tcPr>
            <w:tcW w:w="369" w:type="pct"/>
          </w:tcPr>
          <w:p w:rsidR="00255DE6" w:rsidRDefault="00255DE6" w:rsidP="00E17172">
            <w:pPr>
              <w:cnfStyle w:val="000000100000"/>
            </w:pPr>
          </w:p>
        </w:tc>
      </w:tr>
      <w:tr w:rsidR="00255DE6" w:rsidTr="00E64E3D">
        <w:tc>
          <w:tcPr>
            <w:cnfStyle w:val="001000000000"/>
            <w:tcW w:w="1226" w:type="pct"/>
            <w:vMerge/>
          </w:tcPr>
          <w:p w:rsidR="00255DE6" w:rsidRDefault="00255DE6" w:rsidP="002C2C88"/>
        </w:tc>
        <w:tc>
          <w:tcPr>
            <w:tcW w:w="655" w:type="pct"/>
            <w:vMerge/>
          </w:tcPr>
          <w:p w:rsidR="00255DE6" w:rsidRDefault="00255DE6" w:rsidP="002C2C88">
            <w:pPr>
              <w:pStyle w:val="ListParagraph"/>
              <w:ind w:left="0"/>
              <w:cnfStyle w:val="000000000000"/>
            </w:pPr>
          </w:p>
        </w:tc>
        <w:tc>
          <w:tcPr>
            <w:tcW w:w="858" w:type="pct"/>
          </w:tcPr>
          <w:p w:rsidR="00255DE6" w:rsidRDefault="00255DE6" w:rsidP="00C70995">
            <w:pPr>
              <w:pStyle w:val="ListParagraph"/>
              <w:ind w:left="0"/>
              <w:cnfStyle w:val="000000000000"/>
            </w:pPr>
            <w:r>
              <w:t>Double Click on the selected student</w:t>
            </w:r>
          </w:p>
        </w:tc>
        <w:tc>
          <w:tcPr>
            <w:tcW w:w="650" w:type="pct"/>
          </w:tcPr>
          <w:p w:rsidR="00255DE6" w:rsidRDefault="00255DE6" w:rsidP="006C4ACA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255DE6" w:rsidRDefault="00255DE6" w:rsidP="006C4ACA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Screen changes to person view</w:t>
            </w:r>
          </w:p>
        </w:tc>
        <w:tc>
          <w:tcPr>
            <w:tcW w:w="339" w:type="pct"/>
          </w:tcPr>
          <w:p w:rsidR="00255DE6" w:rsidRDefault="00255DE6" w:rsidP="00E17172">
            <w:pPr>
              <w:cnfStyle w:val="000000000000"/>
            </w:pPr>
          </w:p>
        </w:tc>
        <w:tc>
          <w:tcPr>
            <w:tcW w:w="353" w:type="pct"/>
          </w:tcPr>
          <w:p w:rsidR="00255DE6" w:rsidRDefault="00255DE6" w:rsidP="00E17172">
            <w:pPr>
              <w:cnfStyle w:val="000000000000"/>
            </w:pPr>
          </w:p>
        </w:tc>
        <w:tc>
          <w:tcPr>
            <w:tcW w:w="369" w:type="pct"/>
          </w:tcPr>
          <w:p w:rsidR="00255DE6" w:rsidRDefault="00255DE6" w:rsidP="00E17172">
            <w:pPr>
              <w:cnfStyle w:val="000000000000"/>
            </w:pPr>
          </w:p>
        </w:tc>
      </w:tr>
      <w:tr w:rsidR="00255DE6" w:rsidTr="00E64E3D">
        <w:trPr>
          <w:cnfStyle w:val="000000100000"/>
        </w:trPr>
        <w:tc>
          <w:tcPr>
            <w:cnfStyle w:val="001000000000"/>
            <w:tcW w:w="1226" w:type="pct"/>
            <w:vMerge/>
          </w:tcPr>
          <w:p w:rsidR="00255DE6" w:rsidRDefault="00255DE6" w:rsidP="002C2C88"/>
        </w:tc>
        <w:tc>
          <w:tcPr>
            <w:tcW w:w="655" w:type="pct"/>
            <w:vMerge/>
          </w:tcPr>
          <w:p w:rsidR="00255DE6" w:rsidRDefault="00255DE6" w:rsidP="002C2C88">
            <w:pPr>
              <w:pStyle w:val="ListParagraph"/>
              <w:ind w:left="0"/>
              <w:cnfStyle w:val="000000100000"/>
            </w:pPr>
          </w:p>
        </w:tc>
        <w:tc>
          <w:tcPr>
            <w:tcW w:w="858" w:type="pct"/>
          </w:tcPr>
          <w:p w:rsidR="00255DE6" w:rsidRDefault="00255DE6" w:rsidP="00C70995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CC48DB">
              <w:rPr>
                <w:b/>
              </w:rPr>
              <w:t>Academic Records</w:t>
            </w:r>
            <w:r>
              <w:t xml:space="preserve"> button on person tree</w:t>
            </w:r>
          </w:p>
        </w:tc>
        <w:tc>
          <w:tcPr>
            <w:tcW w:w="650" w:type="pct"/>
          </w:tcPr>
          <w:p w:rsidR="00255DE6" w:rsidRDefault="00255DE6" w:rsidP="006C4ACA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255DE6" w:rsidRDefault="00255DE6" w:rsidP="006C4ACA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Screen changes to Academic Record View</w:t>
            </w:r>
          </w:p>
        </w:tc>
        <w:tc>
          <w:tcPr>
            <w:tcW w:w="339" w:type="pct"/>
          </w:tcPr>
          <w:p w:rsidR="00255DE6" w:rsidRDefault="00255DE6" w:rsidP="00E17172">
            <w:pPr>
              <w:cnfStyle w:val="000000100000"/>
            </w:pPr>
          </w:p>
        </w:tc>
        <w:tc>
          <w:tcPr>
            <w:tcW w:w="353" w:type="pct"/>
          </w:tcPr>
          <w:p w:rsidR="00255DE6" w:rsidRDefault="00255DE6" w:rsidP="00E17172">
            <w:pPr>
              <w:cnfStyle w:val="000000100000"/>
            </w:pPr>
          </w:p>
        </w:tc>
        <w:tc>
          <w:tcPr>
            <w:tcW w:w="369" w:type="pct"/>
          </w:tcPr>
          <w:p w:rsidR="00255DE6" w:rsidRDefault="00255DE6" w:rsidP="00E17172">
            <w:pPr>
              <w:cnfStyle w:val="000000100000"/>
            </w:pPr>
          </w:p>
        </w:tc>
      </w:tr>
      <w:tr w:rsidR="00255DE6" w:rsidTr="00E64E3D">
        <w:tc>
          <w:tcPr>
            <w:cnfStyle w:val="001000000000"/>
            <w:tcW w:w="1226" w:type="pct"/>
            <w:vMerge/>
          </w:tcPr>
          <w:p w:rsidR="00255DE6" w:rsidRDefault="00255DE6" w:rsidP="002C2C88"/>
        </w:tc>
        <w:tc>
          <w:tcPr>
            <w:tcW w:w="655" w:type="pct"/>
            <w:vMerge/>
          </w:tcPr>
          <w:p w:rsidR="00255DE6" w:rsidRDefault="00255DE6" w:rsidP="002C2C88">
            <w:pPr>
              <w:pStyle w:val="ListParagraph"/>
              <w:ind w:left="0"/>
              <w:cnfStyle w:val="000000000000"/>
            </w:pPr>
          </w:p>
        </w:tc>
        <w:tc>
          <w:tcPr>
            <w:tcW w:w="858" w:type="pct"/>
          </w:tcPr>
          <w:p w:rsidR="00255DE6" w:rsidRDefault="00255DE6" w:rsidP="00E57B6D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A9771E">
              <w:rPr>
                <w:b/>
              </w:rPr>
              <w:t>Enter the Batch Results</w:t>
            </w:r>
            <w:r>
              <w:t xml:space="preserve"> button on bottom header</w:t>
            </w:r>
            <w:r w:rsidR="00CC48DB">
              <w:t xml:space="preserve"> (Academic Record)</w:t>
            </w:r>
          </w:p>
        </w:tc>
        <w:tc>
          <w:tcPr>
            <w:tcW w:w="650" w:type="pct"/>
          </w:tcPr>
          <w:p w:rsidR="00255DE6" w:rsidRDefault="00255DE6" w:rsidP="006C4ACA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255DE6" w:rsidRDefault="00255DE6" w:rsidP="006C4ACA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Screen changes to Batch Results View</w:t>
            </w:r>
          </w:p>
        </w:tc>
        <w:tc>
          <w:tcPr>
            <w:tcW w:w="339" w:type="pct"/>
          </w:tcPr>
          <w:p w:rsidR="00255DE6" w:rsidRDefault="00255DE6" w:rsidP="00E17172">
            <w:pPr>
              <w:cnfStyle w:val="000000000000"/>
            </w:pPr>
          </w:p>
        </w:tc>
        <w:tc>
          <w:tcPr>
            <w:tcW w:w="353" w:type="pct"/>
          </w:tcPr>
          <w:p w:rsidR="00255DE6" w:rsidRDefault="00255DE6" w:rsidP="00E17172">
            <w:pPr>
              <w:cnfStyle w:val="000000000000"/>
            </w:pPr>
          </w:p>
        </w:tc>
        <w:tc>
          <w:tcPr>
            <w:tcW w:w="369" w:type="pct"/>
          </w:tcPr>
          <w:p w:rsidR="00255DE6" w:rsidRDefault="00255DE6" w:rsidP="00E17172">
            <w:pPr>
              <w:cnfStyle w:val="000000000000"/>
            </w:pPr>
          </w:p>
        </w:tc>
      </w:tr>
      <w:tr w:rsidR="00255DE6" w:rsidTr="00E64E3D">
        <w:trPr>
          <w:cnfStyle w:val="000000100000"/>
        </w:trPr>
        <w:tc>
          <w:tcPr>
            <w:cnfStyle w:val="001000000000"/>
            <w:tcW w:w="1226" w:type="pct"/>
            <w:vMerge/>
          </w:tcPr>
          <w:p w:rsidR="00255DE6" w:rsidRDefault="00255DE6" w:rsidP="002C2C88"/>
        </w:tc>
        <w:tc>
          <w:tcPr>
            <w:tcW w:w="655" w:type="pct"/>
            <w:vMerge/>
          </w:tcPr>
          <w:p w:rsidR="00255DE6" w:rsidRDefault="00255DE6" w:rsidP="002C2C88">
            <w:pPr>
              <w:pStyle w:val="ListParagraph"/>
              <w:ind w:left="0"/>
              <w:cnfStyle w:val="000000100000"/>
            </w:pPr>
          </w:p>
        </w:tc>
        <w:tc>
          <w:tcPr>
            <w:tcW w:w="858" w:type="pct"/>
          </w:tcPr>
          <w:p w:rsidR="00255DE6" w:rsidRDefault="00255DE6" w:rsidP="002C2C88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CC48DB">
              <w:rPr>
                <w:b/>
              </w:rPr>
              <w:t>Edit</w:t>
            </w:r>
            <w:r>
              <w:t xml:space="preserve"> button</w:t>
            </w:r>
            <w:r w:rsidR="00CC48DB">
              <w:t xml:space="preserve"> on batch results screen</w:t>
            </w:r>
          </w:p>
        </w:tc>
        <w:tc>
          <w:tcPr>
            <w:tcW w:w="650" w:type="pct"/>
          </w:tcPr>
          <w:p w:rsidR="00255DE6" w:rsidRDefault="00255DE6" w:rsidP="006C4ACA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255DE6" w:rsidRDefault="00255DE6" w:rsidP="006C4ACA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</w:p>
        </w:tc>
        <w:tc>
          <w:tcPr>
            <w:tcW w:w="339" w:type="pct"/>
          </w:tcPr>
          <w:p w:rsidR="00255DE6" w:rsidRDefault="00255DE6" w:rsidP="00E17172">
            <w:pPr>
              <w:cnfStyle w:val="000000100000"/>
            </w:pPr>
          </w:p>
        </w:tc>
        <w:tc>
          <w:tcPr>
            <w:tcW w:w="353" w:type="pct"/>
          </w:tcPr>
          <w:p w:rsidR="00255DE6" w:rsidRDefault="00255DE6" w:rsidP="00E17172">
            <w:pPr>
              <w:cnfStyle w:val="000000100000"/>
            </w:pPr>
          </w:p>
        </w:tc>
        <w:tc>
          <w:tcPr>
            <w:tcW w:w="369" w:type="pct"/>
          </w:tcPr>
          <w:p w:rsidR="00255DE6" w:rsidRDefault="00255DE6" w:rsidP="00E17172">
            <w:pPr>
              <w:cnfStyle w:val="000000100000"/>
            </w:pPr>
          </w:p>
        </w:tc>
      </w:tr>
      <w:tr w:rsidR="00255DE6" w:rsidTr="00E64E3D">
        <w:tc>
          <w:tcPr>
            <w:cnfStyle w:val="001000000000"/>
            <w:tcW w:w="1226" w:type="pct"/>
            <w:vMerge/>
          </w:tcPr>
          <w:p w:rsidR="00255DE6" w:rsidRDefault="00255DE6" w:rsidP="002C2C88"/>
        </w:tc>
        <w:tc>
          <w:tcPr>
            <w:tcW w:w="655" w:type="pct"/>
            <w:vMerge/>
          </w:tcPr>
          <w:p w:rsidR="00255DE6" w:rsidRDefault="00255DE6" w:rsidP="002C2C88">
            <w:pPr>
              <w:pStyle w:val="ListParagraph"/>
              <w:ind w:left="0"/>
              <w:cnfStyle w:val="000000000000"/>
            </w:pPr>
          </w:p>
        </w:tc>
        <w:tc>
          <w:tcPr>
            <w:tcW w:w="858" w:type="pct"/>
          </w:tcPr>
          <w:p w:rsidR="00255DE6" w:rsidRDefault="00255DE6" w:rsidP="002C2C88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650" w:type="pct"/>
          </w:tcPr>
          <w:p w:rsidR="00255DE6" w:rsidRDefault="00255DE6" w:rsidP="00E57B6D">
            <w:pPr>
              <w:pStyle w:val="ListParagraph"/>
              <w:numPr>
                <w:ilvl w:val="0"/>
                <w:numId w:val="13"/>
              </w:numPr>
              <w:cnfStyle w:val="000000000000"/>
            </w:pPr>
            <w:r>
              <w:t>Internal Grade</w:t>
            </w:r>
          </w:p>
          <w:p w:rsidR="00255DE6" w:rsidRDefault="00255DE6" w:rsidP="00E57B6D">
            <w:pPr>
              <w:pStyle w:val="ListParagraph"/>
              <w:numPr>
                <w:ilvl w:val="0"/>
                <w:numId w:val="13"/>
              </w:numPr>
              <w:cnfStyle w:val="000000000000"/>
            </w:pPr>
            <w:r>
              <w:t>External Grade</w:t>
            </w:r>
          </w:p>
          <w:p w:rsidR="00255DE6" w:rsidRDefault="00255DE6" w:rsidP="00E57B6D">
            <w:pPr>
              <w:pStyle w:val="ListParagraph"/>
              <w:numPr>
                <w:ilvl w:val="0"/>
                <w:numId w:val="13"/>
              </w:numPr>
              <w:cnfStyle w:val="000000000000"/>
            </w:pPr>
            <w:r>
              <w:t xml:space="preserve">Result </w:t>
            </w:r>
          </w:p>
          <w:p w:rsidR="00255DE6" w:rsidRDefault="00255DE6" w:rsidP="00E57B6D">
            <w:pPr>
              <w:pStyle w:val="ListParagraph"/>
              <w:numPr>
                <w:ilvl w:val="0"/>
                <w:numId w:val="13"/>
              </w:numPr>
              <w:cnfStyle w:val="000000000000"/>
            </w:pPr>
            <w:r>
              <w:lastRenderedPageBreak/>
              <w:t>Date Awarded</w:t>
            </w:r>
          </w:p>
          <w:p w:rsidR="00255DE6" w:rsidRDefault="00255DE6" w:rsidP="00E57B6D">
            <w:pPr>
              <w:pStyle w:val="ListParagraph"/>
              <w:numPr>
                <w:ilvl w:val="0"/>
                <w:numId w:val="13"/>
              </w:numPr>
              <w:cnfStyle w:val="000000000000"/>
            </w:pPr>
            <w:r>
              <w:t>Comments</w:t>
            </w:r>
          </w:p>
          <w:p w:rsidR="00255DE6" w:rsidRDefault="00255DE6" w:rsidP="00E57B6D">
            <w:pPr>
              <w:pStyle w:val="ListParagraph"/>
              <w:numPr>
                <w:ilvl w:val="0"/>
                <w:numId w:val="13"/>
              </w:numPr>
              <w:cnfStyle w:val="000000000000"/>
            </w:pPr>
            <w:r>
              <w:t>Academic UDA Char Field 1 – Academic UDA Char Academic Field 10</w:t>
            </w:r>
          </w:p>
          <w:p w:rsidR="00255DE6" w:rsidRDefault="00255DE6" w:rsidP="00E57B6D">
            <w:pPr>
              <w:pStyle w:val="ListParagraph"/>
              <w:numPr>
                <w:ilvl w:val="0"/>
                <w:numId w:val="13"/>
              </w:numPr>
              <w:cnfStyle w:val="000000000000"/>
            </w:pPr>
            <w:r>
              <w:t>Academic UDA Numeric Field 1 – Academic UDA Numeric Field 10</w:t>
            </w:r>
          </w:p>
          <w:p w:rsidR="00255DE6" w:rsidRDefault="00255DE6" w:rsidP="00E57B6D">
            <w:pPr>
              <w:pStyle w:val="ListParagraph"/>
              <w:numPr>
                <w:ilvl w:val="0"/>
                <w:numId w:val="13"/>
              </w:numPr>
              <w:cnfStyle w:val="000000000000"/>
            </w:pPr>
            <w:r>
              <w:t>Completion extension Date</w:t>
            </w:r>
          </w:p>
          <w:p w:rsidR="00255DE6" w:rsidRDefault="00255DE6" w:rsidP="00A9771E">
            <w:pPr>
              <w:pStyle w:val="ListParagraph"/>
              <w:ind w:left="393"/>
              <w:cnfStyle w:val="000000000000"/>
            </w:pPr>
          </w:p>
        </w:tc>
        <w:tc>
          <w:tcPr>
            <w:tcW w:w="550" w:type="pct"/>
          </w:tcPr>
          <w:p w:rsidR="00255DE6" w:rsidRDefault="00255DE6" w:rsidP="006C4ACA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lastRenderedPageBreak/>
              <w:t>Data is visible in data grid columns</w:t>
            </w:r>
          </w:p>
        </w:tc>
        <w:tc>
          <w:tcPr>
            <w:tcW w:w="339" w:type="pct"/>
          </w:tcPr>
          <w:p w:rsidR="00255DE6" w:rsidRDefault="00255DE6" w:rsidP="00E17172">
            <w:pPr>
              <w:cnfStyle w:val="000000000000"/>
            </w:pPr>
          </w:p>
        </w:tc>
        <w:tc>
          <w:tcPr>
            <w:tcW w:w="353" w:type="pct"/>
          </w:tcPr>
          <w:p w:rsidR="00255DE6" w:rsidRDefault="00255DE6" w:rsidP="00E17172">
            <w:pPr>
              <w:cnfStyle w:val="000000000000"/>
            </w:pPr>
          </w:p>
        </w:tc>
        <w:tc>
          <w:tcPr>
            <w:tcW w:w="369" w:type="pct"/>
          </w:tcPr>
          <w:p w:rsidR="00255DE6" w:rsidRDefault="00255DE6" w:rsidP="00E17172">
            <w:pPr>
              <w:cnfStyle w:val="000000000000"/>
            </w:pPr>
          </w:p>
        </w:tc>
      </w:tr>
      <w:tr w:rsidR="00255DE6" w:rsidTr="00E64E3D">
        <w:trPr>
          <w:cnfStyle w:val="000000100000"/>
        </w:trPr>
        <w:tc>
          <w:tcPr>
            <w:cnfStyle w:val="001000000000"/>
            <w:tcW w:w="1226" w:type="pct"/>
            <w:vMerge/>
          </w:tcPr>
          <w:p w:rsidR="00255DE6" w:rsidRDefault="00255DE6" w:rsidP="002C2C88"/>
        </w:tc>
        <w:tc>
          <w:tcPr>
            <w:tcW w:w="655" w:type="pct"/>
            <w:vMerge/>
          </w:tcPr>
          <w:p w:rsidR="00255DE6" w:rsidRDefault="00255DE6" w:rsidP="002C2C88">
            <w:pPr>
              <w:pStyle w:val="ListParagraph"/>
              <w:ind w:left="0"/>
              <w:cnfStyle w:val="000000100000"/>
            </w:pPr>
          </w:p>
        </w:tc>
        <w:tc>
          <w:tcPr>
            <w:tcW w:w="858" w:type="pct"/>
          </w:tcPr>
          <w:p w:rsidR="00255DE6" w:rsidRDefault="00255DE6" w:rsidP="002C2C88">
            <w:pPr>
              <w:pStyle w:val="ListParagraph"/>
              <w:ind w:left="0"/>
              <w:cnfStyle w:val="000000100000"/>
            </w:pPr>
            <w:r>
              <w:t>Click Save button</w:t>
            </w:r>
            <w:r w:rsidR="00CC48DB">
              <w:t xml:space="preserve"> on batch results screen</w:t>
            </w:r>
          </w:p>
        </w:tc>
        <w:tc>
          <w:tcPr>
            <w:tcW w:w="650" w:type="pct"/>
          </w:tcPr>
          <w:p w:rsidR="00255DE6" w:rsidRDefault="00255DE6" w:rsidP="006C4ACA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255DE6" w:rsidRDefault="00255DE6" w:rsidP="006C4ACA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Academic Result will be saved successfully.</w:t>
            </w:r>
          </w:p>
        </w:tc>
        <w:tc>
          <w:tcPr>
            <w:tcW w:w="339" w:type="pct"/>
          </w:tcPr>
          <w:p w:rsidR="00255DE6" w:rsidRDefault="00255DE6" w:rsidP="00E17172">
            <w:pPr>
              <w:cnfStyle w:val="000000100000"/>
            </w:pPr>
          </w:p>
        </w:tc>
        <w:tc>
          <w:tcPr>
            <w:tcW w:w="353" w:type="pct"/>
          </w:tcPr>
          <w:p w:rsidR="00255DE6" w:rsidRDefault="00255DE6" w:rsidP="00E17172">
            <w:pPr>
              <w:cnfStyle w:val="000000100000"/>
            </w:pPr>
          </w:p>
        </w:tc>
        <w:tc>
          <w:tcPr>
            <w:tcW w:w="369" w:type="pct"/>
          </w:tcPr>
          <w:p w:rsidR="00255DE6" w:rsidRDefault="00255DE6" w:rsidP="00E17172">
            <w:pPr>
              <w:cnfStyle w:val="000000100000"/>
            </w:pPr>
          </w:p>
        </w:tc>
      </w:tr>
      <w:tr w:rsidR="007A3249" w:rsidTr="00E64E3D">
        <w:tc>
          <w:tcPr>
            <w:cnfStyle w:val="001000000000"/>
            <w:tcW w:w="1226" w:type="pct"/>
            <w:vMerge w:val="restart"/>
          </w:tcPr>
          <w:p w:rsidR="007A3249" w:rsidRPr="007A3249" w:rsidRDefault="007A3249" w:rsidP="007A3249">
            <w:pPr>
              <w:pStyle w:val="Heading3"/>
              <w:outlineLvl w:val="2"/>
            </w:pPr>
            <w:bookmarkStart w:id="24" w:name="_Toc360806062"/>
            <w:r w:rsidRPr="007A3249">
              <w:t>5.8.2</w:t>
            </w:r>
            <w:bookmarkStart w:id="25" w:name="KeepSelected"/>
            <w:r w:rsidRPr="007A3249">
              <w:t xml:space="preserve"> Keep </w:t>
            </w:r>
            <w:bookmarkEnd w:id="25"/>
            <w:r w:rsidRPr="007A3249">
              <w:t>Selected Records</w:t>
            </w:r>
            <w:bookmarkEnd w:id="24"/>
          </w:p>
        </w:tc>
        <w:tc>
          <w:tcPr>
            <w:tcW w:w="655" w:type="pct"/>
            <w:vMerge w:val="restart"/>
          </w:tcPr>
          <w:p w:rsidR="00CC48DB" w:rsidRDefault="00CC48DB" w:rsidP="00CC48DB">
            <w:pPr>
              <w:pStyle w:val="ListParagraph"/>
              <w:ind w:left="0"/>
              <w:cnfStyle w:val="000000000000"/>
              <w:rPr>
                <w:b/>
              </w:rPr>
            </w:pPr>
            <w:r>
              <w:t xml:space="preserve">Must have existing student record. To create a student record refer to the </w:t>
            </w:r>
            <w:r>
              <w:lastRenderedPageBreak/>
              <w:t xml:space="preserve">following </w:t>
            </w:r>
            <w:r w:rsidRPr="00161BD5">
              <w:t>test case</w:t>
            </w:r>
            <w:r w:rsidRPr="002768B5">
              <w:rPr>
                <w:b/>
              </w:rPr>
              <w:t xml:space="preserve"> </w:t>
            </w:r>
          </w:p>
          <w:p w:rsidR="00CC48DB" w:rsidRDefault="00CC48DB" w:rsidP="00CC48DB">
            <w:pPr>
              <w:pStyle w:val="ListParagraph"/>
              <w:numPr>
                <w:ilvl w:val="0"/>
                <w:numId w:val="18"/>
              </w:numPr>
              <w:cnfStyle w:val="000000000000"/>
              <w:rPr>
                <w:b/>
              </w:rPr>
            </w:pPr>
            <w:r w:rsidRPr="008C6902">
              <w:rPr>
                <w:b/>
              </w:rPr>
              <w:t xml:space="preserve">4.1.1 </w:t>
            </w:r>
            <w:r w:rsidRPr="008C6902">
              <w:t>Add Student</w:t>
            </w:r>
          </w:p>
          <w:p w:rsidR="00CC48DB" w:rsidRDefault="00CC48DB" w:rsidP="00CC48DB">
            <w:pPr>
              <w:pStyle w:val="ListParagraph"/>
              <w:ind w:left="0"/>
              <w:cnfStyle w:val="000000000000"/>
            </w:pPr>
          </w:p>
          <w:p w:rsidR="00CC48DB" w:rsidRDefault="00CC48DB" w:rsidP="00CC48DB">
            <w:pPr>
              <w:pStyle w:val="ListParagraph"/>
              <w:ind w:left="0"/>
              <w:cnfStyle w:val="000000000000"/>
            </w:pPr>
            <w:r>
              <w:t>Must have existing Academic record. Refer to the following test case</w:t>
            </w:r>
          </w:p>
          <w:p w:rsidR="00CC48DB" w:rsidRDefault="00677884" w:rsidP="00CC48DB">
            <w:pPr>
              <w:pStyle w:val="ListParagraph"/>
              <w:numPr>
                <w:ilvl w:val="0"/>
                <w:numId w:val="18"/>
              </w:numPr>
              <w:cnfStyle w:val="000000000000"/>
            </w:pPr>
            <w:hyperlink w:anchor="_5.4.1_Add_Miscellaneous" w:history="1">
              <w:r w:rsidR="00CC48DB" w:rsidRPr="00FB2FA4">
                <w:rPr>
                  <w:rStyle w:val="Hyperlink"/>
                </w:rPr>
                <w:t>5.4.1 Add Miscellaneous Academic record</w:t>
              </w:r>
            </w:hyperlink>
          </w:p>
          <w:p w:rsidR="007A3249" w:rsidRDefault="007A3249" w:rsidP="005F3277">
            <w:pPr>
              <w:pStyle w:val="ListParagraph"/>
              <w:ind w:left="0"/>
              <w:cnfStyle w:val="000000000000"/>
            </w:pPr>
          </w:p>
          <w:p w:rsidR="007A3249" w:rsidRDefault="007A3249" w:rsidP="005F3277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7A3249" w:rsidRDefault="007A3249" w:rsidP="00CC48DB">
            <w:pPr>
              <w:pStyle w:val="ListParagraph"/>
              <w:numPr>
                <w:ilvl w:val="0"/>
                <w:numId w:val="15"/>
              </w:numPr>
              <w:cnfStyle w:val="000000000000"/>
            </w:pPr>
            <w:r>
              <w:t>Client</w:t>
            </w:r>
          </w:p>
        </w:tc>
        <w:tc>
          <w:tcPr>
            <w:tcW w:w="858" w:type="pct"/>
          </w:tcPr>
          <w:p w:rsidR="007A3249" w:rsidRDefault="007A3249" w:rsidP="00C70995">
            <w:pPr>
              <w:pStyle w:val="ListParagraph"/>
              <w:ind w:left="0"/>
              <w:cnfStyle w:val="000000000000"/>
            </w:pPr>
            <w:r>
              <w:lastRenderedPageBreak/>
              <w:t>Go to client Module</w:t>
            </w:r>
          </w:p>
        </w:tc>
        <w:tc>
          <w:tcPr>
            <w:tcW w:w="650" w:type="pct"/>
          </w:tcPr>
          <w:p w:rsidR="007A3249" w:rsidRDefault="007A3249" w:rsidP="006C4ACA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7A3249" w:rsidRDefault="007A3249" w:rsidP="006C4ACA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Client module is loaded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000000"/>
            </w:pPr>
          </w:p>
        </w:tc>
      </w:tr>
      <w:tr w:rsidR="007A3249" w:rsidTr="00E64E3D">
        <w:trPr>
          <w:cnfStyle w:val="000000100000"/>
        </w:trPr>
        <w:tc>
          <w:tcPr>
            <w:cnfStyle w:val="001000000000"/>
            <w:tcW w:w="1226" w:type="pct"/>
            <w:vMerge/>
          </w:tcPr>
          <w:p w:rsidR="007A3249" w:rsidRDefault="007A3249" w:rsidP="002C2C88"/>
        </w:tc>
        <w:tc>
          <w:tcPr>
            <w:tcW w:w="655" w:type="pct"/>
            <w:vMerge/>
          </w:tcPr>
          <w:p w:rsidR="007A3249" w:rsidRDefault="007A3249" w:rsidP="002C2C88">
            <w:pPr>
              <w:pStyle w:val="ListParagraph"/>
              <w:ind w:left="0"/>
              <w:cnfStyle w:val="000000100000"/>
            </w:pPr>
          </w:p>
        </w:tc>
        <w:tc>
          <w:tcPr>
            <w:tcW w:w="858" w:type="pct"/>
          </w:tcPr>
          <w:p w:rsidR="007A3249" w:rsidRDefault="007A3249" w:rsidP="00C70995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650" w:type="pct"/>
          </w:tcPr>
          <w:p w:rsidR="007A3249" w:rsidRDefault="007A3249" w:rsidP="00A41B81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Surname</w:t>
            </w:r>
          </w:p>
          <w:p w:rsidR="007A3249" w:rsidRDefault="007A3249" w:rsidP="00A41B81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first name</w:t>
            </w:r>
          </w:p>
          <w:p w:rsidR="007A3249" w:rsidRDefault="007A3249" w:rsidP="00A41B81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 xml:space="preserve">Preferred </w:t>
            </w:r>
            <w:r>
              <w:lastRenderedPageBreak/>
              <w:t>name</w:t>
            </w:r>
          </w:p>
          <w:p w:rsidR="007A3249" w:rsidRDefault="007A3249" w:rsidP="00A41B81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Student ID</w:t>
            </w:r>
          </w:p>
          <w:p w:rsidR="007A3249" w:rsidRDefault="007A3249" w:rsidP="00A41B81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Student NSN</w:t>
            </w:r>
          </w:p>
          <w:p w:rsidR="007A3249" w:rsidRDefault="007A3249" w:rsidP="00A41B81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DOB</w:t>
            </w:r>
          </w:p>
          <w:p w:rsidR="007A3249" w:rsidRDefault="007A3249" w:rsidP="00A41B81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Trans Type</w:t>
            </w:r>
          </w:p>
          <w:p w:rsidR="007A3249" w:rsidRDefault="007A3249" w:rsidP="00A41B81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Trans No</w:t>
            </w:r>
          </w:p>
          <w:p w:rsidR="007A3249" w:rsidRDefault="007A3249" w:rsidP="00A41B81">
            <w:pPr>
              <w:pStyle w:val="ListParagraph"/>
              <w:ind w:left="360"/>
              <w:cnfStyle w:val="000000100000"/>
            </w:pPr>
            <w:r>
              <w:t>Debtor ID</w:t>
            </w:r>
          </w:p>
        </w:tc>
        <w:tc>
          <w:tcPr>
            <w:tcW w:w="550" w:type="pct"/>
          </w:tcPr>
          <w:p w:rsidR="007A3249" w:rsidRDefault="007A3249" w:rsidP="006C4ACA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lastRenderedPageBreak/>
              <w:t>Data is visible in text fields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100000"/>
            </w:pPr>
          </w:p>
        </w:tc>
      </w:tr>
      <w:tr w:rsidR="007A3249" w:rsidTr="00E64E3D">
        <w:tc>
          <w:tcPr>
            <w:cnfStyle w:val="001000000000"/>
            <w:tcW w:w="1226" w:type="pct"/>
            <w:vMerge/>
          </w:tcPr>
          <w:p w:rsidR="007A3249" w:rsidRDefault="007A3249" w:rsidP="002C2C88"/>
        </w:tc>
        <w:tc>
          <w:tcPr>
            <w:tcW w:w="655" w:type="pct"/>
            <w:vMerge/>
          </w:tcPr>
          <w:p w:rsidR="007A3249" w:rsidRDefault="007A3249" w:rsidP="002C2C88">
            <w:pPr>
              <w:pStyle w:val="ListParagraph"/>
              <w:ind w:left="0"/>
              <w:cnfStyle w:val="000000000000"/>
            </w:pPr>
          </w:p>
        </w:tc>
        <w:tc>
          <w:tcPr>
            <w:tcW w:w="858" w:type="pct"/>
          </w:tcPr>
          <w:p w:rsidR="007A3249" w:rsidRDefault="007A3249" w:rsidP="00C70995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CC48DB">
              <w:rPr>
                <w:b/>
              </w:rPr>
              <w:t>Search</w:t>
            </w:r>
            <w:r>
              <w:t xml:space="preserve"> </w:t>
            </w:r>
            <w:r w:rsidR="00CC48DB">
              <w:t>b</w:t>
            </w:r>
            <w:r>
              <w:t>utton</w:t>
            </w:r>
          </w:p>
        </w:tc>
        <w:tc>
          <w:tcPr>
            <w:tcW w:w="650" w:type="pct"/>
          </w:tcPr>
          <w:p w:rsidR="007A3249" w:rsidRDefault="007A3249" w:rsidP="006C4ACA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7A3249" w:rsidRDefault="007A3249" w:rsidP="006C4ACA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Search displays list of persons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000000"/>
            </w:pPr>
          </w:p>
        </w:tc>
      </w:tr>
      <w:tr w:rsidR="007A3249" w:rsidTr="00E64E3D">
        <w:trPr>
          <w:cnfStyle w:val="000000100000"/>
        </w:trPr>
        <w:tc>
          <w:tcPr>
            <w:cnfStyle w:val="001000000000"/>
            <w:tcW w:w="1226" w:type="pct"/>
            <w:vMerge/>
          </w:tcPr>
          <w:p w:rsidR="007A3249" w:rsidRDefault="007A3249" w:rsidP="002C2C88"/>
        </w:tc>
        <w:tc>
          <w:tcPr>
            <w:tcW w:w="655" w:type="pct"/>
            <w:vMerge/>
          </w:tcPr>
          <w:p w:rsidR="007A3249" w:rsidRDefault="007A3249" w:rsidP="002C2C88">
            <w:pPr>
              <w:pStyle w:val="ListParagraph"/>
              <w:ind w:left="0"/>
              <w:cnfStyle w:val="000000100000"/>
            </w:pPr>
          </w:p>
        </w:tc>
        <w:tc>
          <w:tcPr>
            <w:tcW w:w="858" w:type="pct"/>
          </w:tcPr>
          <w:p w:rsidR="007A3249" w:rsidRDefault="007A3249" w:rsidP="00C70995">
            <w:pPr>
              <w:pStyle w:val="ListParagraph"/>
              <w:ind w:left="0"/>
              <w:cnfStyle w:val="000000100000"/>
            </w:pPr>
            <w:r>
              <w:t>Double Click on the selected student</w:t>
            </w:r>
          </w:p>
        </w:tc>
        <w:tc>
          <w:tcPr>
            <w:tcW w:w="650" w:type="pct"/>
          </w:tcPr>
          <w:p w:rsidR="007A3249" w:rsidRDefault="007A3249" w:rsidP="006C4ACA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7A3249" w:rsidRDefault="007A3249" w:rsidP="006C4ACA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Screen changes to person View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100000"/>
            </w:pPr>
          </w:p>
        </w:tc>
      </w:tr>
      <w:tr w:rsidR="007A3249" w:rsidTr="00E64E3D">
        <w:tc>
          <w:tcPr>
            <w:cnfStyle w:val="001000000000"/>
            <w:tcW w:w="1226" w:type="pct"/>
            <w:vMerge/>
          </w:tcPr>
          <w:p w:rsidR="007A3249" w:rsidRDefault="007A3249" w:rsidP="002C2C88"/>
        </w:tc>
        <w:tc>
          <w:tcPr>
            <w:tcW w:w="655" w:type="pct"/>
            <w:vMerge/>
          </w:tcPr>
          <w:p w:rsidR="007A3249" w:rsidRDefault="007A3249" w:rsidP="002C2C88">
            <w:pPr>
              <w:pStyle w:val="ListParagraph"/>
              <w:ind w:left="0"/>
              <w:cnfStyle w:val="000000000000"/>
            </w:pPr>
          </w:p>
        </w:tc>
        <w:tc>
          <w:tcPr>
            <w:tcW w:w="858" w:type="pct"/>
          </w:tcPr>
          <w:p w:rsidR="007A3249" w:rsidRDefault="007A3249" w:rsidP="00C70995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CC48DB">
              <w:rPr>
                <w:b/>
              </w:rPr>
              <w:t>Academic Records</w:t>
            </w:r>
            <w:r>
              <w:t xml:space="preserve"> button on person tree</w:t>
            </w:r>
          </w:p>
        </w:tc>
        <w:tc>
          <w:tcPr>
            <w:tcW w:w="650" w:type="pct"/>
          </w:tcPr>
          <w:p w:rsidR="007A3249" w:rsidRDefault="007A3249" w:rsidP="006C4ACA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7A3249" w:rsidRDefault="007A3249" w:rsidP="006C4ACA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Screen changes to Academic Record View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000000"/>
            </w:pPr>
          </w:p>
        </w:tc>
      </w:tr>
      <w:tr w:rsidR="007A3249" w:rsidTr="00E64E3D">
        <w:trPr>
          <w:cnfStyle w:val="000000100000"/>
        </w:trPr>
        <w:tc>
          <w:tcPr>
            <w:cnfStyle w:val="001000000000"/>
            <w:tcW w:w="1226" w:type="pct"/>
            <w:vMerge/>
          </w:tcPr>
          <w:p w:rsidR="007A3249" w:rsidRDefault="007A3249" w:rsidP="002C2C88"/>
        </w:tc>
        <w:tc>
          <w:tcPr>
            <w:tcW w:w="655" w:type="pct"/>
            <w:vMerge/>
          </w:tcPr>
          <w:p w:rsidR="007A3249" w:rsidRDefault="007A3249" w:rsidP="002C2C88">
            <w:pPr>
              <w:pStyle w:val="ListParagraph"/>
              <w:ind w:left="0"/>
              <w:cnfStyle w:val="000000100000"/>
            </w:pPr>
          </w:p>
        </w:tc>
        <w:tc>
          <w:tcPr>
            <w:tcW w:w="858" w:type="pct"/>
          </w:tcPr>
          <w:p w:rsidR="007A3249" w:rsidRDefault="007A3249" w:rsidP="00C70995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A9771E">
              <w:rPr>
                <w:b/>
              </w:rPr>
              <w:t>Enter the Batch Results</w:t>
            </w:r>
            <w:r>
              <w:t xml:space="preserve"> button on bottom header</w:t>
            </w:r>
          </w:p>
        </w:tc>
        <w:tc>
          <w:tcPr>
            <w:tcW w:w="650" w:type="pct"/>
          </w:tcPr>
          <w:p w:rsidR="007A3249" w:rsidRDefault="007A3249" w:rsidP="006C4ACA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7A3249" w:rsidRDefault="007A3249" w:rsidP="006C4ACA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Screen changes to Batch Results view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100000"/>
            </w:pPr>
          </w:p>
        </w:tc>
      </w:tr>
      <w:tr w:rsidR="007A3249" w:rsidTr="00E64E3D">
        <w:tc>
          <w:tcPr>
            <w:cnfStyle w:val="001000000000"/>
            <w:tcW w:w="1226" w:type="pct"/>
            <w:vMerge/>
          </w:tcPr>
          <w:p w:rsidR="007A3249" w:rsidRDefault="007A3249" w:rsidP="002C2C88"/>
        </w:tc>
        <w:tc>
          <w:tcPr>
            <w:tcW w:w="655" w:type="pct"/>
            <w:vMerge/>
          </w:tcPr>
          <w:p w:rsidR="007A3249" w:rsidRDefault="007A3249" w:rsidP="002C2C88">
            <w:pPr>
              <w:pStyle w:val="ListParagraph"/>
              <w:ind w:left="0"/>
              <w:cnfStyle w:val="000000000000"/>
            </w:pPr>
          </w:p>
        </w:tc>
        <w:tc>
          <w:tcPr>
            <w:tcW w:w="858" w:type="pct"/>
          </w:tcPr>
          <w:p w:rsidR="007A3249" w:rsidRDefault="007A3249" w:rsidP="00BB250D">
            <w:pPr>
              <w:pStyle w:val="ListParagraph"/>
              <w:ind w:left="0"/>
              <w:cnfStyle w:val="000000000000"/>
            </w:pPr>
            <w:r>
              <w:t>Click on Ctrl Key + Academic Records</w:t>
            </w:r>
          </w:p>
        </w:tc>
        <w:tc>
          <w:tcPr>
            <w:tcW w:w="650" w:type="pct"/>
          </w:tcPr>
          <w:p w:rsidR="007A3249" w:rsidRDefault="007A3249" w:rsidP="006C4ACA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7A3249" w:rsidRDefault="00CC48DB" w:rsidP="00CC48DB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Selected multiple</w:t>
            </w:r>
            <w:r w:rsidR="007A3249">
              <w:rPr>
                <w:rFonts w:eastAsia="Times New Roman" w:cs="Times New Roman"/>
                <w:lang w:eastAsia="en-NZ"/>
              </w:rPr>
              <w:t xml:space="preserve"> records</w:t>
            </w:r>
            <w:r>
              <w:rPr>
                <w:rFonts w:eastAsia="Times New Roman" w:cs="Times New Roman"/>
                <w:lang w:eastAsia="en-NZ"/>
              </w:rPr>
              <w:t>.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000000"/>
            </w:pPr>
          </w:p>
        </w:tc>
      </w:tr>
      <w:tr w:rsidR="007A3249" w:rsidTr="00E64E3D">
        <w:trPr>
          <w:cnfStyle w:val="000000100000"/>
        </w:trPr>
        <w:tc>
          <w:tcPr>
            <w:cnfStyle w:val="001000000000"/>
            <w:tcW w:w="1226" w:type="pct"/>
            <w:vMerge/>
          </w:tcPr>
          <w:p w:rsidR="007A3249" w:rsidRDefault="007A3249" w:rsidP="002C2C88"/>
        </w:tc>
        <w:tc>
          <w:tcPr>
            <w:tcW w:w="655" w:type="pct"/>
            <w:vMerge/>
          </w:tcPr>
          <w:p w:rsidR="007A3249" w:rsidRDefault="007A3249" w:rsidP="002C2C88">
            <w:pPr>
              <w:pStyle w:val="ListParagraph"/>
              <w:ind w:left="0"/>
              <w:cnfStyle w:val="000000100000"/>
            </w:pPr>
          </w:p>
        </w:tc>
        <w:tc>
          <w:tcPr>
            <w:tcW w:w="858" w:type="pct"/>
          </w:tcPr>
          <w:p w:rsidR="007A3249" w:rsidRDefault="007A3249" w:rsidP="00C70995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CC48DB">
              <w:rPr>
                <w:b/>
              </w:rPr>
              <w:t xml:space="preserve">Keep Selected Record </w:t>
            </w:r>
            <w:r>
              <w:t xml:space="preserve"> button</w:t>
            </w:r>
          </w:p>
        </w:tc>
        <w:tc>
          <w:tcPr>
            <w:tcW w:w="650" w:type="pct"/>
          </w:tcPr>
          <w:p w:rsidR="007A3249" w:rsidRDefault="007A3249" w:rsidP="00C70995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7A3249" w:rsidRDefault="007A3249" w:rsidP="00C70995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 xml:space="preserve">This will hold the records that are </w:t>
            </w:r>
            <w:r>
              <w:rPr>
                <w:rFonts w:eastAsia="Times New Roman" w:cs="Times New Roman"/>
                <w:lang w:eastAsia="en-NZ"/>
              </w:rPr>
              <w:lastRenderedPageBreak/>
              <w:t>selected and removes the rest of the records.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100000"/>
            </w:pPr>
          </w:p>
        </w:tc>
      </w:tr>
      <w:tr w:rsidR="007A3249" w:rsidTr="00E64E3D">
        <w:tc>
          <w:tcPr>
            <w:cnfStyle w:val="001000000000"/>
            <w:tcW w:w="1226" w:type="pct"/>
            <w:vMerge w:val="restart"/>
          </w:tcPr>
          <w:p w:rsidR="007A3249" w:rsidRPr="007A3249" w:rsidRDefault="007A3249" w:rsidP="007A3249">
            <w:pPr>
              <w:pStyle w:val="Heading3"/>
              <w:outlineLvl w:val="2"/>
            </w:pPr>
            <w:bookmarkStart w:id="26" w:name="_Toc360806063"/>
            <w:r w:rsidRPr="007A3249">
              <w:lastRenderedPageBreak/>
              <w:t>5.8.3</w:t>
            </w:r>
            <w:bookmarkStart w:id="27" w:name="RemoveSelected"/>
            <w:r>
              <w:t xml:space="preserve"> </w:t>
            </w:r>
            <w:r w:rsidRPr="007A3249">
              <w:t xml:space="preserve">Remove </w:t>
            </w:r>
            <w:bookmarkEnd w:id="27"/>
            <w:r w:rsidRPr="007A3249">
              <w:t>Selected Records</w:t>
            </w:r>
            <w:bookmarkEnd w:id="26"/>
          </w:p>
        </w:tc>
        <w:tc>
          <w:tcPr>
            <w:tcW w:w="655" w:type="pct"/>
            <w:vMerge w:val="restart"/>
          </w:tcPr>
          <w:p w:rsidR="00CC48DB" w:rsidRDefault="00CC48DB" w:rsidP="00CC48DB">
            <w:pPr>
              <w:pStyle w:val="ListParagraph"/>
              <w:ind w:left="0"/>
              <w:cnfStyle w:val="000000000000"/>
              <w:rPr>
                <w:b/>
              </w:rPr>
            </w:pPr>
            <w:r>
              <w:t xml:space="preserve">Must have existing student record. To create a student record refer to the following </w:t>
            </w:r>
            <w:r w:rsidRPr="00161BD5">
              <w:t>test case</w:t>
            </w:r>
            <w:r w:rsidRPr="002768B5">
              <w:rPr>
                <w:b/>
              </w:rPr>
              <w:t xml:space="preserve"> </w:t>
            </w:r>
          </w:p>
          <w:p w:rsidR="00CC48DB" w:rsidRDefault="00CC48DB" w:rsidP="00CC48DB">
            <w:pPr>
              <w:pStyle w:val="ListParagraph"/>
              <w:numPr>
                <w:ilvl w:val="0"/>
                <w:numId w:val="18"/>
              </w:numPr>
              <w:cnfStyle w:val="000000000000"/>
              <w:rPr>
                <w:b/>
              </w:rPr>
            </w:pPr>
            <w:r w:rsidRPr="008C6902">
              <w:rPr>
                <w:b/>
              </w:rPr>
              <w:t xml:space="preserve">4.1.1 </w:t>
            </w:r>
            <w:r w:rsidRPr="008C6902">
              <w:t>Add Student</w:t>
            </w:r>
          </w:p>
          <w:p w:rsidR="00CC48DB" w:rsidRDefault="00CC48DB" w:rsidP="00CC48DB">
            <w:pPr>
              <w:pStyle w:val="ListParagraph"/>
              <w:ind w:left="0"/>
              <w:cnfStyle w:val="000000000000"/>
            </w:pPr>
          </w:p>
          <w:p w:rsidR="00CC48DB" w:rsidRDefault="00CC48DB" w:rsidP="00CC48DB">
            <w:pPr>
              <w:pStyle w:val="ListParagraph"/>
              <w:ind w:left="0"/>
              <w:cnfStyle w:val="000000000000"/>
            </w:pPr>
            <w:r>
              <w:t>Must have existing Academic record. Refer to the following test case</w:t>
            </w:r>
          </w:p>
          <w:p w:rsidR="00CC48DB" w:rsidRDefault="00677884" w:rsidP="00CC48DB">
            <w:pPr>
              <w:pStyle w:val="ListParagraph"/>
              <w:numPr>
                <w:ilvl w:val="0"/>
                <w:numId w:val="18"/>
              </w:numPr>
              <w:cnfStyle w:val="000000000000"/>
            </w:pPr>
            <w:hyperlink w:anchor="_5.4.1_Add_Miscellaneous" w:history="1">
              <w:r w:rsidR="00CC48DB" w:rsidRPr="00FB2FA4">
                <w:rPr>
                  <w:rStyle w:val="Hyperlink"/>
                </w:rPr>
                <w:t>5.4.1 Add Miscellaneous Academic record</w:t>
              </w:r>
            </w:hyperlink>
          </w:p>
          <w:p w:rsidR="007A3249" w:rsidRDefault="007A3249" w:rsidP="00C31340">
            <w:pPr>
              <w:pStyle w:val="ListParagraph"/>
              <w:ind w:left="0"/>
              <w:cnfStyle w:val="000000000000"/>
            </w:pPr>
          </w:p>
          <w:p w:rsidR="007A3249" w:rsidRDefault="007A3249" w:rsidP="00C31340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7A3249" w:rsidRDefault="007A3249" w:rsidP="00C31340">
            <w:pPr>
              <w:pStyle w:val="ListParagraph"/>
              <w:numPr>
                <w:ilvl w:val="0"/>
                <w:numId w:val="15"/>
              </w:numPr>
              <w:cnfStyle w:val="000000000000"/>
            </w:pPr>
            <w:r>
              <w:t>Client</w:t>
            </w:r>
          </w:p>
          <w:p w:rsidR="007A3249" w:rsidRDefault="007A3249" w:rsidP="00CC48DB">
            <w:pPr>
              <w:pStyle w:val="ListParagraph"/>
              <w:ind w:left="502"/>
              <w:cnfStyle w:val="000000000000"/>
            </w:pPr>
          </w:p>
        </w:tc>
        <w:tc>
          <w:tcPr>
            <w:tcW w:w="858" w:type="pct"/>
          </w:tcPr>
          <w:p w:rsidR="007A3249" w:rsidRDefault="007A3249" w:rsidP="00C70995">
            <w:pPr>
              <w:pStyle w:val="ListParagraph"/>
              <w:ind w:left="0"/>
              <w:cnfStyle w:val="000000000000"/>
            </w:pPr>
            <w:r>
              <w:t>Go to client Module</w:t>
            </w:r>
          </w:p>
        </w:tc>
        <w:tc>
          <w:tcPr>
            <w:tcW w:w="650" w:type="pct"/>
          </w:tcPr>
          <w:p w:rsidR="007A3249" w:rsidRDefault="007A3249" w:rsidP="006C4ACA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7A3249" w:rsidRDefault="007A3249" w:rsidP="006C4ACA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Client Module is loaded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000000"/>
            </w:pPr>
          </w:p>
        </w:tc>
      </w:tr>
      <w:tr w:rsidR="007A3249" w:rsidTr="00E64E3D">
        <w:trPr>
          <w:cnfStyle w:val="000000100000"/>
        </w:trPr>
        <w:tc>
          <w:tcPr>
            <w:cnfStyle w:val="001000000000"/>
            <w:tcW w:w="1226" w:type="pct"/>
            <w:vMerge/>
          </w:tcPr>
          <w:p w:rsidR="007A3249" w:rsidRDefault="007A3249" w:rsidP="002C2C88"/>
        </w:tc>
        <w:tc>
          <w:tcPr>
            <w:tcW w:w="655" w:type="pct"/>
            <w:vMerge/>
          </w:tcPr>
          <w:p w:rsidR="007A3249" w:rsidRDefault="007A3249" w:rsidP="00C70995">
            <w:pPr>
              <w:pStyle w:val="ListParagraph"/>
              <w:ind w:left="0"/>
              <w:cnfStyle w:val="000000100000"/>
            </w:pPr>
          </w:p>
        </w:tc>
        <w:tc>
          <w:tcPr>
            <w:tcW w:w="858" w:type="pct"/>
          </w:tcPr>
          <w:p w:rsidR="007A3249" w:rsidRDefault="007A3249" w:rsidP="00C70995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650" w:type="pct"/>
          </w:tcPr>
          <w:p w:rsidR="007A3249" w:rsidRDefault="007A3249" w:rsidP="00A41B81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Surname</w:t>
            </w:r>
          </w:p>
          <w:p w:rsidR="007A3249" w:rsidRDefault="007A3249" w:rsidP="00A41B81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first name</w:t>
            </w:r>
          </w:p>
          <w:p w:rsidR="007A3249" w:rsidRDefault="007A3249" w:rsidP="00A41B81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Student ID</w:t>
            </w:r>
          </w:p>
          <w:p w:rsidR="007A3249" w:rsidRDefault="007A3249" w:rsidP="00CC48D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DOB</w:t>
            </w:r>
          </w:p>
        </w:tc>
        <w:tc>
          <w:tcPr>
            <w:tcW w:w="550" w:type="pct"/>
          </w:tcPr>
          <w:p w:rsidR="007A3249" w:rsidRDefault="007A3249" w:rsidP="006C4ACA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Data is visible in the text fields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100000"/>
            </w:pPr>
          </w:p>
        </w:tc>
      </w:tr>
      <w:tr w:rsidR="007A3249" w:rsidTr="00E64E3D">
        <w:tc>
          <w:tcPr>
            <w:cnfStyle w:val="001000000000"/>
            <w:tcW w:w="1226" w:type="pct"/>
            <w:vMerge/>
          </w:tcPr>
          <w:p w:rsidR="007A3249" w:rsidRDefault="007A3249" w:rsidP="002C2C88"/>
        </w:tc>
        <w:tc>
          <w:tcPr>
            <w:tcW w:w="655" w:type="pct"/>
            <w:vMerge/>
          </w:tcPr>
          <w:p w:rsidR="007A3249" w:rsidRDefault="007A3249" w:rsidP="00C70995">
            <w:pPr>
              <w:pStyle w:val="ListParagraph"/>
              <w:ind w:left="0"/>
              <w:cnfStyle w:val="000000000000"/>
            </w:pPr>
          </w:p>
        </w:tc>
        <w:tc>
          <w:tcPr>
            <w:tcW w:w="858" w:type="pct"/>
          </w:tcPr>
          <w:p w:rsidR="007A3249" w:rsidRDefault="007A3249" w:rsidP="00CC48DB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CC48DB">
              <w:rPr>
                <w:b/>
              </w:rPr>
              <w:t>Search</w:t>
            </w:r>
            <w:r>
              <w:t xml:space="preserve"> </w:t>
            </w:r>
            <w:r w:rsidR="00CC48DB">
              <w:t>b</w:t>
            </w:r>
            <w:r>
              <w:t>utton</w:t>
            </w:r>
          </w:p>
        </w:tc>
        <w:tc>
          <w:tcPr>
            <w:tcW w:w="650" w:type="pct"/>
          </w:tcPr>
          <w:p w:rsidR="007A3249" w:rsidRDefault="007A3249" w:rsidP="006C4ACA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7A3249" w:rsidRDefault="007A3249" w:rsidP="006C4ACA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Search displays list of Students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000000"/>
            </w:pPr>
          </w:p>
        </w:tc>
      </w:tr>
      <w:tr w:rsidR="007A3249" w:rsidTr="00E64E3D">
        <w:trPr>
          <w:cnfStyle w:val="000000100000"/>
        </w:trPr>
        <w:tc>
          <w:tcPr>
            <w:cnfStyle w:val="001000000000"/>
            <w:tcW w:w="1226" w:type="pct"/>
            <w:vMerge/>
          </w:tcPr>
          <w:p w:rsidR="007A3249" w:rsidRDefault="007A3249" w:rsidP="002C2C88"/>
        </w:tc>
        <w:tc>
          <w:tcPr>
            <w:tcW w:w="655" w:type="pct"/>
            <w:vMerge/>
          </w:tcPr>
          <w:p w:rsidR="007A3249" w:rsidRDefault="007A3249" w:rsidP="00C70995">
            <w:pPr>
              <w:pStyle w:val="ListParagraph"/>
              <w:ind w:left="0"/>
              <w:cnfStyle w:val="000000100000"/>
            </w:pPr>
          </w:p>
        </w:tc>
        <w:tc>
          <w:tcPr>
            <w:tcW w:w="858" w:type="pct"/>
          </w:tcPr>
          <w:p w:rsidR="007A3249" w:rsidRDefault="007A3249" w:rsidP="00C70995">
            <w:pPr>
              <w:pStyle w:val="ListParagraph"/>
              <w:ind w:left="0"/>
              <w:cnfStyle w:val="000000100000"/>
            </w:pPr>
            <w:r>
              <w:t>Double Click on the selected student</w:t>
            </w:r>
          </w:p>
        </w:tc>
        <w:tc>
          <w:tcPr>
            <w:tcW w:w="650" w:type="pct"/>
          </w:tcPr>
          <w:p w:rsidR="007A3249" w:rsidRDefault="007A3249" w:rsidP="006C4ACA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7A3249" w:rsidRDefault="007A3249" w:rsidP="006C4ACA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Screen Changes to Person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100000"/>
            </w:pPr>
          </w:p>
        </w:tc>
      </w:tr>
      <w:tr w:rsidR="007A3249" w:rsidTr="00E64E3D">
        <w:tc>
          <w:tcPr>
            <w:cnfStyle w:val="001000000000"/>
            <w:tcW w:w="1226" w:type="pct"/>
            <w:vMerge/>
          </w:tcPr>
          <w:p w:rsidR="007A3249" w:rsidRDefault="007A3249" w:rsidP="002C2C88"/>
        </w:tc>
        <w:tc>
          <w:tcPr>
            <w:tcW w:w="655" w:type="pct"/>
            <w:vMerge/>
          </w:tcPr>
          <w:p w:rsidR="007A3249" w:rsidRDefault="007A3249" w:rsidP="00C70995">
            <w:pPr>
              <w:pStyle w:val="ListParagraph"/>
              <w:ind w:left="0"/>
              <w:cnfStyle w:val="000000000000"/>
            </w:pPr>
          </w:p>
        </w:tc>
        <w:tc>
          <w:tcPr>
            <w:tcW w:w="858" w:type="pct"/>
          </w:tcPr>
          <w:p w:rsidR="007A3249" w:rsidRDefault="007A3249" w:rsidP="00C70995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CC48DB">
              <w:rPr>
                <w:b/>
              </w:rPr>
              <w:t>Academic Records</w:t>
            </w:r>
            <w:r>
              <w:t xml:space="preserve"> button on person tree</w:t>
            </w:r>
          </w:p>
        </w:tc>
        <w:tc>
          <w:tcPr>
            <w:tcW w:w="650" w:type="pct"/>
          </w:tcPr>
          <w:p w:rsidR="007A3249" w:rsidRDefault="007A3249" w:rsidP="006C4ACA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7A3249" w:rsidRDefault="007A3249" w:rsidP="006C4ACA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Screen changes to AR view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000000"/>
            </w:pPr>
          </w:p>
        </w:tc>
      </w:tr>
      <w:tr w:rsidR="007A3249" w:rsidTr="00E64E3D">
        <w:trPr>
          <w:cnfStyle w:val="000000100000"/>
        </w:trPr>
        <w:tc>
          <w:tcPr>
            <w:cnfStyle w:val="001000000000"/>
            <w:tcW w:w="1226" w:type="pct"/>
            <w:vMerge/>
          </w:tcPr>
          <w:p w:rsidR="007A3249" w:rsidRDefault="007A3249" w:rsidP="002C2C88"/>
        </w:tc>
        <w:tc>
          <w:tcPr>
            <w:tcW w:w="655" w:type="pct"/>
            <w:vMerge/>
          </w:tcPr>
          <w:p w:rsidR="007A3249" w:rsidRDefault="007A3249" w:rsidP="00C70995">
            <w:pPr>
              <w:pStyle w:val="ListParagraph"/>
              <w:ind w:left="0"/>
              <w:cnfStyle w:val="000000100000"/>
            </w:pPr>
          </w:p>
        </w:tc>
        <w:tc>
          <w:tcPr>
            <w:tcW w:w="858" w:type="pct"/>
          </w:tcPr>
          <w:p w:rsidR="007A3249" w:rsidRDefault="007A3249" w:rsidP="00C70995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A9771E">
              <w:rPr>
                <w:b/>
              </w:rPr>
              <w:t>Enter the Batch Results</w:t>
            </w:r>
            <w:r>
              <w:t xml:space="preserve"> button on bottom header</w:t>
            </w:r>
          </w:p>
        </w:tc>
        <w:tc>
          <w:tcPr>
            <w:tcW w:w="650" w:type="pct"/>
          </w:tcPr>
          <w:p w:rsidR="007A3249" w:rsidRDefault="007A3249" w:rsidP="006C4ACA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7A3249" w:rsidRDefault="007A3249" w:rsidP="006C4ACA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Screen changes to batch results view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100000"/>
            </w:pPr>
          </w:p>
        </w:tc>
      </w:tr>
      <w:tr w:rsidR="007A3249" w:rsidTr="00E64E3D">
        <w:trPr>
          <w:trHeight w:val="48"/>
        </w:trPr>
        <w:tc>
          <w:tcPr>
            <w:cnfStyle w:val="001000000000"/>
            <w:tcW w:w="1226" w:type="pct"/>
            <w:vMerge/>
          </w:tcPr>
          <w:p w:rsidR="007A3249" w:rsidRDefault="007A3249" w:rsidP="002C2C88"/>
        </w:tc>
        <w:tc>
          <w:tcPr>
            <w:tcW w:w="655" w:type="pct"/>
            <w:vMerge/>
          </w:tcPr>
          <w:p w:rsidR="007A3249" w:rsidRDefault="007A3249" w:rsidP="00C70995">
            <w:pPr>
              <w:pStyle w:val="ListParagraph"/>
              <w:ind w:left="0"/>
              <w:cnfStyle w:val="000000000000"/>
            </w:pPr>
          </w:p>
        </w:tc>
        <w:tc>
          <w:tcPr>
            <w:tcW w:w="858" w:type="pct"/>
          </w:tcPr>
          <w:p w:rsidR="007A3249" w:rsidRDefault="007A3249" w:rsidP="00C70995">
            <w:pPr>
              <w:pStyle w:val="ListParagraph"/>
              <w:ind w:left="0"/>
              <w:cnfStyle w:val="000000000000"/>
            </w:pPr>
            <w:r>
              <w:t>Click on Ctrl Key + Academic Records</w:t>
            </w:r>
          </w:p>
        </w:tc>
        <w:tc>
          <w:tcPr>
            <w:tcW w:w="650" w:type="pct"/>
          </w:tcPr>
          <w:p w:rsidR="007A3249" w:rsidRDefault="007A3249" w:rsidP="006C4ACA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7A3249" w:rsidRDefault="00CC48DB" w:rsidP="00CC48DB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Selected multiple</w:t>
            </w:r>
            <w:r w:rsidR="007A3249">
              <w:rPr>
                <w:rFonts w:eastAsia="Times New Roman" w:cs="Times New Roman"/>
                <w:lang w:eastAsia="en-NZ"/>
              </w:rPr>
              <w:t xml:space="preserve"> records</w:t>
            </w:r>
            <w:r>
              <w:rPr>
                <w:rFonts w:eastAsia="Times New Roman" w:cs="Times New Roman"/>
                <w:lang w:eastAsia="en-NZ"/>
              </w:rPr>
              <w:t>.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000000"/>
            </w:pPr>
          </w:p>
        </w:tc>
      </w:tr>
      <w:tr w:rsidR="007A3249" w:rsidTr="00E64E3D">
        <w:trPr>
          <w:cnfStyle w:val="000000100000"/>
        </w:trPr>
        <w:tc>
          <w:tcPr>
            <w:cnfStyle w:val="001000000000"/>
            <w:tcW w:w="1226" w:type="pct"/>
            <w:vMerge/>
          </w:tcPr>
          <w:p w:rsidR="007A3249" w:rsidRDefault="007A3249" w:rsidP="002C2C88"/>
        </w:tc>
        <w:tc>
          <w:tcPr>
            <w:tcW w:w="655" w:type="pct"/>
            <w:vMerge/>
          </w:tcPr>
          <w:p w:rsidR="007A3249" w:rsidRDefault="007A3249" w:rsidP="00C70995">
            <w:pPr>
              <w:pStyle w:val="ListParagraph"/>
              <w:ind w:left="0"/>
              <w:cnfStyle w:val="000000100000"/>
            </w:pPr>
          </w:p>
        </w:tc>
        <w:tc>
          <w:tcPr>
            <w:tcW w:w="858" w:type="pct"/>
          </w:tcPr>
          <w:p w:rsidR="007A3249" w:rsidRDefault="007A3249" w:rsidP="00BB250D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CC48DB">
              <w:rPr>
                <w:b/>
              </w:rPr>
              <w:t>Remove Selected Records</w:t>
            </w:r>
            <w:r>
              <w:t xml:space="preserve">  button</w:t>
            </w:r>
          </w:p>
        </w:tc>
        <w:tc>
          <w:tcPr>
            <w:tcW w:w="650" w:type="pct"/>
          </w:tcPr>
          <w:p w:rsidR="007A3249" w:rsidRDefault="007A3249" w:rsidP="006C4ACA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7A3249" w:rsidRDefault="007A3249" w:rsidP="006C4ACA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 xml:space="preserve">This will remove the records that </w:t>
            </w:r>
            <w:r>
              <w:rPr>
                <w:rFonts w:eastAsia="Times New Roman" w:cs="Times New Roman"/>
                <w:lang w:eastAsia="en-NZ"/>
              </w:rPr>
              <w:lastRenderedPageBreak/>
              <w:t>are selected and keep the rest of the records.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100000"/>
            </w:pPr>
          </w:p>
        </w:tc>
      </w:tr>
      <w:tr w:rsidR="00255DE6" w:rsidTr="00E64E3D">
        <w:tc>
          <w:tcPr>
            <w:cnfStyle w:val="001000000000"/>
            <w:tcW w:w="1226" w:type="pct"/>
            <w:vMerge w:val="restart"/>
          </w:tcPr>
          <w:p w:rsidR="00255DE6" w:rsidRPr="007A3249" w:rsidRDefault="00255DE6" w:rsidP="007A3249">
            <w:pPr>
              <w:pStyle w:val="Heading3"/>
              <w:outlineLvl w:val="2"/>
            </w:pPr>
            <w:bookmarkStart w:id="28" w:name="_Toc360806064"/>
            <w:r w:rsidRPr="007A3249">
              <w:lastRenderedPageBreak/>
              <w:t>5.8.4</w:t>
            </w:r>
            <w:bookmarkStart w:id="29" w:name="ChangeSELStatus"/>
            <w:r>
              <w:t xml:space="preserve"> </w:t>
            </w:r>
            <w:r w:rsidRPr="007A3249">
              <w:t xml:space="preserve">Change </w:t>
            </w:r>
            <w:bookmarkEnd w:id="29"/>
            <w:r w:rsidRPr="007A3249">
              <w:t>Status for Selected</w:t>
            </w:r>
            <w:bookmarkEnd w:id="28"/>
          </w:p>
        </w:tc>
        <w:tc>
          <w:tcPr>
            <w:tcW w:w="655" w:type="pct"/>
            <w:vMerge w:val="restart"/>
          </w:tcPr>
          <w:p w:rsidR="00CC48DB" w:rsidRDefault="00CC48DB" w:rsidP="00CC48DB">
            <w:pPr>
              <w:pStyle w:val="ListParagraph"/>
              <w:ind w:left="0"/>
              <w:cnfStyle w:val="000000000000"/>
              <w:rPr>
                <w:b/>
              </w:rPr>
            </w:pPr>
            <w:r>
              <w:t xml:space="preserve">Must have existing student record. To create a student record refer to the following </w:t>
            </w:r>
            <w:r w:rsidRPr="00161BD5">
              <w:t>test case</w:t>
            </w:r>
            <w:r w:rsidRPr="002768B5">
              <w:rPr>
                <w:b/>
              </w:rPr>
              <w:t xml:space="preserve"> </w:t>
            </w:r>
          </w:p>
          <w:p w:rsidR="00CC48DB" w:rsidRDefault="00CC48DB" w:rsidP="00CC48DB">
            <w:pPr>
              <w:pStyle w:val="ListParagraph"/>
              <w:numPr>
                <w:ilvl w:val="0"/>
                <w:numId w:val="18"/>
              </w:numPr>
              <w:cnfStyle w:val="000000000000"/>
              <w:rPr>
                <w:b/>
              </w:rPr>
            </w:pPr>
            <w:r w:rsidRPr="008C6902">
              <w:rPr>
                <w:b/>
              </w:rPr>
              <w:t xml:space="preserve">4.1.1 </w:t>
            </w:r>
            <w:r w:rsidRPr="008C6902">
              <w:t>Add Student</w:t>
            </w:r>
          </w:p>
          <w:p w:rsidR="00CC48DB" w:rsidRDefault="00CC48DB" w:rsidP="00CC48DB">
            <w:pPr>
              <w:pStyle w:val="ListParagraph"/>
              <w:ind w:left="0"/>
              <w:cnfStyle w:val="000000000000"/>
            </w:pPr>
          </w:p>
          <w:p w:rsidR="00CC48DB" w:rsidRDefault="00CC48DB" w:rsidP="00CC48DB">
            <w:pPr>
              <w:pStyle w:val="ListParagraph"/>
              <w:ind w:left="0"/>
              <w:cnfStyle w:val="000000000000"/>
            </w:pPr>
            <w:r>
              <w:t>Must have existing Academic record. Refer to the following test case</w:t>
            </w:r>
          </w:p>
          <w:p w:rsidR="00CC48DB" w:rsidRDefault="00677884" w:rsidP="00CC48DB">
            <w:pPr>
              <w:pStyle w:val="ListParagraph"/>
              <w:numPr>
                <w:ilvl w:val="0"/>
                <w:numId w:val="18"/>
              </w:numPr>
              <w:cnfStyle w:val="000000000000"/>
            </w:pPr>
            <w:hyperlink w:anchor="_5.4.1_Add_Miscellaneous" w:history="1">
              <w:r w:rsidR="00CC48DB" w:rsidRPr="00FB2FA4">
                <w:rPr>
                  <w:rStyle w:val="Hyperlink"/>
                </w:rPr>
                <w:t>5.4.1 Add Miscellaneous Academic record</w:t>
              </w:r>
            </w:hyperlink>
          </w:p>
          <w:p w:rsidR="00255DE6" w:rsidRDefault="00255DE6" w:rsidP="00324663">
            <w:pPr>
              <w:pStyle w:val="ListParagraph"/>
              <w:ind w:left="0"/>
              <w:cnfStyle w:val="000000000000"/>
            </w:pPr>
          </w:p>
          <w:p w:rsidR="00255DE6" w:rsidRDefault="00255DE6" w:rsidP="00324663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255DE6" w:rsidRDefault="00255DE6" w:rsidP="009066B5">
            <w:pPr>
              <w:pStyle w:val="ListParagraph"/>
              <w:numPr>
                <w:ilvl w:val="0"/>
                <w:numId w:val="15"/>
              </w:numPr>
              <w:cnfStyle w:val="000000000000"/>
            </w:pPr>
            <w:r>
              <w:t>Client</w:t>
            </w:r>
          </w:p>
          <w:p w:rsidR="00255DE6" w:rsidRDefault="00255DE6" w:rsidP="00CC48DB">
            <w:pPr>
              <w:pStyle w:val="ListParagraph"/>
              <w:ind w:left="502"/>
              <w:cnfStyle w:val="000000000000"/>
            </w:pPr>
          </w:p>
        </w:tc>
        <w:tc>
          <w:tcPr>
            <w:tcW w:w="858" w:type="pct"/>
          </w:tcPr>
          <w:p w:rsidR="00255DE6" w:rsidRDefault="00255DE6" w:rsidP="002C2C88">
            <w:pPr>
              <w:pStyle w:val="ListParagraph"/>
              <w:ind w:left="0"/>
              <w:cnfStyle w:val="000000000000"/>
            </w:pPr>
            <w:r>
              <w:t>Go to client module</w:t>
            </w:r>
          </w:p>
          <w:p w:rsidR="00255DE6" w:rsidRDefault="00255DE6" w:rsidP="002C2C88">
            <w:pPr>
              <w:pStyle w:val="ListParagraph"/>
              <w:ind w:left="0"/>
              <w:cnfStyle w:val="000000000000"/>
            </w:pPr>
          </w:p>
        </w:tc>
        <w:tc>
          <w:tcPr>
            <w:tcW w:w="650" w:type="pct"/>
          </w:tcPr>
          <w:p w:rsidR="00255DE6" w:rsidRDefault="00255DE6" w:rsidP="006C4ACA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255DE6" w:rsidRDefault="00255DE6" w:rsidP="006C4ACA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Client Module is loaded</w:t>
            </w:r>
          </w:p>
        </w:tc>
        <w:tc>
          <w:tcPr>
            <w:tcW w:w="339" w:type="pct"/>
          </w:tcPr>
          <w:p w:rsidR="00255DE6" w:rsidRDefault="00255DE6" w:rsidP="00E17172">
            <w:pPr>
              <w:cnfStyle w:val="000000000000"/>
            </w:pPr>
          </w:p>
        </w:tc>
        <w:tc>
          <w:tcPr>
            <w:tcW w:w="353" w:type="pct"/>
          </w:tcPr>
          <w:p w:rsidR="00255DE6" w:rsidRDefault="00255DE6" w:rsidP="00E17172">
            <w:pPr>
              <w:cnfStyle w:val="000000000000"/>
            </w:pPr>
          </w:p>
        </w:tc>
        <w:tc>
          <w:tcPr>
            <w:tcW w:w="369" w:type="pct"/>
          </w:tcPr>
          <w:p w:rsidR="00255DE6" w:rsidRDefault="00255DE6" w:rsidP="00E17172">
            <w:pPr>
              <w:cnfStyle w:val="000000000000"/>
            </w:pPr>
          </w:p>
        </w:tc>
      </w:tr>
      <w:tr w:rsidR="00255DE6" w:rsidTr="00E64E3D">
        <w:trPr>
          <w:cnfStyle w:val="000000100000"/>
        </w:trPr>
        <w:tc>
          <w:tcPr>
            <w:cnfStyle w:val="001000000000"/>
            <w:tcW w:w="1226" w:type="pct"/>
            <w:vMerge/>
          </w:tcPr>
          <w:p w:rsidR="00255DE6" w:rsidRDefault="00255DE6" w:rsidP="002C2C88"/>
        </w:tc>
        <w:tc>
          <w:tcPr>
            <w:tcW w:w="655" w:type="pct"/>
            <w:vMerge/>
          </w:tcPr>
          <w:p w:rsidR="00255DE6" w:rsidRDefault="00255DE6" w:rsidP="002C2C88">
            <w:pPr>
              <w:pStyle w:val="ListParagraph"/>
              <w:ind w:left="0"/>
              <w:cnfStyle w:val="000000100000"/>
            </w:pPr>
          </w:p>
        </w:tc>
        <w:tc>
          <w:tcPr>
            <w:tcW w:w="858" w:type="pct"/>
          </w:tcPr>
          <w:p w:rsidR="00255DE6" w:rsidRDefault="00255DE6" w:rsidP="002C2C88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650" w:type="pct"/>
          </w:tcPr>
          <w:p w:rsidR="00255DE6" w:rsidRDefault="00255DE6" w:rsidP="00A41B81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Surname</w:t>
            </w:r>
          </w:p>
          <w:p w:rsidR="00255DE6" w:rsidRDefault="00255DE6" w:rsidP="00A41B81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first name</w:t>
            </w:r>
          </w:p>
          <w:p w:rsidR="00255DE6" w:rsidRDefault="00255DE6" w:rsidP="00A41B81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Student ID</w:t>
            </w:r>
          </w:p>
          <w:p w:rsidR="00255DE6" w:rsidRDefault="00255DE6" w:rsidP="00CC48D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DOB</w:t>
            </w:r>
          </w:p>
        </w:tc>
        <w:tc>
          <w:tcPr>
            <w:tcW w:w="550" w:type="pct"/>
          </w:tcPr>
          <w:p w:rsidR="00255DE6" w:rsidRDefault="00255DE6" w:rsidP="006C4ACA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Data is visible in text fields</w:t>
            </w:r>
          </w:p>
        </w:tc>
        <w:tc>
          <w:tcPr>
            <w:tcW w:w="339" w:type="pct"/>
          </w:tcPr>
          <w:p w:rsidR="00255DE6" w:rsidRDefault="00255DE6" w:rsidP="00E17172">
            <w:pPr>
              <w:cnfStyle w:val="000000100000"/>
            </w:pPr>
          </w:p>
        </w:tc>
        <w:tc>
          <w:tcPr>
            <w:tcW w:w="353" w:type="pct"/>
          </w:tcPr>
          <w:p w:rsidR="00255DE6" w:rsidRDefault="00255DE6" w:rsidP="00E17172">
            <w:pPr>
              <w:cnfStyle w:val="000000100000"/>
            </w:pPr>
          </w:p>
        </w:tc>
        <w:tc>
          <w:tcPr>
            <w:tcW w:w="369" w:type="pct"/>
          </w:tcPr>
          <w:p w:rsidR="00255DE6" w:rsidRDefault="00255DE6" w:rsidP="00E17172">
            <w:pPr>
              <w:cnfStyle w:val="000000100000"/>
            </w:pPr>
          </w:p>
        </w:tc>
      </w:tr>
      <w:tr w:rsidR="00255DE6" w:rsidTr="00E64E3D">
        <w:tc>
          <w:tcPr>
            <w:cnfStyle w:val="001000000000"/>
            <w:tcW w:w="1226" w:type="pct"/>
            <w:vMerge/>
          </w:tcPr>
          <w:p w:rsidR="00255DE6" w:rsidRDefault="00255DE6" w:rsidP="002C2C88"/>
        </w:tc>
        <w:tc>
          <w:tcPr>
            <w:tcW w:w="655" w:type="pct"/>
            <w:vMerge/>
          </w:tcPr>
          <w:p w:rsidR="00255DE6" w:rsidRDefault="00255DE6" w:rsidP="002C2C88">
            <w:pPr>
              <w:pStyle w:val="ListParagraph"/>
              <w:ind w:left="0"/>
              <w:cnfStyle w:val="000000000000"/>
            </w:pPr>
          </w:p>
        </w:tc>
        <w:tc>
          <w:tcPr>
            <w:tcW w:w="858" w:type="pct"/>
          </w:tcPr>
          <w:p w:rsidR="00255DE6" w:rsidRDefault="00255DE6" w:rsidP="002C2C88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CC48DB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650" w:type="pct"/>
          </w:tcPr>
          <w:p w:rsidR="00255DE6" w:rsidRDefault="00255DE6" w:rsidP="006C4ACA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255DE6" w:rsidRDefault="00255DE6" w:rsidP="006C4ACA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Search displays list of the persons</w:t>
            </w:r>
          </w:p>
        </w:tc>
        <w:tc>
          <w:tcPr>
            <w:tcW w:w="339" w:type="pct"/>
          </w:tcPr>
          <w:p w:rsidR="00255DE6" w:rsidRDefault="00255DE6" w:rsidP="00E17172">
            <w:pPr>
              <w:cnfStyle w:val="000000000000"/>
            </w:pPr>
          </w:p>
        </w:tc>
        <w:tc>
          <w:tcPr>
            <w:tcW w:w="353" w:type="pct"/>
          </w:tcPr>
          <w:p w:rsidR="00255DE6" w:rsidRDefault="00255DE6" w:rsidP="00E17172">
            <w:pPr>
              <w:cnfStyle w:val="000000000000"/>
            </w:pPr>
          </w:p>
        </w:tc>
        <w:tc>
          <w:tcPr>
            <w:tcW w:w="369" w:type="pct"/>
          </w:tcPr>
          <w:p w:rsidR="00255DE6" w:rsidRDefault="00255DE6" w:rsidP="00E17172">
            <w:pPr>
              <w:cnfStyle w:val="000000000000"/>
            </w:pPr>
          </w:p>
        </w:tc>
      </w:tr>
      <w:tr w:rsidR="00255DE6" w:rsidTr="00E64E3D">
        <w:trPr>
          <w:cnfStyle w:val="000000100000"/>
        </w:trPr>
        <w:tc>
          <w:tcPr>
            <w:cnfStyle w:val="001000000000"/>
            <w:tcW w:w="1226" w:type="pct"/>
            <w:vMerge/>
          </w:tcPr>
          <w:p w:rsidR="00255DE6" w:rsidRDefault="00255DE6" w:rsidP="002C2C88"/>
        </w:tc>
        <w:tc>
          <w:tcPr>
            <w:tcW w:w="655" w:type="pct"/>
            <w:vMerge/>
          </w:tcPr>
          <w:p w:rsidR="00255DE6" w:rsidRDefault="00255DE6" w:rsidP="002C2C88">
            <w:pPr>
              <w:pStyle w:val="ListParagraph"/>
              <w:ind w:left="0"/>
              <w:cnfStyle w:val="000000100000"/>
            </w:pPr>
          </w:p>
        </w:tc>
        <w:tc>
          <w:tcPr>
            <w:tcW w:w="858" w:type="pct"/>
          </w:tcPr>
          <w:p w:rsidR="00255DE6" w:rsidRDefault="00255DE6" w:rsidP="002C2C88">
            <w:pPr>
              <w:pStyle w:val="ListParagraph"/>
              <w:ind w:left="0"/>
              <w:cnfStyle w:val="000000100000"/>
            </w:pPr>
            <w:r>
              <w:t>Double click on the selected record</w:t>
            </w:r>
          </w:p>
        </w:tc>
        <w:tc>
          <w:tcPr>
            <w:tcW w:w="650" w:type="pct"/>
          </w:tcPr>
          <w:p w:rsidR="00255DE6" w:rsidRDefault="00255DE6" w:rsidP="006C4ACA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255DE6" w:rsidRDefault="00255DE6" w:rsidP="006C4ACA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Screen changes to Person View</w:t>
            </w:r>
          </w:p>
        </w:tc>
        <w:tc>
          <w:tcPr>
            <w:tcW w:w="339" w:type="pct"/>
          </w:tcPr>
          <w:p w:rsidR="00255DE6" w:rsidRDefault="00255DE6" w:rsidP="00E17172">
            <w:pPr>
              <w:cnfStyle w:val="000000100000"/>
            </w:pPr>
          </w:p>
        </w:tc>
        <w:tc>
          <w:tcPr>
            <w:tcW w:w="353" w:type="pct"/>
          </w:tcPr>
          <w:p w:rsidR="00255DE6" w:rsidRDefault="00255DE6" w:rsidP="00E17172">
            <w:pPr>
              <w:cnfStyle w:val="000000100000"/>
            </w:pPr>
          </w:p>
        </w:tc>
        <w:tc>
          <w:tcPr>
            <w:tcW w:w="369" w:type="pct"/>
          </w:tcPr>
          <w:p w:rsidR="00255DE6" w:rsidRDefault="00255DE6" w:rsidP="00E17172">
            <w:pPr>
              <w:cnfStyle w:val="000000100000"/>
            </w:pPr>
          </w:p>
        </w:tc>
      </w:tr>
      <w:tr w:rsidR="00255DE6" w:rsidTr="00E64E3D">
        <w:tc>
          <w:tcPr>
            <w:cnfStyle w:val="001000000000"/>
            <w:tcW w:w="1226" w:type="pct"/>
            <w:vMerge/>
          </w:tcPr>
          <w:p w:rsidR="00255DE6" w:rsidRDefault="00255DE6" w:rsidP="002C2C88"/>
        </w:tc>
        <w:tc>
          <w:tcPr>
            <w:tcW w:w="655" w:type="pct"/>
            <w:vMerge/>
          </w:tcPr>
          <w:p w:rsidR="00255DE6" w:rsidRDefault="00255DE6" w:rsidP="002C2C88">
            <w:pPr>
              <w:pStyle w:val="ListParagraph"/>
              <w:ind w:left="0"/>
              <w:cnfStyle w:val="000000000000"/>
            </w:pPr>
          </w:p>
        </w:tc>
        <w:tc>
          <w:tcPr>
            <w:tcW w:w="858" w:type="pct"/>
          </w:tcPr>
          <w:p w:rsidR="00255DE6" w:rsidRDefault="00255DE6" w:rsidP="002C2C88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CC48DB">
              <w:rPr>
                <w:b/>
              </w:rPr>
              <w:t>Academic Records</w:t>
            </w:r>
            <w:r>
              <w:t xml:space="preserve"> button on Person Tree</w:t>
            </w:r>
          </w:p>
        </w:tc>
        <w:tc>
          <w:tcPr>
            <w:tcW w:w="650" w:type="pct"/>
          </w:tcPr>
          <w:p w:rsidR="00255DE6" w:rsidRDefault="00255DE6" w:rsidP="006C4ACA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255DE6" w:rsidRDefault="00255DE6" w:rsidP="006C4ACA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Screen changes to AR view</w:t>
            </w:r>
          </w:p>
        </w:tc>
        <w:tc>
          <w:tcPr>
            <w:tcW w:w="339" w:type="pct"/>
          </w:tcPr>
          <w:p w:rsidR="00255DE6" w:rsidRDefault="00255DE6" w:rsidP="00E17172">
            <w:pPr>
              <w:cnfStyle w:val="000000000000"/>
            </w:pPr>
          </w:p>
        </w:tc>
        <w:tc>
          <w:tcPr>
            <w:tcW w:w="353" w:type="pct"/>
          </w:tcPr>
          <w:p w:rsidR="00255DE6" w:rsidRDefault="00255DE6" w:rsidP="00E17172">
            <w:pPr>
              <w:cnfStyle w:val="000000000000"/>
            </w:pPr>
          </w:p>
        </w:tc>
        <w:tc>
          <w:tcPr>
            <w:tcW w:w="369" w:type="pct"/>
          </w:tcPr>
          <w:p w:rsidR="00255DE6" w:rsidRDefault="00255DE6" w:rsidP="00E17172">
            <w:pPr>
              <w:cnfStyle w:val="000000000000"/>
            </w:pPr>
          </w:p>
        </w:tc>
      </w:tr>
      <w:tr w:rsidR="00255DE6" w:rsidTr="00E64E3D">
        <w:trPr>
          <w:cnfStyle w:val="000000100000"/>
        </w:trPr>
        <w:tc>
          <w:tcPr>
            <w:cnfStyle w:val="001000000000"/>
            <w:tcW w:w="1226" w:type="pct"/>
            <w:vMerge/>
          </w:tcPr>
          <w:p w:rsidR="00255DE6" w:rsidRDefault="00255DE6" w:rsidP="002C2C88"/>
        </w:tc>
        <w:tc>
          <w:tcPr>
            <w:tcW w:w="655" w:type="pct"/>
            <w:vMerge/>
          </w:tcPr>
          <w:p w:rsidR="00255DE6" w:rsidRDefault="00255DE6" w:rsidP="002C2C88">
            <w:pPr>
              <w:pStyle w:val="ListParagraph"/>
              <w:ind w:left="0"/>
              <w:cnfStyle w:val="000000100000"/>
            </w:pPr>
          </w:p>
        </w:tc>
        <w:tc>
          <w:tcPr>
            <w:tcW w:w="858" w:type="pct"/>
          </w:tcPr>
          <w:p w:rsidR="00255DE6" w:rsidRDefault="00255DE6" w:rsidP="002C2C88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CC48DB">
              <w:rPr>
                <w:b/>
              </w:rPr>
              <w:t>Enter the Batch results</w:t>
            </w:r>
            <w:r>
              <w:t xml:space="preserve"> button</w:t>
            </w:r>
            <w:r w:rsidR="00CC48DB">
              <w:t xml:space="preserve"> on bottom header (Academic Records)</w:t>
            </w:r>
          </w:p>
        </w:tc>
        <w:tc>
          <w:tcPr>
            <w:tcW w:w="650" w:type="pct"/>
          </w:tcPr>
          <w:p w:rsidR="00255DE6" w:rsidRDefault="00255DE6" w:rsidP="006C4ACA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255DE6" w:rsidRDefault="00255DE6" w:rsidP="006C4ACA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Screen changes to Batch results view</w:t>
            </w:r>
          </w:p>
        </w:tc>
        <w:tc>
          <w:tcPr>
            <w:tcW w:w="339" w:type="pct"/>
          </w:tcPr>
          <w:p w:rsidR="00255DE6" w:rsidRDefault="00255DE6" w:rsidP="00E17172">
            <w:pPr>
              <w:cnfStyle w:val="000000100000"/>
            </w:pPr>
          </w:p>
        </w:tc>
        <w:tc>
          <w:tcPr>
            <w:tcW w:w="353" w:type="pct"/>
          </w:tcPr>
          <w:p w:rsidR="00255DE6" w:rsidRDefault="00255DE6" w:rsidP="00E17172">
            <w:pPr>
              <w:cnfStyle w:val="000000100000"/>
            </w:pPr>
          </w:p>
        </w:tc>
        <w:tc>
          <w:tcPr>
            <w:tcW w:w="369" w:type="pct"/>
          </w:tcPr>
          <w:p w:rsidR="00255DE6" w:rsidRDefault="00255DE6" w:rsidP="00E17172">
            <w:pPr>
              <w:cnfStyle w:val="000000100000"/>
            </w:pPr>
          </w:p>
        </w:tc>
      </w:tr>
      <w:tr w:rsidR="00255DE6" w:rsidTr="00E64E3D">
        <w:tc>
          <w:tcPr>
            <w:cnfStyle w:val="001000000000"/>
            <w:tcW w:w="1226" w:type="pct"/>
            <w:vMerge/>
          </w:tcPr>
          <w:p w:rsidR="00255DE6" w:rsidRDefault="00255DE6" w:rsidP="002C2C88"/>
        </w:tc>
        <w:tc>
          <w:tcPr>
            <w:tcW w:w="655" w:type="pct"/>
            <w:vMerge/>
          </w:tcPr>
          <w:p w:rsidR="00255DE6" w:rsidRDefault="00255DE6" w:rsidP="002C2C88">
            <w:pPr>
              <w:pStyle w:val="ListParagraph"/>
              <w:ind w:left="0"/>
              <w:cnfStyle w:val="000000000000"/>
            </w:pPr>
          </w:p>
        </w:tc>
        <w:tc>
          <w:tcPr>
            <w:tcW w:w="858" w:type="pct"/>
          </w:tcPr>
          <w:p w:rsidR="00255DE6" w:rsidRDefault="00255DE6" w:rsidP="00E64E3D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="00E64E3D">
              <w:t>a record that you wish to change the status.</w:t>
            </w:r>
          </w:p>
        </w:tc>
        <w:tc>
          <w:tcPr>
            <w:tcW w:w="650" w:type="pct"/>
          </w:tcPr>
          <w:p w:rsidR="00255DE6" w:rsidRDefault="00255DE6" w:rsidP="006C4ACA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255DE6" w:rsidRDefault="00E64E3D" w:rsidP="00CC48DB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Record selected.</w:t>
            </w:r>
          </w:p>
        </w:tc>
        <w:tc>
          <w:tcPr>
            <w:tcW w:w="339" w:type="pct"/>
          </w:tcPr>
          <w:p w:rsidR="00255DE6" w:rsidRDefault="00255DE6" w:rsidP="00E17172">
            <w:pPr>
              <w:cnfStyle w:val="000000000000"/>
            </w:pPr>
          </w:p>
        </w:tc>
        <w:tc>
          <w:tcPr>
            <w:tcW w:w="353" w:type="pct"/>
          </w:tcPr>
          <w:p w:rsidR="00255DE6" w:rsidRDefault="00255DE6" w:rsidP="00E17172">
            <w:pPr>
              <w:cnfStyle w:val="000000000000"/>
            </w:pPr>
          </w:p>
        </w:tc>
        <w:tc>
          <w:tcPr>
            <w:tcW w:w="369" w:type="pct"/>
          </w:tcPr>
          <w:p w:rsidR="00255DE6" w:rsidRDefault="00255DE6" w:rsidP="00E17172">
            <w:pPr>
              <w:cnfStyle w:val="000000000000"/>
            </w:pPr>
          </w:p>
        </w:tc>
      </w:tr>
      <w:tr w:rsidR="00255DE6" w:rsidTr="00E64E3D">
        <w:trPr>
          <w:cnfStyle w:val="000000100000"/>
        </w:trPr>
        <w:tc>
          <w:tcPr>
            <w:cnfStyle w:val="001000000000"/>
            <w:tcW w:w="1226" w:type="pct"/>
            <w:vMerge/>
          </w:tcPr>
          <w:p w:rsidR="00255DE6" w:rsidRDefault="00255DE6" w:rsidP="002C2C88"/>
        </w:tc>
        <w:tc>
          <w:tcPr>
            <w:tcW w:w="655" w:type="pct"/>
            <w:vMerge/>
          </w:tcPr>
          <w:p w:rsidR="00255DE6" w:rsidRDefault="00255DE6" w:rsidP="002C2C88">
            <w:pPr>
              <w:pStyle w:val="ListParagraph"/>
              <w:ind w:left="0"/>
              <w:cnfStyle w:val="000000100000"/>
            </w:pPr>
          </w:p>
        </w:tc>
        <w:tc>
          <w:tcPr>
            <w:tcW w:w="858" w:type="pct"/>
          </w:tcPr>
          <w:p w:rsidR="00255DE6" w:rsidRDefault="00255DE6" w:rsidP="00A41B81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E64E3D">
              <w:rPr>
                <w:b/>
              </w:rPr>
              <w:t>star button</w:t>
            </w:r>
            <w:r>
              <w:t xml:space="preserve"> for changing status of the </w:t>
            </w:r>
            <w:r w:rsidRPr="00E64E3D">
              <w:rPr>
                <w:b/>
              </w:rPr>
              <w:t>selected</w:t>
            </w:r>
          </w:p>
        </w:tc>
        <w:tc>
          <w:tcPr>
            <w:tcW w:w="650" w:type="pct"/>
          </w:tcPr>
          <w:p w:rsidR="00255DE6" w:rsidRDefault="00255DE6" w:rsidP="006C4ACA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255DE6" w:rsidRDefault="00255DE6" w:rsidP="006C4ACA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 xml:space="preserve">Change status pop up appears on </w:t>
            </w:r>
            <w:r>
              <w:rPr>
                <w:rFonts w:eastAsia="Times New Roman" w:cs="Times New Roman"/>
                <w:lang w:eastAsia="en-NZ"/>
              </w:rPr>
              <w:lastRenderedPageBreak/>
              <w:t>screen</w:t>
            </w:r>
          </w:p>
        </w:tc>
        <w:tc>
          <w:tcPr>
            <w:tcW w:w="339" w:type="pct"/>
          </w:tcPr>
          <w:p w:rsidR="00255DE6" w:rsidRDefault="00255DE6" w:rsidP="00E17172">
            <w:pPr>
              <w:cnfStyle w:val="000000100000"/>
            </w:pPr>
          </w:p>
        </w:tc>
        <w:tc>
          <w:tcPr>
            <w:tcW w:w="353" w:type="pct"/>
          </w:tcPr>
          <w:p w:rsidR="00255DE6" w:rsidRDefault="00255DE6" w:rsidP="00E17172">
            <w:pPr>
              <w:cnfStyle w:val="000000100000"/>
            </w:pPr>
          </w:p>
        </w:tc>
        <w:tc>
          <w:tcPr>
            <w:tcW w:w="369" w:type="pct"/>
          </w:tcPr>
          <w:p w:rsidR="00255DE6" w:rsidRDefault="00255DE6" w:rsidP="00E17172">
            <w:pPr>
              <w:cnfStyle w:val="000000100000"/>
            </w:pPr>
          </w:p>
        </w:tc>
      </w:tr>
      <w:tr w:rsidR="00255DE6" w:rsidTr="00E64E3D">
        <w:tc>
          <w:tcPr>
            <w:cnfStyle w:val="001000000000"/>
            <w:tcW w:w="1226" w:type="pct"/>
            <w:vMerge/>
          </w:tcPr>
          <w:p w:rsidR="00255DE6" w:rsidRDefault="00255DE6" w:rsidP="002C2C88"/>
        </w:tc>
        <w:tc>
          <w:tcPr>
            <w:tcW w:w="655" w:type="pct"/>
            <w:vMerge/>
          </w:tcPr>
          <w:p w:rsidR="00255DE6" w:rsidRDefault="00255DE6" w:rsidP="002C2C88">
            <w:pPr>
              <w:pStyle w:val="ListParagraph"/>
              <w:ind w:left="0"/>
              <w:cnfStyle w:val="000000000000"/>
            </w:pPr>
          </w:p>
        </w:tc>
        <w:tc>
          <w:tcPr>
            <w:tcW w:w="858" w:type="pct"/>
          </w:tcPr>
          <w:p w:rsidR="00255DE6" w:rsidRDefault="00255DE6" w:rsidP="002C2C88">
            <w:pPr>
              <w:pStyle w:val="ListParagraph"/>
              <w:ind w:left="0"/>
              <w:cnfStyle w:val="000000000000"/>
            </w:pPr>
            <w:r>
              <w:t>Select any status from the available screen</w:t>
            </w:r>
          </w:p>
        </w:tc>
        <w:tc>
          <w:tcPr>
            <w:tcW w:w="650" w:type="pct"/>
          </w:tcPr>
          <w:p w:rsidR="00255DE6" w:rsidRDefault="00255DE6" w:rsidP="006C4ACA">
            <w:pPr>
              <w:pStyle w:val="ListParagraph"/>
              <w:numPr>
                <w:ilvl w:val="0"/>
                <w:numId w:val="14"/>
              </w:numPr>
              <w:cnfStyle w:val="000000000000"/>
            </w:pPr>
            <w:r>
              <w:t>Admitted</w:t>
            </w:r>
          </w:p>
          <w:p w:rsidR="00255DE6" w:rsidRDefault="00255DE6" w:rsidP="006C4ACA">
            <w:pPr>
              <w:pStyle w:val="ListParagraph"/>
              <w:numPr>
                <w:ilvl w:val="0"/>
                <w:numId w:val="14"/>
              </w:numPr>
              <w:cnfStyle w:val="000000000000"/>
            </w:pPr>
            <w:r>
              <w:t>Provisional</w:t>
            </w:r>
          </w:p>
          <w:p w:rsidR="00255DE6" w:rsidRDefault="00255DE6" w:rsidP="00A41B81">
            <w:pPr>
              <w:pStyle w:val="ListParagraph"/>
              <w:numPr>
                <w:ilvl w:val="0"/>
                <w:numId w:val="14"/>
              </w:numPr>
              <w:cnfStyle w:val="000000000000"/>
            </w:pPr>
            <w:r>
              <w:t>Ready to release</w:t>
            </w:r>
          </w:p>
          <w:p w:rsidR="00255DE6" w:rsidRDefault="00255DE6" w:rsidP="00A41B81">
            <w:pPr>
              <w:pStyle w:val="ListParagraph"/>
              <w:numPr>
                <w:ilvl w:val="0"/>
                <w:numId w:val="14"/>
              </w:numPr>
              <w:cnfStyle w:val="000000000000"/>
            </w:pPr>
            <w:r>
              <w:t>Complete</w:t>
            </w:r>
          </w:p>
          <w:p w:rsidR="00255DE6" w:rsidRDefault="00255DE6" w:rsidP="00A41B81">
            <w:pPr>
              <w:pStyle w:val="ListParagraph"/>
              <w:numPr>
                <w:ilvl w:val="0"/>
                <w:numId w:val="14"/>
              </w:numPr>
              <w:cnfStyle w:val="000000000000"/>
            </w:pPr>
            <w:r>
              <w:t>Sub status</w:t>
            </w:r>
          </w:p>
        </w:tc>
        <w:tc>
          <w:tcPr>
            <w:tcW w:w="550" w:type="pct"/>
          </w:tcPr>
          <w:p w:rsidR="00255DE6" w:rsidRDefault="00255DE6" w:rsidP="006C4ACA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</w:p>
        </w:tc>
        <w:tc>
          <w:tcPr>
            <w:tcW w:w="339" w:type="pct"/>
          </w:tcPr>
          <w:p w:rsidR="00255DE6" w:rsidRDefault="00255DE6" w:rsidP="00E17172">
            <w:pPr>
              <w:cnfStyle w:val="000000000000"/>
            </w:pPr>
          </w:p>
        </w:tc>
        <w:tc>
          <w:tcPr>
            <w:tcW w:w="353" w:type="pct"/>
          </w:tcPr>
          <w:p w:rsidR="00255DE6" w:rsidRDefault="00255DE6" w:rsidP="00E17172">
            <w:pPr>
              <w:cnfStyle w:val="000000000000"/>
            </w:pPr>
          </w:p>
        </w:tc>
        <w:tc>
          <w:tcPr>
            <w:tcW w:w="369" w:type="pct"/>
          </w:tcPr>
          <w:p w:rsidR="00255DE6" w:rsidRDefault="00255DE6" w:rsidP="00E17172">
            <w:pPr>
              <w:cnfStyle w:val="000000000000"/>
            </w:pPr>
          </w:p>
        </w:tc>
      </w:tr>
      <w:tr w:rsidR="00255DE6" w:rsidTr="00E64E3D">
        <w:trPr>
          <w:cnfStyle w:val="000000100000"/>
        </w:trPr>
        <w:tc>
          <w:tcPr>
            <w:cnfStyle w:val="001000000000"/>
            <w:tcW w:w="1226" w:type="pct"/>
            <w:vMerge/>
          </w:tcPr>
          <w:p w:rsidR="00255DE6" w:rsidRDefault="00255DE6" w:rsidP="002C2C88"/>
        </w:tc>
        <w:tc>
          <w:tcPr>
            <w:tcW w:w="655" w:type="pct"/>
            <w:vMerge/>
          </w:tcPr>
          <w:p w:rsidR="00255DE6" w:rsidRDefault="00255DE6" w:rsidP="002C2C88">
            <w:pPr>
              <w:pStyle w:val="ListParagraph"/>
              <w:ind w:left="0"/>
              <w:cnfStyle w:val="000000100000"/>
            </w:pPr>
          </w:p>
        </w:tc>
        <w:tc>
          <w:tcPr>
            <w:tcW w:w="858" w:type="pct"/>
          </w:tcPr>
          <w:p w:rsidR="00255DE6" w:rsidRDefault="00255DE6" w:rsidP="002C2C88">
            <w:pPr>
              <w:pStyle w:val="ListParagraph"/>
              <w:ind w:left="0"/>
              <w:cnfStyle w:val="000000100000"/>
            </w:pPr>
            <w:r>
              <w:t>Click on Save</w:t>
            </w:r>
            <w:r w:rsidR="00E64E3D">
              <w:t xml:space="preserve"> button on pop up.</w:t>
            </w:r>
          </w:p>
        </w:tc>
        <w:tc>
          <w:tcPr>
            <w:tcW w:w="650" w:type="pct"/>
          </w:tcPr>
          <w:p w:rsidR="00255DE6" w:rsidRDefault="00255DE6" w:rsidP="006C4ACA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255DE6" w:rsidRDefault="00255DE6" w:rsidP="006C4ACA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Status has b</w:t>
            </w:r>
            <w:r w:rsidR="00E64E3D">
              <w:rPr>
                <w:rFonts w:eastAsia="Times New Roman" w:cs="Times New Roman"/>
                <w:lang w:eastAsia="en-NZ"/>
              </w:rPr>
              <w:t>een updated to selected record.</w:t>
            </w:r>
          </w:p>
        </w:tc>
        <w:tc>
          <w:tcPr>
            <w:tcW w:w="339" w:type="pct"/>
          </w:tcPr>
          <w:p w:rsidR="00255DE6" w:rsidRDefault="00255DE6" w:rsidP="00E17172">
            <w:pPr>
              <w:cnfStyle w:val="000000100000"/>
            </w:pPr>
          </w:p>
        </w:tc>
        <w:tc>
          <w:tcPr>
            <w:tcW w:w="353" w:type="pct"/>
          </w:tcPr>
          <w:p w:rsidR="00255DE6" w:rsidRDefault="00255DE6" w:rsidP="00E17172">
            <w:pPr>
              <w:cnfStyle w:val="000000100000"/>
            </w:pPr>
          </w:p>
        </w:tc>
        <w:tc>
          <w:tcPr>
            <w:tcW w:w="369" w:type="pct"/>
          </w:tcPr>
          <w:p w:rsidR="00255DE6" w:rsidRDefault="00255DE6" w:rsidP="00E17172">
            <w:pPr>
              <w:cnfStyle w:val="000000100000"/>
            </w:pPr>
          </w:p>
        </w:tc>
      </w:tr>
      <w:tr w:rsidR="007A3249" w:rsidTr="00E64E3D">
        <w:tc>
          <w:tcPr>
            <w:cnfStyle w:val="001000000000"/>
            <w:tcW w:w="1226" w:type="pct"/>
            <w:vMerge w:val="restart"/>
          </w:tcPr>
          <w:p w:rsidR="007A3249" w:rsidRPr="007A3249" w:rsidRDefault="007A3249" w:rsidP="007A3249">
            <w:pPr>
              <w:pStyle w:val="Heading3"/>
              <w:outlineLvl w:val="2"/>
            </w:pPr>
            <w:bookmarkStart w:id="30" w:name="_Toc360806065"/>
            <w:r w:rsidRPr="007A3249">
              <w:t>5.8.5</w:t>
            </w:r>
            <w:bookmarkStart w:id="31" w:name="ChangeBATStatus"/>
            <w:r>
              <w:t xml:space="preserve"> </w:t>
            </w:r>
            <w:r w:rsidRPr="007A3249">
              <w:t xml:space="preserve">Change </w:t>
            </w:r>
            <w:bookmarkEnd w:id="31"/>
            <w:r w:rsidRPr="007A3249">
              <w:t>status for a batch</w:t>
            </w:r>
            <w:bookmarkEnd w:id="30"/>
          </w:p>
        </w:tc>
        <w:tc>
          <w:tcPr>
            <w:tcW w:w="655" w:type="pct"/>
            <w:vMerge w:val="restart"/>
          </w:tcPr>
          <w:p w:rsidR="00E64E3D" w:rsidRDefault="00E64E3D" w:rsidP="00E64E3D">
            <w:pPr>
              <w:pStyle w:val="ListParagraph"/>
              <w:ind w:left="0"/>
              <w:cnfStyle w:val="000000000000"/>
              <w:rPr>
                <w:b/>
              </w:rPr>
            </w:pPr>
            <w:r>
              <w:t xml:space="preserve">Must have existing student record. To create a student record refer to the following </w:t>
            </w:r>
            <w:r w:rsidRPr="00161BD5">
              <w:t>test case</w:t>
            </w:r>
            <w:r w:rsidRPr="002768B5">
              <w:rPr>
                <w:b/>
              </w:rPr>
              <w:t xml:space="preserve"> </w:t>
            </w:r>
          </w:p>
          <w:p w:rsidR="00E64E3D" w:rsidRDefault="00E64E3D" w:rsidP="00E64E3D">
            <w:pPr>
              <w:pStyle w:val="ListParagraph"/>
              <w:numPr>
                <w:ilvl w:val="0"/>
                <w:numId w:val="18"/>
              </w:numPr>
              <w:cnfStyle w:val="000000000000"/>
              <w:rPr>
                <w:b/>
              </w:rPr>
            </w:pPr>
            <w:r w:rsidRPr="008C6902">
              <w:rPr>
                <w:b/>
              </w:rPr>
              <w:t xml:space="preserve">4.1.1 </w:t>
            </w:r>
            <w:r w:rsidRPr="008C6902">
              <w:t>Add Student</w:t>
            </w:r>
          </w:p>
          <w:p w:rsidR="00E64E3D" w:rsidRDefault="00E64E3D" w:rsidP="00E64E3D">
            <w:pPr>
              <w:pStyle w:val="ListParagraph"/>
              <w:ind w:left="0"/>
              <w:cnfStyle w:val="000000000000"/>
            </w:pPr>
          </w:p>
          <w:p w:rsidR="00E64E3D" w:rsidRDefault="00E64E3D" w:rsidP="00E64E3D">
            <w:pPr>
              <w:pStyle w:val="ListParagraph"/>
              <w:ind w:left="0"/>
              <w:cnfStyle w:val="000000000000"/>
            </w:pPr>
            <w:r>
              <w:t>Must have existing Academic record. Refer to the following test case</w:t>
            </w:r>
          </w:p>
          <w:p w:rsidR="00E64E3D" w:rsidRDefault="00677884" w:rsidP="00E64E3D">
            <w:pPr>
              <w:pStyle w:val="ListParagraph"/>
              <w:numPr>
                <w:ilvl w:val="0"/>
                <w:numId w:val="18"/>
              </w:numPr>
              <w:cnfStyle w:val="000000000000"/>
            </w:pPr>
            <w:hyperlink w:anchor="_5.4.1_Add_Miscellaneous" w:history="1">
              <w:r w:rsidR="00E64E3D" w:rsidRPr="00FB2FA4">
                <w:rPr>
                  <w:rStyle w:val="Hyperlink"/>
                </w:rPr>
                <w:t xml:space="preserve">5.4.1 Add Miscellaneous Academic </w:t>
              </w:r>
              <w:r w:rsidR="00E64E3D" w:rsidRPr="00FB2FA4">
                <w:rPr>
                  <w:rStyle w:val="Hyperlink"/>
                </w:rPr>
                <w:lastRenderedPageBreak/>
                <w:t>record</w:t>
              </w:r>
            </w:hyperlink>
          </w:p>
          <w:p w:rsidR="007A3249" w:rsidRDefault="007A3249" w:rsidP="009F1854">
            <w:pPr>
              <w:pStyle w:val="ListParagraph"/>
              <w:ind w:left="0"/>
              <w:cnfStyle w:val="000000000000"/>
            </w:pPr>
          </w:p>
          <w:p w:rsidR="007A3249" w:rsidRDefault="007A3249" w:rsidP="009F1854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7A3249" w:rsidRDefault="007A3249" w:rsidP="009F1854">
            <w:pPr>
              <w:pStyle w:val="ListParagraph"/>
              <w:numPr>
                <w:ilvl w:val="0"/>
                <w:numId w:val="15"/>
              </w:numPr>
              <w:cnfStyle w:val="000000000000"/>
            </w:pPr>
            <w:r>
              <w:t>Client</w:t>
            </w:r>
          </w:p>
          <w:p w:rsidR="007A3249" w:rsidRDefault="007A3249" w:rsidP="00E64E3D">
            <w:pPr>
              <w:pStyle w:val="ListParagraph"/>
              <w:ind w:left="502"/>
              <w:cnfStyle w:val="000000000000"/>
            </w:pPr>
          </w:p>
        </w:tc>
        <w:tc>
          <w:tcPr>
            <w:tcW w:w="858" w:type="pct"/>
          </w:tcPr>
          <w:p w:rsidR="007A3249" w:rsidRDefault="007A3249" w:rsidP="00C70995">
            <w:pPr>
              <w:pStyle w:val="ListParagraph"/>
              <w:ind w:left="0"/>
              <w:cnfStyle w:val="000000000000"/>
            </w:pPr>
            <w:r>
              <w:lastRenderedPageBreak/>
              <w:t>Go to client module</w:t>
            </w:r>
          </w:p>
          <w:p w:rsidR="007A3249" w:rsidRDefault="007A3249" w:rsidP="00C70995">
            <w:pPr>
              <w:pStyle w:val="ListParagraph"/>
              <w:ind w:left="0"/>
              <w:cnfStyle w:val="000000000000"/>
            </w:pPr>
          </w:p>
        </w:tc>
        <w:tc>
          <w:tcPr>
            <w:tcW w:w="650" w:type="pct"/>
          </w:tcPr>
          <w:p w:rsidR="007A3249" w:rsidRDefault="007A3249" w:rsidP="00C70995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7A3249" w:rsidRDefault="007A3249" w:rsidP="00C70995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Client Module is loaded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000000"/>
            </w:pPr>
          </w:p>
        </w:tc>
      </w:tr>
      <w:tr w:rsidR="007A3249" w:rsidTr="00E64E3D">
        <w:trPr>
          <w:cnfStyle w:val="000000100000"/>
        </w:trPr>
        <w:tc>
          <w:tcPr>
            <w:cnfStyle w:val="001000000000"/>
            <w:tcW w:w="1226" w:type="pct"/>
            <w:vMerge/>
          </w:tcPr>
          <w:p w:rsidR="007A3249" w:rsidRDefault="007A3249" w:rsidP="002C2C88"/>
        </w:tc>
        <w:tc>
          <w:tcPr>
            <w:tcW w:w="655" w:type="pct"/>
            <w:vMerge/>
          </w:tcPr>
          <w:p w:rsidR="007A3249" w:rsidRDefault="007A3249" w:rsidP="002C2C88">
            <w:pPr>
              <w:pStyle w:val="ListParagraph"/>
              <w:ind w:left="0"/>
              <w:cnfStyle w:val="000000100000"/>
            </w:pPr>
          </w:p>
        </w:tc>
        <w:tc>
          <w:tcPr>
            <w:tcW w:w="858" w:type="pct"/>
          </w:tcPr>
          <w:p w:rsidR="007A3249" w:rsidRDefault="007A3249" w:rsidP="00C70995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650" w:type="pct"/>
          </w:tcPr>
          <w:p w:rsidR="007A3249" w:rsidRDefault="007A3249" w:rsidP="00C70995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Surname</w:t>
            </w:r>
          </w:p>
          <w:p w:rsidR="007A3249" w:rsidRDefault="007A3249" w:rsidP="00C70995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first name</w:t>
            </w:r>
          </w:p>
          <w:p w:rsidR="007A3249" w:rsidRDefault="007A3249" w:rsidP="00C70995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Student ID</w:t>
            </w:r>
          </w:p>
          <w:p w:rsidR="007A3249" w:rsidRDefault="007A3249" w:rsidP="00E64E3D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DOB</w:t>
            </w:r>
          </w:p>
        </w:tc>
        <w:tc>
          <w:tcPr>
            <w:tcW w:w="550" w:type="pct"/>
          </w:tcPr>
          <w:p w:rsidR="007A3249" w:rsidRDefault="007A3249" w:rsidP="00C70995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Data is visible in text fields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100000"/>
            </w:pPr>
          </w:p>
        </w:tc>
      </w:tr>
      <w:tr w:rsidR="007A3249" w:rsidTr="00E64E3D">
        <w:tc>
          <w:tcPr>
            <w:cnfStyle w:val="001000000000"/>
            <w:tcW w:w="1226" w:type="pct"/>
            <w:vMerge/>
          </w:tcPr>
          <w:p w:rsidR="007A3249" w:rsidRDefault="007A3249" w:rsidP="002C2C88"/>
        </w:tc>
        <w:tc>
          <w:tcPr>
            <w:tcW w:w="655" w:type="pct"/>
            <w:vMerge/>
          </w:tcPr>
          <w:p w:rsidR="007A3249" w:rsidRDefault="007A3249" w:rsidP="002C2C88">
            <w:pPr>
              <w:pStyle w:val="ListParagraph"/>
              <w:ind w:left="0"/>
              <w:cnfStyle w:val="000000000000"/>
            </w:pPr>
          </w:p>
        </w:tc>
        <w:tc>
          <w:tcPr>
            <w:tcW w:w="858" w:type="pct"/>
          </w:tcPr>
          <w:p w:rsidR="007A3249" w:rsidRDefault="007A3249" w:rsidP="00C70995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E64E3D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650" w:type="pct"/>
          </w:tcPr>
          <w:p w:rsidR="007A3249" w:rsidRDefault="007A3249" w:rsidP="00C70995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7A3249" w:rsidRDefault="007A3249" w:rsidP="00C70995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Search displays list of the persons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000000"/>
            </w:pPr>
          </w:p>
        </w:tc>
      </w:tr>
      <w:tr w:rsidR="007A3249" w:rsidTr="00E64E3D">
        <w:trPr>
          <w:cnfStyle w:val="000000100000"/>
        </w:trPr>
        <w:tc>
          <w:tcPr>
            <w:cnfStyle w:val="001000000000"/>
            <w:tcW w:w="1226" w:type="pct"/>
            <w:vMerge/>
          </w:tcPr>
          <w:p w:rsidR="007A3249" w:rsidRDefault="007A3249" w:rsidP="002C2C88"/>
        </w:tc>
        <w:tc>
          <w:tcPr>
            <w:tcW w:w="655" w:type="pct"/>
            <w:vMerge/>
          </w:tcPr>
          <w:p w:rsidR="007A3249" w:rsidRDefault="007A3249" w:rsidP="002C2C88">
            <w:pPr>
              <w:pStyle w:val="ListParagraph"/>
              <w:ind w:left="0"/>
              <w:cnfStyle w:val="000000100000"/>
            </w:pPr>
          </w:p>
        </w:tc>
        <w:tc>
          <w:tcPr>
            <w:tcW w:w="858" w:type="pct"/>
          </w:tcPr>
          <w:p w:rsidR="007A3249" w:rsidRDefault="007A3249" w:rsidP="00C70995">
            <w:pPr>
              <w:pStyle w:val="ListParagraph"/>
              <w:ind w:left="0"/>
              <w:cnfStyle w:val="000000100000"/>
            </w:pPr>
            <w:r>
              <w:t>Double click on the selected record</w:t>
            </w:r>
          </w:p>
        </w:tc>
        <w:tc>
          <w:tcPr>
            <w:tcW w:w="650" w:type="pct"/>
          </w:tcPr>
          <w:p w:rsidR="007A3249" w:rsidRDefault="007A3249" w:rsidP="00C70995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7A3249" w:rsidRDefault="007A3249" w:rsidP="00C70995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Screen changes to Person View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100000"/>
            </w:pPr>
          </w:p>
        </w:tc>
      </w:tr>
      <w:tr w:rsidR="007A3249" w:rsidTr="00E64E3D">
        <w:tc>
          <w:tcPr>
            <w:cnfStyle w:val="001000000000"/>
            <w:tcW w:w="1226" w:type="pct"/>
            <w:vMerge/>
          </w:tcPr>
          <w:p w:rsidR="007A3249" w:rsidRDefault="007A3249" w:rsidP="002C2C88"/>
        </w:tc>
        <w:tc>
          <w:tcPr>
            <w:tcW w:w="655" w:type="pct"/>
            <w:vMerge/>
          </w:tcPr>
          <w:p w:rsidR="007A3249" w:rsidRDefault="007A3249" w:rsidP="002C2C88">
            <w:pPr>
              <w:pStyle w:val="ListParagraph"/>
              <w:ind w:left="0"/>
              <w:cnfStyle w:val="000000000000"/>
            </w:pPr>
          </w:p>
        </w:tc>
        <w:tc>
          <w:tcPr>
            <w:tcW w:w="858" w:type="pct"/>
          </w:tcPr>
          <w:p w:rsidR="007A3249" w:rsidRDefault="007A3249" w:rsidP="00C70995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E64E3D">
              <w:rPr>
                <w:b/>
              </w:rPr>
              <w:t>Academic Records</w:t>
            </w:r>
            <w:r>
              <w:t xml:space="preserve"> button on Person Tree</w:t>
            </w:r>
          </w:p>
        </w:tc>
        <w:tc>
          <w:tcPr>
            <w:tcW w:w="650" w:type="pct"/>
          </w:tcPr>
          <w:p w:rsidR="007A3249" w:rsidRDefault="007A3249" w:rsidP="00C70995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7A3249" w:rsidRDefault="007A3249" w:rsidP="00C70995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Screen changes to AR view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000000"/>
            </w:pPr>
          </w:p>
        </w:tc>
      </w:tr>
      <w:tr w:rsidR="007A3249" w:rsidTr="00E64E3D">
        <w:trPr>
          <w:cnfStyle w:val="000000100000"/>
        </w:trPr>
        <w:tc>
          <w:tcPr>
            <w:cnfStyle w:val="001000000000"/>
            <w:tcW w:w="1226" w:type="pct"/>
            <w:vMerge/>
          </w:tcPr>
          <w:p w:rsidR="007A3249" w:rsidRDefault="007A3249" w:rsidP="002C2C88"/>
        </w:tc>
        <w:tc>
          <w:tcPr>
            <w:tcW w:w="655" w:type="pct"/>
            <w:vMerge/>
          </w:tcPr>
          <w:p w:rsidR="007A3249" w:rsidRDefault="007A3249" w:rsidP="002C2C88">
            <w:pPr>
              <w:pStyle w:val="ListParagraph"/>
              <w:ind w:left="0"/>
              <w:cnfStyle w:val="000000100000"/>
            </w:pPr>
          </w:p>
        </w:tc>
        <w:tc>
          <w:tcPr>
            <w:tcW w:w="858" w:type="pct"/>
          </w:tcPr>
          <w:p w:rsidR="007A3249" w:rsidRDefault="007A3249" w:rsidP="00C70995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E64E3D">
              <w:rPr>
                <w:b/>
              </w:rPr>
              <w:t>Enter the Batch results</w:t>
            </w:r>
            <w:r>
              <w:t xml:space="preserve"> button</w:t>
            </w:r>
          </w:p>
        </w:tc>
        <w:tc>
          <w:tcPr>
            <w:tcW w:w="650" w:type="pct"/>
          </w:tcPr>
          <w:p w:rsidR="007A3249" w:rsidRDefault="007A3249" w:rsidP="00C70995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7A3249" w:rsidRDefault="007A3249" w:rsidP="00C70995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 xml:space="preserve">Screen changes to Batch results </w:t>
            </w:r>
            <w:r>
              <w:rPr>
                <w:rFonts w:eastAsia="Times New Roman" w:cs="Times New Roman"/>
                <w:lang w:eastAsia="en-NZ"/>
              </w:rPr>
              <w:lastRenderedPageBreak/>
              <w:t>view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100000"/>
            </w:pPr>
          </w:p>
        </w:tc>
      </w:tr>
      <w:tr w:rsidR="007A3249" w:rsidTr="00E64E3D">
        <w:tc>
          <w:tcPr>
            <w:cnfStyle w:val="001000000000"/>
            <w:tcW w:w="1226" w:type="pct"/>
            <w:vMerge/>
          </w:tcPr>
          <w:p w:rsidR="007A3249" w:rsidRDefault="007A3249" w:rsidP="002C2C88"/>
        </w:tc>
        <w:tc>
          <w:tcPr>
            <w:tcW w:w="655" w:type="pct"/>
            <w:vMerge/>
          </w:tcPr>
          <w:p w:rsidR="007A3249" w:rsidRDefault="007A3249" w:rsidP="002C2C88">
            <w:pPr>
              <w:pStyle w:val="ListParagraph"/>
              <w:ind w:left="0"/>
              <w:cnfStyle w:val="000000000000"/>
            </w:pPr>
          </w:p>
        </w:tc>
        <w:tc>
          <w:tcPr>
            <w:tcW w:w="858" w:type="pct"/>
          </w:tcPr>
          <w:p w:rsidR="007A3249" w:rsidRDefault="007A3249" w:rsidP="00C26B60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E64E3D">
              <w:rPr>
                <w:b/>
              </w:rPr>
              <w:t>star button</w:t>
            </w:r>
            <w:r>
              <w:t xml:space="preserve"> for changing status of the </w:t>
            </w:r>
            <w:r w:rsidRPr="00E64E3D">
              <w:rPr>
                <w:b/>
              </w:rPr>
              <w:t>batch</w:t>
            </w:r>
          </w:p>
        </w:tc>
        <w:tc>
          <w:tcPr>
            <w:tcW w:w="650" w:type="pct"/>
          </w:tcPr>
          <w:p w:rsidR="007A3249" w:rsidRDefault="007A3249" w:rsidP="00C70995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7A3249" w:rsidRDefault="007A3249" w:rsidP="00C70995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Change status pop up appears on screen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000000"/>
            </w:pPr>
          </w:p>
        </w:tc>
      </w:tr>
      <w:tr w:rsidR="007A3249" w:rsidTr="00E64E3D">
        <w:trPr>
          <w:cnfStyle w:val="000000100000"/>
        </w:trPr>
        <w:tc>
          <w:tcPr>
            <w:cnfStyle w:val="001000000000"/>
            <w:tcW w:w="1226" w:type="pct"/>
            <w:vMerge/>
          </w:tcPr>
          <w:p w:rsidR="007A3249" w:rsidRDefault="007A3249" w:rsidP="002C2C88"/>
        </w:tc>
        <w:tc>
          <w:tcPr>
            <w:tcW w:w="655" w:type="pct"/>
            <w:vMerge/>
          </w:tcPr>
          <w:p w:rsidR="007A3249" w:rsidRDefault="007A3249" w:rsidP="002C2C88">
            <w:pPr>
              <w:pStyle w:val="ListParagraph"/>
              <w:ind w:left="0"/>
              <w:cnfStyle w:val="000000100000"/>
            </w:pPr>
          </w:p>
        </w:tc>
        <w:tc>
          <w:tcPr>
            <w:tcW w:w="858" w:type="pct"/>
          </w:tcPr>
          <w:p w:rsidR="007A3249" w:rsidRDefault="007A3249" w:rsidP="00C70995">
            <w:pPr>
              <w:pStyle w:val="ListParagraph"/>
              <w:ind w:left="0"/>
              <w:cnfStyle w:val="000000100000"/>
            </w:pPr>
            <w:r>
              <w:t>Select any status from the available screen</w:t>
            </w:r>
          </w:p>
        </w:tc>
        <w:tc>
          <w:tcPr>
            <w:tcW w:w="650" w:type="pct"/>
          </w:tcPr>
          <w:p w:rsidR="007A3249" w:rsidRDefault="007A3249" w:rsidP="00C70995">
            <w:pPr>
              <w:pStyle w:val="ListParagraph"/>
              <w:numPr>
                <w:ilvl w:val="0"/>
                <w:numId w:val="14"/>
              </w:numPr>
              <w:cnfStyle w:val="000000100000"/>
            </w:pPr>
            <w:r>
              <w:t>Admitted</w:t>
            </w:r>
          </w:p>
          <w:p w:rsidR="007A3249" w:rsidRDefault="007A3249" w:rsidP="00C70995">
            <w:pPr>
              <w:pStyle w:val="ListParagraph"/>
              <w:numPr>
                <w:ilvl w:val="0"/>
                <w:numId w:val="14"/>
              </w:numPr>
              <w:cnfStyle w:val="000000100000"/>
            </w:pPr>
            <w:r>
              <w:t>Provisional</w:t>
            </w:r>
          </w:p>
          <w:p w:rsidR="007A3249" w:rsidRDefault="007A3249" w:rsidP="00C70995">
            <w:pPr>
              <w:pStyle w:val="ListParagraph"/>
              <w:numPr>
                <w:ilvl w:val="0"/>
                <w:numId w:val="14"/>
              </w:numPr>
              <w:cnfStyle w:val="000000100000"/>
            </w:pPr>
            <w:r>
              <w:t>Ready to release</w:t>
            </w:r>
          </w:p>
          <w:p w:rsidR="007A3249" w:rsidRDefault="007A3249" w:rsidP="00C70995">
            <w:pPr>
              <w:pStyle w:val="ListParagraph"/>
              <w:numPr>
                <w:ilvl w:val="0"/>
                <w:numId w:val="14"/>
              </w:numPr>
              <w:cnfStyle w:val="000000100000"/>
            </w:pPr>
            <w:r>
              <w:t>Complete</w:t>
            </w:r>
          </w:p>
          <w:p w:rsidR="007A3249" w:rsidRDefault="007A3249" w:rsidP="00C70995">
            <w:pPr>
              <w:pStyle w:val="ListParagraph"/>
              <w:numPr>
                <w:ilvl w:val="0"/>
                <w:numId w:val="14"/>
              </w:numPr>
              <w:cnfStyle w:val="000000100000"/>
            </w:pPr>
            <w:r>
              <w:t>Sub Status</w:t>
            </w:r>
          </w:p>
        </w:tc>
        <w:tc>
          <w:tcPr>
            <w:tcW w:w="550" w:type="pct"/>
          </w:tcPr>
          <w:p w:rsidR="007A3249" w:rsidRDefault="007A3249" w:rsidP="00C70995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</w:p>
        </w:tc>
        <w:tc>
          <w:tcPr>
            <w:tcW w:w="339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100000"/>
            </w:pPr>
          </w:p>
        </w:tc>
      </w:tr>
      <w:tr w:rsidR="007A3249" w:rsidTr="00E64E3D">
        <w:tc>
          <w:tcPr>
            <w:cnfStyle w:val="001000000000"/>
            <w:tcW w:w="1226" w:type="pct"/>
            <w:vMerge/>
          </w:tcPr>
          <w:p w:rsidR="007A3249" w:rsidRDefault="007A3249" w:rsidP="002C2C88"/>
        </w:tc>
        <w:tc>
          <w:tcPr>
            <w:tcW w:w="655" w:type="pct"/>
            <w:vMerge/>
          </w:tcPr>
          <w:p w:rsidR="007A3249" w:rsidRDefault="007A3249" w:rsidP="002C2C88">
            <w:pPr>
              <w:pStyle w:val="ListParagraph"/>
              <w:ind w:left="0"/>
              <w:cnfStyle w:val="000000000000"/>
            </w:pPr>
          </w:p>
        </w:tc>
        <w:tc>
          <w:tcPr>
            <w:tcW w:w="858" w:type="pct"/>
          </w:tcPr>
          <w:p w:rsidR="007A3249" w:rsidRDefault="007A3249" w:rsidP="00C70995">
            <w:pPr>
              <w:pStyle w:val="ListParagraph"/>
              <w:ind w:left="0"/>
              <w:cnfStyle w:val="000000000000"/>
            </w:pPr>
            <w:r>
              <w:t>Click on Save</w:t>
            </w:r>
            <w:r w:rsidR="00E64E3D">
              <w:t xml:space="preserve"> button on pop up.</w:t>
            </w:r>
          </w:p>
        </w:tc>
        <w:tc>
          <w:tcPr>
            <w:tcW w:w="650" w:type="pct"/>
          </w:tcPr>
          <w:p w:rsidR="007A3249" w:rsidRDefault="007A3249" w:rsidP="00C70995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7A3249" w:rsidRDefault="007A3249" w:rsidP="00C70995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Status has been updated to selected records.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000000"/>
            </w:pPr>
          </w:p>
        </w:tc>
      </w:tr>
      <w:tr w:rsidR="007A3249" w:rsidTr="00E64E3D">
        <w:trPr>
          <w:cnfStyle w:val="000000100000"/>
        </w:trPr>
        <w:tc>
          <w:tcPr>
            <w:cnfStyle w:val="001000000000"/>
            <w:tcW w:w="1226" w:type="pct"/>
            <w:vMerge w:val="restart"/>
          </w:tcPr>
          <w:p w:rsidR="007A3249" w:rsidRPr="007A3249" w:rsidRDefault="007A3249" w:rsidP="007A3249">
            <w:pPr>
              <w:pStyle w:val="Heading3"/>
              <w:outlineLvl w:val="2"/>
            </w:pPr>
            <w:bookmarkStart w:id="32" w:name="_Toc360806066"/>
            <w:r w:rsidRPr="007A3249">
              <w:t>5.8.6</w:t>
            </w:r>
            <w:bookmarkStart w:id="33" w:name="ClearValidationRules"/>
            <w:r>
              <w:t xml:space="preserve"> </w:t>
            </w:r>
            <w:r w:rsidRPr="007A3249">
              <w:t xml:space="preserve">Clear </w:t>
            </w:r>
            <w:bookmarkEnd w:id="33"/>
            <w:r w:rsidRPr="007A3249">
              <w:t>Validation rules</w:t>
            </w:r>
            <w:bookmarkEnd w:id="32"/>
          </w:p>
        </w:tc>
        <w:tc>
          <w:tcPr>
            <w:tcW w:w="655" w:type="pct"/>
            <w:vMerge w:val="restart"/>
          </w:tcPr>
          <w:p w:rsidR="00E64E3D" w:rsidRDefault="00E64E3D" w:rsidP="00E64E3D">
            <w:pPr>
              <w:pStyle w:val="ListParagraph"/>
              <w:ind w:left="0"/>
              <w:cnfStyle w:val="000000100000"/>
              <w:rPr>
                <w:b/>
              </w:rPr>
            </w:pPr>
            <w:r>
              <w:t xml:space="preserve">Must have existing student record. To create a student record refer to the following </w:t>
            </w:r>
            <w:r w:rsidRPr="00161BD5">
              <w:t>test case</w:t>
            </w:r>
            <w:r w:rsidRPr="002768B5">
              <w:rPr>
                <w:b/>
              </w:rPr>
              <w:t xml:space="preserve"> </w:t>
            </w:r>
          </w:p>
          <w:p w:rsidR="00E64E3D" w:rsidRDefault="00E64E3D" w:rsidP="00E64E3D">
            <w:pPr>
              <w:pStyle w:val="ListParagraph"/>
              <w:numPr>
                <w:ilvl w:val="0"/>
                <w:numId w:val="18"/>
              </w:numPr>
              <w:cnfStyle w:val="000000100000"/>
              <w:rPr>
                <w:b/>
              </w:rPr>
            </w:pPr>
            <w:r w:rsidRPr="008C6902">
              <w:rPr>
                <w:b/>
              </w:rPr>
              <w:t xml:space="preserve">4.1.1 </w:t>
            </w:r>
            <w:r w:rsidRPr="008C6902">
              <w:t>Add Student</w:t>
            </w:r>
          </w:p>
          <w:p w:rsidR="00E64E3D" w:rsidRDefault="00E64E3D" w:rsidP="00E64E3D">
            <w:pPr>
              <w:pStyle w:val="ListParagraph"/>
              <w:ind w:left="0"/>
              <w:cnfStyle w:val="000000100000"/>
            </w:pPr>
          </w:p>
          <w:p w:rsidR="00E64E3D" w:rsidRDefault="00E64E3D" w:rsidP="00E64E3D">
            <w:pPr>
              <w:pStyle w:val="ListParagraph"/>
              <w:ind w:left="0"/>
              <w:cnfStyle w:val="000000100000"/>
            </w:pPr>
            <w:r>
              <w:t xml:space="preserve">Must have existing Academic record. Refer to the following test </w:t>
            </w:r>
            <w:r>
              <w:lastRenderedPageBreak/>
              <w:t>case</w:t>
            </w:r>
          </w:p>
          <w:p w:rsidR="00E64E3D" w:rsidRDefault="00677884" w:rsidP="00E64E3D">
            <w:pPr>
              <w:pStyle w:val="ListParagraph"/>
              <w:numPr>
                <w:ilvl w:val="0"/>
                <w:numId w:val="18"/>
              </w:numPr>
              <w:cnfStyle w:val="000000100000"/>
            </w:pPr>
            <w:hyperlink w:anchor="_5.4.1_Add_Miscellaneous" w:history="1">
              <w:r w:rsidR="00E64E3D" w:rsidRPr="00FB2FA4">
                <w:rPr>
                  <w:rStyle w:val="Hyperlink"/>
                </w:rPr>
                <w:t>5.4.1 Add Miscellaneous Academic record</w:t>
              </w:r>
            </w:hyperlink>
          </w:p>
          <w:p w:rsidR="007A3249" w:rsidRDefault="007A3249" w:rsidP="00702C5D">
            <w:pPr>
              <w:pStyle w:val="ListParagraph"/>
              <w:ind w:left="0"/>
              <w:cnfStyle w:val="000000100000"/>
            </w:pPr>
          </w:p>
          <w:p w:rsidR="007A3249" w:rsidRDefault="007A3249" w:rsidP="00702C5D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7A3249" w:rsidRDefault="007A3249" w:rsidP="00702C5D">
            <w:pPr>
              <w:pStyle w:val="ListParagraph"/>
              <w:numPr>
                <w:ilvl w:val="0"/>
                <w:numId w:val="15"/>
              </w:numPr>
              <w:cnfStyle w:val="000000100000"/>
            </w:pPr>
            <w:r>
              <w:t>Client</w:t>
            </w:r>
          </w:p>
          <w:p w:rsidR="007A3249" w:rsidRDefault="007A3249" w:rsidP="00E64E3D">
            <w:pPr>
              <w:pStyle w:val="ListParagraph"/>
              <w:ind w:left="502"/>
              <w:cnfStyle w:val="000000100000"/>
            </w:pPr>
          </w:p>
        </w:tc>
        <w:tc>
          <w:tcPr>
            <w:tcW w:w="858" w:type="pct"/>
          </w:tcPr>
          <w:p w:rsidR="007A3249" w:rsidRDefault="007A3249" w:rsidP="00C70995">
            <w:pPr>
              <w:pStyle w:val="ListParagraph"/>
              <w:ind w:left="0"/>
              <w:cnfStyle w:val="000000100000"/>
            </w:pPr>
            <w:r>
              <w:lastRenderedPageBreak/>
              <w:t>Go to client module</w:t>
            </w:r>
          </w:p>
          <w:p w:rsidR="007A3249" w:rsidRDefault="007A3249" w:rsidP="00C70995">
            <w:pPr>
              <w:pStyle w:val="ListParagraph"/>
              <w:ind w:left="0"/>
              <w:cnfStyle w:val="000000100000"/>
            </w:pPr>
          </w:p>
        </w:tc>
        <w:tc>
          <w:tcPr>
            <w:tcW w:w="650" w:type="pct"/>
          </w:tcPr>
          <w:p w:rsidR="007A3249" w:rsidRDefault="007A3249" w:rsidP="00C70995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7A3249" w:rsidRDefault="007A3249" w:rsidP="00C70995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Client Module is loaded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100000"/>
            </w:pPr>
          </w:p>
        </w:tc>
      </w:tr>
      <w:tr w:rsidR="007A3249" w:rsidTr="00E64E3D">
        <w:tc>
          <w:tcPr>
            <w:cnfStyle w:val="001000000000"/>
            <w:tcW w:w="1226" w:type="pct"/>
            <w:vMerge/>
          </w:tcPr>
          <w:p w:rsidR="007A3249" w:rsidRDefault="007A3249" w:rsidP="002C2C88"/>
        </w:tc>
        <w:tc>
          <w:tcPr>
            <w:tcW w:w="655" w:type="pct"/>
            <w:vMerge/>
          </w:tcPr>
          <w:p w:rsidR="007A3249" w:rsidRDefault="007A3249" w:rsidP="002C2C88">
            <w:pPr>
              <w:pStyle w:val="ListParagraph"/>
              <w:ind w:left="0"/>
              <w:cnfStyle w:val="000000000000"/>
            </w:pPr>
          </w:p>
        </w:tc>
        <w:tc>
          <w:tcPr>
            <w:tcW w:w="858" w:type="pct"/>
          </w:tcPr>
          <w:p w:rsidR="007A3249" w:rsidRDefault="007A3249" w:rsidP="00C70995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650" w:type="pct"/>
          </w:tcPr>
          <w:p w:rsidR="007A3249" w:rsidRDefault="007A3249" w:rsidP="00C70995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000000"/>
            </w:pPr>
            <w:r>
              <w:t>Surname</w:t>
            </w:r>
          </w:p>
          <w:p w:rsidR="007A3249" w:rsidRDefault="007A3249" w:rsidP="00C70995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000000"/>
            </w:pPr>
            <w:r>
              <w:t>first name</w:t>
            </w:r>
          </w:p>
          <w:p w:rsidR="007A3249" w:rsidRDefault="007A3249" w:rsidP="00C70995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000000"/>
            </w:pPr>
            <w:r>
              <w:t>Student ID</w:t>
            </w:r>
          </w:p>
          <w:p w:rsidR="007A3249" w:rsidRDefault="007A3249" w:rsidP="00E64E3D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000000"/>
            </w:pPr>
            <w:r>
              <w:t>DOB</w:t>
            </w:r>
          </w:p>
        </w:tc>
        <w:tc>
          <w:tcPr>
            <w:tcW w:w="550" w:type="pct"/>
          </w:tcPr>
          <w:p w:rsidR="007A3249" w:rsidRDefault="007A3249" w:rsidP="00C70995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Data is visible in text fields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000000"/>
            </w:pPr>
          </w:p>
        </w:tc>
      </w:tr>
      <w:tr w:rsidR="007A3249" w:rsidTr="00E64E3D">
        <w:trPr>
          <w:cnfStyle w:val="000000100000"/>
        </w:trPr>
        <w:tc>
          <w:tcPr>
            <w:cnfStyle w:val="001000000000"/>
            <w:tcW w:w="1226" w:type="pct"/>
            <w:vMerge/>
          </w:tcPr>
          <w:p w:rsidR="007A3249" w:rsidRDefault="007A3249" w:rsidP="002C2C88"/>
        </w:tc>
        <w:tc>
          <w:tcPr>
            <w:tcW w:w="655" w:type="pct"/>
            <w:vMerge/>
          </w:tcPr>
          <w:p w:rsidR="007A3249" w:rsidRDefault="007A3249" w:rsidP="002C2C88">
            <w:pPr>
              <w:pStyle w:val="ListParagraph"/>
              <w:ind w:left="0"/>
              <w:cnfStyle w:val="000000100000"/>
            </w:pPr>
          </w:p>
        </w:tc>
        <w:tc>
          <w:tcPr>
            <w:tcW w:w="858" w:type="pct"/>
          </w:tcPr>
          <w:p w:rsidR="007A3249" w:rsidRDefault="007A3249" w:rsidP="00C70995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E64E3D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650" w:type="pct"/>
          </w:tcPr>
          <w:p w:rsidR="007A3249" w:rsidRDefault="007A3249" w:rsidP="00C70995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7A3249" w:rsidRDefault="007A3249" w:rsidP="00C70995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Search displays list of the persons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100000"/>
            </w:pPr>
          </w:p>
        </w:tc>
      </w:tr>
      <w:tr w:rsidR="007A3249" w:rsidTr="00E64E3D">
        <w:tc>
          <w:tcPr>
            <w:cnfStyle w:val="001000000000"/>
            <w:tcW w:w="1226" w:type="pct"/>
            <w:vMerge/>
          </w:tcPr>
          <w:p w:rsidR="007A3249" w:rsidRDefault="007A3249" w:rsidP="002C2C88"/>
        </w:tc>
        <w:tc>
          <w:tcPr>
            <w:tcW w:w="655" w:type="pct"/>
            <w:vMerge/>
          </w:tcPr>
          <w:p w:rsidR="007A3249" w:rsidRDefault="007A3249" w:rsidP="002C2C88">
            <w:pPr>
              <w:pStyle w:val="ListParagraph"/>
              <w:ind w:left="0"/>
              <w:cnfStyle w:val="000000000000"/>
            </w:pPr>
          </w:p>
        </w:tc>
        <w:tc>
          <w:tcPr>
            <w:tcW w:w="858" w:type="pct"/>
          </w:tcPr>
          <w:p w:rsidR="007A3249" w:rsidRDefault="007A3249" w:rsidP="00C70995">
            <w:pPr>
              <w:pStyle w:val="ListParagraph"/>
              <w:ind w:left="0"/>
              <w:cnfStyle w:val="000000000000"/>
            </w:pPr>
            <w:r>
              <w:t>Double click on the selected record</w:t>
            </w:r>
          </w:p>
        </w:tc>
        <w:tc>
          <w:tcPr>
            <w:tcW w:w="650" w:type="pct"/>
          </w:tcPr>
          <w:p w:rsidR="007A3249" w:rsidRDefault="007A3249" w:rsidP="00C70995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7A3249" w:rsidRDefault="007A3249" w:rsidP="00C70995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Screen changes to Person View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000000"/>
            </w:pPr>
          </w:p>
        </w:tc>
      </w:tr>
      <w:tr w:rsidR="007A3249" w:rsidTr="00E64E3D">
        <w:trPr>
          <w:cnfStyle w:val="000000100000"/>
        </w:trPr>
        <w:tc>
          <w:tcPr>
            <w:cnfStyle w:val="001000000000"/>
            <w:tcW w:w="1226" w:type="pct"/>
            <w:vMerge/>
          </w:tcPr>
          <w:p w:rsidR="007A3249" w:rsidRDefault="007A3249" w:rsidP="002C2C88"/>
        </w:tc>
        <w:tc>
          <w:tcPr>
            <w:tcW w:w="655" w:type="pct"/>
            <w:vMerge/>
          </w:tcPr>
          <w:p w:rsidR="007A3249" w:rsidRDefault="007A3249" w:rsidP="002C2C88">
            <w:pPr>
              <w:pStyle w:val="ListParagraph"/>
              <w:ind w:left="0"/>
              <w:cnfStyle w:val="000000100000"/>
            </w:pPr>
          </w:p>
        </w:tc>
        <w:tc>
          <w:tcPr>
            <w:tcW w:w="858" w:type="pct"/>
          </w:tcPr>
          <w:p w:rsidR="007A3249" w:rsidRDefault="007A3249" w:rsidP="00C70995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E64E3D">
              <w:rPr>
                <w:b/>
              </w:rPr>
              <w:t>Academic Records</w:t>
            </w:r>
            <w:r>
              <w:t xml:space="preserve"> button on </w:t>
            </w:r>
            <w:r>
              <w:lastRenderedPageBreak/>
              <w:t>Person Tree</w:t>
            </w:r>
          </w:p>
        </w:tc>
        <w:tc>
          <w:tcPr>
            <w:tcW w:w="650" w:type="pct"/>
          </w:tcPr>
          <w:p w:rsidR="007A3249" w:rsidRDefault="007A3249" w:rsidP="00C70995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7A3249" w:rsidRDefault="007A3249" w:rsidP="00C70995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 xml:space="preserve">Screen changes to AR </w:t>
            </w:r>
            <w:r>
              <w:rPr>
                <w:rFonts w:eastAsia="Times New Roman" w:cs="Times New Roman"/>
                <w:lang w:eastAsia="en-NZ"/>
              </w:rPr>
              <w:lastRenderedPageBreak/>
              <w:t>view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100000"/>
            </w:pPr>
          </w:p>
        </w:tc>
      </w:tr>
      <w:tr w:rsidR="007A3249" w:rsidTr="00E64E3D">
        <w:tc>
          <w:tcPr>
            <w:cnfStyle w:val="001000000000"/>
            <w:tcW w:w="1226" w:type="pct"/>
            <w:vMerge/>
          </w:tcPr>
          <w:p w:rsidR="007A3249" w:rsidRDefault="007A3249" w:rsidP="002C2C88"/>
        </w:tc>
        <w:tc>
          <w:tcPr>
            <w:tcW w:w="655" w:type="pct"/>
            <w:vMerge/>
          </w:tcPr>
          <w:p w:rsidR="007A3249" w:rsidRDefault="007A3249" w:rsidP="002C2C88">
            <w:pPr>
              <w:pStyle w:val="ListParagraph"/>
              <w:ind w:left="0"/>
              <w:cnfStyle w:val="000000000000"/>
            </w:pPr>
          </w:p>
        </w:tc>
        <w:tc>
          <w:tcPr>
            <w:tcW w:w="858" w:type="pct"/>
          </w:tcPr>
          <w:p w:rsidR="007A3249" w:rsidRDefault="007A3249" w:rsidP="00C70995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E64E3D">
              <w:rPr>
                <w:b/>
              </w:rPr>
              <w:t>Enter the Batch results</w:t>
            </w:r>
            <w:r>
              <w:t xml:space="preserve"> button</w:t>
            </w:r>
          </w:p>
        </w:tc>
        <w:tc>
          <w:tcPr>
            <w:tcW w:w="650" w:type="pct"/>
          </w:tcPr>
          <w:p w:rsidR="007A3249" w:rsidRDefault="007A3249" w:rsidP="00C70995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7A3249" w:rsidRDefault="007A3249" w:rsidP="00C70995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Screen changes to Batch results view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0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000000"/>
            </w:pPr>
          </w:p>
        </w:tc>
      </w:tr>
      <w:tr w:rsidR="007A3249" w:rsidTr="00E64E3D">
        <w:trPr>
          <w:cnfStyle w:val="000000100000"/>
        </w:trPr>
        <w:tc>
          <w:tcPr>
            <w:cnfStyle w:val="001000000000"/>
            <w:tcW w:w="1226" w:type="pct"/>
            <w:vMerge/>
          </w:tcPr>
          <w:p w:rsidR="007A3249" w:rsidRDefault="007A3249" w:rsidP="002C2C88"/>
        </w:tc>
        <w:tc>
          <w:tcPr>
            <w:tcW w:w="655" w:type="pct"/>
            <w:vMerge/>
          </w:tcPr>
          <w:p w:rsidR="007A3249" w:rsidRDefault="007A3249" w:rsidP="002C2C88">
            <w:pPr>
              <w:pStyle w:val="ListParagraph"/>
              <w:ind w:left="0"/>
              <w:cnfStyle w:val="000000100000"/>
            </w:pPr>
          </w:p>
        </w:tc>
        <w:tc>
          <w:tcPr>
            <w:tcW w:w="858" w:type="pct"/>
          </w:tcPr>
          <w:p w:rsidR="007A3249" w:rsidRDefault="007A3249" w:rsidP="008410F4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8410F4">
              <w:rPr>
                <w:b/>
              </w:rPr>
              <w:t>Clear Validation button</w:t>
            </w:r>
            <w:r>
              <w:t xml:space="preserve"> for deleting the existing validation messages</w:t>
            </w:r>
            <w:r w:rsidR="00E64E3D">
              <w:t xml:space="preserve"> if they are any</w:t>
            </w:r>
            <w:r>
              <w:t>.</w:t>
            </w:r>
          </w:p>
        </w:tc>
        <w:tc>
          <w:tcPr>
            <w:tcW w:w="650" w:type="pct"/>
          </w:tcPr>
          <w:p w:rsidR="007A3249" w:rsidRDefault="007A3249" w:rsidP="00C70995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7A3249" w:rsidRDefault="007A3249" w:rsidP="00C70995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Validation Messages are removed successfully.</w:t>
            </w:r>
          </w:p>
        </w:tc>
        <w:tc>
          <w:tcPr>
            <w:tcW w:w="339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53" w:type="pct"/>
          </w:tcPr>
          <w:p w:rsidR="007A3249" w:rsidRDefault="007A3249" w:rsidP="00E17172">
            <w:pPr>
              <w:cnfStyle w:val="000000100000"/>
            </w:pPr>
          </w:p>
        </w:tc>
        <w:tc>
          <w:tcPr>
            <w:tcW w:w="369" w:type="pct"/>
          </w:tcPr>
          <w:p w:rsidR="007A3249" w:rsidRDefault="007A3249" w:rsidP="00E17172">
            <w:pPr>
              <w:cnfStyle w:val="000000100000"/>
            </w:pPr>
          </w:p>
        </w:tc>
      </w:tr>
      <w:tr w:rsidR="008E0D2C" w:rsidTr="00E64E3D">
        <w:tc>
          <w:tcPr>
            <w:cnfStyle w:val="001000000000"/>
            <w:tcW w:w="1226" w:type="pct"/>
            <w:vMerge w:val="restart"/>
          </w:tcPr>
          <w:p w:rsidR="008E0D2C" w:rsidRDefault="008E0D2C" w:rsidP="00FD5928">
            <w:pPr>
              <w:pStyle w:val="Heading3"/>
              <w:outlineLvl w:val="2"/>
            </w:pPr>
            <w:bookmarkStart w:id="34" w:name="_Toc360806067"/>
            <w:r>
              <w:t>5.10 Jump to SCC</w:t>
            </w:r>
            <w:bookmarkEnd w:id="34"/>
          </w:p>
        </w:tc>
        <w:tc>
          <w:tcPr>
            <w:tcW w:w="655" w:type="pct"/>
            <w:vMerge w:val="restart"/>
          </w:tcPr>
          <w:p w:rsidR="008E0D2C" w:rsidRDefault="008E0D2C" w:rsidP="008E0D2C">
            <w:pPr>
              <w:pStyle w:val="ListParagraph"/>
              <w:ind w:left="0"/>
              <w:cnfStyle w:val="000000000000"/>
            </w:pPr>
            <w:r>
              <w:t>Must have existing Academic record. Refer to the following test case</w:t>
            </w:r>
          </w:p>
          <w:p w:rsidR="008E0D2C" w:rsidRDefault="00677884" w:rsidP="008E0D2C">
            <w:pPr>
              <w:pStyle w:val="ListParagraph"/>
              <w:numPr>
                <w:ilvl w:val="0"/>
                <w:numId w:val="18"/>
              </w:numPr>
              <w:cnfStyle w:val="000000000000"/>
            </w:pPr>
            <w:hyperlink w:anchor="_5.4.1_Add_Miscellaneous" w:history="1">
              <w:r w:rsidR="008E0D2C" w:rsidRPr="00FB2FA4">
                <w:rPr>
                  <w:rStyle w:val="Hyperlink"/>
                </w:rPr>
                <w:t>5.4.1 Add Miscellaneous Academic record</w:t>
              </w:r>
            </w:hyperlink>
          </w:p>
          <w:p w:rsidR="008E0D2C" w:rsidRDefault="008E0D2C" w:rsidP="002C2C88">
            <w:pPr>
              <w:pStyle w:val="ListParagraph"/>
              <w:ind w:left="0"/>
              <w:cnfStyle w:val="000000000000"/>
            </w:pPr>
          </w:p>
          <w:p w:rsidR="008E0D2C" w:rsidRDefault="008E0D2C" w:rsidP="008E0D2C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8E0D2C" w:rsidRDefault="008E0D2C" w:rsidP="008E0D2C">
            <w:pPr>
              <w:pStyle w:val="ListParagraph"/>
              <w:numPr>
                <w:ilvl w:val="0"/>
                <w:numId w:val="17"/>
              </w:numPr>
              <w:cnfStyle w:val="000000000000"/>
            </w:pPr>
            <w:r>
              <w:t xml:space="preserve">Client </w:t>
            </w:r>
          </w:p>
          <w:p w:rsidR="008E0D2C" w:rsidRDefault="008E0D2C" w:rsidP="002C2C88">
            <w:pPr>
              <w:pStyle w:val="ListParagraph"/>
              <w:ind w:left="0"/>
              <w:cnfStyle w:val="000000000000"/>
            </w:pPr>
          </w:p>
        </w:tc>
        <w:tc>
          <w:tcPr>
            <w:tcW w:w="858" w:type="pct"/>
          </w:tcPr>
          <w:p w:rsidR="008E0D2C" w:rsidRDefault="008E0D2C" w:rsidP="00E37824">
            <w:pPr>
              <w:pStyle w:val="ListParagraph"/>
              <w:ind w:left="0"/>
              <w:cnfStyle w:val="000000000000"/>
            </w:pPr>
            <w:r>
              <w:t>Click on the client module</w:t>
            </w:r>
          </w:p>
        </w:tc>
        <w:tc>
          <w:tcPr>
            <w:tcW w:w="650" w:type="pct"/>
          </w:tcPr>
          <w:p w:rsidR="008E0D2C" w:rsidRDefault="008E0D2C" w:rsidP="00E37824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8E0D2C" w:rsidRDefault="008E0D2C" w:rsidP="00E37824">
            <w:pPr>
              <w:cnfStyle w:val="000000000000"/>
            </w:pPr>
            <w:r>
              <w:t>Client module is loaded.</w:t>
            </w:r>
          </w:p>
        </w:tc>
        <w:tc>
          <w:tcPr>
            <w:tcW w:w="339" w:type="pct"/>
          </w:tcPr>
          <w:p w:rsidR="008E0D2C" w:rsidRDefault="008E0D2C" w:rsidP="00E17172">
            <w:pPr>
              <w:cnfStyle w:val="000000000000"/>
            </w:pPr>
          </w:p>
        </w:tc>
        <w:tc>
          <w:tcPr>
            <w:tcW w:w="353" w:type="pct"/>
          </w:tcPr>
          <w:p w:rsidR="008E0D2C" w:rsidRDefault="008E0D2C" w:rsidP="00E17172">
            <w:pPr>
              <w:cnfStyle w:val="000000000000"/>
            </w:pPr>
          </w:p>
        </w:tc>
        <w:tc>
          <w:tcPr>
            <w:tcW w:w="369" w:type="pct"/>
          </w:tcPr>
          <w:p w:rsidR="008E0D2C" w:rsidRDefault="008E0D2C" w:rsidP="00E17172">
            <w:pPr>
              <w:cnfStyle w:val="000000000000"/>
            </w:pPr>
          </w:p>
        </w:tc>
      </w:tr>
      <w:tr w:rsidR="008E0D2C" w:rsidTr="00E64E3D">
        <w:trPr>
          <w:cnfStyle w:val="000000100000"/>
        </w:trPr>
        <w:tc>
          <w:tcPr>
            <w:cnfStyle w:val="001000000000"/>
            <w:tcW w:w="1226" w:type="pct"/>
            <w:vMerge/>
          </w:tcPr>
          <w:p w:rsidR="008E0D2C" w:rsidRDefault="008E0D2C" w:rsidP="002C2C88"/>
        </w:tc>
        <w:tc>
          <w:tcPr>
            <w:tcW w:w="655" w:type="pct"/>
            <w:vMerge/>
          </w:tcPr>
          <w:p w:rsidR="008E0D2C" w:rsidRDefault="008E0D2C" w:rsidP="002C2C88">
            <w:pPr>
              <w:pStyle w:val="ListParagraph"/>
              <w:ind w:left="0"/>
              <w:cnfStyle w:val="000000100000"/>
            </w:pPr>
          </w:p>
        </w:tc>
        <w:tc>
          <w:tcPr>
            <w:tcW w:w="858" w:type="pct"/>
          </w:tcPr>
          <w:p w:rsidR="008E0D2C" w:rsidRDefault="008E0D2C" w:rsidP="00E37824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650" w:type="pct"/>
          </w:tcPr>
          <w:p w:rsidR="008E0D2C" w:rsidRDefault="008E0D2C" w:rsidP="00E37824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Surname</w:t>
            </w:r>
          </w:p>
          <w:p w:rsidR="008E0D2C" w:rsidRDefault="008E0D2C" w:rsidP="00E37824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first name</w:t>
            </w:r>
          </w:p>
          <w:p w:rsidR="008E0D2C" w:rsidRDefault="008E0D2C" w:rsidP="00E37824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Student ID</w:t>
            </w:r>
          </w:p>
          <w:p w:rsidR="008E0D2C" w:rsidRDefault="008E0D2C" w:rsidP="00E37824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DOB</w:t>
            </w:r>
          </w:p>
        </w:tc>
        <w:tc>
          <w:tcPr>
            <w:tcW w:w="550" w:type="pct"/>
          </w:tcPr>
          <w:p w:rsidR="008E0D2C" w:rsidRDefault="008E0D2C" w:rsidP="00E37824">
            <w:pPr>
              <w:cnfStyle w:val="000000100000"/>
            </w:pPr>
            <w:r>
              <w:t>Data is visible in text fields</w:t>
            </w:r>
          </w:p>
        </w:tc>
        <w:tc>
          <w:tcPr>
            <w:tcW w:w="339" w:type="pct"/>
          </w:tcPr>
          <w:p w:rsidR="008E0D2C" w:rsidRDefault="008E0D2C" w:rsidP="00E17172">
            <w:pPr>
              <w:cnfStyle w:val="000000100000"/>
            </w:pPr>
          </w:p>
        </w:tc>
        <w:tc>
          <w:tcPr>
            <w:tcW w:w="353" w:type="pct"/>
          </w:tcPr>
          <w:p w:rsidR="008E0D2C" w:rsidRDefault="008E0D2C" w:rsidP="00E17172">
            <w:pPr>
              <w:cnfStyle w:val="000000100000"/>
            </w:pPr>
          </w:p>
        </w:tc>
        <w:tc>
          <w:tcPr>
            <w:tcW w:w="369" w:type="pct"/>
          </w:tcPr>
          <w:p w:rsidR="008E0D2C" w:rsidRDefault="008E0D2C" w:rsidP="00E17172">
            <w:pPr>
              <w:cnfStyle w:val="000000100000"/>
            </w:pPr>
          </w:p>
        </w:tc>
      </w:tr>
      <w:tr w:rsidR="008E0D2C" w:rsidTr="00E64E3D">
        <w:tc>
          <w:tcPr>
            <w:cnfStyle w:val="001000000000"/>
            <w:tcW w:w="1226" w:type="pct"/>
            <w:vMerge/>
          </w:tcPr>
          <w:p w:rsidR="008E0D2C" w:rsidRDefault="008E0D2C" w:rsidP="002C2C88"/>
        </w:tc>
        <w:tc>
          <w:tcPr>
            <w:tcW w:w="655" w:type="pct"/>
            <w:vMerge/>
          </w:tcPr>
          <w:p w:rsidR="008E0D2C" w:rsidRDefault="008E0D2C" w:rsidP="002C2C88">
            <w:pPr>
              <w:pStyle w:val="ListParagraph"/>
              <w:ind w:left="0"/>
              <w:cnfStyle w:val="000000000000"/>
            </w:pPr>
          </w:p>
        </w:tc>
        <w:tc>
          <w:tcPr>
            <w:tcW w:w="858" w:type="pct"/>
          </w:tcPr>
          <w:p w:rsidR="008E0D2C" w:rsidRDefault="008E0D2C" w:rsidP="00E37824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E64E3D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650" w:type="pct"/>
          </w:tcPr>
          <w:p w:rsidR="008E0D2C" w:rsidRDefault="008E0D2C" w:rsidP="00E37824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8E0D2C" w:rsidRDefault="008E0D2C" w:rsidP="00E37824">
            <w:pPr>
              <w:cnfStyle w:val="000000000000"/>
            </w:pPr>
            <w:r>
              <w:t>Search displays the list of persons</w:t>
            </w:r>
          </w:p>
        </w:tc>
        <w:tc>
          <w:tcPr>
            <w:tcW w:w="339" w:type="pct"/>
          </w:tcPr>
          <w:p w:rsidR="008E0D2C" w:rsidRDefault="008E0D2C" w:rsidP="00E17172">
            <w:pPr>
              <w:cnfStyle w:val="000000000000"/>
            </w:pPr>
          </w:p>
        </w:tc>
        <w:tc>
          <w:tcPr>
            <w:tcW w:w="353" w:type="pct"/>
          </w:tcPr>
          <w:p w:rsidR="008E0D2C" w:rsidRDefault="008E0D2C" w:rsidP="00E17172">
            <w:pPr>
              <w:cnfStyle w:val="000000000000"/>
            </w:pPr>
          </w:p>
        </w:tc>
        <w:tc>
          <w:tcPr>
            <w:tcW w:w="369" w:type="pct"/>
          </w:tcPr>
          <w:p w:rsidR="008E0D2C" w:rsidRDefault="008E0D2C" w:rsidP="00E17172">
            <w:pPr>
              <w:cnfStyle w:val="000000000000"/>
            </w:pPr>
          </w:p>
        </w:tc>
      </w:tr>
      <w:tr w:rsidR="008E0D2C" w:rsidTr="00E64E3D">
        <w:trPr>
          <w:cnfStyle w:val="000000100000"/>
        </w:trPr>
        <w:tc>
          <w:tcPr>
            <w:cnfStyle w:val="001000000000"/>
            <w:tcW w:w="1226" w:type="pct"/>
            <w:vMerge/>
          </w:tcPr>
          <w:p w:rsidR="008E0D2C" w:rsidRDefault="008E0D2C" w:rsidP="002C2C88"/>
        </w:tc>
        <w:tc>
          <w:tcPr>
            <w:tcW w:w="655" w:type="pct"/>
            <w:vMerge/>
          </w:tcPr>
          <w:p w:rsidR="008E0D2C" w:rsidRDefault="008E0D2C" w:rsidP="002C2C88">
            <w:pPr>
              <w:pStyle w:val="ListParagraph"/>
              <w:ind w:left="0"/>
              <w:cnfStyle w:val="000000100000"/>
            </w:pPr>
          </w:p>
        </w:tc>
        <w:tc>
          <w:tcPr>
            <w:tcW w:w="858" w:type="pct"/>
          </w:tcPr>
          <w:p w:rsidR="008E0D2C" w:rsidRDefault="008E0D2C" w:rsidP="00E37824">
            <w:pPr>
              <w:pStyle w:val="ListParagraph"/>
              <w:ind w:left="0"/>
              <w:cnfStyle w:val="000000100000"/>
            </w:pPr>
            <w:r>
              <w:t>Double click on the selected person</w:t>
            </w:r>
          </w:p>
        </w:tc>
        <w:tc>
          <w:tcPr>
            <w:tcW w:w="650" w:type="pct"/>
          </w:tcPr>
          <w:p w:rsidR="008E0D2C" w:rsidRDefault="008E0D2C" w:rsidP="00E37824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8E0D2C" w:rsidRDefault="008E0D2C" w:rsidP="00E37824">
            <w:pPr>
              <w:cnfStyle w:val="000000100000"/>
            </w:pPr>
            <w:r>
              <w:t>Screen changes to person view.</w:t>
            </w:r>
          </w:p>
        </w:tc>
        <w:tc>
          <w:tcPr>
            <w:tcW w:w="339" w:type="pct"/>
          </w:tcPr>
          <w:p w:rsidR="008E0D2C" w:rsidRDefault="008E0D2C" w:rsidP="00E17172">
            <w:pPr>
              <w:cnfStyle w:val="000000100000"/>
            </w:pPr>
          </w:p>
        </w:tc>
        <w:tc>
          <w:tcPr>
            <w:tcW w:w="353" w:type="pct"/>
          </w:tcPr>
          <w:p w:rsidR="008E0D2C" w:rsidRDefault="008E0D2C" w:rsidP="00E17172">
            <w:pPr>
              <w:cnfStyle w:val="000000100000"/>
            </w:pPr>
          </w:p>
        </w:tc>
        <w:tc>
          <w:tcPr>
            <w:tcW w:w="369" w:type="pct"/>
          </w:tcPr>
          <w:p w:rsidR="008E0D2C" w:rsidRDefault="008E0D2C" w:rsidP="00E17172">
            <w:pPr>
              <w:cnfStyle w:val="000000100000"/>
            </w:pPr>
          </w:p>
        </w:tc>
      </w:tr>
      <w:tr w:rsidR="008E0D2C" w:rsidTr="00E64E3D">
        <w:tc>
          <w:tcPr>
            <w:cnfStyle w:val="001000000000"/>
            <w:tcW w:w="1226" w:type="pct"/>
            <w:vMerge/>
          </w:tcPr>
          <w:p w:rsidR="008E0D2C" w:rsidRDefault="008E0D2C" w:rsidP="002C2C88"/>
        </w:tc>
        <w:tc>
          <w:tcPr>
            <w:tcW w:w="655" w:type="pct"/>
            <w:vMerge/>
          </w:tcPr>
          <w:p w:rsidR="008E0D2C" w:rsidRDefault="008E0D2C" w:rsidP="002C2C88">
            <w:pPr>
              <w:pStyle w:val="ListParagraph"/>
              <w:ind w:left="0"/>
              <w:cnfStyle w:val="000000000000"/>
            </w:pPr>
          </w:p>
        </w:tc>
        <w:tc>
          <w:tcPr>
            <w:tcW w:w="858" w:type="pct"/>
          </w:tcPr>
          <w:p w:rsidR="008E0D2C" w:rsidRDefault="008E0D2C" w:rsidP="00E37824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E64E3D">
              <w:rPr>
                <w:b/>
              </w:rPr>
              <w:t>Academic records</w:t>
            </w:r>
            <w:r>
              <w:t xml:space="preserve"> button on person tree.</w:t>
            </w:r>
          </w:p>
        </w:tc>
        <w:tc>
          <w:tcPr>
            <w:tcW w:w="650" w:type="pct"/>
          </w:tcPr>
          <w:p w:rsidR="008E0D2C" w:rsidRDefault="008E0D2C" w:rsidP="00E37824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8E0D2C" w:rsidRDefault="008E0D2C" w:rsidP="00E37824">
            <w:pPr>
              <w:cnfStyle w:val="000000000000"/>
            </w:pPr>
            <w:r>
              <w:t>Screen changes to Academic records view.</w:t>
            </w:r>
          </w:p>
        </w:tc>
        <w:tc>
          <w:tcPr>
            <w:tcW w:w="339" w:type="pct"/>
          </w:tcPr>
          <w:p w:rsidR="008E0D2C" w:rsidRDefault="008E0D2C" w:rsidP="00E17172">
            <w:pPr>
              <w:cnfStyle w:val="000000000000"/>
            </w:pPr>
          </w:p>
        </w:tc>
        <w:tc>
          <w:tcPr>
            <w:tcW w:w="353" w:type="pct"/>
          </w:tcPr>
          <w:p w:rsidR="008E0D2C" w:rsidRDefault="008E0D2C" w:rsidP="00E17172">
            <w:pPr>
              <w:cnfStyle w:val="000000000000"/>
            </w:pPr>
          </w:p>
        </w:tc>
        <w:tc>
          <w:tcPr>
            <w:tcW w:w="369" w:type="pct"/>
          </w:tcPr>
          <w:p w:rsidR="008E0D2C" w:rsidRDefault="008E0D2C" w:rsidP="00E17172">
            <w:pPr>
              <w:cnfStyle w:val="000000000000"/>
            </w:pPr>
          </w:p>
        </w:tc>
      </w:tr>
      <w:tr w:rsidR="008E0D2C" w:rsidTr="00E64E3D">
        <w:trPr>
          <w:cnfStyle w:val="000000100000"/>
        </w:trPr>
        <w:tc>
          <w:tcPr>
            <w:cnfStyle w:val="001000000000"/>
            <w:tcW w:w="1226" w:type="pct"/>
            <w:vMerge/>
          </w:tcPr>
          <w:p w:rsidR="008E0D2C" w:rsidRDefault="008E0D2C" w:rsidP="002C2C88"/>
        </w:tc>
        <w:tc>
          <w:tcPr>
            <w:tcW w:w="655" w:type="pct"/>
            <w:vMerge/>
          </w:tcPr>
          <w:p w:rsidR="008E0D2C" w:rsidRDefault="008E0D2C" w:rsidP="002C2C88">
            <w:pPr>
              <w:pStyle w:val="ListParagraph"/>
              <w:ind w:left="0"/>
              <w:cnfStyle w:val="000000100000"/>
            </w:pPr>
          </w:p>
        </w:tc>
        <w:tc>
          <w:tcPr>
            <w:tcW w:w="858" w:type="pct"/>
          </w:tcPr>
          <w:p w:rsidR="008E0D2C" w:rsidRDefault="008E0D2C" w:rsidP="00E37824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E64E3D">
              <w:rPr>
                <w:b/>
              </w:rPr>
              <w:t>Enter the Batch results</w:t>
            </w:r>
            <w:r>
              <w:t xml:space="preserve"> button</w:t>
            </w:r>
          </w:p>
        </w:tc>
        <w:tc>
          <w:tcPr>
            <w:tcW w:w="650" w:type="pct"/>
          </w:tcPr>
          <w:p w:rsidR="008E0D2C" w:rsidRDefault="008E0D2C" w:rsidP="00E37824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8E0D2C" w:rsidRDefault="008E0D2C" w:rsidP="00E37824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 xml:space="preserve">Screen changes to Batch results </w:t>
            </w:r>
            <w:r>
              <w:rPr>
                <w:rFonts w:eastAsia="Times New Roman" w:cs="Times New Roman"/>
                <w:lang w:eastAsia="en-NZ"/>
              </w:rPr>
              <w:lastRenderedPageBreak/>
              <w:t>view</w:t>
            </w:r>
          </w:p>
        </w:tc>
        <w:tc>
          <w:tcPr>
            <w:tcW w:w="339" w:type="pct"/>
          </w:tcPr>
          <w:p w:rsidR="008E0D2C" w:rsidRDefault="008E0D2C" w:rsidP="00E17172">
            <w:pPr>
              <w:cnfStyle w:val="000000100000"/>
            </w:pPr>
          </w:p>
        </w:tc>
        <w:tc>
          <w:tcPr>
            <w:tcW w:w="353" w:type="pct"/>
          </w:tcPr>
          <w:p w:rsidR="008E0D2C" w:rsidRDefault="008E0D2C" w:rsidP="00E17172">
            <w:pPr>
              <w:cnfStyle w:val="000000100000"/>
            </w:pPr>
          </w:p>
        </w:tc>
        <w:tc>
          <w:tcPr>
            <w:tcW w:w="369" w:type="pct"/>
          </w:tcPr>
          <w:p w:rsidR="008E0D2C" w:rsidRDefault="008E0D2C" w:rsidP="00E17172">
            <w:pPr>
              <w:cnfStyle w:val="000000100000"/>
            </w:pPr>
          </w:p>
        </w:tc>
      </w:tr>
      <w:tr w:rsidR="008E0D2C" w:rsidTr="00E64E3D">
        <w:tc>
          <w:tcPr>
            <w:cnfStyle w:val="001000000000"/>
            <w:tcW w:w="1226" w:type="pct"/>
            <w:vMerge/>
          </w:tcPr>
          <w:p w:rsidR="008E0D2C" w:rsidRDefault="008E0D2C" w:rsidP="002C2C88"/>
        </w:tc>
        <w:tc>
          <w:tcPr>
            <w:tcW w:w="655" w:type="pct"/>
            <w:vMerge/>
          </w:tcPr>
          <w:p w:rsidR="008E0D2C" w:rsidRDefault="008E0D2C" w:rsidP="002C2C88">
            <w:pPr>
              <w:pStyle w:val="ListParagraph"/>
              <w:ind w:left="0"/>
              <w:cnfStyle w:val="000000000000"/>
            </w:pPr>
          </w:p>
        </w:tc>
        <w:tc>
          <w:tcPr>
            <w:tcW w:w="858" w:type="pct"/>
          </w:tcPr>
          <w:p w:rsidR="008E0D2C" w:rsidRDefault="008E0D2C" w:rsidP="008410F4">
            <w:pPr>
              <w:pStyle w:val="ListParagraph"/>
              <w:ind w:left="0"/>
              <w:cnfStyle w:val="000000000000"/>
            </w:pPr>
            <w:r>
              <w:t xml:space="preserve">Click on a record that you wish to jump </w:t>
            </w:r>
          </w:p>
        </w:tc>
        <w:tc>
          <w:tcPr>
            <w:tcW w:w="650" w:type="pct"/>
          </w:tcPr>
          <w:p w:rsidR="008E0D2C" w:rsidRDefault="008E0D2C" w:rsidP="00C70995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8E0D2C" w:rsidRDefault="008E0D2C" w:rsidP="00C70995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Record selected</w:t>
            </w:r>
          </w:p>
        </w:tc>
        <w:tc>
          <w:tcPr>
            <w:tcW w:w="339" w:type="pct"/>
          </w:tcPr>
          <w:p w:rsidR="008E0D2C" w:rsidRDefault="008E0D2C" w:rsidP="00E17172">
            <w:pPr>
              <w:cnfStyle w:val="000000000000"/>
            </w:pPr>
          </w:p>
        </w:tc>
        <w:tc>
          <w:tcPr>
            <w:tcW w:w="353" w:type="pct"/>
          </w:tcPr>
          <w:p w:rsidR="008E0D2C" w:rsidRDefault="008E0D2C" w:rsidP="00E17172">
            <w:pPr>
              <w:cnfStyle w:val="000000000000"/>
            </w:pPr>
          </w:p>
        </w:tc>
        <w:tc>
          <w:tcPr>
            <w:tcW w:w="369" w:type="pct"/>
          </w:tcPr>
          <w:p w:rsidR="008E0D2C" w:rsidRDefault="008E0D2C" w:rsidP="00E17172">
            <w:pPr>
              <w:cnfStyle w:val="000000000000"/>
            </w:pPr>
          </w:p>
        </w:tc>
      </w:tr>
      <w:tr w:rsidR="008E0D2C" w:rsidTr="00E64E3D">
        <w:trPr>
          <w:cnfStyle w:val="000000100000"/>
        </w:trPr>
        <w:tc>
          <w:tcPr>
            <w:cnfStyle w:val="001000000000"/>
            <w:tcW w:w="1226" w:type="pct"/>
            <w:vMerge/>
          </w:tcPr>
          <w:p w:rsidR="008E0D2C" w:rsidRDefault="008E0D2C" w:rsidP="002C2C88"/>
        </w:tc>
        <w:tc>
          <w:tcPr>
            <w:tcW w:w="655" w:type="pct"/>
            <w:vMerge/>
          </w:tcPr>
          <w:p w:rsidR="008E0D2C" w:rsidRDefault="008E0D2C" w:rsidP="002C2C88">
            <w:pPr>
              <w:pStyle w:val="ListParagraph"/>
              <w:ind w:left="0"/>
              <w:cnfStyle w:val="000000100000"/>
            </w:pPr>
          </w:p>
        </w:tc>
        <w:tc>
          <w:tcPr>
            <w:tcW w:w="858" w:type="pct"/>
          </w:tcPr>
          <w:p w:rsidR="008E0D2C" w:rsidRDefault="008E0D2C" w:rsidP="008410F4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8E0D2C">
              <w:rPr>
                <w:b/>
              </w:rPr>
              <w:t>Jump to SCC</w:t>
            </w:r>
            <w:r>
              <w:t xml:space="preserve"> button </w:t>
            </w:r>
          </w:p>
        </w:tc>
        <w:tc>
          <w:tcPr>
            <w:tcW w:w="650" w:type="pct"/>
          </w:tcPr>
          <w:p w:rsidR="008E0D2C" w:rsidRDefault="008E0D2C" w:rsidP="00C70995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8E0D2C" w:rsidRDefault="008E0D2C" w:rsidP="00C70995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Navigates the screen to its study contract component.</w:t>
            </w:r>
          </w:p>
        </w:tc>
        <w:tc>
          <w:tcPr>
            <w:tcW w:w="339" w:type="pct"/>
          </w:tcPr>
          <w:p w:rsidR="008E0D2C" w:rsidRDefault="008E0D2C" w:rsidP="00E17172">
            <w:pPr>
              <w:cnfStyle w:val="000000100000"/>
            </w:pPr>
          </w:p>
        </w:tc>
        <w:tc>
          <w:tcPr>
            <w:tcW w:w="353" w:type="pct"/>
          </w:tcPr>
          <w:p w:rsidR="008E0D2C" w:rsidRDefault="008E0D2C" w:rsidP="00E17172">
            <w:pPr>
              <w:cnfStyle w:val="000000100000"/>
            </w:pPr>
          </w:p>
        </w:tc>
        <w:tc>
          <w:tcPr>
            <w:tcW w:w="369" w:type="pct"/>
          </w:tcPr>
          <w:p w:rsidR="008E0D2C" w:rsidRDefault="008E0D2C" w:rsidP="00E17172">
            <w:pPr>
              <w:cnfStyle w:val="000000100000"/>
            </w:pPr>
          </w:p>
        </w:tc>
      </w:tr>
      <w:tr w:rsidR="008E0D2C" w:rsidTr="00E64E3D">
        <w:tc>
          <w:tcPr>
            <w:cnfStyle w:val="001000000000"/>
            <w:tcW w:w="1226" w:type="pct"/>
            <w:vMerge w:val="restart"/>
          </w:tcPr>
          <w:p w:rsidR="008E0D2C" w:rsidRPr="007A3249" w:rsidRDefault="008E0D2C" w:rsidP="00E64E3D">
            <w:pPr>
              <w:pStyle w:val="Heading3"/>
              <w:outlineLvl w:val="2"/>
            </w:pPr>
            <w:bookmarkStart w:id="35" w:name="PrintReports"/>
            <w:bookmarkStart w:id="36" w:name="_Toc360806068"/>
            <w:r>
              <w:t xml:space="preserve">5.11 </w:t>
            </w:r>
            <w:r w:rsidRPr="007A3249">
              <w:t xml:space="preserve">Print Reports for </w:t>
            </w:r>
            <w:bookmarkEnd w:id="35"/>
            <w:r>
              <w:t>Academic Record</w:t>
            </w:r>
            <w:bookmarkEnd w:id="36"/>
          </w:p>
        </w:tc>
        <w:tc>
          <w:tcPr>
            <w:tcW w:w="655" w:type="pct"/>
            <w:vMerge w:val="restart"/>
          </w:tcPr>
          <w:p w:rsidR="008E0D2C" w:rsidRDefault="008E0D2C" w:rsidP="00E64E3D">
            <w:pPr>
              <w:pStyle w:val="ListParagraph"/>
              <w:ind w:left="0"/>
              <w:cnfStyle w:val="000000000000"/>
              <w:rPr>
                <w:b/>
              </w:rPr>
            </w:pPr>
            <w:r>
              <w:t xml:space="preserve">Must have existing student record. To create a student record refer to the following </w:t>
            </w:r>
            <w:r w:rsidRPr="00161BD5">
              <w:t>test case</w:t>
            </w:r>
            <w:r w:rsidRPr="002768B5">
              <w:rPr>
                <w:b/>
              </w:rPr>
              <w:t xml:space="preserve"> </w:t>
            </w:r>
          </w:p>
          <w:p w:rsidR="008E0D2C" w:rsidRDefault="008E0D2C" w:rsidP="00E64E3D">
            <w:pPr>
              <w:pStyle w:val="ListParagraph"/>
              <w:numPr>
                <w:ilvl w:val="0"/>
                <w:numId w:val="18"/>
              </w:numPr>
              <w:cnfStyle w:val="000000000000"/>
              <w:rPr>
                <w:b/>
              </w:rPr>
            </w:pPr>
            <w:r w:rsidRPr="008C6902">
              <w:rPr>
                <w:b/>
              </w:rPr>
              <w:t xml:space="preserve">4.1.1 </w:t>
            </w:r>
            <w:r w:rsidRPr="008C6902">
              <w:t>Add Student</w:t>
            </w:r>
          </w:p>
          <w:p w:rsidR="008E0D2C" w:rsidRDefault="008E0D2C" w:rsidP="00E64E3D">
            <w:pPr>
              <w:pStyle w:val="ListParagraph"/>
              <w:ind w:left="0"/>
              <w:cnfStyle w:val="000000000000"/>
            </w:pPr>
          </w:p>
          <w:p w:rsidR="008E0D2C" w:rsidRDefault="008E0D2C" w:rsidP="00E64E3D">
            <w:pPr>
              <w:pStyle w:val="ListParagraph"/>
              <w:ind w:left="0"/>
              <w:cnfStyle w:val="000000000000"/>
            </w:pPr>
            <w:r>
              <w:t>Must have existing Academic record. Refer to the following test case</w:t>
            </w:r>
          </w:p>
          <w:p w:rsidR="008E0D2C" w:rsidRDefault="00677884" w:rsidP="00E64E3D">
            <w:pPr>
              <w:pStyle w:val="ListParagraph"/>
              <w:numPr>
                <w:ilvl w:val="0"/>
                <w:numId w:val="18"/>
              </w:numPr>
              <w:cnfStyle w:val="000000000000"/>
            </w:pPr>
            <w:hyperlink w:anchor="_5.4.1_Add_Miscellaneous" w:history="1">
              <w:r w:rsidR="008E0D2C" w:rsidRPr="00FB2FA4">
                <w:rPr>
                  <w:rStyle w:val="Hyperlink"/>
                </w:rPr>
                <w:t>5.4.1 Add Miscellaneous Academic record</w:t>
              </w:r>
            </w:hyperlink>
          </w:p>
          <w:p w:rsidR="008E0D2C" w:rsidRDefault="008E0D2C" w:rsidP="008C6902">
            <w:pPr>
              <w:cnfStyle w:val="000000000000"/>
            </w:pPr>
          </w:p>
          <w:p w:rsidR="008E0D2C" w:rsidRDefault="008E0D2C" w:rsidP="008C6902">
            <w:pPr>
              <w:cnfStyle w:val="000000000000"/>
            </w:pPr>
            <w:r>
              <w:t xml:space="preserve">Make sure to configure reports </w:t>
            </w:r>
            <w:r>
              <w:lastRenderedPageBreak/>
              <w:t>path in config.php.</w:t>
            </w:r>
          </w:p>
          <w:p w:rsidR="008E0D2C" w:rsidRDefault="008E0D2C" w:rsidP="008C6902">
            <w:pPr>
              <w:cnfStyle w:val="000000000000"/>
            </w:pPr>
          </w:p>
          <w:p w:rsidR="008E0D2C" w:rsidRDefault="008E0D2C" w:rsidP="008C6902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8E0D2C" w:rsidRDefault="008E0D2C" w:rsidP="004B2923">
            <w:pPr>
              <w:pStyle w:val="ListParagraph"/>
              <w:numPr>
                <w:ilvl w:val="0"/>
                <w:numId w:val="17"/>
              </w:numPr>
              <w:cnfStyle w:val="000000000000"/>
            </w:pPr>
            <w:r>
              <w:t xml:space="preserve">Client </w:t>
            </w:r>
          </w:p>
          <w:p w:rsidR="008E0D2C" w:rsidRDefault="008E0D2C" w:rsidP="00E64E3D">
            <w:pPr>
              <w:pStyle w:val="ListParagraph"/>
              <w:ind w:left="360"/>
              <w:cnfStyle w:val="000000000000"/>
            </w:pPr>
          </w:p>
        </w:tc>
        <w:tc>
          <w:tcPr>
            <w:tcW w:w="858" w:type="pct"/>
          </w:tcPr>
          <w:p w:rsidR="008E0D2C" w:rsidRDefault="008E0D2C" w:rsidP="008C6902">
            <w:pPr>
              <w:pStyle w:val="ListParagraph"/>
              <w:ind w:left="0"/>
              <w:cnfStyle w:val="000000000000"/>
            </w:pPr>
            <w:r>
              <w:lastRenderedPageBreak/>
              <w:t>Click on the client module</w:t>
            </w:r>
          </w:p>
        </w:tc>
        <w:tc>
          <w:tcPr>
            <w:tcW w:w="650" w:type="pct"/>
          </w:tcPr>
          <w:p w:rsidR="008E0D2C" w:rsidRDefault="008E0D2C" w:rsidP="008C6902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8E0D2C" w:rsidRDefault="008E0D2C" w:rsidP="008C6902">
            <w:pPr>
              <w:cnfStyle w:val="000000000000"/>
            </w:pPr>
            <w:r>
              <w:t>Client module is loaded.</w:t>
            </w:r>
          </w:p>
        </w:tc>
        <w:tc>
          <w:tcPr>
            <w:tcW w:w="339" w:type="pct"/>
          </w:tcPr>
          <w:p w:rsidR="008E0D2C" w:rsidRDefault="008E0D2C" w:rsidP="00E17172">
            <w:pPr>
              <w:cnfStyle w:val="000000000000"/>
            </w:pPr>
          </w:p>
        </w:tc>
        <w:tc>
          <w:tcPr>
            <w:tcW w:w="353" w:type="pct"/>
          </w:tcPr>
          <w:p w:rsidR="008E0D2C" w:rsidRDefault="008E0D2C" w:rsidP="00E17172">
            <w:pPr>
              <w:cnfStyle w:val="000000000000"/>
            </w:pPr>
          </w:p>
        </w:tc>
        <w:tc>
          <w:tcPr>
            <w:tcW w:w="369" w:type="pct"/>
          </w:tcPr>
          <w:p w:rsidR="008E0D2C" w:rsidRDefault="008E0D2C" w:rsidP="00E17172">
            <w:pPr>
              <w:cnfStyle w:val="000000000000"/>
            </w:pPr>
          </w:p>
        </w:tc>
      </w:tr>
      <w:tr w:rsidR="008E0D2C" w:rsidTr="00E64E3D">
        <w:trPr>
          <w:cnfStyle w:val="000000100000"/>
        </w:trPr>
        <w:tc>
          <w:tcPr>
            <w:cnfStyle w:val="001000000000"/>
            <w:tcW w:w="1226" w:type="pct"/>
            <w:vMerge/>
          </w:tcPr>
          <w:p w:rsidR="008E0D2C" w:rsidRDefault="008E0D2C" w:rsidP="008C6902"/>
        </w:tc>
        <w:tc>
          <w:tcPr>
            <w:tcW w:w="655" w:type="pct"/>
            <w:vMerge/>
          </w:tcPr>
          <w:p w:rsidR="008E0D2C" w:rsidRDefault="008E0D2C" w:rsidP="008C6902">
            <w:pPr>
              <w:cnfStyle w:val="000000100000"/>
            </w:pPr>
          </w:p>
        </w:tc>
        <w:tc>
          <w:tcPr>
            <w:tcW w:w="858" w:type="pct"/>
          </w:tcPr>
          <w:p w:rsidR="008E0D2C" w:rsidRDefault="008E0D2C" w:rsidP="008C6902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650" w:type="pct"/>
          </w:tcPr>
          <w:p w:rsidR="008E0D2C" w:rsidRDefault="008E0D2C" w:rsidP="004B2923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Surname</w:t>
            </w:r>
          </w:p>
          <w:p w:rsidR="008E0D2C" w:rsidRDefault="008E0D2C" w:rsidP="004B2923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first name</w:t>
            </w:r>
          </w:p>
          <w:p w:rsidR="008E0D2C" w:rsidRDefault="008E0D2C" w:rsidP="004B2923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Student ID</w:t>
            </w:r>
          </w:p>
          <w:p w:rsidR="008E0D2C" w:rsidRDefault="008E0D2C" w:rsidP="00E64E3D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DOB</w:t>
            </w:r>
          </w:p>
        </w:tc>
        <w:tc>
          <w:tcPr>
            <w:tcW w:w="550" w:type="pct"/>
          </w:tcPr>
          <w:p w:rsidR="008E0D2C" w:rsidRDefault="008E0D2C" w:rsidP="008C6902">
            <w:pPr>
              <w:cnfStyle w:val="000000100000"/>
            </w:pPr>
            <w:r>
              <w:t>Data is visible in text fields</w:t>
            </w:r>
          </w:p>
        </w:tc>
        <w:tc>
          <w:tcPr>
            <w:tcW w:w="339" w:type="pct"/>
          </w:tcPr>
          <w:p w:rsidR="008E0D2C" w:rsidRDefault="008E0D2C" w:rsidP="00E17172">
            <w:pPr>
              <w:cnfStyle w:val="000000100000"/>
            </w:pPr>
          </w:p>
        </w:tc>
        <w:tc>
          <w:tcPr>
            <w:tcW w:w="353" w:type="pct"/>
          </w:tcPr>
          <w:p w:rsidR="008E0D2C" w:rsidRDefault="008E0D2C" w:rsidP="00E17172">
            <w:pPr>
              <w:cnfStyle w:val="000000100000"/>
            </w:pPr>
          </w:p>
        </w:tc>
        <w:tc>
          <w:tcPr>
            <w:tcW w:w="369" w:type="pct"/>
          </w:tcPr>
          <w:p w:rsidR="008E0D2C" w:rsidRDefault="008E0D2C" w:rsidP="00E17172">
            <w:pPr>
              <w:cnfStyle w:val="000000100000"/>
            </w:pPr>
          </w:p>
        </w:tc>
      </w:tr>
      <w:tr w:rsidR="008E0D2C" w:rsidTr="00E64E3D">
        <w:tc>
          <w:tcPr>
            <w:cnfStyle w:val="001000000000"/>
            <w:tcW w:w="1226" w:type="pct"/>
            <w:vMerge/>
          </w:tcPr>
          <w:p w:rsidR="008E0D2C" w:rsidRDefault="008E0D2C" w:rsidP="008C6902"/>
        </w:tc>
        <w:tc>
          <w:tcPr>
            <w:tcW w:w="655" w:type="pct"/>
            <w:vMerge/>
          </w:tcPr>
          <w:p w:rsidR="008E0D2C" w:rsidRDefault="008E0D2C" w:rsidP="008C6902">
            <w:pPr>
              <w:cnfStyle w:val="000000000000"/>
            </w:pPr>
          </w:p>
        </w:tc>
        <w:tc>
          <w:tcPr>
            <w:tcW w:w="858" w:type="pct"/>
          </w:tcPr>
          <w:p w:rsidR="008E0D2C" w:rsidRDefault="008E0D2C" w:rsidP="008C6902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E64E3D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650" w:type="pct"/>
          </w:tcPr>
          <w:p w:rsidR="008E0D2C" w:rsidRDefault="008E0D2C" w:rsidP="008C6902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8E0D2C" w:rsidRDefault="008E0D2C" w:rsidP="008C6902">
            <w:pPr>
              <w:cnfStyle w:val="000000000000"/>
            </w:pPr>
            <w:r>
              <w:t>Search displays the list of persons</w:t>
            </w:r>
          </w:p>
        </w:tc>
        <w:tc>
          <w:tcPr>
            <w:tcW w:w="339" w:type="pct"/>
          </w:tcPr>
          <w:p w:rsidR="008E0D2C" w:rsidRDefault="008E0D2C" w:rsidP="00E17172">
            <w:pPr>
              <w:cnfStyle w:val="000000000000"/>
            </w:pPr>
          </w:p>
        </w:tc>
        <w:tc>
          <w:tcPr>
            <w:tcW w:w="353" w:type="pct"/>
          </w:tcPr>
          <w:p w:rsidR="008E0D2C" w:rsidRDefault="008E0D2C" w:rsidP="00E17172">
            <w:pPr>
              <w:cnfStyle w:val="000000000000"/>
            </w:pPr>
          </w:p>
        </w:tc>
        <w:tc>
          <w:tcPr>
            <w:tcW w:w="369" w:type="pct"/>
          </w:tcPr>
          <w:p w:rsidR="008E0D2C" w:rsidRDefault="008E0D2C" w:rsidP="00E17172">
            <w:pPr>
              <w:cnfStyle w:val="000000000000"/>
            </w:pPr>
          </w:p>
        </w:tc>
      </w:tr>
      <w:tr w:rsidR="008E0D2C" w:rsidTr="00E64E3D">
        <w:trPr>
          <w:cnfStyle w:val="000000100000"/>
        </w:trPr>
        <w:tc>
          <w:tcPr>
            <w:cnfStyle w:val="001000000000"/>
            <w:tcW w:w="1226" w:type="pct"/>
            <w:vMerge/>
          </w:tcPr>
          <w:p w:rsidR="008E0D2C" w:rsidRDefault="008E0D2C" w:rsidP="008C6902"/>
        </w:tc>
        <w:tc>
          <w:tcPr>
            <w:tcW w:w="655" w:type="pct"/>
            <w:vMerge/>
          </w:tcPr>
          <w:p w:rsidR="008E0D2C" w:rsidRDefault="008E0D2C" w:rsidP="008C6902">
            <w:pPr>
              <w:cnfStyle w:val="000000100000"/>
            </w:pPr>
          </w:p>
        </w:tc>
        <w:tc>
          <w:tcPr>
            <w:tcW w:w="858" w:type="pct"/>
          </w:tcPr>
          <w:p w:rsidR="008E0D2C" w:rsidRDefault="008E0D2C" w:rsidP="008C6902">
            <w:pPr>
              <w:pStyle w:val="ListParagraph"/>
              <w:ind w:left="0"/>
              <w:cnfStyle w:val="000000100000"/>
            </w:pPr>
            <w:r>
              <w:t>Double click on the selected person</w:t>
            </w:r>
          </w:p>
        </w:tc>
        <w:tc>
          <w:tcPr>
            <w:tcW w:w="650" w:type="pct"/>
          </w:tcPr>
          <w:p w:rsidR="008E0D2C" w:rsidRDefault="008E0D2C" w:rsidP="008C6902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8E0D2C" w:rsidRDefault="008E0D2C" w:rsidP="008C6902">
            <w:pPr>
              <w:cnfStyle w:val="000000100000"/>
            </w:pPr>
            <w:r>
              <w:t>Screen changes to person view.</w:t>
            </w:r>
          </w:p>
        </w:tc>
        <w:tc>
          <w:tcPr>
            <w:tcW w:w="339" w:type="pct"/>
          </w:tcPr>
          <w:p w:rsidR="008E0D2C" w:rsidRDefault="008E0D2C" w:rsidP="00E17172">
            <w:pPr>
              <w:cnfStyle w:val="000000100000"/>
            </w:pPr>
          </w:p>
        </w:tc>
        <w:tc>
          <w:tcPr>
            <w:tcW w:w="353" w:type="pct"/>
          </w:tcPr>
          <w:p w:rsidR="008E0D2C" w:rsidRDefault="008E0D2C" w:rsidP="00E17172">
            <w:pPr>
              <w:cnfStyle w:val="000000100000"/>
            </w:pPr>
          </w:p>
        </w:tc>
        <w:tc>
          <w:tcPr>
            <w:tcW w:w="369" w:type="pct"/>
          </w:tcPr>
          <w:p w:rsidR="008E0D2C" w:rsidRDefault="008E0D2C" w:rsidP="00E17172">
            <w:pPr>
              <w:cnfStyle w:val="000000100000"/>
            </w:pPr>
          </w:p>
        </w:tc>
      </w:tr>
      <w:tr w:rsidR="008E0D2C" w:rsidTr="00E64E3D">
        <w:tc>
          <w:tcPr>
            <w:cnfStyle w:val="001000000000"/>
            <w:tcW w:w="1226" w:type="pct"/>
            <w:vMerge/>
          </w:tcPr>
          <w:p w:rsidR="008E0D2C" w:rsidRDefault="008E0D2C" w:rsidP="008C6902"/>
        </w:tc>
        <w:tc>
          <w:tcPr>
            <w:tcW w:w="655" w:type="pct"/>
            <w:vMerge/>
          </w:tcPr>
          <w:p w:rsidR="008E0D2C" w:rsidRDefault="008E0D2C" w:rsidP="008C6902">
            <w:pPr>
              <w:cnfStyle w:val="000000000000"/>
            </w:pPr>
          </w:p>
        </w:tc>
        <w:tc>
          <w:tcPr>
            <w:tcW w:w="858" w:type="pct"/>
          </w:tcPr>
          <w:p w:rsidR="008E0D2C" w:rsidRDefault="008E0D2C" w:rsidP="008C6902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E64E3D">
              <w:rPr>
                <w:b/>
              </w:rPr>
              <w:t>Academic records</w:t>
            </w:r>
            <w:r>
              <w:t xml:space="preserve"> button on person tree.</w:t>
            </w:r>
          </w:p>
        </w:tc>
        <w:tc>
          <w:tcPr>
            <w:tcW w:w="650" w:type="pct"/>
          </w:tcPr>
          <w:p w:rsidR="008E0D2C" w:rsidRDefault="008E0D2C" w:rsidP="008C6902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8E0D2C" w:rsidRDefault="008E0D2C" w:rsidP="008C6902">
            <w:pPr>
              <w:cnfStyle w:val="000000000000"/>
            </w:pPr>
            <w:r>
              <w:t>Screen changes to Academic records view.</w:t>
            </w:r>
          </w:p>
        </w:tc>
        <w:tc>
          <w:tcPr>
            <w:tcW w:w="339" w:type="pct"/>
          </w:tcPr>
          <w:p w:rsidR="008E0D2C" w:rsidRDefault="008E0D2C" w:rsidP="00E17172">
            <w:pPr>
              <w:cnfStyle w:val="000000000000"/>
            </w:pPr>
          </w:p>
        </w:tc>
        <w:tc>
          <w:tcPr>
            <w:tcW w:w="353" w:type="pct"/>
          </w:tcPr>
          <w:p w:rsidR="008E0D2C" w:rsidRDefault="008E0D2C" w:rsidP="00E17172">
            <w:pPr>
              <w:cnfStyle w:val="000000000000"/>
            </w:pPr>
          </w:p>
        </w:tc>
        <w:tc>
          <w:tcPr>
            <w:tcW w:w="369" w:type="pct"/>
          </w:tcPr>
          <w:p w:rsidR="008E0D2C" w:rsidRDefault="008E0D2C" w:rsidP="00E17172">
            <w:pPr>
              <w:cnfStyle w:val="000000000000"/>
            </w:pPr>
          </w:p>
        </w:tc>
      </w:tr>
      <w:tr w:rsidR="008E0D2C" w:rsidTr="00E64E3D">
        <w:trPr>
          <w:cnfStyle w:val="000000100000"/>
        </w:trPr>
        <w:tc>
          <w:tcPr>
            <w:cnfStyle w:val="001000000000"/>
            <w:tcW w:w="1226" w:type="pct"/>
            <w:vMerge/>
          </w:tcPr>
          <w:p w:rsidR="008E0D2C" w:rsidRDefault="008E0D2C" w:rsidP="008C6902"/>
        </w:tc>
        <w:tc>
          <w:tcPr>
            <w:tcW w:w="655" w:type="pct"/>
            <w:vMerge/>
          </w:tcPr>
          <w:p w:rsidR="008E0D2C" w:rsidRDefault="008E0D2C" w:rsidP="008C6902">
            <w:pPr>
              <w:cnfStyle w:val="000000100000"/>
            </w:pPr>
          </w:p>
        </w:tc>
        <w:tc>
          <w:tcPr>
            <w:tcW w:w="858" w:type="pct"/>
          </w:tcPr>
          <w:p w:rsidR="008E0D2C" w:rsidRDefault="008E0D2C" w:rsidP="008C6902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E64E3D">
              <w:rPr>
                <w:b/>
              </w:rPr>
              <w:t>print</w:t>
            </w:r>
            <w:r>
              <w:t xml:space="preserve"> button just above the Person tree</w:t>
            </w:r>
          </w:p>
        </w:tc>
        <w:tc>
          <w:tcPr>
            <w:tcW w:w="650" w:type="pct"/>
          </w:tcPr>
          <w:p w:rsidR="008E0D2C" w:rsidRDefault="008E0D2C" w:rsidP="008C6902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8E0D2C" w:rsidRDefault="008E0D2C" w:rsidP="008C6902">
            <w:pPr>
              <w:cnfStyle w:val="000000100000"/>
            </w:pPr>
            <w:r>
              <w:t>Report viewer pop up screen appears</w:t>
            </w:r>
          </w:p>
        </w:tc>
        <w:tc>
          <w:tcPr>
            <w:tcW w:w="339" w:type="pct"/>
          </w:tcPr>
          <w:p w:rsidR="008E0D2C" w:rsidRDefault="008E0D2C" w:rsidP="00E17172">
            <w:pPr>
              <w:cnfStyle w:val="000000100000"/>
            </w:pPr>
          </w:p>
        </w:tc>
        <w:tc>
          <w:tcPr>
            <w:tcW w:w="353" w:type="pct"/>
          </w:tcPr>
          <w:p w:rsidR="008E0D2C" w:rsidRDefault="008E0D2C" w:rsidP="00E17172">
            <w:pPr>
              <w:cnfStyle w:val="000000100000"/>
            </w:pPr>
          </w:p>
        </w:tc>
        <w:tc>
          <w:tcPr>
            <w:tcW w:w="369" w:type="pct"/>
          </w:tcPr>
          <w:p w:rsidR="008E0D2C" w:rsidRDefault="008E0D2C" w:rsidP="00E17172">
            <w:pPr>
              <w:cnfStyle w:val="000000100000"/>
            </w:pPr>
          </w:p>
        </w:tc>
      </w:tr>
      <w:tr w:rsidR="008E0D2C" w:rsidTr="00E64E3D">
        <w:tc>
          <w:tcPr>
            <w:cnfStyle w:val="001000000000"/>
            <w:tcW w:w="1226" w:type="pct"/>
            <w:vMerge/>
          </w:tcPr>
          <w:p w:rsidR="008E0D2C" w:rsidRDefault="008E0D2C" w:rsidP="008C6902"/>
        </w:tc>
        <w:tc>
          <w:tcPr>
            <w:tcW w:w="655" w:type="pct"/>
            <w:vMerge/>
          </w:tcPr>
          <w:p w:rsidR="008E0D2C" w:rsidRDefault="008E0D2C" w:rsidP="008C6902">
            <w:pPr>
              <w:cnfStyle w:val="000000000000"/>
            </w:pPr>
          </w:p>
        </w:tc>
        <w:tc>
          <w:tcPr>
            <w:tcW w:w="858" w:type="pct"/>
          </w:tcPr>
          <w:p w:rsidR="008E0D2C" w:rsidRDefault="008E0D2C" w:rsidP="008C6902">
            <w:pPr>
              <w:pStyle w:val="ListParagraph"/>
              <w:ind w:left="0"/>
              <w:cnfStyle w:val="000000000000"/>
            </w:pPr>
            <w:r>
              <w:t>Click on the desired report</w:t>
            </w:r>
          </w:p>
        </w:tc>
        <w:tc>
          <w:tcPr>
            <w:tcW w:w="650" w:type="pct"/>
          </w:tcPr>
          <w:p w:rsidR="008E0D2C" w:rsidRDefault="008E0D2C" w:rsidP="008C6902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8E0D2C" w:rsidRDefault="008E0D2C" w:rsidP="008C6902">
            <w:pPr>
              <w:cnfStyle w:val="000000000000"/>
            </w:pPr>
            <w:r>
              <w:t xml:space="preserve">Report navigates to new tab and </w:t>
            </w:r>
            <w:r>
              <w:lastRenderedPageBreak/>
              <w:t>opens up the report.</w:t>
            </w:r>
          </w:p>
        </w:tc>
        <w:tc>
          <w:tcPr>
            <w:tcW w:w="339" w:type="pct"/>
          </w:tcPr>
          <w:p w:rsidR="008E0D2C" w:rsidRDefault="008E0D2C" w:rsidP="00E17172">
            <w:pPr>
              <w:cnfStyle w:val="000000000000"/>
            </w:pPr>
          </w:p>
        </w:tc>
        <w:tc>
          <w:tcPr>
            <w:tcW w:w="353" w:type="pct"/>
          </w:tcPr>
          <w:p w:rsidR="008E0D2C" w:rsidRDefault="008E0D2C" w:rsidP="00E17172">
            <w:pPr>
              <w:cnfStyle w:val="000000000000"/>
            </w:pPr>
          </w:p>
        </w:tc>
        <w:tc>
          <w:tcPr>
            <w:tcW w:w="369" w:type="pct"/>
          </w:tcPr>
          <w:p w:rsidR="008E0D2C" w:rsidRDefault="008E0D2C" w:rsidP="00E17172">
            <w:pPr>
              <w:cnfStyle w:val="000000000000"/>
            </w:pPr>
          </w:p>
        </w:tc>
      </w:tr>
      <w:tr w:rsidR="008E0D2C" w:rsidTr="00E64E3D">
        <w:trPr>
          <w:cnfStyle w:val="000000100000"/>
        </w:trPr>
        <w:tc>
          <w:tcPr>
            <w:cnfStyle w:val="001000000000"/>
            <w:tcW w:w="1226" w:type="pct"/>
            <w:vMerge/>
          </w:tcPr>
          <w:p w:rsidR="008E0D2C" w:rsidRDefault="008E0D2C" w:rsidP="008C6902"/>
        </w:tc>
        <w:tc>
          <w:tcPr>
            <w:tcW w:w="655" w:type="pct"/>
            <w:vMerge/>
          </w:tcPr>
          <w:p w:rsidR="008E0D2C" w:rsidRDefault="008E0D2C" w:rsidP="008C6902">
            <w:pPr>
              <w:cnfStyle w:val="000000100000"/>
            </w:pPr>
          </w:p>
        </w:tc>
        <w:tc>
          <w:tcPr>
            <w:tcW w:w="858" w:type="pct"/>
          </w:tcPr>
          <w:p w:rsidR="008E0D2C" w:rsidRDefault="008E0D2C" w:rsidP="00E37824">
            <w:pPr>
              <w:pStyle w:val="ListParagraph"/>
              <w:ind w:left="0"/>
              <w:cnfStyle w:val="000000100000"/>
            </w:pPr>
            <w:r>
              <w:t>If the parameter value is not set, go to Advanced tab and double click on the value to place in a clip board.</w:t>
            </w:r>
          </w:p>
          <w:p w:rsidR="008E0D2C" w:rsidRDefault="008E0D2C" w:rsidP="00E37824">
            <w:pPr>
              <w:pStyle w:val="ListParagraph"/>
              <w:ind w:left="0"/>
              <w:cnfStyle w:val="000000100000"/>
            </w:pPr>
          </w:p>
          <w:p w:rsidR="008E0D2C" w:rsidRDefault="008E0D2C" w:rsidP="00E37824">
            <w:pPr>
              <w:pStyle w:val="ListParagraph"/>
              <w:ind w:left="0"/>
              <w:cnfStyle w:val="000000100000"/>
            </w:pPr>
            <w:r>
              <w:t>Then Paste the parameter value in the value field.</w:t>
            </w:r>
          </w:p>
        </w:tc>
        <w:tc>
          <w:tcPr>
            <w:tcW w:w="650" w:type="pct"/>
          </w:tcPr>
          <w:p w:rsidR="008E0D2C" w:rsidRDefault="008E0D2C" w:rsidP="00E37824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8E0D2C" w:rsidRDefault="008E0D2C" w:rsidP="00E37824">
            <w:pPr>
              <w:cnfStyle w:val="000000100000"/>
            </w:pPr>
            <w:r>
              <w:t>Value is visible in text field.</w:t>
            </w:r>
          </w:p>
        </w:tc>
        <w:tc>
          <w:tcPr>
            <w:tcW w:w="339" w:type="pct"/>
          </w:tcPr>
          <w:p w:rsidR="008E0D2C" w:rsidRDefault="008E0D2C" w:rsidP="00E17172">
            <w:pPr>
              <w:cnfStyle w:val="000000100000"/>
            </w:pPr>
          </w:p>
        </w:tc>
        <w:tc>
          <w:tcPr>
            <w:tcW w:w="353" w:type="pct"/>
          </w:tcPr>
          <w:p w:rsidR="008E0D2C" w:rsidRDefault="008E0D2C" w:rsidP="00E17172">
            <w:pPr>
              <w:cnfStyle w:val="000000100000"/>
            </w:pPr>
          </w:p>
        </w:tc>
        <w:tc>
          <w:tcPr>
            <w:tcW w:w="369" w:type="pct"/>
          </w:tcPr>
          <w:p w:rsidR="008E0D2C" w:rsidRDefault="008E0D2C" w:rsidP="00E17172">
            <w:pPr>
              <w:cnfStyle w:val="000000100000"/>
            </w:pPr>
          </w:p>
        </w:tc>
      </w:tr>
      <w:tr w:rsidR="008E0D2C" w:rsidTr="00E64E3D">
        <w:tc>
          <w:tcPr>
            <w:cnfStyle w:val="001000000000"/>
            <w:tcW w:w="1226" w:type="pct"/>
            <w:vMerge/>
          </w:tcPr>
          <w:p w:rsidR="008E0D2C" w:rsidRDefault="008E0D2C" w:rsidP="008C6902"/>
        </w:tc>
        <w:tc>
          <w:tcPr>
            <w:tcW w:w="655" w:type="pct"/>
            <w:vMerge/>
          </w:tcPr>
          <w:p w:rsidR="008E0D2C" w:rsidRDefault="008E0D2C" w:rsidP="008C6902">
            <w:pPr>
              <w:cnfStyle w:val="000000000000"/>
            </w:pPr>
          </w:p>
        </w:tc>
        <w:tc>
          <w:tcPr>
            <w:tcW w:w="858" w:type="pct"/>
          </w:tcPr>
          <w:p w:rsidR="008E0D2C" w:rsidRDefault="008E0D2C" w:rsidP="00E37824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521FFF">
              <w:rPr>
                <w:b/>
              </w:rPr>
              <w:t>Run</w:t>
            </w:r>
            <w:r>
              <w:t xml:space="preserve"> button on report viewer pop up.</w:t>
            </w:r>
          </w:p>
        </w:tc>
        <w:tc>
          <w:tcPr>
            <w:tcW w:w="650" w:type="pct"/>
          </w:tcPr>
          <w:p w:rsidR="008E0D2C" w:rsidRDefault="008E0D2C" w:rsidP="00E37824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8E0D2C" w:rsidRDefault="008E0D2C" w:rsidP="00E37824">
            <w:pPr>
              <w:cnfStyle w:val="000000000000"/>
            </w:pPr>
            <w:r>
              <w:t>Report navigates to new tab and opens up the report keeping the current window open.</w:t>
            </w:r>
          </w:p>
        </w:tc>
        <w:tc>
          <w:tcPr>
            <w:tcW w:w="339" w:type="pct"/>
          </w:tcPr>
          <w:p w:rsidR="008E0D2C" w:rsidRDefault="008E0D2C" w:rsidP="00E17172">
            <w:pPr>
              <w:cnfStyle w:val="000000000000"/>
            </w:pPr>
          </w:p>
        </w:tc>
        <w:tc>
          <w:tcPr>
            <w:tcW w:w="353" w:type="pct"/>
          </w:tcPr>
          <w:p w:rsidR="008E0D2C" w:rsidRDefault="008E0D2C" w:rsidP="00E17172">
            <w:pPr>
              <w:cnfStyle w:val="000000000000"/>
            </w:pPr>
          </w:p>
        </w:tc>
        <w:tc>
          <w:tcPr>
            <w:tcW w:w="369" w:type="pct"/>
          </w:tcPr>
          <w:p w:rsidR="008E0D2C" w:rsidRDefault="008E0D2C" w:rsidP="00E17172">
            <w:pPr>
              <w:cnfStyle w:val="000000000000"/>
            </w:pPr>
          </w:p>
        </w:tc>
      </w:tr>
    </w:tbl>
    <w:p w:rsidR="00BB39B3" w:rsidRPr="00E11D0F" w:rsidRDefault="00BB39B3" w:rsidP="00E11D0F"/>
    <w:sectPr w:rsidR="00BB39B3" w:rsidRPr="00E11D0F" w:rsidSect="00685618">
      <w:headerReference w:type="default" r:id="rId12"/>
      <w:footerReference w:type="default" r:id="rId13"/>
      <w:headerReference w:type="first" r:id="rId14"/>
      <w:footerReference w:type="first" r:id="rId15"/>
      <w:pgSz w:w="16839" w:h="11907" w:orient="landscape" w:code="9"/>
      <w:pgMar w:top="1440" w:right="1440" w:bottom="1440" w:left="1440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524" w:rsidRDefault="007F7524" w:rsidP="000366C0">
      <w:pPr>
        <w:spacing w:after="0" w:line="240" w:lineRule="auto"/>
      </w:pPr>
      <w:r>
        <w:separator/>
      </w:r>
    </w:p>
  </w:endnote>
  <w:endnote w:type="continuationSeparator" w:id="0">
    <w:p w:rsidR="007F7524" w:rsidRDefault="007F7524" w:rsidP="00036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902" w:rsidRPr="00065894" w:rsidRDefault="008C6902">
    <w:pPr>
      <w:pStyle w:val="Footer"/>
      <w:rPr>
        <w:sz w:val="16"/>
        <w:szCs w:val="16"/>
      </w:rPr>
    </w:pPr>
    <w:r>
      <w:t>Test Plan - Client/Student/Academic Records</w:t>
    </w:r>
    <w:r w:rsidRPr="00065894">
      <w:rPr>
        <w:sz w:val="16"/>
        <w:szCs w:val="16"/>
      </w:rPr>
      <w:ptab w:relativeTo="margin" w:alignment="center" w:leader="none"/>
    </w:r>
    <w:r w:rsidRPr="00065894">
      <w:rPr>
        <w:sz w:val="16"/>
        <w:szCs w:val="16"/>
      </w:rPr>
      <w:ptab w:relativeTo="margin" w:alignment="right" w:leader="none"/>
    </w:r>
    <w:r w:rsidRPr="00065894">
      <w:rPr>
        <w:sz w:val="16"/>
        <w:szCs w:val="16"/>
      </w:rPr>
      <w:t xml:space="preserve">page </w:t>
    </w:r>
    <w:r w:rsidR="00677884" w:rsidRPr="00065894">
      <w:rPr>
        <w:sz w:val="16"/>
        <w:szCs w:val="16"/>
      </w:rPr>
      <w:fldChar w:fldCharType="begin"/>
    </w:r>
    <w:r w:rsidRPr="00065894">
      <w:rPr>
        <w:sz w:val="16"/>
        <w:szCs w:val="16"/>
      </w:rPr>
      <w:instrText xml:space="preserve"> PAGE   \* MERGEFORMAT </w:instrText>
    </w:r>
    <w:r w:rsidR="00677884" w:rsidRPr="00065894">
      <w:rPr>
        <w:sz w:val="16"/>
        <w:szCs w:val="16"/>
      </w:rPr>
      <w:fldChar w:fldCharType="separate"/>
    </w:r>
    <w:r w:rsidR="00B04F4C">
      <w:rPr>
        <w:noProof/>
        <w:sz w:val="16"/>
        <w:szCs w:val="16"/>
      </w:rPr>
      <w:t>1</w:t>
    </w:r>
    <w:r w:rsidR="00677884" w:rsidRPr="00065894">
      <w:rPr>
        <w:sz w:val="16"/>
        <w:szCs w:val="16"/>
      </w:rPr>
      <w:fldChar w:fldCharType="end"/>
    </w:r>
    <w:r w:rsidRPr="00065894">
      <w:rPr>
        <w:sz w:val="16"/>
        <w:szCs w:val="16"/>
      </w:rPr>
      <w:t xml:space="preserve"> of </w:t>
    </w:r>
    <w:fldSimple w:instr=" NUMPAGES  \* Arabic  \* MERGEFORMAT ">
      <w:r w:rsidR="00B04F4C" w:rsidRPr="00B04F4C">
        <w:rPr>
          <w:noProof/>
          <w:sz w:val="16"/>
          <w:szCs w:val="16"/>
        </w:rPr>
        <w:t>26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902" w:rsidRPr="00065894" w:rsidRDefault="008C6902" w:rsidP="00065894">
    <w:pPr>
      <w:pStyle w:val="Footer"/>
      <w:rPr>
        <w:sz w:val="16"/>
        <w:szCs w:val="16"/>
      </w:rPr>
    </w:pPr>
    <w:r>
      <w:rPr>
        <w:sz w:val="16"/>
        <w:szCs w:val="16"/>
      </w:rPr>
      <w:t>Regression Test Plan</w:t>
    </w:r>
    <w:r w:rsidRPr="00065894">
      <w:rPr>
        <w:sz w:val="16"/>
        <w:szCs w:val="16"/>
      </w:rPr>
      <w:ptab w:relativeTo="margin" w:alignment="center" w:leader="none"/>
    </w:r>
    <w:r w:rsidRPr="00065894">
      <w:rPr>
        <w:sz w:val="16"/>
        <w:szCs w:val="16"/>
      </w:rPr>
      <w:ptab w:relativeTo="margin" w:alignment="right" w:leader="none"/>
    </w:r>
    <w:r w:rsidRPr="00065894">
      <w:rPr>
        <w:sz w:val="16"/>
        <w:szCs w:val="16"/>
      </w:rPr>
      <w:t xml:space="preserve">page </w:t>
    </w:r>
    <w:r w:rsidR="00677884" w:rsidRPr="00065894">
      <w:rPr>
        <w:sz w:val="16"/>
        <w:szCs w:val="16"/>
      </w:rPr>
      <w:fldChar w:fldCharType="begin"/>
    </w:r>
    <w:r w:rsidRPr="00065894">
      <w:rPr>
        <w:sz w:val="16"/>
        <w:szCs w:val="16"/>
      </w:rPr>
      <w:instrText xml:space="preserve"> PAGE   \* MERGEFORMAT </w:instrText>
    </w:r>
    <w:r w:rsidR="00677884" w:rsidRPr="00065894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="00677884" w:rsidRPr="00065894">
      <w:rPr>
        <w:sz w:val="16"/>
        <w:szCs w:val="16"/>
      </w:rPr>
      <w:fldChar w:fldCharType="end"/>
    </w:r>
    <w:r w:rsidRPr="00065894">
      <w:rPr>
        <w:sz w:val="16"/>
        <w:szCs w:val="16"/>
      </w:rPr>
      <w:t xml:space="preserve"> of </w:t>
    </w:r>
    <w:fldSimple w:instr=" NUMPAGES  \* Arabic  \* MERGEFORMAT ">
      <w:r w:rsidR="00B04F4C" w:rsidRPr="00B04F4C">
        <w:rPr>
          <w:noProof/>
          <w:sz w:val="16"/>
          <w:szCs w:val="16"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524" w:rsidRDefault="007F7524" w:rsidP="000366C0">
      <w:pPr>
        <w:spacing w:after="0" w:line="240" w:lineRule="auto"/>
      </w:pPr>
      <w:r>
        <w:separator/>
      </w:r>
    </w:p>
  </w:footnote>
  <w:footnote w:type="continuationSeparator" w:id="0">
    <w:p w:rsidR="007F7524" w:rsidRDefault="007F7524" w:rsidP="000366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902" w:rsidRDefault="008C6902" w:rsidP="00A53ACC">
    <w:pPr>
      <w:pStyle w:val="Heading1"/>
      <w:spacing w:before="100" w:beforeAutospacing="1"/>
    </w:pPr>
    <w:r>
      <w:rPr>
        <w:noProof/>
        <w:lang w:val="en-US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align>right</wp:align>
          </wp:positionH>
          <wp:positionV relativeFrom="line">
            <wp:align>top</wp:align>
          </wp:positionV>
          <wp:extent cx="797560" cy="504825"/>
          <wp:effectExtent l="19050" t="0" r="2540" b="0"/>
          <wp:wrapThrough wrapText="bothSides">
            <wp:wrapPolygon edited="0">
              <wp:start x="-516" y="0"/>
              <wp:lineTo x="-516" y="21192"/>
              <wp:lineTo x="21669" y="21192"/>
              <wp:lineTo x="21669" y="0"/>
              <wp:lineTo x="-516" y="0"/>
            </wp:wrapPolygon>
          </wp:wrapThrough>
          <wp:docPr id="6" name="Picture 1" descr="SMSS logo be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MSS logo best.jpg"/>
                  <pic:cNvPicPr/>
                </pic:nvPicPr>
                <pic:blipFill>
                  <a:blip r:embed="rId1"/>
                  <a:srcRect b="26522"/>
                  <a:stretch>
                    <a:fillRect/>
                  </a:stretch>
                </pic:blipFill>
                <pic:spPr>
                  <a:xfrm>
                    <a:off x="0" y="0"/>
                    <a:ext cx="79756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n-NZ"/>
      </w:rPr>
      <w:t>Regression Test Plan – Client / Student / Academic Records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902" w:rsidRDefault="008C6902" w:rsidP="00E11D0F">
    <w:pPr>
      <w:pStyle w:val="Title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line">
            <wp:align>top</wp:align>
          </wp:positionV>
          <wp:extent cx="797560" cy="504825"/>
          <wp:effectExtent l="19050" t="0" r="2540" b="0"/>
          <wp:wrapThrough wrapText="bothSides">
            <wp:wrapPolygon edited="0">
              <wp:start x="-516" y="0"/>
              <wp:lineTo x="-516" y="21192"/>
              <wp:lineTo x="21669" y="21192"/>
              <wp:lineTo x="21669" y="0"/>
              <wp:lineTo x="-516" y="0"/>
            </wp:wrapPolygon>
          </wp:wrapThrough>
          <wp:docPr id="1" name="Picture 1" descr="SMSS logo be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MSS logo best.jpg"/>
                  <pic:cNvPicPr/>
                </pic:nvPicPr>
                <pic:blipFill>
                  <a:blip r:embed="rId1"/>
                  <a:srcRect b="26522"/>
                  <a:stretch>
                    <a:fillRect/>
                  </a:stretch>
                </pic:blipFill>
                <pic:spPr>
                  <a:xfrm>
                    <a:off x="0" y="0"/>
                    <a:ext cx="79756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Regression Test Plan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71DF3"/>
    <w:multiLevelType w:val="hybridMultilevel"/>
    <w:tmpl w:val="4B66EB3C"/>
    <w:lvl w:ilvl="0" w:tplc="1409000D">
      <w:start w:val="1"/>
      <w:numFmt w:val="bullet"/>
      <w:lvlText w:val=""/>
      <w:lvlJc w:val="left"/>
      <w:pPr>
        <w:ind w:left="959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E6B5448"/>
    <w:multiLevelType w:val="hybridMultilevel"/>
    <w:tmpl w:val="19681A60"/>
    <w:lvl w:ilvl="0" w:tplc="140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321B70A7"/>
    <w:multiLevelType w:val="hybridMultilevel"/>
    <w:tmpl w:val="FAC02F7E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0C2B1E"/>
    <w:multiLevelType w:val="hybridMultilevel"/>
    <w:tmpl w:val="99888718"/>
    <w:lvl w:ilvl="0" w:tplc="1409000D">
      <w:start w:val="1"/>
      <w:numFmt w:val="bullet"/>
      <w:lvlText w:val=""/>
      <w:lvlJc w:val="left"/>
      <w:pPr>
        <w:ind w:left="393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4">
    <w:nsid w:val="3ABD19D1"/>
    <w:multiLevelType w:val="hybridMultilevel"/>
    <w:tmpl w:val="32229E9A"/>
    <w:lvl w:ilvl="0" w:tplc="0409000D">
      <w:start w:val="1"/>
      <w:numFmt w:val="bullet"/>
      <w:lvlText w:val=""/>
      <w:lvlJc w:val="left"/>
      <w:pPr>
        <w:ind w:left="39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5">
    <w:nsid w:val="3FDD3E9C"/>
    <w:multiLevelType w:val="hybridMultilevel"/>
    <w:tmpl w:val="3DC4F18A"/>
    <w:lvl w:ilvl="0" w:tplc="1409000D">
      <w:start w:val="1"/>
      <w:numFmt w:val="bullet"/>
      <w:lvlText w:val=""/>
      <w:lvlJc w:val="left"/>
      <w:pPr>
        <w:ind w:left="449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16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8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60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2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4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6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8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209" w:hanging="360"/>
      </w:pPr>
      <w:rPr>
        <w:rFonts w:ascii="Wingdings" w:hAnsi="Wingdings" w:hint="default"/>
      </w:rPr>
    </w:lvl>
  </w:abstractNum>
  <w:abstractNum w:abstractNumId="6">
    <w:nsid w:val="409E36A0"/>
    <w:multiLevelType w:val="hybridMultilevel"/>
    <w:tmpl w:val="A6D602E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5064AB9"/>
    <w:multiLevelType w:val="hybridMultilevel"/>
    <w:tmpl w:val="9D067F9A"/>
    <w:lvl w:ilvl="0" w:tplc="0409000D">
      <w:start w:val="1"/>
      <w:numFmt w:val="bullet"/>
      <w:lvlText w:val=""/>
      <w:lvlJc w:val="left"/>
      <w:pPr>
        <w:ind w:left="39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8">
    <w:nsid w:val="45A51E66"/>
    <w:multiLevelType w:val="hybridMultilevel"/>
    <w:tmpl w:val="D790569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EDD2D0D"/>
    <w:multiLevelType w:val="hybridMultilevel"/>
    <w:tmpl w:val="F266DE88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4935FC2"/>
    <w:multiLevelType w:val="hybridMultilevel"/>
    <w:tmpl w:val="BF78E260"/>
    <w:lvl w:ilvl="0" w:tplc="0409000D">
      <w:start w:val="1"/>
      <w:numFmt w:val="bullet"/>
      <w:lvlText w:val=""/>
      <w:lvlJc w:val="left"/>
      <w:pPr>
        <w:ind w:left="39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11">
    <w:nsid w:val="5588016B"/>
    <w:multiLevelType w:val="hybridMultilevel"/>
    <w:tmpl w:val="393C33FE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8A275C8"/>
    <w:multiLevelType w:val="hybridMultilevel"/>
    <w:tmpl w:val="80966814"/>
    <w:lvl w:ilvl="0" w:tplc="14090001">
      <w:start w:val="1"/>
      <w:numFmt w:val="bullet"/>
      <w:lvlText w:val=""/>
      <w:lvlJc w:val="left"/>
      <w:pPr>
        <w:ind w:left="3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13">
    <w:nsid w:val="5EEB30DC"/>
    <w:multiLevelType w:val="hybridMultilevel"/>
    <w:tmpl w:val="325664A0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F4428B"/>
    <w:multiLevelType w:val="hybridMultilevel"/>
    <w:tmpl w:val="FDD4720E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41E2BB9"/>
    <w:multiLevelType w:val="hybridMultilevel"/>
    <w:tmpl w:val="3486491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3F3006B"/>
    <w:multiLevelType w:val="hybridMultilevel"/>
    <w:tmpl w:val="BF968604"/>
    <w:lvl w:ilvl="0" w:tplc="1409000D">
      <w:start w:val="1"/>
      <w:numFmt w:val="bullet"/>
      <w:lvlText w:val=""/>
      <w:lvlJc w:val="left"/>
      <w:pPr>
        <w:ind w:left="433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153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73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93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13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33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53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73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93" w:hanging="360"/>
      </w:pPr>
      <w:rPr>
        <w:rFonts w:ascii="Wingdings" w:hAnsi="Wingdings" w:hint="default"/>
      </w:rPr>
    </w:lvl>
  </w:abstractNum>
  <w:abstractNum w:abstractNumId="17">
    <w:nsid w:val="75DC3DAE"/>
    <w:multiLevelType w:val="hybridMultilevel"/>
    <w:tmpl w:val="F596031C"/>
    <w:lvl w:ilvl="0" w:tplc="1409000D">
      <w:start w:val="1"/>
      <w:numFmt w:val="bullet"/>
      <w:lvlText w:val=""/>
      <w:lvlJc w:val="left"/>
      <w:pPr>
        <w:ind w:left="449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16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8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60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2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4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6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8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20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3"/>
  </w:num>
  <w:num w:numId="4">
    <w:abstractNumId w:val="12"/>
  </w:num>
  <w:num w:numId="5">
    <w:abstractNumId w:val="17"/>
  </w:num>
  <w:num w:numId="6">
    <w:abstractNumId w:val="5"/>
  </w:num>
  <w:num w:numId="7">
    <w:abstractNumId w:val="14"/>
  </w:num>
  <w:num w:numId="8">
    <w:abstractNumId w:val="11"/>
  </w:num>
  <w:num w:numId="9">
    <w:abstractNumId w:val="15"/>
  </w:num>
  <w:num w:numId="10">
    <w:abstractNumId w:val="7"/>
  </w:num>
  <w:num w:numId="11">
    <w:abstractNumId w:val="10"/>
  </w:num>
  <w:num w:numId="12">
    <w:abstractNumId w:val="6"/>
  </w:num>
  <w:num w:numId="13">
    <w:abstractNumId w:val="4"/>
  </w:num>
  <w:num w:numId="14">
    <w:abstractNumId w:val="8"/>
  </w:num>
  <w:num w:numId="15">
    <w:abstractNumId w:val="1"/>
  </w:num>
  <w:num w:numId="16">
    <w:abstractNumId w:val="3"/>
  </w:num>
  <w:num w:numId="17">
    <w:abstractNumId w:val="9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7F7524"/>
    <w:rsid w:val="000366C0"/>
    <w:rsid w:val="00065894"/>
    <w:rsid w:val="00071E80"/>
    <w:rsid w:val="00075BCE"/>
    <w:rsid w:val="00077694"/>
    <w:rsid w:val="00080FB7"/>
    <w:rsid w:val="0008207B"/>
    <w:rsid w:val="0008363E"/>
    <w:rsid w:val="000B7763"/>
    <w:rsid w:val="000D67A0"/>
    <w:rsid w:val="000E288B"/>
    <w:rsid w:val="00110363"/>
    <w:rsid w:val="0011061A"/>
    <w:rsid w:val="001B427C"/>
    <w:rsid w:val="001B4450"/>
    <w:rsid w:val="001C2DA5"/>
    <w:rsid w:val="001C4734"/>
    <w:rsid w:val="001D3FED"/>
    <w:rsid w:val="001E3424"/>
    <w:rsid w:val="00210EF3"/>
    <w:rsid w:val="00214133"/>
    <w:rsid w:val="00216B8D"/>
    <w:rsid w:val="00226028"/>
    <w:rsid w:val="0023079E"/>
    <w:rsid w:val="002506DB"/>
    <w:rsid w:val="00255DE6"/>
    <w:rsid w:val="00286B74"/>
    <w:rsid w:val="002C2C88"/>
    <w:rsid w:val="002E0024"/>
    <w:rsid w:val="002E05BB"/>
    <w:rsid w:val="002E2698"/>
    <w:rsid w:val="002E39DD"/>
    <w:rsid w:val="003133D8"/>
    <w:rsid w:val="00323926"/>
    <w:rsid w:val="00324663"/>
    <w:rsid w:val="003315E9"/>
    <w:rsid w:val="003570EE"/>
    <w:rsid w:val="003601D5"/>
    <w:rsid w:val="003C04A1"/>
    <w:rsid w:val="003D7A83"/>
    <w:rsid w:val="00400B9C"/>
    <w:rsid w:val="004337C8"/>
    <w:rsid w:val="00455EE3"/>
    <w:rsid w:val="00464B0E"/>
    <w:rsid w:val="00472FB2"/>
    <w:rsid w:val="004949E5"/>
    <w:rsid w:val="004A51FC"/>
    <w:rsid w:val="004B2923"/>
    <w:rsid w:val="004B7870"/>
    <w:rsid w:val="004E159C"/>
    <w:rsid w:val="004E256D"/>
    <w:rsid w:val="0052626C"/>
    <w:rsid w:val="00553E37"/>
    <w:rsid w:val="00574256"/>
    <w:rsid w:val="005805C6"/>
    <w:rsid w:val="005820AE"/>
    <w:rsid w:val="00596FA8"/>
    <w:rsid w:val="005B7E7B"/>
    <w:rsid w:val="005D1B23"/>
    <w:rsid w:val="005D7C22"/>
    <w:rsid w:val="005F3277"/>
    <w:rsid w:val="005F7288"/>
    <w:rsid w:val="00613850"/>
    <w:rsid w:val="0064347C"/>
    <w:rsid w:val="00643BED"/>
    <w:rsid w:val="00677884"/>
    <w:rsid w:val="00685618"/>
    <w:rsid w:val="006B04D9"/>
    <w:rsid w:val="006C4ACA"/>
    <w:rsid w:val="006D5517"/>
    <w:rsid w:val="006F75C0"/>
    <w:rsid w:val="00702C5D"/>
    <w:rsid w:val="00711ED7"/>
    <w:rsid w:val="00730E77"/>
    <w:rsid w:val="00733C1D"/>
    <w:rsid w:val="00743B91"/>
    <w:rsid w:val="00744089"/>
    <w:rsid w:val="0075545C"/>
    <w:rsid w:val="00774D09"/>
    <w:rsid w:val="00785BDC"/>
    <w:rsid w:val="007A2F9B"/>
    <w:rsid w:val="007A3249"/>
    <w:rsid w:val="007A73BD"/>
    <w:rsid w:val="007B1836"/>
    <w:rsid w:val="007D19C9"/>
    <w:rsid w:val="007F7524"/>
    <w:rsid w:val="00812165"/>
    <w:rsid w:val="00813B09"/>
    <w:rsid w:val="008410F4"/>
    <w:rsid w:val="008435D6"/>
    <w:rsid w:val="00854F56"/>
    <w:rsid w:val="00855A5F"/>
    <w:rsid w:val="00872B68"/>
    <w:rsid w:val="008A0088"/>
    <w:rsid w:val="008A0A20"/>
    <w:rsid w:val="008C2841"/>
    <w:rsid w:val="008C68F6"/>
    <w:rsid w:val="008C6902"/>
    <w:rsid w:val="008C78E3"/>
    <w:rsid w:val="008D444F"/>
    <w:rsid w:val="008E0D2C"/>
    <w:rsid w:val="009066B5"/>
    <w:rsid w:val="00921066"/>
    <w:rsid w:val="0094085D"/>
    <w:rsid w:val="00967DBC"/>
    <w:rsid w:val="00980C9B"/>
    <w:rsid w:val="00981C2B"/>
    <w:rsid w:val="00985D94"/>
    <w:rsid w:val="009F1854"/>
    <w:rsid w:val="009F5C33"/>
    <w:rsid w:val="00A26C8E"/>
    <w:rsid w:val="00A41B62"/>
    <w:rsid w:val="00A41B81"/>
    <w:rsid w:val="00A5042F"/>
    <w:rsid w:val="00A53ACC"/>
    <w:rsid w:val="00A638F4"/>
    <w:rsid w:val="00A657A1"/>
    <w:rsid w:val="00A9771E"/>
    <w:rsid w:val="00AA2166"/>
    <w:rsid w:val="00AB1B92"/>
    <w:rsid w:val="00AC2BFE"/>
    <w:rsid w:val="00AD1A8F"/>
    <w:rsid w:val="00AF5D83"/>
    <w:rsid w:val="00B04F4C"/>
    <w:rsid w:val="00B11D14"/>
    <w:rsid w:val="00B16F9A"/>
    <w:rsid w:val="00B86AC9"/>
    <w:rsid w:val="00B93194"/>
    <w:rsid w:val="00BB23E8"/>
    <w:rsid w:val="00BB250D"/>
    <w:rsid w:val="00BB39B3"/>
    <w:rsid w:val="00BD27AB"/>
    <w:rsid w:val="00BE49A5"/>
    <w:rsid w:val="00BF2339"/>
    <w:rsid w:val="00BF3904"/>
    <w:rsid w:val="00C26B60"/>
    <w:rsid w:val="00C31340"/>
    <w:rsid w:val="00C3595B"/>
    <w:rsid w:val="00C43746"/>
    <w:rsid w:val="00C62592"/>
    <w:rsid w:val="00C70995"/>
    <w:rsid w:val="00C74173"/>
    <w:rsid w:val="00CC3A37"/>
    <w:rsid w:val="00CC48DB"/>
    <w:rsid w:val="00D16E4B"/>
    <w:rsid w:val="00D25C2F"/>
    <w:rsid w:val="00D3058F"/>
    <w:rsid w:val="00D324C0"/>
    <w:rsid w:val="00D33567"/>
    <w:rsid w:val="00D41BBD"/>
    <w:rsid w:val="00DC752E"/>
    <w:rsid w:val="00DD7AC8"/>
    <w:rsid w:val="00DE46DC"/>
    <w:rsid w:val="00DE4B0F"/>
    <w:rsid w:val="00E04B76"/>
    <w:rsid w:val="00E11D0F"/>
    <w:rsid w:val="00E17172"/>
    <w:rsid w:val="00E57B6D"/>
    <w:rsid w:val="00E62B56"/>
    <w:rsid w:val="00E64E3D"/>
    <w:rsid w:val="00E826F2"/>
    <w:rsid w:val="00EA76E2"/>
    <w:rsid w:val="00ED3F16"/>
    <w:rsid w:val="00EE6F06"/>
    <w:rsid w:val="00F254F5"/>
    <w:rsid w:val="00F445FC"/>
    <w:rsid w:val="00F500F8"/>
    <w:rsid w:val="00F51F3E"/>
    <w:rsid w:val="00F52F39"/>
    <w:rsid w:val="00F643C8"/>
    <w:rsid w:val="00F83B80"/>
    <w:rsid w:val="00F915A6"/>
    <w:rsid w:val="00F95A06"/>
    <w:rsid w:val="00FA2CFA"/>
    <w:rsid w:val="00FB1B21"/>
    <w:rsid w:val="00FB2FA4"/>
    <w:rsid w:val="00FB6F03"/>
    <w:rsid w:val="00FC3BCD"/>
    <w:rsid w:val="00FC7711"/>
    <w:rsid w:val="00FD3A04"/>
    <w:rsid w:val="00FD5820"/>
    <w:rsid w:val="00FD5928"/>
    <w:rsid w:val="00FE294A"/>
    <w:rsid w:val="00FE5F96"/>
    <w:rsid w:val="00FE758C"/>
    <w:rsid w:val="00FE7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450"/>
    <w:rPr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7DBC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7DBC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A32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366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366C0"/>
    <w:rPr>
      <w:lang w:val="en-NZ"/>
    </w:rPr>
  </w:style>
  <w:style w:type="paragraph" w:styleId="Footer">
    <w:name w:val="footer"/>
    <w:basedOn w:val="Normal"/>
    <w:link w:val="FooterChar"/>
    <w:uiPriority w:val="99"/>
    <w:semiHidden/>
    <w:unhideWhenUsed/>
    <w:rsid w:val="000366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66C0"/>
    <w:rPr>
      <w:lang w:val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6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6C0"/>
    <w:rPr>
      <w:rFonts w:ascii="Tahoma" w:hAnsi="Tahoma" w:cs="Tahoma"/>
      <w:sz w:val="16"/>
      <w:szCs w:val="16"/>
      <w:lang w:val="en-NZ"/>
    </w:rPr>
  </w:style>
  <w:style w:type="paragraph" w:styleId="NoSpacing">
    <w:name w:val="No Spacing"/>
    <w:uiPriority w:val="1"/>
    <w:qFormat/>
    <w:rsid w:val="00FA2CFA"/>
    <w:pPr>
      <w:spacing w:after="0"/>
    </w:pPr>
    <w:rPr>
      <w:lang w:val="en-NZ"/>
    </w:rPr>
  </w:style>
  <w:style w:type="paragraph" w:styleId="Title">
    <w:name w:val="Title"/>
    <w:basedOn w:val="Normal"/>
    <w:next w:val="Normal"/>
    <w:link w:val="TitleChar"/>
    <w:uiPriority w:val="10"/>
    <w:qFormat/>
    <w:rsid w:val="00400B9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00B9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NZ"/>
    </w:rPr>
  </w:style>
  <w:style w:type="character" w:customStyle="1" w:styleId="Heading1Char">
    <w:name w:val="Heading 1 Char"/>
    <w:basedOn w:val="DefaultParagraphFont"/>
    <w:link w:val="Heading1"/>
    <w:uiPriority w:val="9"/>
    <w:rsid w:val="00967DBC"/>
    <w:rPr>
      <w:rFonts w:ascii="Cambria" w:eastAsia="Times New Roman" w:hAnsi="Cambria" w:cs="Times New Roman"/>
      <w:b/>
      <w:bCs/>
      <w:color w:val="365F91"/>
      <w:sz w:val="28"/>
      <w:szCs w:val="28"/>
      <w:lang w:val="en-NZ"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967DBC"/>
    <w:rPr>
      <w:rFonts w:ascii="Cambria" w:eastAsia="Times New Roman" w:hAnsi="Cambria" w:cs="Times New Roman"/>
      <w:b/>
      <w:bCs/>
      <w:color w:val="4F81BD"/>
      <w:sz w:val="26"/>
      <w:szCs w:val="26"/>
      <w:lang w:val="en-NZ" w:bidi="en-US"/>
    </w:rPr>
  </w:style>
  <w:style w:type="table" w:styleId="TableGrid">
    <w:name w:val="Table Grid"/>
    <w:basedOn w:val="TableNormal"/>
    <w:uiPriority w:val="59"/>
    <w:rsid w:val="00BB39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B4450"/>
    <w:pPr>
      <w:ind w:left="720"/>
      <w:contextualSpacing/>
    </w:pPr>
  </w:style>
  <w:style w:type="table" w:customStyle="1" w:styleId="LightList-Accent11">
    <w:name w:val="Light List - Accent 11"/>
    <w:basedOn w:val="TableNormal"/>
    <w:uiPriority w:val="61"/>
    <w:rsid w:val="001C2DA5"/>
    <w:pPr>
      <w:spacing w:after="0" w:line="240" w:lineRule="auto"/>
    </w:pPr>
    <w:rPr>
      <w:lang w:val="en-NZ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286B74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7A3249"/>
    <w:rPr>
      <w:rFonts w:asciiTheme="majorHAnsi" w:eastAsiaTheme="majorEastAsia" w:hAnsiTheme="majorHAnsi" w:cstheme="majorBidi"/>
      <w:b/>
      <w:bCs/>
      <w:color w:val="4F81BD" w:themeColor="accent1"/>
      <w:lang w:val="en-NZ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3249"/>
    <w:pPr>
      <w:outlineLvl w:val="9"/>
    </w:pPr>
    <w:rPr>
      <w:rFonts w:asciiTheme="majorHAnsi" w:eastAsiaTheme="majorEastAsia" w:hAnsiTheme="majorHAnsi" w:cstheme="majorBidi"/>
      <w:color w:val="365F91" w:themeColor="accent1" w:themeShade="BF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7A3249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7A3249"/>
    <w:pPr>
      <w:spacing w:after="100"/>
      <w:ind w:left="440"/>
    </w:pPr>
  </w:style>
  <w:style w:type="character" w:styleId="FollowedHyperlink">
    <w:name w:val="FollowedHyperlink"/>
    <w:basedOn w:val="DefaultParagraphFont"/>
    <w:uiPriority w:val="99"/>
    <w:semiHidden/>
    <w:unhideWhenUsed/>
    <w:rsid w:val="0011036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zodiac\Keep%20Development\Software%20Development\Regression%20Project\040%20Development\Generic%20Test%20plans\Test%20Plan_Correspondence.dotx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\\zodiac\Keep%20Development\Software%20Development\Regression%20Project\040%20Development\Generic%20Test%20plans\Test%20Plan_Post%20It%20Note.dot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file:///\\zodiac\Keep%20Development\Software%20Development\Regression%20Project\040%20Development\Generic%20Test%20plans\Test%20Plan_Correspondence.dot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zodiac\Keep%20Development\Software%20Development\Regression%20Project\040%20Development\Generic%20Test%20plans\Test%20Plan_Audit.dotx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Zodiac\keep%20development\Software%20Development\Regression%20Project\060%20Release%20Management\13-08-29%20Docs%20to%20online%20community\Client\5%20Test%20Plan_Client%20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285A5E-AF30-40C6-B29E-F7B237442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 Test Plan_Client AR</Template>
  <TotalTime>1</TotalTime>
  <Pages>26</Pages>
  <Words>3214</Words>
  <Characters>18323</Characters>
  <Application>Microsoft Office Word</Application>
  <DocSecurity>0</DocSecurity>
  <Lines>152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SMSS Ltd</Company>
  <LinksUpToDate>false</LinksUpToDate>
  <CharactersWithSpaces>21495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rhian</dc:creator>
  <cp:lastModifiedBy>rhian</cp:lastModifiedBy>
  <cp:revision>1</cp:revision>
  <dcterms:created xsi:type="dcterms:W3CDTF">2013-08-29T21:26:00Z</dcterms:created>
  <dcterms:modified xsi:type="dcterms:W3CDTF">2013-08-29T21:27:00Z</dcterms:modified>
</cp:coreProperties>
</file>