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50" w:rsidRPr="00974BF8" w:rsidRDefault="001B4450" w:rsidP="001B4450">
      <w:pPr>
        <w:pStyle w:val="Heading2"/>
      </w:pPr>
      <w:bookmarkStart w:id="0" w:name="_Toc360707939"/>
      <w:r w:rsidRPr="00317182">
        <w:t>Test Plan</w:t>
      </w:r>
      <w:bookmarkEnd w:id="0"/>
    </w:p>
    <w:tbl>
      <w:tblPr>
        <w:tblStyle w:val="LightList-Accent11"/>
        <w:tblW w:w="0" w:type="auto"/>
        <w:tblLook w:val="04A0"/>
      </w:tblPr>
      <w:tblGrid>
        <w:gridCol w:w="7087"/>
        <w:gridCol w:w="7087"/>
      </w:tblGrid>
      <w:tr w:rsidR="001B4450" w:rsidTr="001C2DA5">
        <w:trPr>
          <w:cnfStyle w:val="100000000000"/>
        </w:trPr>
        <w:tc>
          <w:tcPr>
            <w:cnfStyle w:val="001000000000"/>
            <w:tcW w:w="7087" w:type="dxa"/>
          </w:tcPr>
          <w:p w:rsidR="001B4450" w:rsidRDefault="001B4450" w:rsidP="00B11D3F">
            <w:pPr>
              <w:ind w:left="720" w:hanging="720"/>
              <w:rPr>
                <w:szCs w:val="40"/>
              </w:rPr>
            </w:pPr>
            <w:r>
              <w:rPr>
                <w:szCs w:val="40"/>
              </w:rPr>
              <w:t xml:space="preserve"> Test Items (Module Name)</w:t>
            </w:r>
          </w:p>
        </w:tc>
        <w:tc>
          <w:tcPr>
            <w:tcW w:w="7087" w:type="dxa"/>
          </w:tcPr>
          <w:p w:rsidR="001B4450" w:rsidRDefault="000417F4" w:rsidP="005D31A3">
            <w:pPr>
              <w:cnfStyle w:val="100000000000"/>
            </w:pPr>
            <w:r>
              <w:t>Clien</w:t>
            </w:r>
            <w:r w:rsidR="005D31A3">
              <w:t>t</w:t>
            </w:r>
          </w:p>
        </w:tc>
      </w:tr>
      <w:tr w:rsidR="001B4450" w:rsidTr="001C2DA5">
        <w:trPr>
          <w:cnfStyle w:val="000000100000"/>
        </w:trPr>
        <w:tc>
          <w:tcPr>
            <w:cnfStyle w:val="001000000000"/>
            <w:tcW w:w="7087" w:type="dxa"/>
          </w:tcPr>
          <w:p w:rsidR="001B4450" w:rsidRDefault="001B4450" w:rsidP="00B11D3F">
            <w:pPr>
              <w:rPr>
                <w:szCs w:val="40"/>
              </w:rPr>
            </w:pPr>
            <w:r>
              <w:rPr>
                <w:szCs w:val="40"/>
              </w:rPr>
              <w:t>Brief Introduction</w:t>
            </w:r>
          </w:p>
        </w:tc>
        <w:tc>
          <w:tcPr>
            <w:tcW w:w="7087" w:type="dxa"/>
          </w:tcPr>
          <w:p w:rsidR="001B4450" w:rsidRDefault="000417F4" w:rsidP="00B11D3F">
            <w:pPr>
              <w:cnfStyle w:val="000000100000"/>
            </w:pPr>
            <w:r>
              <w:t>This component explains the other Qualifications that a student holds like Secondary Qualification, tertiary Qualification etc.</w:t>
            </w:r>
          </w:p>
        </w:tc>
      </w:tr>
      <w:tr w:rsidR="001B4450" w:rsidTr="001C2DA5">
        <w:tc>
          <w:tcPr>
            <w:cnfStyle w:val="001000000000"/>
            <w:tcW w:w="7087" w:type="dxa"/>
          </w:tcPr>
          <w:p w:rsidR="001B4450" w:rsidRDefault="001B4450" w:rsidP="00B11D3F">
            <w:pPr>
              <w:rPr>
                <w:szCs w:val="40"/>
              </w:rPr>
            </w:pPr>
            <w:r>
              <w:rPr>
                <w:szCs w:val="40"/>
              </w:rPr>
              <w:t>Environment</w:t>
            </w:r>
          </w:p>
        </w:tc>
        <w:tc>
          <w:tcPr>
            <w:tcW w:w="7087" w:type="dxa"/>
          </w:tcPr>
          <w:p w:rsidR="001B4450" w:rsidRDefault="000417F4" w:rsidP="00B11D3F">
            <w:pPr>
              <w:cnfStyle w:val="000000000000"/>
            </w:pPr>
            <w:r>
              <w:t>Windows 7/Apache 2.4/IE 10..</w:t>
            </w:r>
          </w:p>
        </w:tc>
      </w:tr>
      <w:tr w:rsidR="001B4450" w:rsidTr="001C2DA5">
        <w:trPr>
          <w:cnfStyle w:val="000000100000"/>
        </w:trPr>
        <w:tc>
          <w:tcPr>
            <w:cnfStyle w:val="001000000000"/>
            <w:tcW w:w="7087" w:type="dxa"/>
          </w:tcPr>
          <w:p w:rsidR="001B4450" w:rsidRDefault="001B4450" w:rsidP="00B11D3F">
            <w:pPr>
              <w:rPr>
                <w:szCs w:val="40"/>
              </w:rPr>
            </w:pPr>
            <w:r>
              <w:rPr>
                <w:szCs w:val="40"/>
              </w:rPr>
              <w:t>Test Type</w:t>
            </w:r>
          </w:p>
        </w:tc>
        <w:tc>
          <w:tcPr>
            <w:tcW w:w="7087" w:type="dxa"/>
          </w:tcPr>
          <w:p w:rsidR="001B4450" w:rsidRDefault="00C8362F" w:rsidP="00C8362F">
            <w:pPr>
              <w:cnfStyle w:val="000000100000"/>
            </w:pPr>
            <w:r>
              <w:t xml:space="preserve">Manual </w:t>
            </w:r>
            <w:r w:rsidR="000417F4">
              <w:t>Regression Testing</w:t>
            </w:r>
          </w:p>
        </w:tc>
      </w:tr>
      <w:tr w:rsidR="00D25C2F" w:rsidTr="001C2DA5">
        <w:tc>
          <w:tcPr>
            <w:cnfStyle w:val="001000000000"/>
            <w:tcW w:w="7087" w:type="dxa"/>
          </w:tcPr>
          <w:p w:rsidR="00D25C2F" w:rsidRDefault="00D25C2F" w:rsidP="00B11D3F">
            <w:pPr>
              <w:rPr>
                <w:szCs w:val="40"/>
              </w:rPr>
            </w:pPr>
            <w:r>
              <w:rPr>
                <w:szCs w:val="40"/>
              </w:rPr>
              <w:t>Test Name</w:t>
            </w:r>
          </w:p>
        </w:tc>
        <w:tc>
          <w:tcPr>
            <w:tcW w:w="7087" w:type="dxa"/>
          </w:tcPr>
          <w:p w:rsidR="00D25C2F" w:rsidRPr="00790C65" w:rsidRDefault="000417F4" w:rsidP="00B11D3F">
            <w:pPr>
              <w:cnfStyle w:val="000000000000"/>
              <w:rPr>
                <w:b/>
              </w:rPr>
            </w:pPr>
            <w:r w:rsidRPr="00790C65">
              <w:rPr>
                <w:b/>
              </w:rPr>
              <w:t xml:space="preserve">Client/Student/Other Qualifications </w:t>
            </w:r>
          </w:p>
        </w:tc>
      </w:tr>
      <w:tr w:rsidR="008A0088" w:rsidTr="001C2DA5">
        <w:trPr>
          <w:cnfStyle w:val="000000100000"/>
        </w:trPr>
        <w:tc>
          <w:tcPr>
            <w:cnfStyle w:val="001000000000"/>
            <w:tcW w:w="7087" w:type="dxa"/>
          </w:tcPr>
          <w:p w:rsidR="008A0088" w:rsidRDefault="00D25C2F" w:rsidP="00B11D3F">
            <w:pPr>
              <w:rPr>
                <w:szCs w:val="40"/>
              </w:rPr>
            </w:pPr>
            <w:r>
              <w:rPr>
                <w:szCs w:val="40"/>
              </w:rPr>
              <w:t xml:space="preserve">Test </w:t>
            </w:r>
            <w:r w:rsidR="008A0088">
              <w:rPr>
                <w:szCs w:val="40"/>
              </w:rPr>
              <w:t>Case ID</w:t>
            </w:r>
          </w:p>
        </w:tc>
        <w:tc>
          <w:tcPr>
            <w:tcW w:w="7087" w:type="dxa"/>
          </w:tcPr>
          <w:p w:rsidR="008A0088" w:rsidRDefault="000417F4" w:rsidP="00B11D3F">
            <w:pPr>
              <w:cnfStyle w:val="000000100000"/>
            </w:pPr>
            <w:r>
              <w:t>6.1</w:t>
            </w:r>
            <w:r w:rsidR="00475238">
              <w:t xml:space="preserve"> - 6.1.14</w:t>
            </w:r>
          </w:p>
        </w:tc>
      </w:tr>
    </w:tbl>
    <w:p w:rsidR="001B4450" w:rsidRDefault="001B4450" w:rsidP="001B4450"/>
    <w:tbl>
      <w:tblPr>
        <w:tblStyle w:val="LightList-Accent11"/>
        <w:tblW w:w="0" w:type="auto"/>
        <w:tblLook w:val="04A0"/>
      </w:tblPr>
      <w:tblGrid>
        <w:gridCol w:w="7087"/>
        <w:gridCol w:w="7087"/>
      </w:tblGrid>
      <w:tr w:rsidR="00D25C2F" w:rsidTr="00B11D3F">
        <w:trPr>
          <w:cnfStyle w:val="100000000000"/>
        </w:trPr>
        <w:tc>
          <w:tcPr>
            <w:cnfStyle w:val="001000000000"/>
            <w:tcW w:w="7087" w:type="dxa"/>
          </w:tcPr>
          <w:p w:rsidR="00D25C2F" w:rsidRDefault="00D25C2F" w:rsidP="00B11D3F">
            <w:pPr>
              <w:rPr>
                <w:szCs w:val="40"/>
              </w:rPr>
            </w:pPr>
            <w:r>
              <w:rPr>
                <w:szCs w:val="40"/>
              </w:rPr>
              <w:t>Tested By</w:t>
            </w:r>
          </w:p>
        </w:tc>
        <w:tc>
          <w:tcPr>
            <w:tcW w:w="7087" w:type="dxa"/>
          </w:tcPr>
          <w:p w:rsidR="00D25C2F" w:rsidRDefault="00D25C2F" w:rsidP="00B11D3F">
            <w:pPr>
              <w:cnfStyle w:val="100000000000"/>
            </w:pPr>
            <w:r>
              <w:t>Date</w:t>
            </w:r>
          </w:p>
        </w:tc>
      </w:tr>
      <w:tr w:rsidR="00D25C2F" w:rsidTr="00B11D3F">
        <w:trPr>
          <w:cnfStyle w:val="000000100000"/>
        </w:trPr>
        <w:tc>
          <w:tcPr>
            <w:cnfStyle w:val="001000000000"/>
            <w:tcW w:w="7087" w:type="dxa"/>
          </w:tcPr>
          <w:p w:rsidR="00D25C2F" w:rsidRDefault="00D25C2F" w:rsidP="00B11D3F">
            <w:pPr>
              <w:rPr>
                <w:szCs w:val="40"/>
              </w:rPr>
            </w:pPr>
          </w:p>
        </w:tc>
        <w:tc>
          <w:tcPr>
            <w:tcW w:w="7087" w:type="dxa"/>
          </w:tcPr>
          <w:p w:rsidR="00D25C2F" w:rsidRDefault="00D25C2F" w:rsidP="00B11D3F">
            <w:pPr>
              <w:cnfStyle w:val="000000100000"/>
            </w:pPr>
          </w:p>
        </w:tc>
      </w:tr>
    </w:tbl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NZ"/>
        </w:rPr>
        <w:id w:val="27488734"/>
        <w:docPartObj>
          <w:docPartGallery w:val="Table of Contents"/>
          <w:docPartUnique/>
        </w:docPartObj>
      </w:sdtPr>
      <w:sdtContent>
        <w:p w:rsidR="000341F8" w:rsidRDefault="000341F8">
          <w:pPr>
            <w:pStyle w:val="TOCHeading"/>
          </w:pPr>
          <w:r>
            <w:t>Contents</w:t>
          </w:r>
        </w:p>
        <w:p w:rsidR="00AA56B9" w:rsidRDefault="007E717E">
          <w:pPr>
            <w:pStyle w:val="TOC2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r>
            <w:fldChar w:fldCharType="begin"/>
          </w:r>
          <w:r w:rsidR="000341F8">
            <w:instrText xml:space="preserve"> TOC \o "1-3" \h \z \u </w:instrText>
          </w:r>
          <w:r>
            <w:fldChar w:fldCharType="separate"/>
          </w:r>
          <w:hyperlink w:anchor="_Toc360707939" w:history="1">
            <w:r w:rsidR="00AA56B9" w:rsidRPr="00173992">
              <w:rPr>
                <w:rStyle w:val="Hyperlink"/>
                <w:noProof/>
              </w:rPr>
              <w:t>Test Plan</w:t>
            </w:r>
            <w:r w:rsidR="00AA56B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A56B9">
              <w:rPr>
                <w:noProof/>
                <w:webHidden/>
              </w:rPr>
              <w:instrText xml:space="preserve"> PAGEREF _Toc360707939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379C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56B9" w:rsidRDefault="007E717E">
          <w:pPr>
            <w:pStyle w:val="TOC2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07940" w:history="1">
            <w:r w:rsidR="00AA56B9" w:rsidRPr="00173992">
              <w:rPr>
                <w:rStyle w:val="Hyperlink"/>
                <w:noProof/>
              </w:rPr>
              <w:t>Test Cases</w:t>
            </w:r>
            <w:r w:rsidR="00AA56B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A56B9">
              <w:rPr>
                <w:noProof/>
                <w:webHidden/>
              </w:rPr>
              <w:instrText xml:space="preserve"> PAGEREF _Toc360707940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379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56B9" w:rsidRDefault="007E717E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07941" w:history="1">
            <w:r w:rsidR="00AA56B9" w:rsidRPr="00173992">
              <w:rPr>
                <w:rStyle w:val="Hyperlink"/>
                <w:noProof/>
              </w:rPr>
              <w:t>6.1 Edit Other Qualifications</w:t>
            </w:r>
            <w:r w:rsidR="00AA56B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A56B9">
              <w:rPr>
                <w:noProof/>
                <w:webHidden/>
              </w:rPr>
              <w:instrText xml:space="preserve"> PAGEREF _Toc360707941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379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56B9" w:rsidRDefault="007E717E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07942" w:history="1">
            <w:r w:rsidR="00AA56B9" w:rsidRPr="00173992">
              <w:rPr>
                <w:rStyle w:val="Hyperlink"/>
                <w:noProof/>
              </w:rPr>
              <w:t>6.1.1 Add School Certification  (NCEA Level 1)</w:t>
            </w:r>
            <w:r w:rsidR="00AA56B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A56B9">
              <w:rPr>
                <w:noProof/>
                <w:webHidden/>
              </w:rPr>
              <w:instrText xml:space="preserve"> PAGEREF _Toc360707942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379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56B9" w:rsidRDefault="007E717E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07943" w:history="1">
            <w:r w:rsidR="00AA56B9" w:rsidRPr="00173992">
              <w:rPr>
                <w:rStyle w:val="Hyperlink"/>
                <w:noProof/>
              </w:rPr>
              <w:t>6.1.2 Delete School Certification  (NCEA Level 1)</w:t>
            </w:r>
            <w:r w:rsidR="00AA56B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A56B9">
              <w:rPr>
                <w:noProof/>
                <w:webHidden/>
              </w:rPr>
              <w:instrText xml:space="preserve"> PAGEREF _Toc360707943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379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56B9" w:rsidRDefault="007E717E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07944" w:history="1">
            <w:r w:rsidR="00AA56B9" w:rsidRPr="00173992">
              <w:rPr>
                <w:rStyle w:val="Hyperlink"/>
                <w:noProof/>
              </w:rPr>
              <w:t>6.1.3 Add Sixth form Certification  (NCEA Level 2 Grid)</w:t>
            </w:r>
            <w:r w:rsidR="00AA56B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A56B9">
              <w:rPr>
                <w:noProof/>
                <w:webHidden/>
              </w:rPr>
              <w:instrText xml:space="preserve"> PAGEREF _Toc360707944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379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56B9" w:rsidRDefault="007E717E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07945" w:history="1">
            <w:r w:rsidR="00AA56B9" w:rsidRPr="00173992">
              <w:rPr>
                <w:rStyle w:val="Hyperlink"/>
                <w:noProof/>
              </w:rPr>
              <w:t>6.1.4 Delete Sixth form Certification  (NCEA Level 2)</w:t>
            </w:r>
            <w:r w:rsidR="00AA56B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A56B9">
              <w:rPr>
                <w:noProof/>
                <w:webHidden/>
              </w:rPr>
              <w:instrText xml:space="preserve"> PAGEREF _Toc360707945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379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56B9" w:rsidRDefault="007E717E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07946" w:history="1">
            <w:r w:rsidR="00AA56B9" w:rsidRPr="00173992">
              <w:rPr>
                <w:rStyle w:val="Hyperlink"/>
                <w:noProof/>
              </w:rPr>
              <w:t>6.1.5 Add Bursary/Scholarship Certification  (NCEA Level 3)</w:t>
            </w:r>
            <w:r w:rsidR="00AA56B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A56B9">
              <w:rPr>
                <w:noProof/>
                <w:webHidden/>
              </w:rPr>
              <w:instrText xml:space="preserve"> PAGEREF _Toc360707946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379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56B9" w:rsidRDefault="007E717E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07947" w:history="1">
            <w:r w:rsidR="00AA56B9" w:rsidRPr="00173992">
              <w:rPr>
                <w:rStyle w:val="Hyperlink"/>
                <w:noProof/>
              </w:rPr>
              <w:t>6.1.6 Delete Bursary/Scholarship Certification  (NCEA Level 3)</w:t>
            </w:r>
            <w:r w:rsidR="00AA56B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A56B9">
              <w:rPr>
                <w:noProof/>
                <w:webHidden/>
              </w:rPr>
              <w:instrText xml:space="preserve"> PAGEREF _Toc360707947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379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56B9" w:rsidRDefault="007E717E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07948" w:history="1">
            <w:r w:rsidR="00AA56B9" w:rsidRPr="00173992">
              <w:rPr>
                <w:rStyle w:val="Hyperlink"/>
                <w:noProof/>
              </w:rPr>
              <w:t>6.1.7 Add Other Secondary Qualifications</w:t>
            </w:r>
            <w:r w:rsidR="00AA56B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A56B9">
              <w:rPr>
                <w:noProof/>
                <w:webHidden/>
              </w:rPr>
              <w:instrText xml:space="preserve"> PAGEREF _Toc360707948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379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56B9" w:rsidRDefault="007E717E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07949" w:history="1">
            <w:r w:rsidR="00AA56B9" w:rsidRPr="00173992">
              <w:rPr>
                <w:rStyle w:val="Hyperlink"/>
                <w:noProof/>
              </w:rPr>
              <w:t>6.1.8 Delete Other Secondary Qualification</w:t>
            </w:r>
            <w:r w:rsidR="00AA56B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A56B9">
              <w:rPr>
                <w:noProof/>
                <w:webHidden/>
              </w:rPr>
              <w:instrText xml:space="preserve"> PAGEREF _Toc360707949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379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56B9" w:rsidRDefault="007E717E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07950" w:history="1">
            <w:r w:rsidR="00AA56B9" w:rsidRPr="00173992">
              <w:rPr>
                <w:rStyle w:val="Hyperlink"/>
                <w:noProof/>
              </w:rPr>
              <w:t>6.1.9 Add Previous Tertiary Education</w:t>
            </w:r>
            <w:r w:rsidR="00AA56B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A56B9">
              <w:rPr>
                <w:noProof/>
                <w:webHidden/>
              </w:rPr>
              <w:instrText xml:space="preserve"> PAGEREF _Toc360707950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379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56B9" w:rsidRDefault="007E717E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07951" w:history="1">
            <w:r w:rsidR="00AA56B9" w:rsidRPr="00173992">
              <w:rPr>
                <w:rStyle w:val="Hyperlink"/>
                <w:noProof/>
              </w:rPr>
              <w:t>6.1.10 Delete Previous Tertiary Education</w:t>
            </w:r>
            <w:r w:rsidR="00AA56B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A56B9">
              <w:rPr>
                <w:noProof/>
                <w:webHidden/>
              </w:rPr>
              <w:instrText xml:space="preserve"> PAGEREF _Toc360707951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379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56B9" w:rsidRDefault="007E717E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07952" w:history="1">
            <w:r w:rsidR="00AA56B9" w:rsidRPr="00173992">
              <w:rPr>
                <w:rStyle w:val="Hyperlink"/>
                <w:noProof/>
              </w:rPr>
              <w:t>6.1.11 Add Other Qualifications</w:t>
            </w:r>
            <w:r w:rsidR="00AA56B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A56B9">
              <w:rPr>
                <w:noProof/>
                <w:webHidden/>
              </w:rPr>
              <w:instrText xml:space="preserve"> PAGEREF _Toc360707952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379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56B9" w:rsidRDefault="007E717E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07953" w:history="1">
            <w:r w:rsidR="00AA56B9" w:rsidRPr="00173992">
              <w:rPr>
                <w:rStyle w:val="Hyperlink"/>
                <w:noProof/>
              </w:rPr>
              <w:t>6.1.12 Delete Other Qualifications</w:t>
            </w:r>
            <w:r w:rsidR="00AA56B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A56B9">
              <w:rPr>
                <w:noProof/>
                <w:webHidden/>
              </w:rPr>
              <w:instrText xml:space="preserve"> PAGEREF _Toc360707953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379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56B9" w:rsidRDefault="007E717E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07954" w:history="1">
            <w:r w:rsidR="00AA56B9" w:rsidRPr="00173992">
              <w:rPr>
                <w:rStyle w:val="Hyperlink"/>
                <w:noProof/>
              </w:rPr>
              <w:t>6.1.13 Add Unit Standards</w:t>
            </w:r>
            <w:r w:rsidR="00AA56B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A56B9">
              <w:rPr>
                <w:noProof/>
                <w:webHidden/>
              </w:rPr>
              <w:instrText xml:space="preserve"> PAGEREF _Toc360707954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379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56B9" w:rsidRDefault="007E717E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07955" w:history="1">
            <w:r w:rsidR="00AA56B9" w:rsidRPr="00173992">
              <w:rPr>
                <w:rStyle w:val="Hyperlink"/>
                <w:noProof/>
              </w:rPr>
              <w:t>6.1.14 Delete Unit Standards</w:t>
            </w:r>
            <w:r w:rsidR="00AA56B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A56B9">
              <w:rPr>
                <w:noProof/>
                <w:webHidden/>
              </w:rPr>
              <w:instrText xml:space="preserve"> PAGEREF _Toc360707955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379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56B9" w:rsidRDefault="007E717E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07956" w:history="1">
            <w:r w:rsidR="00AA56B9" w:rsidRPr="00173992">
              <w:rPr>
                <w:rStyle w:val="Hyperlink"/>
                <w:noProof/>
              </w:rPr>
              <w:t>6.2 Print Reports for Other Qualifications</w:t>
            </w:r>
            <w:r w:rsidR="00AA56B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A56B9">
              <w:rPr>
                <w:noProof/>
                <w:webHidden/>
              </w:rPr>
              <w:instrText xml:space="preserve"> PAGEREF _Toc360707956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379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41F8" w:rsidRDefault="007E717E">
          <w:r>
            <w:fldChar w:fldCharType="end"/>
          </w:r>
        </w:p>
      </w:sdtContent>
    </w:sdt>
    <w:p w:rsidR="00790C65" w:rsidRPr="00790C65" w:rsidRDefault="00790C65">
      <w:pPr>
        <w:rPr>
          <w:b/>
        </w:rPr>
      </w:pPr>
      <w:r w:rsidRPr="00790C65">
        <w:rPr>
          <w:b/>
        </w:rPr>
        <w:t>Refer to generic test plan template for the following features</w:t>
      </w:r>
    </w:p>
    <w:p w:rsidR="00790C65" w:rsidRDefault="007E717E">
      <w:pPr>
        <w:rPr>
          <w:rFonts w:ascii="Cambria" w:hAnsi="Cambria"/>
          <w:b/>
          <w:bCs/>
          <w:color w:val="4F81BD"/>
          <w:sz w:val="26"/>
          <w:szCs w:val="26"/>
        </w:rPr>
      </w:pPr>
      <w:hyperlink r:id="rId8" w:history="1">
        <w:r w:rsidR="00790C65" w:rsidRPr="00C8362F">
          <w:rPr>
            <w:rStyle w:val="Hyperlink"/>
          </w:rPr>
          <w:t>6.3 Post-It-Note</w:t>
        </w:r>
      </w:hyperlink>
    </w:p>
    <w:p w:rsidR="00790C65" w:rsidRDefault="00790C65">
      <w:pPr>
        <w:rPr>
          <w:rFonts w:ascii="Cambria" w:hAnsi="Cambria"/>
          <w:b/>
          <w:bCs/>
          <w:color w:val="4F81BD"/>
          <w:sz w:val="26"/>
          <w:szCs w:val="26"/>
        </w:rPr>
      </w:pPr>
      <w:r>
        <w:br w:type="page"/>
      </w:r>
    </w:p>
    <w:p w:rsidR="001B4450" w:rsidRDefault="001B4450" w:rsidP="001B4450">
      <w:pPr>
        <w:pStyle w:val="Heading2"/>
      </w:pPr>
      <w:bookmarkStart w:id="1" w:name="_Toc360707940"/>
      <w:r w:rsidRPr="00317182">
        <w:lastRenderedPageBreak/>
        <w:t>Test Cases</w:t>
      </w:r>
      <w:bookmarkEnd w:id="1"/>
    </w:p>
    <w:tbl>
      <w:tblPr>
        <w:tblStyle w:val="LightList-Accent11"/>
        <w:tblW w:w="5000" w:type="pct"/>
        <w:tblLayout w:type="fixed"/>
        <w:tblLook w:val="04A0"/>
      </w:tblPr>
      <w:tblGrid>
        <w:gridCol w:w="3189"/>
        <w:gridCol w:w="2089"/>
        <w:gridCol w:w="1806"/>
        <w:gridCol w:w="1809"/>
        <w:gridCol w:w="1443"/>
        <w:gridCol w:w="1381"/>
        <w:gridCol w:w="1233"/>
        <w:gridCol w:w="1225"/>
      </w:tblGrid>
      <w:tr w:rsidR="000341F8" w:rsidTr="000341F8">
        <w:trPr>
          <w:cnfStyle w:val="100000000000"/>
          <w:tblHeader/>
        </w:trPr>
        <w:tc>
          <w:tcPr>
            <w:cnfStyle w:val="001000000000"/>
            <w:tcW w:w="1125" w:type="pct"/>
          </w:tcPr>
          <w:p w:rsidR="000341F8" w:rsidRPr="006C607F" w:rsidRDefault="000341F8" w:rsidP="0052626C">
            <w:pPr>
              <w:jc w:val="center"/>
              <w:rPr>
                <w:b w:val="0"/>
                <w:bCs w:val="0"/>
              </w:rPr>
            </w:pPr>
            <w:r>
              <w:t>Case ID &amp;</w:t>
            </w:r>
          </w:p>
          <w:p w:rsidR="000341F8" w:rsidRPr="006C607F" w:rsidRDefault="000341F8" w:rsidP="0052626C">
            <w:pPr>
              <w:jc w:val="center"/>
            </w:pPr>
            <w:r w:rsidRPr="006C607F">
              <w:t>Test Objective</w:t>
            </w:r>
          </w:p>
        </w:tc>
        <w:tc>
          <w:tcPr>
            <w:tcW w:w="737" w:type="pct"/>
          </w:tcPr>
          <w:p w:rsidR="000341F8" w:rsidRPr="006C607F" w:rsidRDefault="000341F8" w:rsidP="0052626C">
            <w:pPr>
              <w:jc w:val="center"/>
              <w:cnfStyle w:val="100000000000"/>
            </w:pPr>
            <w:r w:rsidRPr="006C607F">
              <w:t>Test Prerequisite</w:t>
            </w:r>
          </w:p>
        </w:tc>
        <w:tc>
          <w:tcPr>
            <w:tcW w:w="637" w:type="pct"/>
          </w:tcPr>
          <w:p w:rsidR="000341F8" w:rsidRPr="006C607F" w:rsidRDefault="000341F8" w:rsidP="0052626C">
            <w:pPr>
              <w:jc w:val="center"/>
              <w:cnfStyle w:val="100000000000"/>
            </w:pPr>
            <w:r w:rsidRPr="006C607F">
              <w:t>Test Procedure</w:t>
            </w:r>
            <w:r>
              <w:t xml:space="preserve"> (Actions/Steps)</w:t>
            </w:r>
          </w:p>
        </w:tc>
        <w:tc>
          <w:tcPr>
            <w:tcW w:w="638" w:type="pct"/>
          </w:tcPr>
          <w:p w:rsidR="000341F8" w:rsidRPr="006C607F" w:rsidRDefault="000341F8" w:rsidP="0052626C">
            <w:pPr>
              <w:jc w:val="center"/>
              <w:cnfStyle w:val="100000000000"/>
            </w:pPr>
            <w:r>
              <w:t>Data</w:t>
            </w:r>
          </w:p>
        </w:tc>
        <w:tc>
          <w:tcPr>
            <w:tcW w:w="509" w:type="pct"/>
          </w:tcPr>
          <w:p w:rsidR="000341F8" w:rsidRPr="006C607F" w:rsidRDefault="000341F8" w:rsidP="0052626C">
            <w:pPr>
              <w:jc w:val="center"/>
              <w:cnfStyle w:val="100000000000"/>
            </w:pPr>
            <w:r w:rsidRPr="006C607F">
              <w:t>Expected Outcome</w:t>
            </w:r>
          </w:p>
        </w:tc>
        <w:tc>
          <w:tcPr>
            <w:tcW w:w="487" w:type="pct"/>
          </w:tcPr>
          <w:p w:rsidR="000341F8" w:rsidRPr="006C607F" w:rsidRDefault="000341F8" w:rsidP="0052626C">
            <w:pPr>
              <w:jc w:val="center"/>
              <w:cnfStyle w:val="100000000000"/>
            </w:pPr>
            <w:r w:rsidRPr="006C607F">
              <w:t>Actual Outcome</w:t>
            </w:r>
          </w:p>
        </w:tc>
        <w:tc>
          <w:tcPr>
            <w:tcW w:w="435" w:type="pct"/>
          </w:tcPr>
          <w:p w:rsidR="000341F8" w:rsidRPr="006C607F" w:rsidRDefault="000341F8" w:rsidP="0052626C">
            <w:pPr>
              <w:jc w:val="center"/>
              <w:cnfStyle w:val="100000000000"/>
            </w:pPr>
            <w:r w:rsidRPr="006C607F">
              <w:t>Result</w:t>
            </w:r>
          </w:p>
        </w:tc>
        <w:tc>
          <w:tcPr>
            <w:tcW w:w="432" w:type="pct"/>
          </w:tcPr>
          <w:p w:rsidR="000341F8" w:rsidRPr="006C607F" w:rsidRDefault="000341F8" w:rsidP="0052626C">
            <w:pPr>
              <w:jc w:val="center"/>
              <w:cnfStyle w:val="100000000000"/>
            </w:pPr>
            <w:r>
              <w:t>Actions Required</w:t>
            </w:r>
          </w:p>
        </w:tc>
      </w:tr>
      <w:tr w:rsidR="003C75F2" w:rsidTr="000341F8">
        <w:trPr>
          <w:cnfStyle w:val="000000100000"/>
        </w:trPr>
        <w:tc>
          <w:tcPr>
            <w:cnfStyle w:val="001000000000"/>
            <w:tcW w:w="1125" w:type="pct"/>
            <w:vMerge w:val="restart"/>
          </w:tcPr>
          <w:p w:rsidR="003C75F2" w:rsidRPr="000341F8" w:rsidRDefault="003C75F2" w:rsidP="000341F8">
            <w:pPr>
              <w:pStyle w:val="Heading3"/>
              <w:outlineLvl w:val="2"/>
            </w:pPr>
            <w:bookmarkStart w:id="2" w:name="_Toc360707941"/>
            <w:r w:rsidRPr="000341F8">
              <w:t>6.1</w:t>
            </w:r>
            <w:bookmarkStart w:id="3" w:name="EditOQ"/>
            <w:r>
              <w:t xml:space="preserve"> </w:t>
            </w:r>
            <w:r w:rsidRPr="000341F8">
              <w:t xml:space="preserve">Edit </w:t>
            </w:r>
            <w:bookmarkEnd w:id="3"/>
            <w:r w:rsidRPr="000341F8">
              <w:t>Other Qualifications</w:t>
            </w:r>
            <w:bookmarkEnd w:id="2"/>
          </w:p>
        </w:tc>
        <w:tc>
          <w:tcPr>
            <w:tcW w:w="737" w:type="pct"/>
            <w:vMerge w:val="restart"/>
          </w:tcPr>
          <w:p w:rsidR="00C8362F" w:rsidRDefault="00C8362F" w:rsidP="00C8362F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C8362F" w:rsidRDefault="00C8362F" w:rsidP="00C8362F">
            <w:pPr>
              <w:pStyle w:val="ListParagraph"/>
              <w:numPr>
                <w:ilvl w:val="0"/>
                <w:numId w:val="10"/>
              </w:numPr>
              <w:cnfStyle w:val="0000001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3C75F2" w:rsidRDefault="003C75F2" w:rsidP="000417F4">
            <w:pPr>
              <w:cnfStyle w:val="000000100000"/>
            </w:pPr>
          </w:p>
          <w:p w:rsidR="003C75F2" w:rsidRDefault="003C75F2" w:rsidP="000417F4">
            <w:pPr>
              <w:cnfStyle w:val="000000100000"/>
            </w:pPr>
            <w:r>
              <w:t xml:space="preserve">Must have security access to </w:t>
            </w:r>
          </w:p>
          <w:p w:rsidR="003C75F2" w:rsidRDefault="003C75F2" w:rsidP="000417F4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Client</w:t>
            </w:r>
          </w:p>
          <w:p w:rsidR="003C75F2" w:rsidRDefault="003C75F2" w:rsidP="000417F4">
            <w:pPr>
              <w:cnfStyle w:val="000000100000"/>
            </w:pPr>
          </w:p>
          <w:p w:rsidR="003C75F2" w:rsidRDefault="003C75F2" w:rsidP="000417F4">
            <w:pPr>
              <w:cnfStyle w:val="000000100000"/>
            </w:pPr>
          </w:p>
        </w:tc>
        <w:tc>
          <w:tcPr>
            <w:tcW w:w="637" w:type="pct"/>
          </w:tcPr>
          <w:p w:rsidR="003C75F2" w:rsidRDefault="003C75F2" w:rsidP="00FD13E3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</w:tc>
        <w:tc>
          <w:tcPr>
            <w:tcW w:w="638" w:type="pct"/>
          </w:tcPr>
          <w:p w:rsidR="003C75F2" w:rsidRDefault="003C75F2" w:rsidP="00B11D3F">
            <w:pPr>
              <w:cnfStyle w:val="000000100000"/>
            </w:pPr>
          </w:p>
        </w:tc>
        <w:tc>
          <w:tcPr>
            <w:tcW w:w="509" w:type="pct"/>
          </w:tcPr>
          <w:p w:rsidR="003C75F2" w:rsidRDefault="003C75F2" w:rsidP="00B11D3F">
            <w:pPr>
              <w:cnfStyle w:val="000000100000"/>
            </w:pPr>
            <w:r>
              <w:t>Client Module is loaded</w:t>
            </w:r>
          </w:p>
        </w:tc>
        <w:tc>
          <w:tcPr>
            <w:tcW w:w="487" w:type="pct"/>
          </w:tcPr>
          <w:p w:rsidR="003C75F2" w:rsidRDefault="003C75F2" w:rsidP="00B11D3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B11D3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B11D3F">
            <w:pPr>
              <w:cnfStyle w:val="000000100000"/>
            </w:pPr>
          </w:p>
        </w:tc>
      </w:tr>
      <w:tr w:rsidR="003C75F2" w:rsidTr="000341F8">
        <w:tc>
          <w:tcPr>
            <w:cnfStyle w:val="001000000000"/>
            <w:tcW w:w="1125" w:type="pct"/>
            <w:vMerge/>
          </w:tcPr>
          <w:p w:rsidR="003C75F2" w:rsidRDefault="003C75F2" w:rsidP="00B11D3F"/>
        </w:tc>
        <w:tc>
          <w:tcPr>
            <w:tcW w:w="737" w:type="pct"/>
            <w:vMerge/>
          </w:tcPr>
          <w:p w:rsidR="003C75F2" w:rsidRDefault="003C75F2" w:rsidP="00B11D3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3C75F2" w:rsidRDefault="003C75F2" w:rsidP="0080149F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38" w:type="pct"/>
          </w:tcPr>
          <w:p w:rsidR="003C75F2" w:rsidRDefault="003C75F2" w:rsidP="001E263E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3C75F2" w:rsidRDefault="003C75F2" w:rsidP="001E263E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3C75F2" w:rsidRDefault="003C75F2" w:rsidP="001E263E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3C75F2" w:rsidRDefault="003C75F2" w:rsidP="001E263E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  <w:p w:rsidR="003C75F2" w:rsidRDefault="003C75F2" w:rsidP="00C8362F">
            <w:pPr>
              <w:pStyle w:val="ListParagraph"/>
              <w:ind w:left="502"/>
              <w:cnfStyle w:val="000000000000"/>
            </w:pPr>
          </w:p>
        </w:tc>
        <w:tc>
          <w:tcPr>
            <w:tcW w:w="509" w:type="pct"/>
          </w:tcPr>
          <w:p w:rsidR="003C75F2" w:rsidRDefault="003C75F2" w:rsidP="00B11D3F">
            <w:pPr>
              <w:cnfStyle w:val="000000000000"/>
            </w:pPr>
            <w:r>
              <w:t>Data is visible in text fields</w:t>
            </w:r>
          </w:p>
        </w:tc>
        <w:tc>
          <w:tcPr>
            <w:tcW w:w="487" w:type="pct"/>
          </w:tcPr>
          <w:p w:rsidR="003C75F2" w:rsidRDefault="003C75F2" w:rsidP="00B11D3F">
            <w:pPr>
              <w:cnfStyle w:val="000000000000"/>
            </w:pPr>
          </w:p>
        </w:tc>
        <w:tc>
          <w:tcPr>
            <w:tcW w:w="435" w:type="pct"/>
          </w:tcPr>
          <w:p w:rsidR="003C75F2" w:rsidRDefault="003C75F2" w:rsidP="00B11D3F">
            <w:pPr>
              <w:cnfStyle w:val="000000000000"/>
            </w:pPr>
          </w:p>
        </w:tc>
        <w:tc>
          <w:tcPr>
            <w:tcW w:w="432" w:type="pct"/>
          </w:tcPr>
          <w:p w:rsidR="003C75F2" w:rsidRDefault="003C75F2" w:rsidP="00B11D3F">
            <w:pPr>
              <w:cnfStyle w:val="000000000000"/>
            </w:pPr>
          </w:p>
        </w:tc>
      </w:tr>
      <w:tr w:rsidR="003C75F2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3C75F2" w:rsidRDefault="003C75F2" w:rsidP="00B11D3F"/>
        </w:tc>
        <w:tc>
          <w:tcPr>
            <w:tcW w:w="737" w:type="pct"/>
            <w:vMerge/>
          </w:tcPr>
          <w:p w:rsidR="003C75F2" w:rsidRDefault="003C75F2" w:rsidP="00B11D3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3C75F2" w:rsidRDefault="003C75F2" w:rsidP="00FD13E3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C8362F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38" w:type="pct"/>
          </w:tcPr>
          <w:p w:rsidR="003C75F2" w:rsidRDefault="003C75F2" w:rsidP="00B11D3F">
            <w:pPr>
              <w:cnfStyle w:val="000000100000"/>
            </w:pPr>
          </w:p>
        </w:tc>
        <w:tc>
          <w:tcPr>
            <w:tcW w:w="509" w:type="pct"/>
          </w:tcPr>
          <w:p w:rsidR="003C75F2" w:rsidRDefault="003C75F2" w:rsidP="00B11D3F">
            <w:pPr>
              <w:cnfStyle w:val="000000100000"/>
            </w:pPr>
            <w:r>
              <w:t>Search displays list of persons</w:t>
            </w:r>
          </w:p>
        </w:tc>
        <w:tc>
          <w:tcPr>
            <w:tcW w:w="487" w:type="pct"/>
          </w:tcPr>
          <w:p w:rsidR="003C75F2" w:rsidRDefault="003C75F2" w:rsidP="00B11D3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B11D3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B11D3F">
            <w:pPr>
              <w:cnfStyle w:val="000000100000"/>
            </w:pPr>
          </w:p>
        </w:tc>
      </w:tr>
      <w:tr w:rsidR="003C75F2" w:rsidTr="000341F8">
        <w:tc>
          <w:tcPr>
            <w:cnfStyle w:val="001000000000"/>
            <w:tcW w:w="1125" w:type="pct"/>
            <w:vMerge/>
          </w:tcPr>
          <w:p w:rsidR="003C75F2" w:rsidRDefault="003C75F2" w:rsidP="00B11D3F"/>
        </w:tc>
        <w:tc>
          <w:tcPr>
            <w:tcW w:w="737" w:type="pct"/>
            <w:vMerge/>
          </w:tcPr>
          <w:p w:rsidR="003C75F2" w:rsidRDefault="003C75F2" w:rsidP="00B11D3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3C75F2" w:rsidRDefault="003C75F2" w:rsidP="00FD13E3">
            <w:pPr>
              <w:pStyle w:val="ListParagraph"/>
              <w:ind w:left="0"/>
              <w:cnfStyle w:val="000000000000"/>
            </w:pPr>
            <w:r>
              <w:t>Double Click on the selected student</w:t>
            </w:r>
          </w:p>
        </w:tc>
        <w:tc>
          <w:tcPr>
            <w:tcW w:w="638" w:type="pct"/>
          </w:tcPr>
          <w:p w:rsidR="003C75F2" w:rsidRDefault="003C75F2" w:rsidP="00B11D3F">
            <w:pPr>
              <w:cnfStyle w:val="000000000000"/>
            </w:pPr>
          </w:p>
        </w:tc>
        <w:tc>
          <w:tcPr>
            <w:tcW w:w="509" w:type="pct"/>
          </w:tcPr>
          <w:p w:rsidR="003C75F2" w:rsidRDefault="003C75F2" w:rsidP="00B11D3F">
            <w:pPr>
              <w:cnfStyle w:val="000000000000"/>
            </w:pPr>
            <w:r>
              <w:t>Screen changes to person view</w:t>
            </w:r>
          </w:p>
        </w:tc>
        <w:tc>
          <w:tcPr>
            <w:tcW w:w="487" w:type="pct"/>
          </w:tcPr>
          <w:p w:rsidR="003C75F2" w:rsidRDefault="003C75F2" w:rsidP="00B11D3F">
            <w:pPr>
              <w:cnfStyle w:val="000000000000"/>
            </w:pPr>
          </w:p>
        </w:tc>
        <w:tc>
          <w:tcPr>
            <w:tcW w:w="435" w:type="pct"/>
          </w:tcPr>
          <w:p w:rsidR="003C75F2" w:rsidRDefault="003C75F2" w:rsidP="00B11D3F">
            <w:pPr>
              <w:cnfStyle w:val="000000000000"/>
            </w:pPr>
          </w:p>
        </w:tc>
        <w:tc>
          <w:tcPr>
            <w:tcW w:w="432" w:type="pct"/>
          </w:tcPr>
          <w:p w:rsidR="003C75F2" w:rsidRDefault="003C75F2" w:rsidP="00B11D3F">
            <w:pPr>
              <w:cnfStyle w:val="000000000000"/>
            </w:pPr>
          </w:p>
        </w:tc>
      </w:tr>
      <w:tr w:rsidR="003C75F2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3C75F2" w:rsidRDefault="003C75F2" w:rsidP="00B11D3F"/>
        </w:tc>
        <w:tc>
          <w:tcPr>
            <w:tcW w:w="737" w:type="pct"/>
            <w:vMerge/>
          </w:tcPr>
          <w:p w:rsidR="003C75F2" w:rsidRDefault="003C75F2" w:rsidP="00B11D3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3C75F2" w:rsidRDefault="003C75F2" w:rsidP="00FD13E3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C8362F">
              <w:rPr>
                <w:b/>
              </w:rPr>
              <w:t>Other Qualifications button</w:t>
            </w:r>
            <w:r>
              <w:t xml:space="preserve"> on Person Tree</w:t>
            </w:r>
          </w:p>
        </w:tc>
        <w:tc>
          <w:tcPr>
            <w:tcW w:w="638" w:type="pct"/>
          </w:tcPr>
          <w:p w:rsidR="003C75F2" w:rsidRDefault="003C75F2" w:rsidP="00B11D3F">
            <w:pPr>
              <w:cnfStyle w:val="000000100000"/>
            </w:pPr>
          </w:p>
        </w:tc>
        <w:tc>
          <w:tcPr>
            <w:tcW w:w="509" w:type="pct"/>
          </w:tcPr>
          <w:p w:rsidR="003C75F2" w:rsidRDefault="003C75F2" w:rsidP="00B11D3F">
            <w:pPr>
              <w:cnfStyle w:val="000000100000"/>
            </w:pPr>
            <w:r>
              <w:t>Screen changes to Other Qualifications view</w:t>
            </w:r>
          </w:p>
        </w:tc>
        <w:tc>
          <w:tcPr>
            <w:tcW w:w="487" w:type="pct"/>
          </w:tcPr>
          <w:p w:rsidR="003C75F2" w:rsidRDefault="003C75F2" w:rsidP="00B11D3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B11D3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B11D3F">
            <w:pPr>
              <w:cnfStyle w:val="000000100000"/>
            </w:pPr>
          </w:p>
        </w:tc>
      </w:tr>
      <w:tr w:rsidR="003C75F2" w:rsidTr="000341F8">
        <w:tc>
          <w:tcPr>
            <w:cnfStyle w:val="001000000000"/>
            <w:tcW w:w="1125" w:type="pct"/>
            <w:vMerge/>
          </w:tcPr>
          <w:p w:rsidR="003C75F2" w:rsidRDefault="003C75F2" w:rsidP="00B11D3F"/>
        </w:tc>
        <w:tc>
          <w:tcPr>
            <w:tcW w:w="737" w:type="pct"/>
            <w:vMerge/>
          </w:tcPr>
          <w:p w:rsidR="003C75F2" w:rsidRDefault="003C75F2" w:rsidP="00B11D3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3C75F2" w:rsidRDefault="003C75F2" w:rsidP="00FD13E3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C8362F">
              <w:rPr>
                <w:b/>
              </w:rPr>
              <w:t>Edit</w:t>
            </w:r>
            <w:r>
              <w:t xml:space="preserve"> button</w:t>
            </w:r>
          </w:p>
        </w:tc>
        <w:tc>
          <w:tcPr>
            <w:tcW w:w="638" w:type="pct"/>
          </w:tcPr>
          <w:p w:rsidR="003C75F2" w:rsidRDefault="003C75F2" w:rsidP="00B11D3F">
            <w:pPr>
              <w:cnfStyle w:val="000000000000"/>
            </w:pPr>
          </w:p>
        </w:tc>
        <w:tc>
          <w:tcPr>
            <w:tcW w:w="509" w:type="pct"/>
          </w:tcPr>
          <w:p w:rsidR="003C75F2" w:rsidRDefault="003C75F2" w:rsidP="00B11D3F">
            <w:pPr>
              <w:cnfStyle w:val="000000000000"/>
            </w:pPr>
          </w:p>
        </w:tc>
        <w:tc>
          <w:tcPr>
            <w:tcW w:w="487" w:type="pct"/>
          </w:tcPr>
          <w:p w:rsidR="003C75F2" w:rsidRDefault="003C75F2" w:rsidP="00B11D3F">
            <w:pPr>
              <w:cnfStyle w:val="000000000000"/>
            </w:pPr>
          </w:p>
        </w:tc>
        <w:tc>
          <w:tcPr>
            <w:tcW w:w="435" w:type="pct"/>
          </w:tcPr>
          <w:p w:rsidR="003C75F2" w:rsidRDefault="003C75F2" w:rsidP="00B11D3F">
            <w:pPr>
              <w:cnfStyle w:val="000000000000"/>
            </w:pPr>
          </w:p>
        </w:tc>
        <w:tc>
          <w:tcPr>
            <w:tcW w:w="432" w:type="pct"/>
          </w:tcPr>
          <w:p w:rsidR="003C75F2" w:rsidRDefault="003C75F2" w:rsidP="00B11D3F">
            <w:pPr>
              <w:cnfStyle w:val="000000000000"/>
            </w:pPr>
          </w:p>
        </w:tc>
      </w:tr>
      <w:tr w:rsidR="003C75F2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3C75F2" w:rsidRDefault="003C75F2" w:rsidP="00B11D3F"/>
        </w:tc>
        <w:tc>
          <w:tcPr>
            <w:tcW w:w="737" w:type="pct"/>
            <w:vMerge/>
          </w:tcPr>
          <w:p w:rsidR="003C75F2" w:rsidRDefault="003C75F2" w:rsidP="00B11D3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3C75F2" w:rsidRDefault="003C75F2" w:rsidP="00FD13E3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38" w:type="pct"/>
          </w:tcPr>
          <w:p w:rsidR="003C75F2" w:rsidRDefault="003C75F2" w:rsidP="00B11D3F">
            <w:pPr>
              <w:cnfStyle w:val="000000100000"/>
            </w:pPr>
            <w:r>
              <w:t>Go to Secondary Qualification tab</w:t>
            </w:r>
          </w:p>
          <w:p w:rsidR="003C75F2" w:rsidRDefault="003C75F2" w:rsidP="009772DA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NCEA level 1</w:t>
            </w:r>
          </w:p>
          <w:p w:rsidR="003C75F2" w:rsidRDefault="003C75F2" w:rsidP="009772DA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NCEA level 2</w:t>
            </w:r>
          </w:p>
          <w:p w:rsidR="003C75F2" w:rsidRDefault="003C75F2" w:rsidP="009772DA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NCEA level 3</w:t>
            </w:r>
          </w:p>
          <w:p w:rsidR="003C75F2" w:rsidRDefault="003C75F2" w:rsidP="009772DA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Highest Secondary Qualification</w:t>
            </w:r>
          </w:p>
          <w:p w:rsidR="003C75F2" w:rsidRDefault="003C75F2" w:rsidP="009772DA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 xml:space="preserve">Year </w:t>
            </w:r>
            <w:r>
              <w:lastRenderedPageBreak/>
              <w:t>Qualification attained</w:t>
            </w:r>
          </w:p>
          <w:p w:rsidR="003C75F2" w:rsidRDefault="003C75F2" w:rsidP="009772DA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Last Secondary School</w:t>
            </w:r>
          </w:p>
          <w:p w:rsidR="003C75F2" w:rsidRDefault="003C75F2" w:rsidP="009772DA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Last year at Secondary School</w:t>
            </w:r>
          </w:p>
          <w:p w:rsidR="003C75F2" w:rsidRDefault="003C75F2" w:rsidP="009772DA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Other Secondary Qualifications</w:t>
            </w:r>
          </w:p>
          <w:p w:rsidR="003C75F2" w:rsidRDefault="003C75F2" w:rsidP="00ED115E">
            <w:pPr>
              <w:cnfStyle w:val="000000100000"/>
            </w:pPr>
            <w:r>
              <w:t>Go to Other Qualifications tab</w:t>
            </w:r>
          </w:p>
          <w:p w:rsidR="003C75F2" w:rsidRDefault="003C75F2" w:rsidP="00ED115E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Previous Tertiary Education</w:t>
            </w:r>
          </w:p>
          <w:p w:rsidR="003C75F2" w:rsidRDefault="003C75F2" w:rsidP="00ED115E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Highest Tertiary Qualification</w:t>
            </w:r>
          </w:p>
          <w:p w:rsidR="003C75F2" w:rsidRDefault="003C75F2" w:rsidP="00ED115E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First Year of tertiary Enrolment</w:t>
            </w:r>
          </w:p>
          <w:p w:rsidR="003C75F2" w:rsidRDefault="003C75F2" w:rsidP="00ED115E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Other Qualifications</w:t>
            </w:r>
          </w:p>
          <w:p w:rsidR="003C75F2" w:rsidRDefault="003C75F2" w:rsidP="00ED115E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Unit Standards</w:t>
            </w:r>
          </w:p>
          <w:p w:rsidR="003C75F2" w:rsidRDefault="003C75F2" w:rsidP="003E79AB">
            <w:pPr>
              <w:pStyle w:val="ListParagraph"/>
              <w:ind w:left="360"/>
              <w:cnfStyle w:val="000000100000"/>
            </w:pPr>
          </w:p>
          <w:p w:rsidR="003C75F2" w:rsidRDefault="003C75F2" w:rsidP="003E79AB">
            <w:pPr>
              <w:cnfStyle w:val="000000100000"/>
            </w:pPr>
            <w:r>
              <w:t>Go to main Subject</w:t>
            </w:r>
          </w:p>
          <w:p w:rsidR="003C75F2" w:rsidRDefault="003C75F2" w:rsidP="003E79AB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Main Subject One</w:t>
            </w:r>
          </w:p>
          <w:p w:rsidR="003C75F2" w:rsidRDefault="003C75F2" w:rsidP="003E79AB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lastRenderedPageBreak/>
              <w:t>Main Subject two</w:t>
            </w:r>
          </w:p>
          <w:p w:rsidR="003C75F2" w:rsidRDefault="003C75F2" w:rsidP="003E79AB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Main Subject three</w:t>
            </w:r>
          </w:p>
        </w:tc>
        <w:tc>
          <w:tcPr>
            <w:tcW w:w="509" w:type="pct"/>
          </w:tcPr>
          <w:p w:rsidR="003C75F2" w:rsidRDefault="003C75F2" w:rsidP="00B11D3F">
            <w:pPr>
              <w:cnfStyle w:val="000000100000"/>
            </w:pPr>
            <w:r>
              <w:lastRenderedPageBreak/>
              <w:t>Data is visible in text fields, data grids &amp; drop downs</w:t>
            </w:r>
          </w:p>
        </w:tc>
        <w:tc>
          <w:tcPr>
            <w:tcW w:w="487" w:type="pct"/>
          </w:tcPr>
          <w:p w:rsidR="003C75F2" w:rsidRDefault="003C75F2" w:rsidP="00B11D3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B11D3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B11D3F">
            <w:pPr>
              <w:cnfStyle w:val="000000100000"/>
            </w:pPr>
          </w:p>
        </w:tc>
      </w:tr>
      <w:tr w:rsidR="003C75F2" w:rsidTr="000341F8">
        <w:tc>
          <w:tcPr>
            <w:cnfStyle w:val="001000000000"/>
            <w:tcW w:w="1125" w:type="pct"/>
            <w:vMerge/>
          </w:tcPr>
          <w:p w:rsidR="003C75F2" w:rsidRDefault="003C75F2" w:rsidP="00B11D3F"/>
        </w:tc>
        <w:tc>
          <w:tcPr>
            <w:tcW w:w="737" w:type="pct"/>
            <w:vMerge/>
          </w:tcPr>
          <w:p w:rsidR="003C75F2" w:rsidRDefault="003C75F2" w:rsidP="00B11D3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3C75F2" w:rsidRDefault="003C75F2" w:rsidP="00F07125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C8362F">
              <w:rPr>
                <w:b/>
              </w:rPr>
              <w:t>Save</w:t>
            </w:r>
            <w:r w:rsidR="00C8362F">
              <w:t xml:space="preserve"> button.</w:t>
            </w:r>
          </w:p>
        </w:tc>
        <w:tc>
          <w:tcPr>
            <w:tcW w:w="638" w:type="pct"/>
          </w:tcPr>
          <w:p w:rsidR="003C75F2" w:rsidRDefault="003C75F2" w:rsidP="00B11D3F">
            <w:pPr>
              <w:cnfStyle w:val="000000000000"/>
            </w:pPr>
          </w:p>
        </w:tc>
        <w:tc>
          <w:tcPr>
            <w:tcW w:w="509" w:type="pct"/>
          </w:tcPr>
          <w:p w:rsidR="003C75F2" w:rsidRDefault="003C75F2" w:rsidP="00B11D3F">
            <w:pPr>
              <w:cnfStyle w:val="000000000000"/>
            </w:pPr>
            <w:r>
              <w:t>Updated Student record with Other Qualifications successfully.</w:t>
            </w:r>
          </w:p>
        </w:tc>
        <w:tc>
          <w:tcPr>
            <w:tcW w:w="487" w:type="pct"/>
          </w:tcPr>
          <w:p w:rsidR="003C75F2" w:rsidRDefault="003C75F2" w:rsidP="00B11D3F">
            <w:pPr>
              <w:cnfStyle w:val="000000000000"/>
            </w:pPr>
          </w:p>
        </w:tc>
        <w:tc>
          <w:tcPr>
            <w:tcW w:w="435" w:type="pct"/>
          </w:tcPr>
          <w:p w:rsidR="003C75F2" w:rsidRDefault="003C75F2" w:rsidP="00B11D3F">
            <w:pPr>
              <w:cnfStyle w:val="000000000000"/>
            </w:pPr>
          </w:p>
        </w:tc>
        <w:tc>
          <w:tcPr>
            <w:tcW w:w="432" w:type="pct"/>
          </w:tcPr>
          <w:p w:rsidR="003C75F2" w:rsidRDefault="003C75F2" w:rsidP="00B11D3F">
            <w:pPr>
              <w:cnfStyle w:val="000000000000"/>
            </w:pPr>
          </w:p>
        </w:tc>
      </w:tr>
      <w:tr w:rsidR="003C75F2" w:rsidTr="000341F8">
        <w:trPr>
          <w:cnfStyle w:val="000000100000"/>
        </w:trPr>
        <w:tc>
          <w:tcPr>
            <w:cnfStyle w:val="001000000000"/>
            <w:tcW w:w="1125" w:type="pct"/>
            <w:vMerge w:val="restart"/>
          </w:tcPr>
          <w:p w:rsidR="003C75F2" w:rsidRPr="000341F8" w:rsidRDefault="003C75F2" w:rsidP="000341F8">
            <w:pPr>
              <w:pStyle w:val="Heading3"/>
              <w:outlineLvl w:val="2"/>
            </w:pPr>
            <w:bookmarkStart w:id="4" w:name="_6.1.1_Add_School"/>
            <w:bookmarkStart w:id="5" w:name="_Toc360707942"/>
            <w:bookmarkEnd w:id="4"/>
            <w:r w:rsidRPr="000341F8">
              <w:t>6.1.1</w:t>
            </w:r>
            <w:bookmarkStart w:id="6" w:name="AddNECA1"/>
            <w:r>
              <w:t xml:space="preserve"> </w:t>
            </w:r>
            <w:r w:rsidRPr="000341F8">
              <w:t xml:space="preserve">Add </w:t>
            </w:r>
            <w:bookmarkEnd w:id="6"/>
            <w:r w:rsidRPr="000341F8">
              <w:t>School Certification  (NCEA Level 1)</w:t>
            </w:r>
            <w:bookmarkEnd w:id="5"/>
          </w:p>
        </w:tc>
        <w:tc>
          <w:tcPr>
            <w:tcW w:w="737" w:type="pct"/>
            <w:vMerge w:val="restart"/>
          </w:tcPr>
          <w:p w:rsidR="00C8362F" w:rsidRDefault="00C8362F" w:rsidP="00C8362F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C8362F" w:rsidRDefault="00C8362F" w:rsidP="00C8362F">
            <w:pPr>
              <w:pStyle w:val="ListParagraph"/>
              <w:numPr>
                <w:ilvl w:val="0"/>
                <w:numId w:val="10"/>
              </w:numPr>
              <w:cnfStyle w:val="0000001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3C75F2" w:rsidRDefault="003C75F2" w:rsidP="00E37B7D">
            <w:pPr>
              <w:cnfStyle w:val="000000100000"/>
            </w:pPr>
          </w:p>
          <w:p w:rsidR="003C75F2" w:rsidRDefault="003C75F2" w:rsidP="00E37B7D">
            <w:pPr>
              <w:cnfStyle w:val="000000100000"/>
            </w:pPr>
          </w:p>
        </w:tc>
        <w:tc>
          <w:tcPr>
            <w:tcW w:w="637" w:type="pct"/>
          </w:tcPr>
          <w:p w:rsidR="003C75F2" w:rsidRDefault="003C75F2" w:rsidP="00E37B7D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</w:tc>
        <w:tc>
          <w:tcPr>
            <w:tcW w:w="638" w:type="pct"/>
          </w:tcPr>
          <w:p w:rsidR="003C75F2" w:rsidRDefault="003C75F2" w:rsidP="00E37B7D">
            <w:pPr>
              <w:cnfStyle w:val="0000001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100000"/>
            </w:pPr>
            <w:r>
              <w:t>Client Module is loaded</w:t>
            </w:r>
          </w:p>
        </w:tc>
        <w:tc>
          <w:tcPr>
            <w:tcW w:w="487" w:type="pct"/>
          </w:tcPr>
          <w:p w:rsidR="003C75F2" w:rsidRDefault="003C75F2" w:rsidP="00B11D3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B11D3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B11D3F">
            <w:pPr>
              <w:cnfStyle w:val="000000100000"/>
            </w:pPr>
          </w:p>
        </w:tc>
      </w:tr>
      <w:tr w:rsidR="003C75F2" w:rsidTr="000341F8">
        <w:tc>
          <w:tcPr>
            <w:cnfStyle w:val="001000000000"/>
            <w:tcW w:w="1125" w:type="pct"/>
            <w:vMerge/>
          </w:tcPr>
          <w:p w:rsidR="003C75F2" w:rsidRDefault="003C75F2" w:rsidP="00E37B7D"/>
        </w:tc>
        <w:tc>
          <w:tcPr>
            <w:tcW w:w="737" w:type="pct"/>
            <w:vMerge/>
          </w:tcPr>
          <w:p w:rsidR="003C75F2" w:rsidRDefault="003C75F2" w:rsidP="00E37B7D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3C75F2" w:rsidRDefault="003C75F2" w:rsidP="00E37B7D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38" w:type="pct"/>
          </w:tcPr>
          <w:p w:rsidR="003C75F2" w:rsidRDefault="003C75F2" w:rsidP="00E37B7D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3C75F2" w:rsidRDefault="003C75F2" w:rsidP="00E37B7D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3C75F2" w:rsidRDefault="003C75F2" w:rsidP="00E37B7D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3C75F2" w:rsidRDefault="003C75F2" w:rsidP="00C8362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09" w:type="pct"/>
          </w:tcPr>
          <w:p w:rsidR="003C75F2" w:rsidRDefault="003C75F2" w:rsidP="001B3217">
            <w:pPr>
              <w:cnfStyle w:val="000000000000"/>
            </w:pPr>
            <w:r>
              <w:t>Data is visible in text fields</w:t>
            </w:r>
          </w:p>
        </w:tc>
        <w:tc>
          <w:tcPr>
            <w:tcW w:w="487" w:type="pct"/>
          </w:tcPr>
          <w:p w:rsidR="003C75F2" w:rsidRDefault="003C75F2" w:rsidP="00B11D3F">
            <w:pPr>
              <w:cnfStyle w:val="000000000000"/>
            </w:pPr>
          </w:p>
        </w:tc>
        <w:tc>
          <w:tcPr>
            <w:tcW w:w="435" w:type="pct"/>
          </w:tcPr>
          <w:p w:rsidR="003C75F2" w:rsidRDefault="003C75F2" w:rsidP="00B11D3F">
            <w:pPr>
              <w:cnfStyle w:val="000000000000"/>
            </w:pPr>
          </w:p>
        </w:tc>
        <w:tc>
          <w:tcPr>
            <w:tcW w:w="432" w:type="pct"/>
          </w:tcPr>
          <w:p w:rsidR="003C75F2" w:rsidRDefault="003C75F2" w:rsidP="00B11D3F">
            <w:pPr>
              <w:cnfStyle w:val="000000000000"/>
            </w:pPr>
          </w:p>
        </w:tc>
      </w:tr>
      <w:tr w:rsidR="003C75F2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3C75F2" w:rsidRDefault="003C75F2" w:rsidP="00E37B7D"/>
        </w:tc>
        <w:tc>
          <w:tcPr>
            <w:tcW w:w="737" w:type="pct"/>
            <w:vMerge/>
          </w:tcPr>
          <w:p w:rsidR="003C75F2" w:rsidRDefault="003C75F2" w:rsidP="00E37B7D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3C75F2" w:rsidRDefault="003C75F2" w:rsidP="00E37B7D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C8362F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38" w:type="pct"/>
          </w:tcPr>
          <w:p w:rsidR="003C75F2" w:rsidRDefault="003C75F2" w:rsidP="00E37B7D">
            <w:pPr>
              <w:cnfStyle w:val="0000001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100000"/>
            </w:pPr>
            <w:r>
              <w:t>Search displays list of persons</w:t>
            </w:r>
          </w:p>
        </w:tc>
        <w:tc>
          <w:tcPr>
            <w:tcW w:w="487" w:type="pct"/>
          </w:tcPr>
          <w:p w:rsidR="003C75F2" w:rsidRDefault="003C75F2" w:rsidP="00B11D3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B11D3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B11D3F">
            <w:pPr>
              <w:cnfStyle w:val="000000100000"/>
            </w:pPr>
          </w:p>
        </w:tc>
      </w:tr>
      <w:tr w:rsidR="003C75F2" w:rsidTr="000341F8">
        <w:tc>
          <w:tcPr>
            <w:cnfStyle w:val="001000000000"/>
            <w:tcW w:w="1125" w:type="pct"/>
            <w:vMerge/>
          </w:tcPr>
          <w:p w:rsidR="003C75F2" w:rsidRDefault="003C75F2" w:rsidP="00E37B7D"/>
        </w:tc>
        <w:tc>
          <w:tcPr>
            <w:tcW w:w="737" w:type="pct"/>
            <w:vMerge/>
          </w:tcPr>
          <w:p w:rsidR="003C75F2" w:rsidRDefault="003C75F2" w:rsidP="00E37B7D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3C75F2" w:rsidRDefault="003C75F2" w:rsidP="00E37B7D">
            <w:pPr>
              <w:pStyle w:val="ListParagraph"/>
              <w:ind w:left="0"/>
              <w:cnfStyle w:val="000000000000"/>
            </w:pPr>
            <w:r>
              <w:t>Double Click on the selected student</w:t>
            </w:r>
          </w:p>
        </w:tc>
        <w:tc>
          <w:tcPr>
            <w:tcW w:w="638" w:type="pct"/>
          </w:tcPr>
          <w:p w:rsidR="003C75F2" w:rsidRDefault="003C75F2" w:rsidP="00E37B7D">
            <w:pPr>
              <w:cnfStyle w:val="0000000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000000"/>
            </w:pPr>
            <w:r>
              <w:t>Screen changes to person view</w:t>
            </w:r>
          </w:p>
        </w:tc>
        <w:tc>
          <w:tcPr>
            <w:tcW w:w="487" w:type="pct"/>
          </w:tcPr>
          <w:p w:rsidR="003C75F2" w:rsidRDefault="003C75F2" w:rsidP="00B11D3F">
            <w:pPr>
              <w:cnfStyle w:val="000000000000"/>
            </w:pPr>
          </w:p>
        </w:tc>
        <w:tc>
          <w:tcPr>
            <w:tcW w:w="435" w:type="pct"/>
          </w:tcPr>
          <w:p w:rsidR="003C75F2" w:rsidRDefault="003C75F2" w:rsidP="00B11D3F">
            <w:pPr>
              <w:cnfStyle w:val="000000000000"/>
            </w:pPr>
          </w:p>
        </w:tc>
        <w:tc>
          <w:tcPr>
            <w:tcW w:w="432" w:type="pct"/>
          </w:tcPr>
          <w:p w:rsidR="003C75F2" w:rsidRDefault="003C75F2" w:rsidP="00B11D3F">
            <w:pPr>
              <w:cnfStyle w:val="000000000000"/>
            </w:pPr>
          </w:p>
        </w:tc>
      </w:tr>
      <w:tr w:rsidR="003C75F2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3C75F2" w:rsidRDefault="003C75F2" w:rsidP="00E37B7D"/>
        </w:tc>
        <w:tc>
          <w:tcPr>
            <w:tcW w:w="737" w:type="pct"/>
            <w:vMerge/>
          </w:tcPr>
          <w:p w:rsidR="003C75F2" w:rsidRDefault="003C75F2" w:rsidP="00E37B7D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3C75F2" w:rsidRDefault="003C75F2" w:rsidP="00E37B7D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C8362F">
              <w:rPr>
                <w:b/>
              </w:rPr>
              <w:t>Other Qualifications button</w:t>
            </w:r>
            <w:r>
              <w:t xml:space="preserve"> on Person Tree</w:t>
            </w:r>
          </w:p>
        </w:tc>
        <w:tc>
          <w:tcPr>
            <w:tcW w:w="638" w:type="pct"/>
          </w:tcPr>
          <w:p w:rsidR="003C75F2" w:rsidRDefault="003C75F2" w:rsidP="00E37B7D">
            <w:pPr>
              <w:cnfStyle w:val="0000001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100000"/>
            </w:pPr>
            <w:r>
              <w:t>Screen changes to Other Qualifications view</w:t>
            </w:r>
          </w:p>
        </w:tc>
        <w:tc>
          <w:tcPr>
            <w:tcW w:w="487" w:type="pct"/>
          </w:tcPr>
          <w:p w:rsidR="003C75F2" w:rsidRDefault="003C75F2" w:rsidP="00B11D3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B11D3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B11D3F">
            <w:pPr>
              <w:cnfStyle w:val="000000100000"/>
            </w:pPr>
          </w:p>
        </w:tc>
      </w:tr>
      <w:tr w:rsidR="00C8362F" w:rsidTr="000341F8">
        <w:tc>
          <w:tcPr>
            <w:cnfStyle w:val="001000000000"/>
            <w:tcW w:w="1125" w:type="pct"/>
            <w:vMerge/>
          </w:tcPr>
          <w:p w:rsidR="00C8362F" w:rsidRDefault="00C8362F" w:rsidP="00E37B7D"/>
        </w:tc>
        <w:tc>
          <w:tcPr>
            <w:tcW w:w="737" w:type="pct"/>
            <w:vMerge/>
          </w:tcPr>
          <w:p w:rsidR="00C8362F" w:rsidRDefault="00C8362F" w:rsidP="00E37B7D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C8362F" w:rsidRDefault="00C8362F" w:rsidP="00E37B7D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C8362F">
              <w:rPr>
                <w:b/>
              </w:rPr>
              <w:t>Edit</w:t>
            </w:r>
            <w:r>
              <w:t xml:space="preserve"> </w:t>
            </w:r>
            <w:r>
              <w:lastRenderedPageBreak/>
              <w:t>button on top header</w:t>
            </w:r>
          </w:p>
        </w:tc>
        <w:tc>
          <w:tcPr>
            <w:tcW w:w="638" w:type="pct"/>
          </w:tcPr>
          <w:p w:rsidR="00C8362F" w:rsidRDefault="00C8362F" w:rsidP="00E37B7D">
            <w:pPr>
              <w:cnfStyle w:val="000000000000"/>
            </w:pPr>
          </w:p>
        </w:tc>
        <w:tc>
          <w:tcPr>
            <w:tcW w:w="509" w:type="pct"/>
          </w:tcPr>
          <w:p w:rsidR="00C8362F" w:rsidRDefault="00C8362F" w:rsidP="001B3217">
            <w:pPr>
              <w:cnfStyle w:val="000000000000"/>
            </w:pPr>
          </w:p>
        </w:tc>
        <w:tc>
          <w:tcPr>
            <w:tcW w:w="487" w:type="pct"/>
          </w:tcPr>
          <w:p w:rsidR="00C8362F" w:rsidRDefault="00C8362F" w:rsidP="00B11D3F">
            <w:pPr>
              <w:cnfStyle w:val="000000000000"/>
            </w:pPr>
          </w:p>
        </w:tc>
        <w:tc>
          <w:tcPr>
            <w:tcW w:w="435" w:type="pct"/>
          </w:tcPr>
          <w:p w:rsidR="00C8362F" w:rsidRDefault="00C8362F" w:rsidP="00B11D3F">
            <w:pPr>
              <w:cnfStyle w:val="000000000000"/>
            </w:pPr>
          </w:p>
        </w:tc>
        <w:tc>
          <w:tcPr>
            <w:tcW w:w="432" w:type="pct"/>
          </w:tcPr>
          <w:p w:rsidR="00C8362F" w:rsidRDefault="00C8362F" w:rsidP="00B11D3F">
            <w:pPr>
              <w:cnfStyle w:val="000000000000"/>
            </w:pPr>
          </w:p>
        </w:tc>
      </w:tr>
      <w:tr w:rsidR="003C75F2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3C75F2" w:rsidRDefault="003C75F2" w:rsidP="00E37B7D"/>
        </w:tc>
        <w:tc>
          <w:tcPr>
            <w:tcW w:w="737" w:type="pct"/>
            <w:vMerge/>
          </w:tcPr>
          <w:p w:rsidR="003C75F2" w:rsidRDefault="003C75F2" w:rsidP="00E37B7D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3C75F2" w:rsidRDefault="003C75F2" w:rsidP="00E37B7D">
            <w:pPr>
              <w:pStyle w:val="ListParagraph"/>
              <w:ind w:left="0"/>
              <w:cnfStyle w:val="000000100000"/>
            </w:pPr>
            <w:r>
              <w:t>Go to secondary Qualifications tab</w:t>
            </w:r>
          </w:p>
        </w:tc>
        <w:tc>
          <w:tcPr>
            <w:tcW w:w="638" w:type="pct"/>
          </w:tcPr>
          <w:p w:rsidR="003C75F2" w:rsidRDefault="003C75F2" w:rsidP="00E37B7D">
            <w:pPr>
              <w:cnfStyle w:val="0000001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100000"/>
            </w:pPr>
          </w:p>
        </w:tc>
        <w:tc>
          <w:tcPr>
            <w:tcW w:w="487" w:type="pct"/>
          </w:tcPr>
          <w:p w:rsidR="003C75F2" w:rsidRDefault="003C75F2" w:rsidP="00B11D3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B11D3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B11D3F">
            <w:pPr>
              <w:cnfStyle w:val="000000100000"/>
            </w:pPr>
          </w:p>
        </w:tc>
      </w:tr>
      <w:tr w:rsidR="003C75F2" w:rsidTr="000341F8">
        <w:tc>
          <w:tcPr>
            <w:cnfStyle w:val="001000000000"/>
            <w:tcW w:w="1125" w:type="pct"/>
            <w:vMerge/>
          </w:tcPr>
          <w:p w:rsidR="003C75F2" w:rsidRDefault="003C75F2" w:rsidP="00E37B7D"/>
        </w:tc>
        <w:tc>
          <w:tcPr>
            <w:tcW w:w="737" w:type="pct"/>
            <w:vMerge/>
          </w:tcPr>
          <w:p w:rsidR="003C75F2" w:rsidRDefault="003C75F2" w:rsidP="00E37B7D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3C75F2" w:rsidRDefault="003C75F2" w:rsidP="00E37B7D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C8362F">
              <w:rPr>
                <w:b/>
              </w:rPr>
              <w:t>Edit</w:t>
            </w:r>
            <w:r>
              <w:t xml:space="preserve"> button</w:t>
            </w:r>
          </w:p>
        </w:tc>
        <w:tc>
          <w:tcPr>
            <w:tcW w:w="638" w:type="pct"/>
          </w:tcPr>
          <w:p w:rsidR="003C75F2" w:rsidRDefault="003C75F2" w:rsidP="00E37B7D">
            <w:pPr>
              <w:cnfStyle w:val="0000000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000000"/>
            </w:pPr>
          </w:p>
        </w:tc>
        <w:tc>
          <w:tcPr>
            <w:tcW w:w="487" w:type="pct"/>
          </w:tcPr>
          <w:p w:rsidR="003C75F2" w:rsidRDefault="003C75F2" w:rsidP="00B11D3F">
            <w:pPr>
              <w:cnfStyle w:val="000000000000"/>
            </w:pPr>
          </w:p>
        </w:tc>
        <w:tc>
          <w:tcPr>
            <w:tcW w:w="435" w:type="pct"/>
          </w:tcPr>
          <w:p w:rsidR="003C75F2" w:rsidRDefault="003C75F2" w:rsidP="00B11D3F">
            <w:pPr>
              <w:cnfStyle w:val="000000000000"/>
            </w:pPr>
          </w:p>
        </w:tc>
        <w:tc>
          <w:tcPr>
            <w:tcW w:w="432" w:type="pct"/>
          </w:tcPr>
          <w:p w:rsidR="003C75F2" w:rsidRDefault="003C75F2" w:rsidP="00B11D3F">
            <w:pPr>
              <w:cnfStyle w:val="000000000000"/>
            </w:pPr>
          </w:p>
        </w:tc>
      </w:tr>
      <w:tr w:rsidR="003C75F2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3C75F2" w:rsidRDefault="003C75F2" w:rsidP="00E37B7D"/>
        </w:tc>
        <w:tc>
          <w:tcPr>
            <w:tcW w:w="737" w:type="pct"/>
            <w:vMerge/>
          </w:tcPr>
          <w:p w:rsidR="003C75F2" w:rsidRDefault="003C75F2" w:rsidP="00E37B7D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3C75F2" w:rsidRDefault="003C75F2" w:rsidP="00E37B7D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38" w:type="pct"/>
          </w:tcPr>
          <w:p w:rsidR="003C75F2" w:rsidRDefault="003C75F2" w:rsidP="00E37B7D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Subject</w:t>
            </w:r>
          </w:p>
          <w:p w:rsidR="003C75F2" w:rsidRDefault="003C75F2" w:rsidP="00E37B7D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Year</w:t>
            </w:r>
          </w:p>
          <w:p w:rsidR="003C75F2" w:rsidRDefault="003C75F2" w:rsidP="00E37B7D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Grad.</w:t>
            </w:r>
          </w:p>
        </w:tc>
        <w:tc>
          <w:tcPr>
            <w:tcW w:w="509" w:type="pct"/>
          </w:tcPr>
          <w:p w:rsidR="003C75F2" w:rsidRDefault="003C75F2" w:rsidP="00B11D3F">
            <w:pPr>
              <w:cnfStyle w:val="000000100000"/>
            </w:pPr>
            <w:r>
              <w:t>Data is visible in grid.</w:t>
            </w:r>
          </w:p>
        </w:tc>
        <w:tc>
          <w:tcPr>
            <w:tcW w:w="487" w:type="pct"/>
          </w:tcPr>
          <w:p w:rsidR="003C75F2" w:rsidRDefault="003C75F2" w:rsidP="00B11D3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B11D3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B11D3F">
            <w:pPr>
              <w:cnfStyle w:val="000000100000"/>
            </w:pPr>
          </w:p>
        </w:tc>
      </w:tr>
      <w:tr w:rsidR="003C75F2" w:rsidTr="000341F8">
        <w:tc>
          <w:tcPr>
            <w:cnfStyle w:val="001000000000"/>
            <w:tcW w:w="1125" w:type="pct"/>
            <w:vMerge/>
          </w:tcPr>
          <w:p w:rsidR="003C75F2" w:rsidRDefault="003C75F2" w:rsidP="00B11D3F"/>
        </w:tc>
        <w:tc>
          <w:tcPr>
            <w:tcW w:w="737" w:type="pct"/>
            <w:vMerge/>
          </w:tcPr>
          <w:p w:rsidR="003C75F2" w:rsidRDefault="003C75F2" w:rsidP="00B11D3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3C75F2" w:rsidRDefault="003C75F2" w:rsidP="00B11D3F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C8362F">
              <w:rPr>
                <w:b/>
              </w:rPr>
              <w:t>Save</w:t>
            </w:r>
            <w:r>
              <w:t xml:space="preserve"> button</w:t>
            </w:r>
            <w:r w:rsidR="00C8362F">
              <w:t xml:space="preserve"> on top header</w:t>
            </w:r>
          </w:p>
        </w:tc>
        <w:tc>
          <w:tcPr>
            <w:tcW w:w="638" w:type="pct"/>
          </w:tcPr>
          <w:p w:rsidR="003C75F2" w:rsidRDefault="003C75F2" w:rsidP="00B11D3F">
            <w:pPr>
              <w:cnfStyle w:val="000000000000"/>
            </w:pPr>
          </w:p>
        </w:tc>
        <w:tc>
          <w:tcPr>
            <w:tcW w:w="509" w:type="pct"/>
          </w:tcPr>
          <w:p w:rsidR="003C75F2" w:rsidRDefault="003C75F2" w:rsidP="00B11D3F">
            <w:pPr>
              <w:cnfStyle w:val="000000000000"/>
            </w:pPr>
            <w:r>
              <w:t>Record Saved Successfully.</w:t>
            </w:r>
          </w:p>
        </w:tc>
        <w:tc>
          <w:tcPr>
            <w:tcW w:w="487" w:type="pct"/>
          </w:tcPr>
          <w:p w:rsidR="003C75F2" w:rsidRDefault="003C75F2" w:rsidP="00B11D3F">
            <w:pPr>
              <w:cnfStyle w:val="000000000000"/>
            </w:pPr>
          </w:p>
        </w:tc>
        <w:tc>
          <w:tcPr>
            <w:tcW w:w="435" w:type="pct"/>
          </w:tcPr>
          <w:p w:rsidR="003C75F2" w:rsidRDefault="003C75F2" w:rsidP="00B11D3F">
            <w:pPr>
              <w:cnfStyle w:val="000000000000"/>
            </w:pPr>
          </w:p>
        </w:tc>
        <w:tc>
          <w:tcPr>
            <w:tcW w:w="432" w:type="pct"/>
          </w:tcPr>
          <w:p w:rsidR="003C75F2" w:rsidRDefault="003C75F2" w:rsidP="00B11D3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 w:val="restart"/>
          </w:tcPr>
          <w:p w:rsidR="000341F8" w:rsidRPr="000341F8" w:rsidRDefault="000341F8" w:rsidP="000341F8">
            <w:pPr>
              <w:pStyle w:val="Heading3"/>
              <w:outlineLvl w:val="2"/>
            </w:pPr>
            <w:bookmarkStart w:id="7" w:name="_Toc360707943"/>
            <w:r w:rsidRPr="000341F8">
              <w:t>6.1.2</w:t>
            </w:r>
            <w:bookmarkStart w:id="8" w:name="DelNCEA1"/>
            <w:r>
              <w:t xml:space="preserve"> </w:t>
            </w:r>
            <w:r w:rsidRPr="000341F8">
              <w:t xml:space="preserve">Delete </w:t>
            </w:r>
            <w:bookmarkEnd w:id="8"/>
            <w:r w:rsidRPr="000341F8">
              <w:t>School Certification  (NCEA Level 1)</w:t>
            </w:r>
            <w:bookmarkEnd w:id="7"/>
          </w:p>
        </w:tc>
        <w:tc>
          <w:tcPr>
            <w:tcW w:w="737" w:type="pct"/>
            <w:vMerge w:val="restart"/>
          </w:tcPr>
          <w:p w:rsidR="00C8362F" w:rsidRDefault="00C8362F" w:rsidP="00C8362F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C8362F" w:rsidRDefault="00C8362F" w:rsidP="00C8362F">
            <w:pPr>
              <w:pStyle w:val="ListParagraph"/>
              <w:numPr>
                <w:ilvl w:val="0"/>
                <w:numId w:val="10"/>
              </w:numPr>
              <w:cnfStyle w:val="0000001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0341F8" w:rsidRDefault="000341F8" w:rsidP="00E37B7D">
            <w:pPr>
              <w:cnfStyle w:val="000000100000"/>
            </w:pPr>
          </w:p>
          <w:p w:rsidR="00C8362F" w:rsidRDefault="00C8362F" w:rsidP="00E37B7D">
            <w:pPr>
              <w:cnfStyle w:val="000000100000"/>
            </w:pPr>
            <w:r>
              <w:t>Must have existing school certification (NCEA Level 1). To create one refer to</w:t>
            </w:r>
          </w:p>
          <w:p w:rsidR="00C8362F" w:rsidRDefault="007E717E" w:rsidP="00C8362F">
            <w:pPr>
              <w:pStyle w:val="ListParagraph"/>
              <w:numPr>
                <w:ilvl w:val="0"/>
                <w:numId w:val="10"/>
              </w:numPr>
              <w:cnfStyle w:val="000000100000"/>
            </w:pPr>
            <w:hyperlink w:anchor="_6.1.1_Add_School" w:history="1">
              <w:r w:rsidR="00C8362F" w:rsidRPr="00C8362F">
                <w:rPr>
                  <w:rStyle w:val="Hyperlink"/>
                </w:rPr>
                <w:t>6.1.1 Add School Certification (NCEA Level 1)</w:t>
              </w:r>
            </w:hyperlink>
          </w:p>
        </w:tc>
        <w:tc>
          <w:tcPr>
            <w:tcW w:w="637" w:type="pct"/>
          </w:tcPr>
          <w:p w:rsidR="000341F8" w:rsidRDefault="000341F8" w:rsidP="00E37B7D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</w:tc>
        <w:tc>
          <w:tcPr>
            <w:tcW w:w="638" w:type="pct"/>
          </w:tcPr>
          <w:p w:rsidR="000341F8" w:rsidRDefault="000341F8" w:rsidP="00E37B7D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Client Module is loaded</w:t>
            </w:r>
          </w:p>
        </w:tc>
        <w:tc>
          <w:tcPr>
            <w:tcW w:w="487" w:type="pct"/>
          </w:tcPr>
          <w:p w:rsidR="000341F8" w:rsidRDefault="000341F8" w:rsidP="00B11D3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B11D3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B11D3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E37B7D"/>
        </w:tc>
        <w:tc>
          <w:tcPr>
            <w:tcW w:w="737" w:type="pct"/>
            <w:vMerge/>
          </w:tcPr>
          <w:p w:rsidR="000341F8" w:rsidRDefault="000341F8" w:rsidP="00E37B7D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E37B7D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38" w:type="pct"/>
          </w:tcPr>
          <w:p w:rsidR="000341F8" w:rsidRDefault="000341F8" w:rsidP="00E37B7D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0341F8" w:rsidRDefault="000341F8" w:rsidP="00E37B7D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0341F8" w:rsidRDefault="000341F8" w:rsidP="00E37B7D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0341F8" w:rsidRDefault="000341F8" w:rsidP="00E37B7D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  <w:p w:rsidR="000341F8" w:rsidRDefault="000341F8" w:rsidP="00C8362F">
            <w:pPr>
              <w:pStyle w:val="ListParagraph"/>
              <w:ind w:left="502"/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  <w:r>
              <w:t>Data is visible in text fields</w:t>
            </w:r>
          </w:p>
        </w:tc>
        <w:tc>
          <w:tcPr>
            <w:tcW w:w="487" w:type="pct"/>
          </w:tcPr>
          <w:p w:rsidR="000341F8" w:rsidRDefault="000341F8" w:rsidP="00B11D3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B11D3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B11D3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E37B7D"/>
        </w:tc>
        <w:tc>
          <w:tcPr>
            <w:tcW w:w="737" w:type="pct"/>
            <w:vMerge/>
          </w:tcPr>
          <w:p w:rsidR="000341F8" w:rsidRDefault="000341F8" w:rsidP="00E37B7D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E37B7D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C8362F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38" w:type="pct"/>
          </w:tcPr>
          <w:p w:rsidR="000341F8" w:rsidRDefault="000341F8" w:rsidP="00E37B7D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Search displays list of persons</w:t>
            </w:r>
          </w:p>
        </w:tc>
        <w:tc>
          <w:tcPr>
            <w:tcW w:w="487" w:type="pct"/>
          </w:tcPr>
          <w:p w:rsidR="000341F8" w:rsidRDefault="000341F8" w:rsidP="00B11D3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B11D3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B11D3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E37B7D"/>
        </w:tc>
        <w:tc>
          <w:tcPr>
            <w:tcW w:w="737" w:type="pct"/>
            <w:vMerge/>
          </w:tcPr>
          <w:p w:rsidR="000341F8" w:rsidRDefault="000341F8" w:rsidP="00E37B7D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E37B7D">
            <w:pPr>
              <w:pStyle w:val="ListParagraph"/>
              <w:ind w:left="0"/>
              <w:cnfStyle w:val="000000000000"/>
            </w:pPr>
            <w:r>
              <w:t>Double Click on the selected student</w:t>
            </w:r>
          </w:p>
        </w:tc>
        <w:tc>
          <w:tcPr>
            <w:tcW w:w="638" w:type="pct"/>
          </w:tcPr>
          <w:p w:rsidR="000341F8" w:rsidRDefault="000341F8" w:rsidP="00E37B7D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  <w:r>
              <w:t>Screen changes to person view</w:t>
            </w:r>
          </w:p>
        </w:tc>
        <w:tc>
          <w:tcPr>
            <w:tcW w:w="487" w:type="pct"/>
          </w:tcPr>
          <w:p w:rsidR="000341F8" w:rsidRDefault="000341F8" w:rsidP="00B11D3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B11D3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B11D3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E37B7D"/>
        </w:tc>
        <w:tc>
          <w:tcPr>
            <w:tcW w:w="737" w:type="pct"/>
            <w:vMerge/>
          </w:tcPr>
          <w:p w:rsidR="000341F8" w:rsidRDefault="000341F8" w:rsidP="00E37B7D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E37B7D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C8362F">
              <w:rPr>
                <w:b/>
              </w:rPr>
              <w:t>Other Qualifications</w:t>
            </w:r>
            <w:r>
              <w:t xml:space="preserve"> button on Person Tree</w:t>
            </w:r>
          </w:p>
        </w:tc>
        <w:tc>
          <w:tcPr>
            <w:tcW w:w="638" w:type="pct"/>
          </w:tcPr>
          <w:p w:rsidR="000341F8" w:rsidRDefault="000341F8" w:rsidP="00E37B7D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Screen changes to Other Qualifications view</w:t>
            </w:r>
          </w:p>
        </w:tc>
        <w:tc>
          <w:tcPr>
            <w:tcW w:w="487" w:type="pct"/>
          </w:tcPr>
          <w:p w:rsidR="000341F8" w:rsidRDefault="000341F8" w:rsidP="00B11D3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B11D3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B11D3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E37B7D"/>
        </w:tc>
        <w:tc>
          <w:tcPr>
            <w:tcW w:w="737" w:type="pct"/>
            <w:vMerge/>
          </w:tcPr>
          <w:p w:rsidR="000341F8" w:rsidRDefault="000341F8" w:rsidP="00E37B7D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E37B7D">
            <w:pPr>
              <w:pStyle w:val="ListParagraph"/>
              <w:ind w:left="0"/>
              <w:cnfStyle w:val="000000000000"/>
            </w:pPr>
            <w:r>
              <w:t xml:space="preserve">Go to secondary </w:t>
            </w:r>
            <w:r>
              <w:lastRenderedPageBreak/>
              <w:t>Qualifications tab</w:t>
            </w:r>
          </w:p>
        </w:tc>
        <w:tc>
          <w:tcPr>
            <w:tcW w:w="638" w:type="pct"/>
          </w:tcPr>
          <w:p w:rsidR="000341F8" w:rsidRDefault="000341F8" w:rsidP="00E37B7D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</w:p>
        </w:tc>
        <w:tc>
          <w:tcPr>
            <w:tcW w:w="487" w:type="pct"/>
          </w:tcPr>
          <w:p w:rsidR="000341F8" w:rsidRDefault="000341F8" w:rsidP="00B11D3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B11D3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B11D3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E37B7D"/>
        </w:tc>
        <w:tc>
          <w:tcPr>
            <w:tcW w:w="737" w:type="pct"/>
            <w:vMerge/>
          </w:tcPr>
          <w:p w:rsidR="000341F8" w:rsidRDefault="000341F8" w:rsidP="00E37B7D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3057A9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>
              <w:rPr>
                <w:b/>
              </w:rPr>
              <w:t>Edit</w:t>
            </w:r>
            <w:r>
              <w:t xml:space="preserve"> button on top header</w:t>
            </w:r>
          </w:p>
        </w:tc>
        <w:tc>
          <w:tcPr>
            <w:tcW w:w="638" w:type="pct"/>
          </w:tcPr>
          <w:p w:rsidR="000341F8" w:rsidRDefault="000341F8" w:rsidP="00E37B7D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</w:p>
        </w:tc>
        <w:tc>
          <w:tcPr>
            <w:tcW w:w="487" w:type="pct"/>
          </w:tcPr>
          <w:p w:rsidR="000341F8" w:rsidRDefault="000341F8" w:rsidP="00B11D3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B11D3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B11D3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E37B7D"/>
        </w:tc>
        <w:tc>
          <w:tcPr>
            <w:tcW w:w="737" w:type="pct"/>
            <w:vMerge/>
          </w:tcPr>
          <w:p w:rsidR="000341F8" w:rsidRDefault="000341F8" w:rsidP="00E37B7D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E37B7D">
            <w:pPr>
              <w:pStyle w:val="ListParagraph"/>
              <w:ind w:left="0"/>
              <w:cnfStyle w:val="000000000000"/>
            </w:pPr>
            <w:r>
              <w:t>Select a record you wish to delete</w:t>
            </w:r>
          </w:p>
        </w:tc>
        <w:tc>
          <w:tcPr>
            <w:tcW w:w="638" w:type="pct"/>
          </w:tcPr>
          <w:p w:rsidR="000341F8" w:rsidRDefault="000341F8" w:rsidP="003057A9">
            <w:pPr>
              <w:pStyle w:val="ListParagraph"/>
              <w:ind w:left="360"/>
              <w:cnfStyle w:val="000000000000"/>
            </w:pPr>
          </w:p>
        </w:tc>
        <w:tc>
          <w:tcPr>
            <w:tcW w:w="509" w:type="pct"/>
          </w:tcPr>
          <w:p w:rsidR="000341F8" w:rsidRDefault="000341F8" w:rsidP="00C8362F">
            <w:pPr>
              <w:cnfStyle w:val="000000000000"/>
            </w:pPr>
            <w:r>
              <w:t>Item highlighted</w:t>
            </w:r>
          </w:p>
        </w:tc>
        <w:tc>
          <w:tcPr>
            <w:tcW w:w="487" w:type="pct"/>
          </w:tcPr>
          <w:p w:rsidR="000341F8" w:rsidRDefault="000341F8" w:rsidP="00B11D3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B11D3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B11D3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E37B7D"/>
        </w:tc>
        <w:tc>
          <w:tcPr>
            <w:tcW w:w="737" w:type="pct"/>
            <w:vMerge/>
          </w:tcPr>
          <w:p w:rsidR="000341F8" w:rsidRDefault="000341F8" w:rsidP="00E37B7D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3057A9">
              <w:rPr>
                <w:b/>
              </w:rPr>
              <w:t>Delete</w:t>
            </w:r>
            <w:r>
              <w:t xml:space="preserve"> Button under </w:t>
            </w:r>
            <w:r w:rsidRPr="00AB5395">
              <w:rPr>
                <w:b/>
              </w:rPr>
              <w:t>NCEA level 1 grid</w:t>
            </w:r>
          </w:p>
        </w:tc>
        <w:tc>
          <w:tcPr>
            <w:tcW w:w="638" w:type="pct"/>
          </w:tcPr>
          <w:p w:rsidR="000341F8" w:rsidRDefault="000341F8" w:rsidP="003057A9">
            <w:pPr>
              <w:pStyle w:val="ListParagraph"/>
              <w:ind w:left="360"/>
              <w:cnfStyle w:val="000000100000"/>
            </w:pPr>
          </w:p>
        </w:tc>
        <w:tc>
          <w:tcPr>
            <w:tcW w:w="509" w:type="pct"/>
          </w:tcPr>
          <w:p w:rsidR="000341F8" w:rsidRDefault="000341F8" w:rsidP="00C8362F">
            <w:pPr>
              <w:cnfStyle w:val="000000100000"/>
            </w:pPr>
            <w:r>
              <w:t>Record deleted successfully.</w:t>
            </w:r>
          </w:p>
        </w:tc>
        <w:tc>
          <w:tcPr>
            <w:tcW w:w="487" w:type="pct"/>
          </w:tcPr>
          <w:p w:rsidR="000341F8" w:rsidRDefault="000341F8" w:rsidP="00B11D3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B11D3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B11D3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E37B7D"/>
        </w:tc>
        <w:tc>
          <w:tcPr>
            <w:tcW w:w="737" w:type="pct"/>
            <w:vMerge/>
          </w:tcPr>
          <w:p w:rsidR="000341F8" w:rsidRDefault="000341F8" w:rsidP="00E37B7D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E37B7D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C8362F">
              <w:rPr>
                <w:b/>
              </w:rPr>
              <w:t>Save</w:t>
            </w:r>
            <w:r>
              <w:t xml:space="preserve"> button</w:t>
            </w:r>
            <w:r w:rsidR="00C8362F">
              <w:t xml:space="preserve"> on top header</w:t>
            </w:r>
          </w:p>
        </w:tc>
        <w:tc>
          <w:tcPr>
            <w:tcW w:w="638" w:type="pct"/>
          </w:tcPr>
          <w:p w:rsidR="000341F8" w:rsidRDefault="000341F8" w:rsidP="00E37B7D">
            <w:pPr>
              <w:cnfStyle w:val="000000000000"/>
            </w:pPr>
          </w:p>
        </w:tc>
        <w:tc>
          <w:tcPr>
            <w:tcW w:w="509" w:type="pct"/>
          </w:tcPr>
          <w:p w:rsidR="000341F8" w:rsidRDefault="00C8362F" w:rsidP="00C8362F">
            <w:pPr>
              <w:cnfStyle w:val="000000000000"/>
            </w:pPr>
            <w:r>
              <w:t>Other qualifications record</w:t>
            </w:r>
            <w:r w:rsidR="000341F8">
              <w:t xml:space="preserve"> Deleted Successfully.</w:t>
            </w:r>
          </w:p>
        </w:tc>
        <w:tc>
          <w:tcPr>
            <w:tcW w:w="487" w:type="pct"/>
          </w:tcPr>
          <w:p w:rsidR="000341F8" w:rsidRDefault="000341F8" w:rsidP="00B11D3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B11D3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B11D3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 w:val="restart"/>
          </w:tcPr>
          <w:p w:rsidR="000341F8" w:rsidRPr="000341F8" w:rsidRDefault="000341F8" w:rsidP="000341F8">
            <w:pPr>
              <w:pStyle w:val="Heading3"/>
              <w:outlineLvl w:val="2"/>
            </w:pPr>
            <w:bookmarkStart w:id="9" w:name="_6.1.3_Add_Sixth"/>
            <w:bookmarkStart w:id="10" w:name="_Toc360707944"/>
            <w:bookmarkEnd w:id="9"/>
            <w:r w:rsidRPr="000341F8">
              <w:t>6.1.3</w:t>
            </w:r>
            <w:bookmarkStart w:id="11" w:name="AddNECA2"/>
            <w:r>
              <w:t xml:space="preserve"> </w:t>
            </w:r>
            <w:r w:rsidRPr="000341F8">
              <w:t xml:space="preserve">Add </w:t>
            </w:r>
            <w:bookmarkEnd w:id="11"/>
            <w:r w:rsidRPr="000341F8">
              <w:t>Sixth form Certification  (NCEA Level 2 Grid)</w:t>
            </w:r>
            <w:bookmarkEnd w:id="10"/>
          </w:p>
        </w:tc>
        <w:tc>
          <w:tcPr>
            <w:tcW w:w="737" w:type="pct"/>
            <w:vMerge w:val="restart"/>
          </w:tcPr>
          <w:p w:rsidR="00C8362F" w:rsidRDefault="00C8362F" w:rsidP="00C8362F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C8362F" w:rsidRDefault="00C8362F" w:rsidP="00C8362F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 w:rsidRPr="00C8362F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0341F8" w:rsidRDefault="000341F8" w:rsidP="00C8362F">
            <w:pPr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Client Module is loaded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38" w:type="pct"/>
          </w:tcPr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  <w:p w:rsidR="000341F8" w:rsidRDefault="000341F8" w:rsidP="00C8362F">
            <w:pPr>
              <w:pStyle w:val="ListParagraph"/>
              <w:ind w:left="502"/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  <w:r>
              <w:t>Data is visible in text fields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C8362F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Search displays list of persons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>Double Click on the selected student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  <w:r>
              <w:t>Screen changes to person view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C8362F">
              <w:rPr>
                <w:b/>
              </w:rPr>
              <w:t>Other Qualifications</w:t>
            </w:r>
            <w:r>
              <w:t xml:space="preserve"> </w:t>
            </w:r>
            <w:r>
              <w:lastRenderedPageBreak/>
              <w:t>button on Person Tree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 xml:space="preserve">Screen changes to </w:t>
            </w:r>
            <w:r>
              <w:lastRenderedPageBreak/>
              <w:t>Other Qualifications view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>Go to secondary Qualifications tab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>Click Edit button</w:t>
            </w:r>
            <w:r w:rsidR="00C8362F">
              <w:t xml:space="preserve"> on top header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C8362F">
              <w:rPr>
                <w:b/>
              </w:rPr>
              <w:t>Add Button</w:t>
            </w:r>
            <w:r>
              <w:t xml:space="preserve"> under NCEA level 2 grid 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38" w:type="pct"/>
          </w:tcPr>
          <w:p w:rsidR="000341F8" w:rsidRDefault="000341F8" w:rsidP="00056E0F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Subject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Year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Grad.</w:t>
            </w: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Data is visible in grid.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C8362F">
              <w:rPr>
                <w:b/>
              </w:rPr>
              <w:t>Save</w:t>
            </w:r>
            <w:r>
              <w:t xml:space="preserve"> button</w:t>
            </w:r>
            <w:r w:rsidR="00C8362F">
              <w:t xml:space="preserve"> on top header.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  <w:r>
              <w:t>Record Saved Successfully.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3C75F2" w:rsidTr="000341F8">
        <w:trPr>
          <w:cnfStyle w:val="000000100000"/>
        </w:trPr>
        <w:tc>
          <w:tcPr>
            <w:cnfStyle w:val="001000000000"/>
            <w:tcW w:w="1125" w:type="pct"/>
            <w:vMerge w:val="restart"/>
          </w:tcPr>
          <w:p w:rsidR="003C75F2" w:rsidRPr="000341F8" w:rsidRDefault="003C75F2" w:rsidP="000341F8">
            <w:pPr>
              <w:pStyle w:val="Heading3"/>
              <w:outlineLvl w:val="2"/>
            </w:pPr>
            <w:bookmarkStart w:id="12" w:name="_Toc360707945"/>
            <w:r w:rsidRPr="000341F8">
              <w:t>6.1.4</w:t>
            </w:r>
            <w:bookmarkStart w:id="13" w:name="DelNCEA2"/>
            <w:r>
              <w:t xml:space="preserve"> </w:t>
            </w:r>
            <w:r w:rsidRPr="000341F8">
              <w:t xml:space="preserve">Delete </w:t>
            </w:r>
            <w:bookmarkEnd w:id="13"/>
            <w:r w:rsidRPr="000341F8">
              <w:t>Sixth form Certification  (NCEA Level 2)</w:t>
            </w:r>
            <w:bookmarkEnd w:id="12"/>
          </w:p>
        </w:tc>
        <w:tc>
          <w:tcPr>
            <w:tcW w:w="737" w:type="pct"/>
            <w:vMerge w:val="restart"/>
          </w:tcPr>
          <w:p w:rsidR="00C8362F" w:rsidRDefault="00C8362F" w:rsidP="00C8362F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C8362F" w:rsidRDefault="00C8362F" w:rsidP="00C8362F">
            <w:pPr>
              <w:pStyle w:val="ListParagraph"/>
              <w:numPr>
                <w:ilvl w:val="0"/>
                <w:numId w:val="10"/>
              </w:numPr>
              <w:cnfStyle w:val="0000001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C8362F" w:rsidRDefault="00C8362F" w:rsidP="00C8362F">
            <w:pPr>
              <w:cnfStyle w:val="000000100000"/>
            </w:pPr>
          </w:p>
          <w:p w:rsidR="00C8362F" w:rsidRDefault="00C8362F" w:rsidP="00C8362F">
            <w:pPr>
              <w:cnfStyle w:val="000000100000"/>
            </w:pPr>
            <w:r>
              <w:t xml:space="preserve">Must have existing </w:t>
            </w:r>
            <w:r w:rsidR="007850D9">
              <w:t>sixth form</w:t>
            </w:r>
            <w:r>
              <w:t xml:space="preserve"> certification (NCEA Level </w:t>
            </w:r>
            <w:r w:rsidR="007850D9">
              <w:t>2</w:t>
            </w:r>
            <w:r>
              <w:t>). To create one refer to</w:t>
            </w:r>
          </w:p>
          <w:p w:rsidR="003C75F2" w:rsidRDefault="007E717E" w:rsidP="00C8362F">
            <w:pPr>
              <w:pStyle w:val="ListParagraph"/>
              <w:numPr>
                <w:ilvl w:val="0"/>
                <w:numId w:val="10"/>
              </w:numPr>
              <w:cnfStyle w:val="000000100000"/>
            </w:pPr>
            <w:hyperlink w:anchor="_6.1.3_Add_Sixth" w:history="1">
              <w:r w:rsidR="00C8362F" w:rsidRPr="00C8362F">
                <w:rPr>
                  <w:rStyle w:val="Hyperlink"/>
                </w:rPr>
                <w:t xml:space="preserve">6.1.3 Add sixth form </w:t>
              </w:r>
              <w:r w:rsidR="00C8362F" w:rsidRPr="00C8362F">
                <w:rPr>
                  <w:rStyle w:val="Hyperlink"/>
                </w:rPr>
                <w:lastRenderedPageBreak/>
                <w:t>Certification (NCEA Level 2)</w:t>
              </w:r>
            </w:hyperlink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100000"/>
            </w:pPr>
            <w:r>
              <w:lastRenderedPageBreak/>
              <w:t>Go to client Module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100000"/>
            </w:pPr>
            <w:r>
              <w:t>Client Module is loaded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100000"/>
            </w:pPr>
          </w:p>
        </w:tc>
      </w:tr>
      <w:tr w:rsidR="003C75F2" w:rsidTr="000341F8"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38" w:type="pct"/>
          </w:tcPr>
          <w:p w:rsidR="003C75F2" w:rsidRDefault="003C75F2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3C75F2" w:rsidRDefault="003C75F2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3C75F2" w:rsidRDefault="003C75F2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3C75F2" w:rsidRDefault="003C75F2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  <w:p w:rsidR="003C75F2" w:rsidRDefault="003C75F2" w:rsidP="00C8362F">
            <w:pPr>
              <w:pStyle w:val="ListParagraph"/>
              <w:ind w:left="502"/>
              <w:cnfStyle w:val="0000000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000000"/>
            </w:pPr>
            <w:r>
              <w:t>Data is visible in text fields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000000"/>
            </w:pPr>
          </w:p>
        </w:tc>
      </w:tr>
      <w:tr w:rsidR="003C75F2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C8362F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100000"/>
            </w:pPr>
            <w:r>
              <w:t>Search displays list of persons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100000"/>
            </w:pPr>
          </w:p>
        </w:tc>
      </w:tr>
      <w:tr w:rsidR="003C75F2" w:rsidTr="000341F8"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000000"/>
            </w:pPr>
            <w:r>
              <w:t>Double Click on the selected student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000000"/>
            </w:pPr>
            <w:r>
              <w:t>Screen changes to person view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000000"/>
            </w:pPr>
          </w:p>
        </w:tc>
      </w:tr>
      <w:tr w:rsidR="003C75F2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C8362F">
              <w:rPr>
                <w:b/>
              </w:rPr>
              <w:t xml:space="preserve">Other </w:t>
            </w:r>
            <w:r w:rsidRPr="00C8362F">
              <w:rPr>
                <w:b/>
              </w:rPr>
              <w:lastRenderedPageBreak/>
              <w:t xml:space="preserve">Qualifications </w:t>
            </w:r>
            <w:r>
              <w:t>button on Person Tree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100000"/>
            </w:pPr>
            <w:r>
              <w:t xml:space="preserve">Screen </w:t>
            </w:r>
            <w:r>
              <w:lastRenderedPageBreak/>
              <w:t>changes to Other Qualifications view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100000"/>
            </w:pPr>
          </w:p>
        </w:tc>
      </w:tr>
      <w:tr w:rsidR="003C75F2" w:rsidTr="000341F8"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000000"/>
            </w:pPr>
            <w:r>
              <w:t>Go to secondary Qualifications tab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000000"/>
            </w:pPr>
          </w:p>
        </w:tc>
        <w:tc>
          <w:tcPr>
            <w:tcW w:w="487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000000"/>
            </w:pPr>
          </w:p>
        </w:tc>
      </w:tr>
      <w:tr w:rsidR="003C75F2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>
              <w:rPr>
                <w:b/>
              </w:rPr>
              <w:t>Edit</w:t>
            </w:r>
            <w:r>
              <w:t xml:space="preserve"> button on top header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100000"/>
            </w:pPr>
          </w:p>
        </w:tc>
        <w:tc>
          <w:tcPr>
            <w:tcW w:w="487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100000"/>
            </w:pPr>
          </w:p>
        </w:tc>
      </w:tr>
      <w:tr w:rsidR="003C75F2" w:rsidTr="000341F8"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000000"/>
            </w:pPr>
            <w:r>
              <w:t>Select a record you wish to delete</w:t>
            </w:r>
          </w:p>
        </w:tc>
        <w:tc>
          <w:tcPr>
            <w:tcW w:w="638" w:type="pct"/>
          </w:tcPr>
          <w:p w:rsidR="003C75F2" w:rsidRDefault="003C75F2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509" w:type="pct"/>
          </w:tcPr>
          <w:p w:rsidR="003C75F2" w:rsidRDefault="003C75F2" w:rsidP="00C8362F">
            <w:pPr>
              <w:cnfStyle w:val="000000000000"/>
            </w:pPr>
            <w:r>
              <w:t>Item highlighted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000000"/>
            </w:pPr>
          </w:p>
        </w:tc>
      </w:tr>
      <w:tr w:rsidR="003C75F2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3057A9">
              <w:rPr>
                <w:b/>
              </w:rPr>
              <w:t>Delete</w:t>
            </w:r>
            <w:r>
              <w:t xml:space="preserve"> Button under </w:t>
            </w:r>
            <w:r w:rsidRPr="00FE410D">
              <w:rPr>
                <w:b/>
              </w:rPr>
              <w:t>NCEA level 2 grid</w:t>
            </w:r>
          </w:p>
        </w:tc>
        <w:tc>
          <w:tcPr>
            <w:tcW w:w="638" w:type="pct"/>
          </w:tcPr>
          <w:p w:rsidR="003C75F2" w:rsidRDefault="003C75F2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509" w:type="pct"/>
          </w:tcPr>
          <w:p w:rsidR="003C75F2" w:rsidRDefault="003C75F2" w:rsidP="00C8362F">
            <w:pPr>
              <w:cnfStyle w:val="000000100000"/>
            </w:pPr>
            <w:r>
              <w:t>Record deleted successfully.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100000"/>
            </w:pPr>
          </w:p>
        </w:tc>
      </w:tr>
      <w:tr w:rsidR="003C75F2" w:rsidTr="000341F8"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C8362F">
              <w:rPr>
                <w:b/>
              </w:rPr>
              <w:t>Save</w:t>
            </w:r>
            <w:r>
              <w:t xml:space="preserve"> button</w:t>
            </w:r>
            <w:r w:rsidR="00C8362F">
              <w:t xml:space="preserve"> on top header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509" w:type="pct"/>
          </w:tcPr>
          <w:p w:rsidR="003C75F2" w:rsidRDefault="003C75F2" w:rsidP="00FE410D">
            <w:pPr>
              <w:cnfStyle w:val="000000000000"/>
            </w:pPr>
            <w:r>
              <w:t>Record Saved Successfully.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 w:val="restart"/>
          </w:tcPr>
          <w:p w:rsidR="000341F8" w:rsidRPr="000341F8" w:rsidRDefault="000341F8" w:rsidP="000341F8">
            <w:pPr>
              <w:pStyle w:val="Heading3"/>
              <w:outlineLvl w:val="2"/>
            </w:pPr>
            <w:bookmarkStart w:id="14" w:name="_6.1.5_Add_Bursary/Scholarship"/>
            <w:bookmarkStart w:id="15" w:name="_Toc360707946"/>
            <w:bookmarkEnd w:id="14"/>
            <w:r w:rsidRPr="000341F8">
              <w:t>6.1.5</w:t>
            </w:r>
            <w:bookmarkStart w:id="16" w:name="AddNECA3"/>
            <w:r>
              <w:t xml:space="preserve"> </w:t>
            </w:r>
            <w:r w:rsidRPr="000341F8">
              <w:t xml:space="preserve">Add </w:t>
            </w:r>
            <w:bookmarkEnd w:id="16"/>
            <w:r w:rsidRPr="000341F8">
              <w:t>Bursary/Scholarship Certification  (NCEA Level 3)</w:t>
            </w:r>
            <w:bookmarkEnd w:id="15"/>
          </w:p>
        </w:tc>
        <w:tc>
          <w:tcPr>
            <w:tcW w:w="737" w:type="pct"/>
            <w:vMerge w:val="restart"/>
          </w:tcPr>
          <w:p w:rsidR="00C8362F" w:rsidRDefault="00C8362F" w:rsidP="00C8362F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C8362F" w:rsidRDefault="00C8362F" w:rsidP="00C8362F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cnfStyle w:val="0000001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C8362F" w:rsidRDefault="00C8362F" w:rsidP="00C8362F">
            <w:pPr>
              <w:cnfStyle w:val="000000100000"/>
            </w:pPr>
          </w:p>
          <w:p w:rsidR="000341F8" w:rsidRDefault="000341F8" w:rsidP="00C8362F">
            <w:pPr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Client Module is loaded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38" w:type="pct"/>
          </w:tcPr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0341F8" w:rsidRDefault="000341F8" w:rsidP="00C8362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  <w:r>
              <w:t>Data is visible in text fields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C8362F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Search displays list of persons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>Double Click on the selected student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  <w:r>
              <w:t>Screen changes to person view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C8362F">
              <w:rPr>
                <w:b/>
              </w:rPr>
              <w:t xml:space="preserve">Other </w:t>
            </w:r>
            <w:r w:rsidRPr="00C8362F">
              <w:rPr>
                <w:b/>
              </w:rPr>
              <w:lastRenderedPageBreak/>
              <w:t xml:space="preserve">Qualifications </w:t>
            </w:r>
            <w:r>
              <w:t>button on Person Tree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 xml:space="preserve">Screen </w:t>
            </w:r>
            <w:r>
              <w:lastRenderedPageBreak/>
              <w:t>changes to Other Qualifications view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>Go to secondary Qualifications tab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C8362F">
              <w:rPr>
                <w:b/>
              </w:rPr>
              <w:t>Edit</w:t>
            </w:r>
            <w:r>
              <w:t xml:space="preserve"> button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C8362F">
              <w:rPr>
                <w:b/>
              </w:rPr>
              <w:t>Add Button</w:t>
            </w:r>
            <w:r>
              <w:t xml:space="preserve"> under </w:t>
            </w:r>
            <w:r w:rsidRPr="00056E0F">
              <w:rPr>
                <w:b/>
              </w:rPr>
              <w:t>NCEA level 3</w:t>
            </w:r>
            <w:r>
              <w:t xml:space="preserve"> grid 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  <w:trHeight w:val="417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38" w:type="pct"/>
          </w:tcPr>
          <w:p w:rsidR="000341F8" w:rsidRDefault="000341F8" w:rsidP="00056E0F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Subject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Year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Grad.</w:t>
            </w: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Data is visible in grid.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C8362F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  <w:r>
              <w:t>Record Saved Successfully.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 w:val="restart"/>
          </w:tcPr>
          <w:p w:rsidR="000341F8" w:rsidRPr="000341F8" w:rsidRDefault="000341F8" w:rsidP="000341F8">
            <w:pPr>
              <w:pStyle w:val="Heading3"/>
              <w:outlineLvl w:val="2"/>
            </w:pPr>
            <w:bookmarkStart w:id="17" w:name="_Toc360707947"/>
            <w:r w:rsidRPr="000341F8">
              <w:t>6.1.6</w:t>
            </w:r>
            <w:bookmarkStart w:id="18" w:name="DelNCEA3"/>
            <w:r>
              <w:t xml:space="preserve"> </w:t>
            </w:r>
            <w:r w:rsidRPr="000341F8">
              <w:t xml:space="preserve">Delete </w:t>
            </w:r>
            <w:bookmarkEnd w:id="18"/>
            <w:r w:rsidR="00C8362F" w:rsidRPr="000341F8">
              <w:t>Bursary/Scholarship</w:t>
            </w:r>
            <w:r w:rsidRPr="000341F8">
              <w:t xml:space="preserve"> Certification  (NCEA Level 3)</w:t>
            </w:r>
            <w:bookmarkEnd w:id="17"/>
          </w:p>
        </w:tc>
        <w:tc>
          <w:tcPr>
            <w:tcW w:w="737" w:type="pct"/>
            <w:vMerge w:val="restart"/>
          </w:tcPr>
          <w:p w:rsidR="00C8362F" w:rsidRDefault="00C8362F" w:rsidP="00C8362F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C8362F" w:rsidRDefault="00C8362F" w:rsidP="00C8362F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cnfStyle w:val="0000001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C8362F" w:rsidRDefault="00C8362F" w:rsidP="00C8362F">
            <w:pPr>
              <w:cnfStyle w:val="000000100000"/>
            </w:pPr>
          </w:p>
          <w:p w:rsidR="00C8362F" w:rsidRDefault="00C8362F" w:rsidP="00C8362F">
            <w:pPr>
              <w:cnfStyle w:val="000000100000"/>
            </w:pPr>
            <w:r>
              <w:t xml:space="preserve">Must have existing </w:t>
            </w:r>
            <w:r w:rsidR="007850D9">
              <w:t>scholar</w:t>
            </w:r>
            <w:r>
              <w:t xml:space="preserve"> certification (NCEA Level </w:t>
            </w:r>
            <w:r w:rsidR="007850D9">
              <w:t>3</w:t>
            </w:r>
            <w:r>
              <w:t>). To create one refer to</w:t>
            </w:r>
          </w:p>
          <w:p w:rsidR="000341F8" w:rsidRDefault="007E717E" w:rsidP="007850D9">
            <w:pPr>
              <w:pStyle w:val="ListParagraph"/>
              <w:numPr>
                <w:ilvl w:val="0"/>
                <w:numId w:val="10"/>
              </w:numPr>
              <w:cnfStyle w:val="000000100000"/>
            </w:pPr>
            <w:hyperlink w:anchor="_6.1.5_Add_Bursary/Scholarship" w:history="1">
              <w:r w:rsidR="00C8362F" w:rsidRPr="00C8362F">
                <w:rPr>
                  <w:rStyle w:val="Hyperlink"/>
                </w:rPr>
                <w:t>6.1.5 Add Bursary/Scholar</w:t>
              </w:r>
              <w:r w:rsidR="00C8362F" w:rsidRPr="00C8362F">
                <w:rPr>
                  <w:rStyle w:val="Hyperlink"/>
                </w:rPr>
                <w:lastRenderedPageBreak/>
                <w:t>ship Certification (NCEA Level 3)</w:t>
              </w:r>
            </w:hyperlink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lastRenderedPageBreak/>
              <w:t>Go to client Module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Client Module is loaded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38" w:type="pct"/>
          </w:tcPr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0341F8" w:rsidRDefault="000341F8" w:rsidP="007850D9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  <w:r>
              <w:t>Data is visible in text fields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7850D9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Search displays list of persons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>Double Click on the selected student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  <w:r>
              <w:t>Screen changes to person view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7850D9">
              <w:rPr>
                <w:b/>
              </w:rPr>
              <w:t>Other Qualifications</w:t>
            </w:r>
            <w:r>
              <w:t xml:space="preserve"> </w:t>
            </w:r>
            <w:r>
              <w:lastRenderedPageBreak/>
              <w:t>button on Person Tree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 xml:space="preserve">Screen changes to </w:t>
            </w:r>
            <w:r>
              <w:lastRenderedPageBreak/>
              <w:t>Other Qualifications view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>Go to secondary Qualifications tab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>
              <w:rPr>
                <w:b/>
              </w:rPr>
              <w:t>Edit</w:t>
            </w:r>
            <w:r>
              <w:t xml:space="preserve"> button on top header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>Select a record you wish to delete</w:t>
            </w:r>
          </w:p>
        </w:tc>
        <w:tc>
          <w:tcPr>
            <w:tcW w:w="638" w:type="pct"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509" w:type="pct"/>
          </w:tcPr>
          <w:p w:rsidR="000341F8" w:rsidRDefault="000341F8" w:rsidP="00C8362F">
            <w:pPr>
              <w:cnfStyle w:val="000000000000"/>
            </w:pPr>
            <w:r>
              <w:t>Item highlighted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3057A9">
              <w:rPr>
                <w:b/>
              </w:rPr>
              <w:t>Delete</w:t>
            </w:r>
            <w:r>
              <w:t xml:space="preserve"> Button under </w:t>
            </w:r>
            <w:r w:rsidRPr="00284D82">
              <w:rPr>
                <w:b/>
              </w:rPr>
              <w:t>NCEA level 3 grid</w:t>
            </w:r>
          </w:p>
        </w:tc>
        <w:tc>
          <w:tcPr>
            <w:tcW w:w="638" w:type="pct"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509" w:type="pct"/>
          </w:tcPr>
          <w:p w:rsidR="000341F8" w:rsidRDefault="000341F8" w:rsidP="00C8362F">
            <w:pPr>
              <w:cnfStyle w:val="000000100000"/>
            </w:pPr>
            <w:r>
              <w:t>Record deleted successfully.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7850D9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586B39">
            <w:pPr>
              <w:cnfStyle w:val="000000000000"/>
            </w:pPr>
            <w:r>
              <w:t>Record Saved Successfully.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 w:val="restart"/>
          </w:tcPr>
          <w:p w:rsidR="000341F8" w:rsidRPr="000341F8" w:rsidRDefault="000341F8" w:rsidP="000341F8">
            <w:pPr>
              <w:pStyle w:val="Heading3"/>
              <w:outlineLvl w:val="2"/>
            </w:pPr>
            <w:bookmarkStart w:id="19" w:name="_6.1.7_Add_Other"/>
            <w:bookmarkStart w:id="20" w:name="_Toc360707948"/>
            <w:bookmarkEnd w:id="19"/>
            <w:r w:rsidRPr="000341F8">
              <w:t>6.1.7</w:t>
            </w:r>
            <w:bookmarkStart w:id="21" w:name="AddOSQ"/>
            <w:r>
              <w:t xml:space="preserve"> </w:t>
            </w:r>
            <w:r w:rsidRPr="000341F8">
              <w:t xml:space="preserve">Add </w:t>
            </w:r>
            <w:bookmarkEnd w:id="21"/>
            <w:r w:rsidRPr="000341F8">
              <w:t>Other Secondary Qualifications</w:t>
            </w:r>
            <w:bookmarkEnd w:id="20"/>
            <w:r w:rsidRPr="000341F8">
              <w:t xml:space="preserve"> </w:t>
            </w:r>
          </w:p>
        </w:tc>
        <w:tc>
          <w:tcPr>
            <w:tcW w:w="737" w:type="pct"/>
            <w:vMerge w:val="restart"/>
          </w:tcPr>
          <w:p w:rsidR="007850D9" w:rsidRDefault="007850D9" w:rsidP="007850D9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7850D9" w:rsidRDefault="007850D9" w:rsidP="007850D9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cnfStyle w:val="0000001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0341F8" w:rsidRDefault="000341F8" w:rsidP="007850D9">
            <w:pPr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Client Module is loaded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38" w:type="pct"/>
          </w:tcPr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0341F8" w:rsidRDefault="000341F8" w:rsidP="007850D9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  <w:r>
              <w:t>Data is visible in text fields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  <w:trHeight w:val="6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7850D9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Search displays list of persons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>Double Click on the selected student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  <w:r>
              <w:t>Screen changes to person view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7850D9">
              <w:rPr>
                <w:b/>
              </w:rPr>
              <w:t>Other Qualifications</w:t>
            </w:r>
            <w:r>
              <w:t xml:space="preserve"> </w:t>
            </w:r>
            <w:r>
              <w:lastRenderedPageBreak/>
              <w:t>button on Person Tree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 xml:space="preserve">Screen changes to </w:t>
            </w:r>
            <w:r>
              <w:lastRenderedPageBreak/>
              <w:t>Other Qualifications view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>Go to secondary Qualifications tab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7850D9">
              <w:rPr>
                <w:b/>
              </w:rPr>
              <w:t>Edit</w:t>
            </w:r>
            <w:r>
              <w:t xml:space="preserve"> button</w:t>
            </w:r>
            <w:r w:rsidR="007850D9">
              <w:t xml:space="preserve"> on top header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7850D9">
              <w:rPr>
                <w:b/>
              </w:rPr>
              <w:t>Add Button</w:t>
            </w:r>
            <w:r>
              <w:t xml:space="preserve"> under </w:t>
            </w:r>
            <w:r w:rsidRPr="00056E0F">
              <w:rPr>
                <w:b/>
              </w:rPr>
              <w:t>Other Secondary Qualifications</w:t>
            </w:r>
            <w:r>
              <w:t xml:space="preserve"> 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38" w:type="pct"/>
          </w:tcPr>
          <w:p w:rsidR="000341F8" w:rsidRDefault="000341F8" w:rsidP="00056E0F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Subject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Year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Description</w:t>
            </w: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Data is visible in grid.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>Click Save button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  <w:r>
              <w:t>Record Saved Successfully.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3C75F2" w:rsidTr="000341F8">
        <w:trPr>
          <w:cnfStyle w:val="000000100000"/>
        </w:trPr>
        <w:tc>
          <w:tcPr>
            <w:cnfStyle w:val="001000000000"/>
            <w:tcW w:w="1125" w:type="pct"/>
            <w:vMerge w:val="restart"/>
          </w:tcPr>
          <w:p w:rsidR="003C75F2" w:rsidRPr="000341F8" w:rsidRDefault="003C75F2" w:rsidP="000341F8">
            <w:pPr>
              <w:pStyle w:val="Heading3"/>
              <w:outlineLvl w:val="2"/>
            </w:pPr>
            <w:bookmarkStart w:id="22" w:name="_Toc360707949"/>
            <w:r w:rsidRPr="000341F8">
              <w:t>6.1.8</w:t>
            </w:r>
            <w:bookmarkStart w:id="23" w:name="DelOSQ"/>
            <w:r>
              <w:t xml:space="preserve"> </w:t>
            </w:r>
            <w:r w:rsidRPr="000341F8">
              <w:t xml:space="preserve">Delete </w:t>
            </w:r>
            <w:bookmarkEnd w:id="23"/>
            <w:r w:rsidRPr="000341F8">
              <w:t>Other Secondary Qualification</w:t>
            </w:r>
            <w:bookmarkEnd w:id="22"/>
          </w:p>
        </w:tc>
        <w:tc>
          <w:tcPr>
            <w:tcW w:w="737" w:type="pct"/>
            <w:vMerge w:val="restart"/>
          </w:tcPr>
          <w:p w:rsidR="007850D9" w:rsidRDefault="007850D9" w:rsidP="007850D9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7850D9" w:rsidRDefault="007850D9" w:rsidP="007850D9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cnfStyle w:val="0000001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7850D9" w:rsidRDefault="007850D9" w:rsidP="007850D9">
            <w:pPr>
              <w:cnfStyle w:val="000000100000"/>
            </w:pPr>
          </w:p>
          <w:p w:rsidR="007850D9" w:rsidRDefault="007850D9" w:rsidP="007850D9">
            <w:pPr>
              <w:cnfStyle w:val="000000100000"/>
            </w:pPr>
            <w:r>
              <w:t>Must have existing other secondary qualification. To create one refer to</w:t>
            </w:r>
          </w:p>
          <w:p w:rsidR="003C75F2" w:rsidRDefault="007E717E" w:rsidP="007850D9">
            <w:pPr>
              <w:pStyle w:val="ListParagraph"/>
              <w:numPr>
                <w:ilvl w:val="0"/>
                <w:numId w:val="10"/>
              </w:numPr>
              <w:cnfStyle w:val="000000100000"/>
            </w:pPr>
            <w:hyperlink w:anchor="_6.1.7_Add_Other" w:history="1">
              <w:r w:rsidR="007850D9" w:rsidRPr="007850D9">
                <w:rPr>
                  <w:rStyle w:val="Hyperlink"/>
                </w:rPr>
                <w:t xml:space="preserve">6.1.5 Add other </w:t>
              </w:r>
              <w:r w:rsidR="007850D9" w:rsidRPr="007850D9">
                <w:rPr>
                  <w:rStyle w:val="Hyperlink"/>
                </w:rPr>
                <w:lastRenderedPageBreak/>
                <w:t>Secondary Qualification (NCEA Level 3)</w:t>
              </w:r>
            </w:hyperlink>
          </w:p>
          <w:p w:rsidR="003C75F2" w:rsidRDefault="003C75F2" w:rsidP="00056E0F">
            <w:pPr>
              <w:cnfStyle w:val="0000001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100000"/>
            </w:pPr>
            <w:r>
              <w:lastRenderedPageBreak/>
              <w:t>Go to client Module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100000"/>
            </w:pPr>
            <w:r>
              <w:t>Client Module is loaded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100000"/>
            </w:pPr>
          </w:p>
        </w:tc>
      </w:tr>
      <w:tr w:rsidR="003C75F2" w:rsidTr="000341F8"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38" w:type="pct"/>
          </w:tcPr>
          <w:p w:rsidR="003C75F2" w:rsidRDefault="003C75F2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3C75F2" w:rsidRDefault="003C75F2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3C75F2" w:rsidRDefault="003C75F2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3C75F2" w:rsidRDefault="003C75F2" w:rsidP="007850D9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09" w:type="pct"/>
          </w:tcPr>
          <w:p w:rsidR="003C75F2" w:rsidRDefault="003C75F2" w:rsidP="001B3217">
            <w:pPr>
              <w:cnfStyle w:val="000000000000"/>
            </w:pPr>
            <w:r>
              <w:t>Data is visible in text fields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000000"/>
            </w:pPr>
          </w:p>
        </w:tc>
      </w:tr>
      <w:tr w:rsidR="003C75F2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7850D9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100000"/>
            </w:pPr>
            <w:r>
              <w:t>Search displays list of persons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100000"/>
            </w:pPr>
          </w:p>
        </w:tc>
      </w:tr>
      <w:tr w:rsidR="003C75F2" w:rsidTr="000341F8"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000000"/>
            </w:pPr>
            <w:r>
              <w:t>Double Click on the selected student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000000"/>
            </w:pPr>
            <w:r>
              <w:t>Screen changes to person view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000000"/>
            </w:pPr>
          </w:p>
        </w:tc>
      </w:tr>
      <w:tr w:rsidR="003C75F2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7850D9">
              <w:rPr>
                <w:b/>
              </w:rPr>
              <w:t xml:space="preserve">Other </w:t>
            </w:r>
            <w:r w:rsidRPr="007850D9">
              <w:rPr>
                <w:b/>
              </w:rPr>
              <w:lastRenderedPageBreak/>
              <w:t>Qualifications</w:t>
            </w:r>
            <w:r>
              <w:t xml:space="preserve"> button on Person Tree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100000"/>
            </w:pPr>
            <w:r>
              <w:t xml:space="preserve">Screen </w:t>
            </w:r>
            <w:r>
              <w:lastRenderedPageBreak/>
              <w:t>changes to Other Qualifications view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100000"/>
            </w:pPr>
          </w:p>
        </w:tc>
      </w:tr>
      <w:tr w:rsidR="003C75F2" w:rsidTr="000341F8"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000000"/>
            </w:pPr>
            <w:r>
              <w:t>Go to secondary Qualifications tab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000000"/>
            </w:pPr>
          </w:p>
        </w:tc>
        <w:tc>
          <w:tcPr>
            <w:tcW w:w="487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000000"/>
            </w:pPr>
          </w:p>
        </w:tc>
      </w:tr>
      <w:tr w:rsidR="003C75F2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>
              <w:rPr>
                <w:b/>
              </w:rPr>
              <w:t>Edit</w:t>
            </w:r>
            <w:r>
              <w:t xml:space="preserve"> button on top header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100000"/>
            </w:pPr>
          </w:p>
        </w:tc>
        <w:tc>
          <w:tcPr>
            <w:tcW w:w="487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100000"/>
            </w:pPr>
          </w:p>
        </w:tc>
      </w:tr>
      <w:tr w:rsidR="003C75F2" w:rsidTr="000341F8"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000000"/>
            </w:pPr>
            <w:r>
              <w:t>Select a record you wish to delete</w:t>
            </w:r>
          </w:p>
        </w:tc>
        <w:tc>
          <w:tcPr>
            <w:tcW w:w="638" w:type="pct"/>
          </w:tcPr>
          <w:p w:rsidR="003C75F2" w:rsidRDefault="003C75F2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509" w:type="pct"/>
          </w:tcPr>
          <w:p w:rsidR="003C75F2" w:rsidRDefault="003C75F2" w:rsidP="00C8362F">
            <w:pPr>
              <w:cnfStyle w:val="000000000000"/>
            </w:pPr>
            <w:r>
              <w:t>Item highlighted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000000"/>
            </w:pPr>
          </w:p>
        </w:tc>
      </w:tr>
      <w:tr w:rsidR="003C75F2" w:rsidTr="000341F8">
        <w:trPr>
          <w:cnfStyle w:val="000000100000"/>
          <w:trHeight w:val="60"/>
        </w:trPr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3C75F2" w:rsidRDefault="003C75F2" w:rsidP="004B13B0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3057A9">
              <w:rPr>
                <w:b/>
              </w:rPr>
              <w:t>Delete</w:t>
            </w:r>
            <w:r>
              <w:t xml:space="preserve"> Button under </w:t>
            </w:r>
            <w:r w:rsidRPr="004B13B0">
              <w:rPr>
                <w:b/>
              </w:rPr>
              <w:t>Other secondary Qualifications</w:t>
            </w:r>
          </w:p>
        </w:tc>
        <w:tc>
          <w:tcPr>
            <w:tcW w:w="638" w:type="pct"/>
          </w:tcPr>
          <w:p w:rsidR="003C75F2" w:rsidRDefault="003C75F2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509" w:type="pct"/>
          </w:tcPr>
          <w:p w:rsidR="003C75F2" w:rsidRDefault="003C75F2" w:rsidP="00C8362F">
            <w:pPr>
              <w:cnfStyle w:val="000000100000"/>
            </w:pPr>
            <w:r>
              <w:t>Record deleted successfully.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100000"/>
            </w:pPr>
          </w:p>
        </w:tc>
      </w:tr>
      <w:tr w:rsidR="003C75F2" w:rsidTr="000341F8"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000000"/>
            </w:pPr>
            <w:r>
              <w:t>Click Save button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509" w:type="pct"/>
          </w:tcPr>
          <w:p w:rsidR="003C75F2" w:rsidRDefault="003C75F2" w:rsidP="00E920FE">
            <w:pPr>
              <w:cnfStyle w:val="000000000000"/>
            </w:pPr>
            <w:r>
              <w:t>Record Saved Successfully.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 w:val="restart"/>
          </w:tcPr>
          <w:p w:rsidR="000341F8" w:rsidRPr="000341F8" w:rsidRDefault="000341F8" w:rsidP="000341F8">
            <w:pPr>
              <w:pStyle w:val="Heading3"/>
              <w:outlineLvl w:val="2"/>
            </w:pPr>
            <w:bookmarkStart w:id="24" w:name="_6.1.9_Add_Previous"/>
            <w:bookmarkStart w:id="25" w:name="_Toc360707950"/>
            <w:bookmarkEnd w:id="24"/>
            <w:r w:rsidRPr="000341F8">
              <w:t>6.1.9</w:t>
            </w:r>
            <w:bookmarkStart w:id="26" w:name="AddPTE"/>
            <w:r>
              <w:t xml:space="preserve"> </w:t>
            </w:r>
            <w:r w:rsidRPr="000341F8">
              <w:t xml:space="preserve">Add </w:t>
            </w:r>
            <w:bookmarkEnd w:id="26"/>
            <w:r w:rsidRPr="000341F8">
              <w:t>Previous Tertiary Education</w:t>
            </w:r>
            <w:bookmarkEnd w:id="25"/>
          </w:p>
        </w:tc>
        <w:tc>
          <w:tcPr>
            <w:tcW w:w="737" w:type="pct"/>
            <w:vMerge w:val="restart"/>
          </w:tcPr>
          <w:p w:rsidR="00E65836" w:rsidRDefault="00E65836" w:rsidP="00E65836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E65836" w:rsidRDefault="00E65836" w:rsidP="00E65836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cnfStyle w:val="0000001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0341F8" w:rsidRDefault="000341F8" w:rsidP="00056E0F">
            <w:pPr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Client Module is loaded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38" w:type="pct"/>
          </w:tcPr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0341F8" w:rsidRDefault="000341F8" w:rsidP="00E65836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  <w:r>
              <w:t>Data is visible in text fields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E65836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Search displays list of persons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>Double Click on the selected student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  <w:r>
              <w:t>Screen changes to person view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E65836">
              <w:rPr>
                <w:b/>
              </w:rPr>
              <w:t>Other Qualifications</w:t>
            </w:r>
            <w:r>
              <w:t xml:space="preserve"> button on Person Tree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Screen changes to Other Qualifications view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4B13B0">
            <w:pPr>
              <w:pStyle w:val="ListParagraph"/>
              <w:ind w:left="0"/>
              <w:cnfStyle w:val="000000000000"/>
            </w:pPr>
            <w:r>
              <w:t>Go to Other Qualifications tab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E65836">
              <w:rPr>
                <w:b/>
              </w:rPr>
              <w:t>Edit</w:t>
            </w:r>
            <w:r>
              <w:t xml:space="preserve"> button on top header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4B13B0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E65836">
              <w:rPr>
                <w:b/>
              </w:rPr>
              <w:t xml:space="preserve">Add Button </w:t>
            </w:r>
            <w:r>
              <w:t xml:space="preserve">under </w:t>
            </w:r>
            <w:r w:rsidRPr="004B13B0">
              <w:rPr>
                <w:b/>
              </w:rPr>
              <w:t>Previous Tertiary grid</w:t>
            </w:r>
            <w:r>
              <w:t xml:space="preserve"> 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38" w:type="pct"/>
          </w:tcPr>
          <w:p w:rsidR="000341F8" w:rsidRDefault="000341F8" w:rsidP="00056E0F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Title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Year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Institute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Complete</w:t>
            </w: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Data is visible in grid.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E65836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  <w:r>
              <w:t>Record Saved Successfully.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 w:val="restart"/>
          </w:tcPr>
          <w:p w:rsidR="000341F8" w:rsidRPr="000341F8" w:rsidRDefault="000341F8" w:rsidP="000341F8">
            <w:pPr>
              <w:pStyle w:val="Heading3"/>
              <w:outlineLvl w:val="2"/>
            </w:pPr>
            <w:bookmarkStart w:id="27" w:name="_Toc360707951"/>
            <w:r w:rsidRPr="000341F8">
              <w:t>6.1.10</w:t>
            </w:r>
            <w:bookmarkStart w:id="28" w:name="DelPTE"/>
            <w:r>
              <w:t xml:space="preserve"> </w:t>
            </w:r>
            <w:r w:rsidRPr="000341F8">
              <w:t xml:space="preserve">Delete </w:t>
            </w:r>
            <w:bookmarkEnd w:id="28"/>
            <w:r w:rsidRPr="000341F8">
              <w:t>Previous Tertiary Education</w:t>
            </w:r>
            <w:bookmarkEnd w:id="27"/>
          </w:p>
        </w:tc>
        <w:tc>
          <w:tcPr>
            <w:tcW w:w="737" w:type="pct"/>
            <w:vMerge w:val="restart"/>
          </w:tcPr>
          <w:p w:rsidR="00E65836" w:rsidRDefault="00E65836" w:rsidP="00E65836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E65836" w:rsidRDefault="00E65836" w:rsidP="00E65836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cnfStyle w:val="0000001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E65836" w:rsidRDefault="00E65836" w:rsidP="00E65836">
            <w:pPr>
              <w:cnfStyle w:val="000000100000"/>
            </w:pPr>
            <w:r>
              <w:t xml:space="preserve">Must have existing previous tertiary education. To create </w:t>
            </w:r>
            <w:r>
              <w:lastRenderedPageBreak/>
              <w:t>one refer to</w:t>
            </w:r>
          </w:p>
          <w:p w:rsidR="000341F8" w:rsidRDefault="007E717E" w:rsidP="00E65836">
            <w:pPr>
              <w:pStyle w:val="ListParagraph"/>
              <w:numPr>
                <w:ilvl w:val="0"/>
                <w:numId w:val="10"/>
              </w:numPr>
              <w:cnfStyle w:val="000000100000"/>
            </w:pPr>
            <w:hyperlink w:anchor="_6.1.9_Add_Previous" w:history="1">
              <w:r w:rsidR="00E65836" w:rsidRPr="00E65836">
                <w:rPr>
                  <w:rStyle w:val="Hyperlink"/>
                </w:rPr>
                <w:t>6.1.</w:t>
              </w:r>
              <w:r w:rsidR="00E65836">
                <w:rPr>
                  <w:rStyle w:val="Hyperlink"/>
                </w:rPr>
                <w:t>9</w:t>
              </w:r>
              <w:r w:rsidR="00E65836" w:rsidRPr="00E65836">
                <w:rPr>
                  <w:rStyle w:val="Hyperlink"/>
                </w:rPr>
                <w:t xml:space="preserve"> Add Previous Tertiary Education</w:t>
              </w:r>
            </w:hyperlink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lastRenderedPageBreak/>
              <w:t>Go to client Module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Client Module is loaded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38" w:type="pct"/>
          </w:tcPr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Preferred name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NSN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lastRenderedPageBreak/>
              <w:t>Trans Type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Trans No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Debtor ID</w:t>
            </w:r>
          </w:p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  <w:r>
              <w:lastRenderedPageBreak/>
              <w:t>Data is visible in text fields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>Click on Search button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Search displays list of persons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rPr>
          <w:trHeight w:val="6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>Double Click on the selected student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  <w:r>
              <w:t>Screen changes to person view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E65836">
              <w:rPr>
                <w:b/>
              </w:rPr>
              <w:t>Other Qualifications</w:t>
            </w:r>
            <w:r>
              <w:t xml:space="preserve"> button on Person Tree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Screen changes to Other Qualifications view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4B13B0">
            <w:pPr>
              <w:pStyle w:val="ListParagraph"/>
              <w:ind w:left="0"/>
              <w:cnfStyle w:val="000000000000"/>
            </w:pPr>
            <w:r>
              <w:t>Go to Other Qualifications tab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>
              <w:rPr>
                <w:b/>
              </w:rPr>
              <w:t>Edit</w:t>
            </w:r>
            <w:r>
              <w:t xml:space="preserve"> button on top header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>Select a record you wish to delete from Previous Tertiary Education Grid</w:t>
            </w:r>
          </w:p>
        </w:tc>
        <w:tc>
          <w:tcPr>
            <w:tcW w:w="638" w:type="pct"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  <w:r>
              <w:t>Item highlighted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3057A9">
              <w:rPr>
                <w:b/>
              </w:rPr>
              <w:t>Delete</w:t>
            </w:r>
            <w:r>
              <w:t xml:space="preserve"> Button under </w:t>
            </w:r>
            <w:r w:rsidRPr="004B13B0">
              <w:rPr>
                <w:b/>
              </w:rPr>
              <w:t>Previous Tertiary Education Grid</w:t>
            </w:r>
          </w:p>
        </w:tc>
        <w:tc>
          <w:tcPr>
            <w:tcW w:w="638" w:type="pct"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Record deleted successfully.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E65836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F20C80">
            <w:pPr>
              <w:cnfStyle w:val="000000000000"/>
            </w:pPr>
            <w:r>
              <w:t>Record Saved Successfully.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3C75F2" w:rsidTr="000341F8">
        <w:trPr>
          <w:cnfStyle w:val="000000100000"/>
        </w:trPr>
        <w:tc>
          <w:tcPr>
            <w:cnfStyle w:val="001000000000"/>
            <w:tcW w:w="1125" w:type="pct"/>
            <w:vMerge w:val="restart"/>
          </w:tcPr>
          <w:p w:rsidR="003C75F2" w:rsidRPr="000341F8" w:rsidRDefault="003C75F2" w:rsidP="000341F8">
            <w:pPr>
              <w:pStyle w:val="Heading3"/>
              <w:outlineLvl w:val="2"/>
            </w:pPr>
            <w:bookmarkStart w:id="29" w:name="_6.1.11_Add_Other"/>
            <w:bookmarkStart w:id="30" w:name="_Toc360707952"/>
            <w:bookmarkEnd w:id="29"/>
            <w:r w:rsidRPr="000341F8">
              <w:lastRenderedPageBreak/>
              <w:t>6.1.11</w:t>
            </w:r>
            <w:bookmarkStart w:id="31" w:name="AddOQ"/>
            <w:r>
              <w:t xml:space="preserve"> </w:t>
            </w:r>
            <w:r w:rsidRPr="000341F8">
              <w:t xml:space="preserve">Add </w:t>
            </w:r>
            <w:bookmarkEnd w:id="31"/>
            <w:r w:rsidRPr="000341F8">
              <w:t>Other Qualifications</w:t>
            </w:r>
            <w:bookmarkEnd w:id="30"/>
          </w:p>
        </w:tc>
        <w:tc>
          <w:tcPr>
            <w:tcW w:w="737" w:type="pct"/>
            <w:vMerge w:val="restart"/>
          </w:tcPr>
          <w:p w:rsidR="00E65836" w:rsidRDefault="00E65836" w:rsidP="00E65836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E65836" w:rsidRDefault="00E65836" w:rsidP="00E65836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cnfStyle w:val="0000001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3C75F2" w:rsidRDefault="003C75F2" w:rsidP="00056E0F">
            <w:pPr>
              <w:cnfStyle w:val="0000001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100000"/>
            </w:pPr>
            <w:r>
              <w:t>Client Module is loaded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100000"/>
            </w:pPr>
          </w:p>
        </w:tc>
      </w:tr>
      <w:tr w:rsidR="003C75F2" w:rsidTr="000341F8"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38" w:type="pct"/>
          </w:tcPr>
          <w:p w:rsidR="003C75F2" w:rsidRDefault="003C75F2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3C75F2" w:rsidRDefault="003C75F2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3C75F2" w:rsidRDefault="003C75F2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3C75F2" w:rsidRDefault="003C75F2" w:rsidP="00E65836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09" w:type="pct"/>
          </w:tcPr>
          <w:p w:rsidR="003C75F2" w:rsidRDefault="003C75F2" w:rsidP="001B3217">
            <w:pPr>
              <w:cnfStyle w:val="000000000000"/>
            </w:pPr>
            <w:r>
              <w:t>Data is visible in text fields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000000"/>
            </w:pPr>
          </w:p>
        </w:tc>
      </w:tr>
      <w:tr w:rsidR="003C75F2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E65836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100000"/>
            </w:pPr>
            <w:r>
              <w:t>Search displays list of persons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100000"/>
            </w:pPr>
          </w:p>
        </w:tc>
      </w:tr>
      <w:tr w:rsidR="003C75F2" w:rsidTr="000341F8"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000000"/>
            </w:pPr>
            <w:r>
              <w:t>Double Click on the selected student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000000"/>
            </w:pPr>
            <w:r>
              <w:t>Screen changes to person view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000000"/>
            </w:pPr>
          </w:p>
        </w:tc>
      </w:tr>
      <w:tr w:rsidR="003C75F2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E65836">
              <w:rPr>
                <w:b/>
              </w:rPr>
              <w:t>Other Qualifications</w:t>
            </w:r>
            <w:r>
              <w:t xml:space="preserve"> button on Person Tree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100000"/>
            </w:pPr>
            <w:r>
              <w:t>Screen changes to Other Qualifications view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100000"/>
            </w:pPr>
          </w:p>
        </w:tc>
      </w:tr>
      <w:tr w:rsidR="003C75F2" w:rsidTr="000341F8"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3C75F2" w:rsidRDefault="003C75F2" w:rsidP="004B13B0">
            <w:pPr>
              <w:pStyle w:val="ListParagraph"/>
              <w:ind w:left="0"/>
              <w:cnfStyle w:val="000000000000"/>
            </w:pPr>
            <w:r>
              <w:t>Go to Other Qualifications tab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000000"/>
            </w:pPr>
          </w:p>
        </w:tc>
        <w:tc>
          <w:tcPr>
            <w:tcW w:w="487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000000"/>
            </w:pPr>
          </w:p>
        </w:tc>
      </w:tr>
      <w:tr w:rsidR="003C75F2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E65836">
              <w:rPr>
                <w:b/>
              </w:rPr>
              <w:t>Edit</w:t>
            </w:r>
            <w:r>
              <w:t xml:space="preserve"> button on top header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100000"/>
            </w:pPr>
          </w:p>
        </w:tc>
        <w:tc>
          <w:tcPr>
            <w:tcW w:w="487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100000"/>
            </w:pPr>
          </w:p>
        </w:tc>
      </w:tr>
      <w:tr w:rsidR="003C75F2" w:rsidTr="000341F8"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3C75F2" w:rsidRDefault="003C75F2" w:rsidP="004B13B0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E65836">
              <w:rPr>
                <w:b/>
              </w:rPr>
              <w:t>Add Button</w:t>
            </w:r>
            <w:r>
              <w:t xml:space="preserve"> under Other Qualifications grid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000000"/>
            </w:pPr>
          </w:p>
        </w:tc>
        <w:tc>
          <w:tcPr>
            <w:tcW w:w="487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000000"/>
            </w:pPr>
          </w:p>
        </w:tc>
      </w:tr>
      <w:tr w:rsidR="003C75F2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38" w:type="pct"/>
          </w:tcPr>
          <w:p w:rsidR="003C75F2" w:rsidRDefault="003C75F2" w:rsidP="00056E0F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Title</w:t>
            </w:r>
          </w:p>
          <w:p w:rsidR="003C75F2" w:rsidRDefault="003C75F2" w:rsidP="004B13B0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Year</w:t>
            </w:r>
          </w:p>
          <w:p w:rsidR="003C75F2" w:rsidRDefault="003C75F2" w:rsidP="004B13B0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Awarded By</w:t>
            </w:r>
          </w:p>
          <w:p w:rsidR="003C75F2" w:rsidRDefault="003C75F2" w:rsidP="004B13B0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lastRenderedPageBreak/>
              <w:t>Complete</w:t>
            </w:r>
          </w:p>
        </w:tc>
        <w:tc>
          <w:tcPr>
            <w:tcW w:w="509" w:type="pct"/>
          </w:tcPr>
          <w:p w:rsidR="003C75F2" w:rsidRDefault="003C75F2" w:rsidP="001B3217">
            <w:pPr>
              <w:cnfStyle w:val="000000100000"/>
            </w:pPr>
            <w:r>
              <w:lastRenderedPageBreak/>
              <w:t>Data is visible in grid.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100000"/>
            </w:pPr>
          </w:p>
        </w:tc>
      </w:tr>
      <w:tr w:rsidR="003C75F2" w:rsidTr="000341F8"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E65836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000000"/>
            </w:pPr>
            <w:r>
              <w:t>Record Saved Successfully.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 w:val="restart"/>
          </w:tcPr>
          <w:p w:rsidR="000341F8" w:rsidRPr="000341F8" w:rsidRDefault="000341F8" w:rsidP="000341F8">
            <w:pPr>
              <w:pStyle w:val="Heading3"/>
              <w:outlineLvl w:val="2"/>
            </w:pPr>
            <w:bookmarkStart w:id="32" w:name="_Toc360707953"/>
            <w:r w:rsidRPr="000341F8">
              <w:t>6.1.12</w:t>
            </w:r>
            <w:bookmarkStart w:id="33" w:name="DelOQ"/>
            <w:r>
              <w:t xml:space="preserve"> </w:t>
            </w:r>
            <w:r w:rsidRPr="000341F8">
              <w:t xml:space="preserve">Delete </w:t>
            </w:r>
            <w:bookmarkEnd w:id="33"/>
            <w:r w:rsidRPr="000341F8">
              <w:t>Other Qualifications</w:t>
            </w:r>
            <w:bookmarkEnd w:id="32"/>
          </w:p>
        </w:tc>
        <w:tc>
          <w:tcPr>
            <w:tcW w:w="737" w:type="pct"/>
            <w:vMerge w:val="restart"/>
          </w:tcPr>
          <w:p w:rsidR="00E65836" w:rsidRDefault="00E65836" w:rsidP="00E65836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E65836" w:rsidRDefault="00E65836" w:rsidP="00E65836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cnfStyle w:val="0000001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E65836" w:rsidRDefault="00E65836" w:rsidP="00E65836">
            <w:pPr>
              <w:cnfStyle w:val="000000100000"/>
            </w:pPr>
            <w:r>
              <w:t>Must have existing other qualifications. To create one refer to</w:t>
            </w:r>
          </w:p>
          <w:p w:rsidR="000341F8" w:rsidRDefault="007E717E" w:rsidP="00E65836">
            <w:pPr>
              <w:cnfStyle w:val="000000100000"/>
            </w:pPr>
            <w:hyperlink w:anchor="_6.1.11_Add_Other" w:history="1">
              <w:r w:rsidR="00E65836" w:rsidRPr="00E65836">
                <w:rPr>
                  <w:rStyle w:val="Hyperlink"/>
                </w:rPr>
                <w:t>6.1.11 Add Other Qualifications</w:t>
              </w:r>
            </w:hyperlink>
          </w:p>
          <w:p w:rsidR="000341F8" w:rsidRDefault="000341F8" w:rsidP="00056E0F">
            <w:pPr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Client Module is loaded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38" w:type="pct"/>
          </w:tcPr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0341F8" w:rsidRDefault="000341F8" w:rsidP="00E65836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  <w:r>
              <w:t>Data is visible in text fields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E65836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Search displays list of persons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>Double Click on the selected student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  <w:r>
              <w:t>Screen changes to person view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E65836">
              <w:rPr>
                <w:b/>
              </w:rPr>
              <w:t>Other Qualifications</w:t>
            </w:r>
            <w:r>
              <w:t xml:space="preserve"> button on Person Tree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Screen changes to Other Qualifications view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>Go to Other Qualifications tab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>
              <w:rPr>
                <w:b/>
              </w:rPr>
              <w:t>Edit</w:t>
            </w:r>
            <w:r>
              <w:t xml:space="preserve"> button on top header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>Select a record you wish to delete</w:t>
            </w:r>
          </w:p>
        </w:tc>
        <w:tc>
          <w:tcPr>
            <w:tcW w:w="638" w:type="pct"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  <w:r>
              <w:t>Item highlighted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3057A9">
              <w:rPr>
                <w:b/>
              </w:rPr>
              <w:t>Delete</w:t>
            </w:r>
            <w:r>
              <w:t xml:space="preserve"> Button under </w:t>
            </w:r>
            <w:r>
              <w:lastRenderedPageBreak/>
              <w:t>Other Qualifications grid</w:t>
            </w:r>
          </w:p>
        </w:tc>
        <w:tc>
          <w:tcPr>
            <w:tcW w:w="638" w:type="pct"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 xml:space="preserve">Record deleted </w:t>
            </w:r>
            <w:r>
              <w:lastRenderedPageBreak/>
              <w:t>successfully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E65836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  <w:r>
              <w:t>Record Saved Successfully.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 w:val="restart"/>
          </w:tcPr>
          <w:p w:rsidR="000341F8" w:rsidRPr="000341F8" w:rsidRDefault="000341F8" w:rsidP="000341F8">
            <w:pPr>
              <w:pStyle w:val="Heading3"/>
              <w:outlineLvl w:val="2"/>
            </w:pPr>
            <w:bookmarkStart w:id="34" w:name="_6.1.13_Add_Unit"/>
            <w:bookmarkStart w:id="35" w:name="_Toc360707954"/>
            <w:bookmarkEnd w:id="34"/>
            <w:r w:rsidRPr="000341F8">
              <w:t>6.1.13</w:t>
            </w:r>
            <w:bookmarkStart w:id="36" w:name="AddUS"/>
            <w:r>
              <w:t xml:space="preserve"> </w:t>
            </w:r>
            <w:r w:rsidRPr="000341F8">
              <w:t xml:space="preserve">Add </w:t>
            </w:r>
            <w:bookmarkEnd w:id="36"/>
            <w:r w:rsidRPr="000341F8">
              <w:t>Unit Standards</w:t>
            </w:r>
            <w:bookmarkEnd w:id="35"/>
          </w:p>
        </w:tc>
        <w:tc>
          <w:tcPr>
            <w:tcW w:w="737" w:type="pct"/>
            <w:vMerge w:val="restart"/>
          </w:tcPr>
          <w:p w:rsidR="00E65836" w:rsidRDefault="00E65836" w:rsidP="00E65836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0341F8" w:rsidRDefault="00E65836" w:rsidP="00E65836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cnfStyle w:val="000000100000"/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Client Module is loaded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38" w:type="pct"/>
          </w:tcPr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0341F8" w:rsidRDefault="000341F8" w:rsidP="00E65836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  <w:r>
              <w:t>Data is visible in text fields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E65836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Search displays list of persons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>Double Click on the selected student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  <w:r>
              <w:t>Screen changes to person view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E65836">
              <w:rPr>
                <w:b/>
              </w:rPr>
              <w:t>Other Qualifications</w:t>
            </w:r>
            <w:r>
              <w:t xml:space="preserve"> button on Person Tree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Screen changes to Other Qualifications view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B269B5">
            <w:pPr>
              <w:pStyle w:val="ListParagraph"/>
              <w:ind w:left="0"/>
              <w:cnfStyle w:val="000000000000"/>
            </w:pPr>
            <w:r>
              <w:t>Go to Other Qualifications tab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E65836">
              <w:rPr>
                <w:b/>
              </w:rPr>
              <w:t>Edit</w:t>
            </w:r>
            <w:r>
              <w:t xml:space="preserve"> button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E65836">
              <w:rPr>
                <w:b/>
              </w:rPr>
              <w:t>Add</w:t>
            </w:r>
            <w:r>
              <w:t xml:space="preserve"> Button under </w:t>
            </w:r>
            <w:r w:rsidRPr="00B269B5">
              <w:rPr>
                <w:b/>
              </w:rPr>
              <w:t>Unit Standards</w:t>
            </w:r>
            <w:r>
              <w:t xml:space="preserve"> grid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0341F8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38" w:type="pct"/>
          </w:tcPr>
          <w:p w:rsidR="000341F8" w:rsidRDefault="000341F8" w:rsidP="00056E0F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Year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Code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Version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Language</w:t>
            </w:r>
          </w:p>
          <w:p w:rsidR="000341F8" w:rsidRDefault="000341F8" w:rsidP="00056E0F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Title</w:t>
            </w:r>
          </w:p>
        </w:tc>
        <w:tc>
          <w:tcPr>
            <w:tcW w:w="509" w:type="pct"/>
          </w:tcPr>
          <w:p w:rsidR="000341F8" w:rsidRDefault="000341F8" w:rsidP="001B3217">
            <w:pPr>
              <w:cnfStyle w:val="000000100000"/>
            </w:pPr>
            <w:r>
              <w:t>Data is visible in grid.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1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100000"/>
            </w:pPr>
          </w:p>
        </w:tc>
      </w:tr>
      <w:tr w:rsidR="000341F8" w:rsidTr="000341F8">
        <w:tc>
          <w:tcPr>
            <w:cnfStyle w:val="001000000000"/>
            <w:tcW w:w="1125" w:type="pct"/>
            <w:vMerge/>
          </w:tcPr>
          <w:p w:rsidR="000341F8" w:rsidRDefault="000341F8" w:rsidP="00056E0F"/>
        </w:tc>
        <w:tc>
          <w:tcPr>
            <w:tcW w:w="737" w:type="pct"/>
            <w:vMerge/>
          </w:tcPr>
          <w:p w:rsidR="000341F8" w:rsidRDefault="000341F8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0341F8" w:rsidRDefault="000341F8" w:rsidP="00056E0F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E65836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638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509" w:type="pct"/>
          </w:tcPr>
          <w:p w:rsidR="000341F8" w:rsidRDefault="000341F8" w:rsidP="001B3217">
            <w:pPr>
              <w:cnfStyle w:val="000000000000"/>
            </w:pPr>
            <w:r>
              <w:t>Record Saved Successfully.</w:t>
            </w:r>
          </w:p>
        </w:tc>
        <w:tc>
          <w:tcPr>
            <w:tcW w:w="487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5" w:type="pct"/>
          </w:tcPr>
          <w:p w:rsidR="000341F8" w:rsidRDefault="000341F8" w:rsidP="00056E0F">
            <w:pPr>
              <w:cnfStyle w:val="000000000000"/>
            </w:pPr>
          </w:p>
        </w:tc>
        <w:tc>
          <w:tcPr>
            <w:tcW w:w="432" w:type="pct"/>
          </w:tcPr>
          <w:p w:rsidR="000341F8" w:rsidRDefault="000341F8" w:rsidP="00056E0F">
            <w:pPr>
              <w:cnfStyle w:val="000000000000"/>
            </w:pPr>
          </w:p>
        </w:tc>
      </w:tr>
      <w:tr w:rsidR="003C75F2" w:rsidTr="000341F8">
        <w:trPr>
          <w:cnfStyle w:val="000000100000"/>
        </w:trPr>
        <w:tc>
          <w:tcPr>
            <w:cnfStyle w:val="001000000000"/>
            <w:tcW w:w="1125" w:type="pct"/>
            <w:vMerge w:val="restart"/>
          </w:tcPr>
          <w:p w:rsidR="003C75F2" w:rsidRPr="000341F8" w:rsidRDefault="003C75F2" w:rsidP="000341F8">
            <w:pPr>
              <w:pStyle w:val="Heading3"/>
              <w:outlineLvl w:val="2"/>
            </w:pPr>
            <w:bookmarkStart w:id="37" w:name="_Toc360707955"/>
            <w:r w:rsidRPr="000341F8">
              <w:t>6.1.14</w:t>
            </w:r>
            <w:bookmarkStart w:id="38" w:name="DelUS"/>
            <w:r>
              <w:t xml:space="preserve"> </w:t>
            </w:r>
            <w:r w:rsidRPr="000341F8">
              <w:t xml:space="preserve">Delete </w:t>
            </w:r>
            <w:bookmarkEnd w:id="38"/>
            <w:r w:rsidRPr="000341F8">
              <w:t>Unit Standards</w:t>
            </w:r>
            <w:bookmarkEnd w:id="37"/>
          </w:p>
        </w:tc>
        <w:tc>
          <w:tcPr>
            <w:tcW w:w="737" w:type="pct"/>
            <w:vMerge w:val="restart"/>
          </w:tcPr>
          <w:p w:rsidR="00E65836" w:rsidRDefault="00E65836" w:rsidP="00E65836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E65836" w:rsidRDefault="00E65836" w:rsidP="00E65836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cnfStyle w:val="0000001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E65836" w:rsidRDefault="00E65836" w:rsidP="00E65836">
            <w:pPr>
              <w:cnfStyle w:val="000000100000"/>
            </w:pPr>
            <w:r>
              <w:t>Must have existing unit standards. To create one refer to</w:t>
            </w:r>
          </w:p>
          <w:p w:rsidR="003C75F2" w:rsidRDefault="007E717E" w:rsidP="00E65836">
            <w:pPr>
              <w:pStyle w:val="ListParagraph"/>
              <w:numPr>
                <w:ilvl w:val="0"/>
                <w:numId w:val="10"/>
              </w:numPr>
              <w:cnfStyle w:val="000000100000"/>
            </w:pPr>
            <w:hyperlink w:anchor="_6.1.13_Add_Unit" w:history="1">
              <w:r w:rsidR="00E65836" w:rsidRPr="00E65836">
                <w:rPr>
                  <w:rStyle w:val="Hyperlink"/>
                </w:rPr>
                <w:t>6.1.13 Add Unit Standards</w:t>
              </w:r>
            </w:hyperlink>
          </w:p>
          <w:p w:rsidR="003C75F2" w:rsidRDefault="003C75F2" w:rsidP="00056E0F">
            <w:pPr>
              <w:cnfStyle w:val="0000001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100000"/>
            </w:pPr>
            <w:r>
              <w:t>Client Module is loaded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100000"/>
            </w:pPr>
          </w:p>
        </w:tc>
      </w:tr>
      <w:tr w:rsidR="003C75F2" w:rsidTr="000341F8"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38" w:type="pct"/>
          </w:tcPr>
          <w:p w:rsidR="003C75F2" w:rsidRDefault="003C75F2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3C75F2" w:rsidRDefault="003C75F2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3C75F2" w:rsidRDefault="003C75F2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Preferred name</w:t>
            </w:r>
          </w:p>
          <w:p w:rsidR="003C75F2" w:rsidRDefault="003C75F2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3C75F2" w:rsidRDefault="003C75F2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NSN</w:t>
            </w:r>
          </w:p>
          <w:p w:rsidR="003C75F2" w:rsidRDefault="003C75F2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  <w:p w:rsidR="003C75F2" w:rsidRDefault="003C75F2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Trans Type</w:t>
            </w:r>
          </w:p>
          <w:p w:rsidR="003C75F2" w:rsidRDefault="003C75F2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Trans No</w:t>
            </w:r>
          </w:p>
          <w:p w:rsidR="003C75F2" w:rsidRDefault="003C75F2" w:rsidP="00056E0F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Debtor ID</w:t>
            </w:r>
          </w:p>
          <w:p w:rsidR="003C75F2" w:rsidRDefault="003C75F2" w:rsidP="00056E0F">
            <w:pPr>
              <w:cnfStyle w:val="0000000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000000"/>
            </w:pPr>
            <w:r>
              <w:t>Data is visible in text fields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000000"/>
            </w:pPr>
          </w:p>
        </w:tc>
      </w:tr>
      <w:tr w:rsidR="003C75F2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E65836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100000"/>
            </w:pPr>
            <w:r>
              <w:t>Search displays list of persons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100000"/>
            </w:pPr>
          </w:p>
        </w:tc>
      </w:tr>
      <w:tr w:rsidR="003C75F2" w:rsidTr="000341F8"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000000"/>
            </w:pPr>
            <w:r>
              <w:t>Double Click on the selected student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000000"/>
            </w:pPr>
            <w:r>
              <w:t>Screen changes to person view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000000"/>
            </w:pPr>
          </w:p>
        </w:tc>
      </w:tr>
      <w:tr w:rsidR="003C75F2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E65836">
              <w:rPr>
                <w:b/>
              </w:rPr>
              <w:t>Other Qualifications</w:t>
            </w:r>
            <w:r>
              <w:t xml:space="preserve"> </w:t>
            </w:r>
            <w:r>
              <w:lastRenderedPageBreak/>
              <w:t>button on Person Tree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100000"/>
            </w:pPr>
            <w:r>
              <w:t xml:space="preserve">Screen changes to </w:t>
            </w:r>
            <w:r>
              <w:lastRenderedPageBreak/>
              <w:t>Other Qualifications view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100000"/>
            </w:pPr>
          </w:p>
        </w:tc>
      </w:tr>
      <w:tr w:rsidR="003C75F2" w:rsidTr="000341F8"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3C75F2" w:rsidRDefault="003C75F2" w:rsidP="00E65836">
            <w:pPr>
              <w:pStyle w:val="ListParagraph"/>
              <w:ind w:left="0"/>
              <w:cnfStyle w:val="000000000000"/>
            </w:pPr>
            <w:r>
              <w:t xml:space="preserve">Go to </w:t>
            </w:r>
            <w:r w:rsidR="00E65836">
              <w:t>other</w:t>
            </w:r>
            <w:r>
              <w:t xml:space="preserve"> Qualifications tab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000000"/>
            </w:pPr>
          </w:p>
        </w:tc>
        <w:tc>
          <w:tcPr>
            <w:tcW w:w="487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000000"/>
            </w:pPr>
          </w:p>
        </w:tc>
      </w:tr>
      <w:tr w:rsidR="003C75F2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>
              <w:rPr>
                <w:b/>
              </w:rPr>
              <w:t>Edit</w:t>
            </w:r>
            <w:r>
              <w:t xml:space="preserve"> button on top header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100000"/>
            </w:pPr>
          </w:p>
        </w:tc>
        <w:tc>
          <w:tcPr>
            <w:tcW w:w="487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100000"/>
            </w:pPr>
          </w:p>
        </w:tc>
      </w:tr>
      <w:tr w:rsidR="003C75F2" w:rsidTr="000341F8"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000000"/>
            </w:pPr>
            <w:r>
              <w:t>Select a record you wish to delete</w:t>
            </w:r>
          </w:p>
        </w:tc>
        <w:tc>
          <w:tcPr>
            <w:tcW w:w="638" w:type="pct"/>
          </w:tcPr>
          <w:p w:rsidR="003C75F2" w:rsidRDefault="003C75F2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000000"/>
            </w:pPr>
            <w:r>
              <w:t>Item highlighted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000000"/>
            </w:pPr>
          </w:p>
        </w:tc>
      </w:tr>
      <w:tr w:rsidR="003C75F2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3057A9">
              <w:rPr>
                <w:b/>
              </w:rPr>
              <w:t>Delete</w:t>
            </w:r>
            <w:r>
              <w:t xml:space="preserve"> Button under </w:t>
            </w:r>
            <w:r w:rsidRPr="001B3217">
              <w:rPr>
                <w:b/>
              </w:rPr>
              <w:t>Unit Standards</w:t>
            </w:r>
            <w:r>
              <w:t xml:space="preserve"> grid</w:t>
            </w:r>
          </w:p>
        </w:tc>
        <w:tc>
          <w:tcPr>
            <w:tcW w:w="638" w:type="pct"/>
          </w:tcPr>
          <w:p w:rsidR="003C75F2" w:rsidRDefault="003C75F2" w:rsidP="00056E0F">
            <w:pPr>
              <w:pStyle w:val="ListParagraph"/>
              <w:ind w:left="360"/>
              <w:cnfStyle w:val="0000001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100000"/>
            </w:pPr>
            <w:r>
              <w:t>Record deleted successfully.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1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100000"/>
            </w:pPr>
          </w:p>
        </w:tc>
      </w:tr>
      <w:tr w:rsidR="003C75F2" w:rsidTr="000341F8">
        <w:tc>
          <w:tcPr>
            <w:cnfStyle w:val="001000000000"/>
            <w:tcW w:w="1125" w:type="pct"/>
            <w:vMerge/>
          </w:tcPr>
          <w:p w:rsidR="003C75F2" w:rsidRDefault="003C75F2" w:rsidP="00056E0F"/>
        </w:tc>
        <w:tc>
          <w:tcPr>
            <w:tcW w:w="737" w:type="pct"/>
            <w:vMerge/>
          </w:tcPr>
          <w:p w:rsidR="003C75F2" w:rsidRDefault="003C75F2" w:rsidP="00056E0F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3C75F2" w:rsidRDefault="003C75F2" w:rsidP="00056E0F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E65836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638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509" w:type="pct"/>
          </w:tcPr>
          <w:p w:rsidR="003C75F2" w:rsidRDefault="003C75F2" w:rsidP="001B3217">
            <w:pPr>
              <w:cnfStyle w:val="000000000000"/>
            </w:pPr>
            <w:r>
              <w:t>Record Saved Successfully.</w:t>
            </w:r>
          </w:p>
        </w:tc>
        <w:tc>
          <w:tcPr>
            <w:tcW w:w="487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5" w:type="pct"/>
          </w:tcPr>
          <w:p w:rsidR="003C75F2" w:rsidRDefault="003C75F2" w:rsidP="00056E0F">
            <w:pPr>
              <w:cnfStyle w:val="000000000000"/>
            </w:pPr>
          </w:p>
        </w:tc>
        <w:tc>
          <w:tcPr>
            <w:tcW w:w="432" w:type="pct"/>
          </w:tcPr>
          <w:p w:rsidR="003C75F2" w:rsidRDefault="003C75F2" w:rsidP="00056E0F">
            <w:pPr>
              <w:cnfStyle w:val="000000000000"/>
            </w:pPr>
          </w:p>
        </w:tc>
      </w:tr>
      <w:tr w:rsidR="00AA56B9" w:rsidTr="000341F8">
        <w:trPr>
          <w:cnfStyle w:val="000000100000"/>
        </w:trPr>
        <w:tc>
          <w:tcPr>
            <w:cnfStyle w:val="001000000000"/>
            <w:tcW w:w="1125" w:type="pct"/>
            <w:vMerge w:val="restart"/>
          </w:tcPr>
          <w:p w:rsidR="00AA56B9" w:rsidRPr="000341F8" w:rsidRDefault="00AA56B9" w:rsidP="000341F8">
            <w:pPr>
              <w:pStyle w:val="Heading3"/>
              <w:outlineLvl w:val="2"/>
            </w:pPr>
            <w:bookmarkStart w:id="39" w:name="_Toc360707956"/>
            <w:r w:rsidRPr="000341F8">
              <w:t>6.2</w:t>
            </w:r>
            <w:bookmarkStart w:id="40" w:name="PrintReports"/>
            <w:r>
              <w:t xml:space="preserve"> </w:t>
            </w:r>
            <w:r w:rsidRPr="000341F8">
              <w:t>Print Reports</w:t>
            </w:r>
            <w:bookmarkEnd w:id="40"/>
            <w:r>
              <w:t xml:space="preserve"> for Other Qualifications</w:t>
            </w:r>
            <w:bookmarkEnd w:id="39"/>
          </w:p>
        </w:tc>
        <w:tc>
          <w:tcPr>
            <w:tcW w:w="737" w:type="pct"/>
            <w:vMerge w:val="restart"/>
          </w:tcPr>
          <w:p w:rsidR="00AA56B9" w:rsidRDefault="00AA56B9" w:rsidP="00E65836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AA56B9" w:rsidRDefault="00AA56B9" w:rsidP="00E65836">
            <w:pPr>
              <w:pStyle w:val="ListParagraph"/>
              <w:numPr>
                <w:ilvl w:val="0"/>
                <w:numId w:val="11"/>
              </w:numPr>
              <w:cnfStyle w:val="000000100000"/>
            </w:pPr>
            <w:r w:rsidRPr="00E65836">
              <w:rPr>
                <w:b/>
              </w:rPr>
              <w:t xml:space="preserve">4.1.1 </w:t>
            </w:r>
            <w:r w:rsidRPr="008C6902">
              <w:t>Add Student</w:t>
            </w:r>
            <w:r>
              <w:t xml:space="preserve"> </w:t>
            </w:r>
          </w:p>
          <w:p w:rsidR="00AA56B9" w:rsidRDefault="00AA56B9" w:rsidP="00AA56B9">
            <w:pPr>
              <w:cnfStyle w:val="000000100000"/>
            </w:pPr>
          </w:p>
          <w:p w:rsidR="00AA56B9" w:rsidRDefault="00AA56B9" w:rsidP="00AA56B9">
            <w:pPr>
              <w:cnfStyle w:val="000000100000"/>
            </w:pPr>
            <w:r>
              <w:t>Make sure to configure reports path in config.php.</w:t>
            </w:r>
          </w:p>
          <w:p w:rsidR="00AA56B9" w:rsidRDefault="00AA56B9" w:rsidP="004B4E58">
            <w:pPr>
              <w:cnfStyle w:val="000000100000"/>
            </w:pPr>
          </w:p>
        </w:tc>
        <w:tc>
          <w:tcPr>
            <w:tcW w:w="637" w:type="pct"/>
          </w:tcPr>
          <w:p w:rsidR="00AA56B9" w:rsidRDefault="00AA56B9" w:rsidP="004B4E58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</w:tc>
        <w:tc>
          <w:tcPr>
            <w:tcW w:w="638" w:type="pct"/>
          </w:tcPr>
          <w:p w:rsidR="00AA56B9" w:rsidRDefault="00AA56B9" w:rsidP="004B4E58">
            <w:pPr>
              <w:cnfStyle w:val="000000100000"/>
            </w:pPr>
          </w:p>
        </w:tc>
        <w:tc>
          <w:tcPr>
            <w:tcW w:w="509" w:type="pct"/>
          </w:tcPr>
          <w:p w:rsidR="00AA56B9" w:rsidRDefault="00AA56B9" w:rsidP="001B3217">
            <w:pPr>
              <w:cnfStyle w:val="000000100000"/>
            </w:pPr>
            <w:r>
              <w:t>Client Module is loaded</w:t>
            </w:r>
          </w:p>
        </w:tc>
        <w:tc>
          <w:tcPr>
            <w:tcW w:w="487" w:type="pct"/>
          </w:tcPr>
          <w:p w:rsidR="00AA56B9" w:rsidRDefault="00AA56B9" w:rsidP="00056E0F">
            <w:pPr>
              <w:cnfStyle w:val="000000100000"/>
            </w:pPr>
          </w:p>
        </w:tc>
        <w:tc>
          <w:tcPr>
            <w:tcW w:w="435" w:type="pct"/>
          </w:tcPr>
          <w:p w:rsidR="00AA56B9" w:rsidRDefault="00AA56B9" w:rsidP="00056E0F">
            <w:pPr>
              <w:cnfStyle w:val="000000100000"/>
            </w:pPr>
          </w:p>
        </w:tc>
        <w:tc>
          <w:tcPr>
            <w:tcW w:w="432" w:type="pct"/>
          </w:tcPr>
          <w:p w:rsidR="00AA56B9" w:rsidRDefault="00AA56B9" w:rsidP="00056E0F">
            <w:pPr>
              <w:cnfStyle w:val="000000100000"/>
            </w:pPr>
          </w:p>
        </w:tc>
      </w:tr>
      <w:tr w:rsidR="00AA56B9" w:rsidTr="000341F8">
        <w:tc>
          <w:tcPr>
            <w:cnfStyle w:val="001000000000"/>
            <w:tcW w:w="1125" w:type="pct"/>
            <w:vMerge/>
          </w:tcPr>
          <w:p w:rsidR="00AA56B9" w:rsidRDefault="00AA56B9" w:rsidP="004B4E58"/>
        </w:tc>
        <w:tc>
          <w:tcPr>
            <w:tcW w:w="737" w:type="pct"/>
            <w:vMerge/>
          </w:tcPr>
          <w:p w:rsidR="00AA56B9" w:rsidRDefault="00AA56B9" w:rsidP="004B4E58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AA56B9" w:rsidRDefault="00AA56B9" w:rsidP="004B4E58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38" w:type="pct"/>
          </w:tcPr>
          <w:p w:rsidR="00AA56B9" w:rsidRDefault="00AA56B9" w:rsidP="004B4E58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AA56B9" w:rsidRDefault="00AA56B9" w:rsidP="004B4E58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AA56B9" w:rsidRDefault="00AA56B9" w:rsidP="004B4E58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AA56B9" w:rsidRDefault="00AA56B9" w:rsidP="00E65836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09" w:type="pct"/>
          </w:tcPr>
          <w:p w:rsidR="00AA56B9" w:rsidRDefault="00AA56B9" w:rsidP="001B3217">
            <w:pPr>
              <w:cnfStyle w:val="000000000000"/>
            </w:pPr>
            <w:r>
              <w:t>Data is visible in text fields</w:t>
            </w:r>
          </w:p>
        </w:tc>
        <w:tc>
          <w:tcPr>
            <w:tcW w:w="487" w:type="pct"/>
          </w:tcPr>
          <w:p w:rsidR="00AA56B9" w:rsidRDefault="00AA56B9" w:rsidP="00056E0F">
            <w:pPr>
              <w:cnfStyle w:val="000000000000"/>
            </w:pPr>
          </w:p>
        </w:tc>
        <w:tc>
          <w:tcPr>
            <w:tcW w:w="435" w:type="pct"/>
          </w:tcPr>
          <w:p w:rsidR="00AA56B9" w:rsidRDefault="00AA56B9" w:rsidP="00056E0F">
            <w:pPr>
              <w:cnfStyle w:val="000000000000"/>
            </w:pPr>
          </w:p>
        </w:tc>
        <w:tc>
          <w:tcPr>
            <w:tcW w:w="432" w:type="pct"/>
          </w:tcPr>
          <w:p w:rsidR="00AA56B9" w:rsidRDefault="00AA56B9" w:rsidP="00056E0F">
            <w:pPr>
              <w:cnfStyle w:val="000000000000"/>
            </w:pPr>
          </w:p>
        </w:tc>
      </w:tr>
      <w:tr w:rsidR="00AA56B9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AA56B9" w:rsidRDefault="00AA56B9" w:rsidP="004B4E58"/>
        </w:tc>
        <w:tc>
          <w:tcPr>
            <w:tcW w:w="737" w:type="pct"/>
            <w:vMerge/>
          </w:tcPr>
          <w:p w:rsidR="00AA56B9" w:rsidRDefault="00AA56B9" w:rsidP="004B4E58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AA56B9" w:rsidRDefault="00AA56B9" w:rsidP="004B4E58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E65836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38" w:type="pct"/>
          </w:tcPr>
          <w:p w:rsidR="00AA56B9" w:rsidRDefault="00AA56B9" w:rsidP="004B4E58">
            <w:pPr>
              <w:cnfStyle w:val="000000100000"/>
            </w:pPr>
          </w:p>
        </w:tc>
        <w:tc>
          <w:tcPr>
            <w:tcW w:w="509" w:type="pct"/>
          </w:tcPr>
          <w:p w:rsidR="00AA56B9" w:rsidRDefault="00AA56B9" w:rsidP="001B3217">
            <w:pPr>
              <w:cnfStyle w:val="000000100000"/>
            </w:pPr>
            <w:r>
              <w:t>Search displays list of persons</w:t>
            </w:r>
          </w:p>
        </w:tc>
        <w:tc>
          <w:tcPr>
            <w:tcW w:w="487" w:type="pct"/>
          </w:tcPr>
          <w:p w:rsidR="00AA56B9" w:rsidRDefault="00AA56B9" w:rsidP="00056E0F">
            <w:pPr>
              <w:cnfStyle w:val="000000100000"/>
            </w:pPr>
          </w:p>
        </w:tc>
        <w:tc>
          <w:tcPr>
            <w:tcW w:w="435" w:type="pct"/>
          </w:tcPr>
          <w:p w:rsidR="00AA56B9" w:rsidRDefault="00AA56B9" w:rsidP="00056E0F">
            <w:pPr>
              <w:cnfStyle w:val="000000100000"/>
            </w:pPr>
          </w:p>
        </w:tc>
        <w:tc>
          <w:tcPr>
            <w:tcW w:w="432" w:type="pct"/>
          </w:tcPr>
          <w:p w:rsidR="00AA56B9" w:rsidRDefault="00AA56B9" w:rsidP="00056E0F">
            <w:pPr>
              <w:cnfStyle w:val="000000100000"/>
            </w:pPr>
          </w:p>
        </w:tc>
      </w:tr>
      <w:tr w:rsidR="00AA56B9" w:rsidTr="000341F8">
        <w:tc>
          <w:tcPr>
            <w:cnfStyle w:val="001000000000"/>
            <w:tcW w:w="1125" w:type="pct"/>
            <w:vMerge/>
          </w:tcPr>
          <w:p w:rsidR="00AA56B9" w:rsidRDefault="00AA56B9" w:rsidP="004B4E58"/>
        </w:tc>
        <w:tc>
          <w:tcPr>
            <w:tcW w:w="737" w:type="pct"/>
            <w:vMerge/>
          </w:tcPr>
          <w:p w:rsidR="00AA56B9" w:rsidRDefault="00AA56B9" w:rsidP="004B4E58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AA56B9" w:rsidRDefault="00AA56B9" w:rsidP="004B4E58">
            <w:pPr>
              <w:pStyle w:val="ListParagraph"/>
              <w:ind w:left="0"/>
              <w:cnfStyle w:val="000000000000"/>
            </w:pPr>
            <w:r>
              <w:t>Double Click on the selected student</w:t>
            </w:r>
          </w:p>
        </w:tc>
        <w:tc>
          <w:tcPr>
            <w:tcW w:w="638" w:type="pct"/>
          </w:tcPr>
          <w:p w:rsidR="00AA56B9" w:rsidRDefault="00AA56B9" w:rsidP="004B4E58">
            <w:pPr>
              <w:cnfStyle w:val="000000000000"/>
            </w:pPr>
          </w:p>
        </w:tc>
        <w:tc>
          <w:tcPr>
            <w:tcW w:w="509" w:type="pct"/>
          </w:tcPr>
          <w:p w:rsidR="00AA56B9" w:rsidRDefault="00AA56B9" w:rsidP="001B3217">
            <w:pPr>
              <w:cnfStyle w:val="000000000000"/>
            </w:pPr>
            <w:r>
              <w:t>Screen changes to person view</w:t>
            </w:r>
          </w:p>
        </w:tc>
        <w:tc>
          <w:tcPr>
            <w:tcW w:w="487" w:type="pct"/>
          </w:tcPr>
          <w:p w:rsidR="00AA56B9" w:rsidRDefault="00AA56B9" w:rsidP="00056E0F">
            <w:pPr>
              <w:cnfStyle w:val="000000000000"/>
            </w:pPr>
          </w:p>
        </w:tc>
        <w:tc>
          <w:tcPr>
            <w:tcW w:w="435" w:type="pct"/>
          </w:tcPr>
          <w:p w:rsidR="00AA56B9" w:rsidRDefault="00AA56B9" w:rsidP="00056E0F">
            <w:pPr>
              <w:cnfStyle w:val="000000000000"/>
            </w:pPr>
          </w:p>
        </w:tc>
        <w:tc>
          <w:tcPr>
            <w:tcW w:w="432" w:type="pct"/>
          </w:tcPr>
          <w:p w:rsidR="00AA56B9" w:rsidRDefault="00AA56B9" w:rsidP="00056E0F">
            <w:pPr>
              <w:cnfStyle w:val="000000000000"/>
            </w:pPr>
          </w:p>
        </w:tc>
      </w:tr>
      <w:tr w:rsidR="00AA56B9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AA56B9" w:rsidRDefault="00AA56B9" w:rsidP="004B4E58"/>
        </w:tc>
        <w:tc>
          <w:tcPr>
            <w:tcW w:w="737" w:type="pct"/>
            <w:vMerge/>
          </w:tcPr>
          <w:p w:rsidR="00AA56B9" w:rsidRDefault="00AA56B9" w:rsidP="004B4E58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AA56B9" w:rsidRDefault="00AA56B9" w:rsidP="004B4E58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E65836">
              <w:rPr>
                <w:b/>
              </w:rPr>
              <w:t xml:space="preserve">Other </w:t>
            </w:r>
            <w:r w:rsidRPr="00E65836">
              <w:rPr>
                <w:b/>
              </w:rPr>
              <w:lastRenderedPageBreak/>
              <w:t>Qualifications</w:t>
            </w:r>
            <w:r>
              <w:t xml:space="preserve"> button on Person Tree</w:t>
            </w:r>
          </w:p>
        </w:tc>
        <w:tc>
          <w:tcPr>
            <w:tcW w:w="638" w:type="pct"/>
          </w:tcPr>
          <w:p w:rsidR="00AA56B9" w:rsidRDefault="00AA56B9" w:rsidP="004B4E58">
            <w:pPr>
              <w:cnfStyle w:val="000000100000"/>
            </w:pPr>
          </w:p>
        </w:tc>
        <w:tc>
          <w:tcPr>
            <w:tcW w:w="509" w:type="pct"/>
          </w:tcPr>
          <w:p w:rsidR="00AA56B9" w:rsidRDefault="00AA56B9" w:rsidP="00056E0F">
            <w:pPr>
              <w:cnfStyle w:val="000000100000"/>
            </w:pPr>
            <w:r>
              <w:t xml:space="preserve">Screen </w:t>
            </w:r>
            <w:r>
              <w:lastRenderedPageBreak/>
              <w:t>changes to Other Qualifications view.</w:t>
            </w:r>
          </w:p>
        </w:tc>
        <w:tc>
          <w:tcPr>
            <w:tcW w:w="487" w:type="pct"/>
          </w:tcPr>
          <w:p w:rsidR="00AA56B9" w:rsidRDefault="00AA56B9" w:rsidP="00056E0F">
            <w:pPr>
              <w:cnfStyle w:val="000000100000"/>
            </w:pPr>
          </w:p>
        </w:tc>
        <w:tc>
          <w:tcPr>
            <w:tcW w:w="435" w:type="pct"/>
          </w:tcPr>
          <w:p w:rsidR="00AA56B9" w:rsidRDefault="00AA56B9" w:rsidP="00056E0F">
            <w:pPr>
              <w:cnfStyle w:val="000000100000"/>
            </w:pPr>
          </w:p>
        </w:tc>
        <w:tc>
          <w:tcPr>
            <w:tcW w:w="432" w:type="pct"/>
          </w:tcPr>
          <w:p w:rsidR="00AA56B9" w:rsidRDefault="00AA56B9" w:rsidP="00056E0F">
            <w:pPr>
              <w:cnfStyle w:val="000000100000"/>
            </w:pPr>
          </w:p>
        </w:tc>
      </w:tr>
      <w:tr w:rsidR="00AA56B9" w:rsidTr="000341F8">
        <w:tc>
          <w:tcPr>
            <w:cnfStyle w:val="001000000000"/>
            <w:tcW w:w="1125" w:type="pct"/>
            <w:vMerge/>
          </w:tcPr>
          <w:p w:rsidR="00AA56B9" w:rsidRDefault="00AA56B9" w:rsidP="004B4E58"/>
        </w:tc>
        <w:tc>
          <w:tcPr>
            <w:tcW w:w="737" w:type="pct"/>
            <w:vMerge/>
          </w:tcPr>
          <w:p w:rsidR="00AA56B9" w:rsidRDefault="00AA56B9" w:rsidP="004B4E58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AA56B9" w:rsidRDefault="00AA56B9" w:rsidP="004B4E58">
            <w:pPr>
              <w:pStyle w:val="ListParagraph"/>
              <w:ind w:left="0"/>
              <w:cnfStyle w:val="000000000000"/>
            </w:pPr>
            <w:r>
              <w:t>Click on the Print button just above the person tree.</w:t>
            </w:r>
          </w:p>
        </w:tc>
        <w:tc>
          <w:tcPr>
            <w:tcW w:w="638" w:type="pct"/>
          </w:tcPr>
          <w:p w:rsidR="00AA56B9" w:rsidRDefault="00AA56B9" w:rsidP="004B4E58">
            <w:pPr>
              <w:cnfStyle w:val="000000000000"/>
            </w:pPr>
          </w:p>
        </w:tc>
        <w:tc>
          <w:tcPr>
            <w:tcW w:w="509" w:type="pct"/>
          </w:tcPr>
          <w:p w:rsidR="00AA56B9" w:rsidRDefault="00AA56B9" w:rsidP="00056E0F">
            <w:pPr>
              <w:cnfStyle w:val="000000000000"/>
            </w:pPr>
            <w:r>
              <w:t>Report viewer with person reports &amp; other qualification reports will be displayed.</w:t>
            </w:r>
          </w:p>
        </w:tc>
        <w:tc>
          <w:tcPr>
            <w:tcW w:w="487" w:type="pct"/>
          </w:tcPr>
          <w:p w:rsidR="00AA56B9" w:rsidRDefault="00AA56B9" w:rsidP="00056E0F">
            <w:pPr>
              <w:cnfStyle w:val="000000000000"/>
            </w:pPr>
          </w:p>
        </w:tc>
        <w:tc>
          <w:tcPr>
            <w:tcW w:w="435" w:type="pct"/>
          </w:tcPr>
          <w:p w:rsidR="00AA56B9" w:rsidRDefault="00AA56B9" w:rsidP="00056E0F">
            <w:pPr>
              <w:cnfStyle w:val="000000000000"/>
            </w:pPr>
          </w:p>
        </w:tc>
        <w:tc>
          <w:tcPr>
            <w:tcW w:w="432" w:type="pct"/>
          </w:tcPr>
          <w:p w:rsidR="00AA56B9" w:rsidRDefault="00AA56B9" w:rsidP="00056E0F">
            <w:pPr>
              <w:cnfStyle w:val="000000000000"/>
            </w:pPr>
          </w:p>
        </w:tc>
      </w:tr>
      <w:tr w:rsidR="00AA56B9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AA56B9" w:rsidRDefault="00AA56B9" w:rsidP="004B4E58"/>
        </w:tc>
        <w:tc>
          <w:tcPr>
            <w:tcW w:w="737" w:type="pct"/>
            <w:vMerge/>
          </w:tcPr>
          <w:p w:rsidR="00AA56B9" w:rsidRDefault="00AA56B9" w:rsidP="004B4E58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AA56B9" w:rsidRDefault="00AA56B9" w:rsidP="00E37824">
            <w:pPr>
              <w:pStyle w:val="ListParagraph"/>
              <w:ind w:left="0"/>
              <w:cnfStyle w:val="000000100000"/>
            </w:pPr>
            <w:r>
              <w:t>Click on the desired report</w:t>
            </w:r>
          </w:p>
        </w:tc>
        <w:tc>
          <w:tcPr>
            <w:tcW w:w="638" w:type="pct"/>
          </w:tcPr>
          <w:p w:rsidR="00AA56B9" w:rsidRDefault="00AA56B9" w:rsidP="00E37824">
            <w:pPr>
              <w:pStyle w:val="ListParagraph"/>
              <w:ind w:left="360"/>
              <w:cnfStyle w:val="000000100000"/>
            </w:pPr>
          </w:p>
        </w:tc>
        <w:tc>
          <w:tcPr>
            <w:tcW w:w="509" w:type="pct"/>
          </w:tcPr>
          <w:p w:rsidR="00AA56B9" w:rsidRDefault="00AA56B9" w:rsidP="00E37824">
            <w:pPr>
              <w:cnfStyle w:val="000000100000"/>
            </w:pPr>
            <w:r>
              <w:t>Report navigates to new tab and opens up the report.</w:t>
            </w:r>
          </w:p>
        </w:tc>
        <w:tc>
          <w:tcPr>
            <w:tcW w:w="487" w:type="pct"/>
          </w:tcPr>
          <w:p w:rsidR="00AA56B9" w:rsidRDefault="00AA56B9" w:rsidP="00056E0F">
            <w:pPr>
              <w:cnfStyle w:val="000000100000"/>
            </w:pPr>
          </w:p>
        </w:tc>
        <w:tc>
          <w:tcPr>
            <w:tcW w:w="435" w:type="pct"/>
          </w:tcPr>
          <w:p w:rsidR="00AA56B9" w:rsidRDefault="00AA56B9" w:rsidP="00056E0F">
            <w:pPr>
              <w:cnfStyle w:val="000000100000"/>
            </w:pPr>
          </w:p>
        </w:tc>
        <w:tc>
          <w:tcPr>
            <w:tcW w:w="432" w:type="pct"/>
          </w:tcPr>
          <w:p w:rsidR="00AA56B9" w:rsidRDefault="00AA56B9" w:rsidP="00056E0F">
            <w:pPr>
              <w:cnfStyle w:val="000000100000"/>
            </w:pPr>
          </w:p>
        </w:tc>
      </w:tr>
      <w:tr w:rsidR="00AA56B9" w:rsidTr="000341F8">
        <w:tc>
          <w:tcPr>
            <w:cnfStyle w:val="001000000000"/>
            <w:tcW w:w="1125" w:type="pct"/>
            <w:vMerge/>
          </w:tcPr>
          <w:p w:rsidR="00AA56B9" w:rsidRDefault="00AA56B9" w:rsidP="004B4E58"/>
        </w:tc>
        <w:tc>
          <w:tcPr>
            <w:tcW w:w="737" w:type="pct"/>
            <w:vMerge/>
          </w:tcPr>
          <w:p w:rsidR="00AA56B9" w:rsidRDefault="00AA56B9" w:rsidP="004B4E58">
            <w:pPr>
              <w:pStyle w:val="ListParagraph"/>
              <w:ind w:left="360"/>
              <w:cnfStyle w:val="000000000000"/>
            </w:pPr>
          </w:p>
        </w:tc>
        <w:tc>
          <w:tcPr>
            <w:tcW w:w="637" w:type="pct"/>
          </w:tcPr>
          <w:p w:rsidR="00AA56B9" w:rsidRDefault="00AA56B9" w:rsidP="00E37824">
            <w:pPr>
              <w:pStyle w:val="ListParagraph"/>
              <w:ind w:left="0"/>
              <w:cnfStyle w:val="000000000000"/>
            </w:pPr>
            <w:r>
              <w:t>If the parameter value is not set, go to Advanced tab and double click on the value to place in a clip board.</w:t>
            </w:r>
          </w:p>
          <w:p w:rsidR="00AA56B9" w:rsidRDefault="00AA56B9" w:rsidP="00E37824">
            <w:pPr>
              <w:pStyle w:val="ListParagraph"/>
              <w:ind w:left="0"/>
              <w:cnfStyle w:val="000000000000"/>
            </w:pPr>
          </w:p>
          <w:p w:rsidR="00AA56B9" w:rsidRDefault="00AA56B9" w:rsidP="00E37824">
            <w:pPr>
              <w:pStyle w:val="ListParagraph"/>
              <w:ind w:left="0"/>
              <w:cnfStyle w:val="000000000000"/>
            </w:pPr>
            <w:r>
              <w:t>Then Paste the parameter value in the value field.</w:t>
            </w:r>
          </w:p>
        </w:tc>
        <w:tc>
          <w:tcPr>
            <w:tcW w:w="638" w:type="pct"/>
          </w:tcPr>
          <w:p w:rsidR="00AA56B9" w:rsidRDefault="00AA56B9" w:rsidP="00E37824">
            <w:pPr>
              <w:pStyle w:val="ListParagraph"/>
              <w:ind w:left="360"/>
              <w:cnfStyle w:val="000000000000"/>
            </w:pPr>
          </w:p>
        </w:tc>
        <w:tc>
          <w:tcPr>
            <w:tcW w:w="509" w:type="pct"/>
          </w:tcPr>
          <w:p w:rsidR="00AA56B9" w:rsidRDefault="00AA56B9" w:rsidP="00E37824">
            <w:pPr>
              <w:cnfStyle w:val="000000000000"/>
            </w:pPr>
            <w:r>
              <w:t>Value is visible in text field.</w:t>
            </w:r>
          </w:p>
        </w:tc>
        <w:tc>
          <w:tcPr>
            <w:tcW w:w="487" w:type="pct"/>
          </w:tcPr>
          <w:p w:rsidR="00AA56B9" w:rsidRDefault="00AA56B9" w:rsidP="00056E0F">
            <w:pPr>
              <w:cnfStyle w:val="000000000000"/>
            </w:pPr>
          </w:p>
        </w:tc>
        <w:tc>
          <w:tcPr>
            <w:tcW w:w="435" w:type="pct"/>
          </w:tcPr>
          <w:p w:rsidR="00AA56B9" w:rsidRDefault="00AA56B9" w:rsidP="00056E0F">
            <w:pPr>
              <w:cnfStyle w:val="000000000000"/>
            </w:pPr>
          </w:p>
        </w:tc>
        <w:tc>
          <w:tcPr>
            <w:tcW w:w="432" w:type="pct"/>
          </w:tcPr>
          <w:p w:rsidR="00AA56B9" w:rsidRDefault="00AA56B9" w:rsidP="00056E0F">
            <w:pPr>
              <w:cnfStyle w:val="000000000000"/>
            </w:pPr>
          </w:p>
        </w:tc>
      </w:tr>
      <w:tr w:rsidR="00AA56B9" w:rsidTr="000341F8">
        <w:trPr>
          <w:cnfStyle w:val="000000100000"/>
        </w:trPr>
        <w:tc>
          <w:tcPr>
            <w:cnfStyle w:val="001000000000"/>
            <w:tcW w:w="1125" w:type="pct"/>
            <w:vMerge/>
          </w:tcPr>
          <w:p w:rsidR="00AA56B9" w:rsidRDefault="00AA56B9" w:rsidP="004B4E58"/>
        </w:tc>
        <w:tc>
          <w:tcPr>
            <w:tcW w:w="737" w:type="pct"/>
            <w:vMerge/>
          </w:tcPr>
          <w:p w:rsidR="00AA56B9" w:rsidRDefault="00AA56B9" w:rsidP="004B4E58">
            <w:pPr>
              <w:pStyle w:val="ListParagraph"/>
              <w:ind w:left="360"/>
              <w:cnfStyle w:val="000000100000"/>
            </w:pPr>
          </w:p>
        </w:tc>
        <w:tc>
          <w:tcPr>
            <w:tcW w:w="637" w:type="pct"/>
          </w:tcPr>
          <w:p w:rsidR="00AA56B9" w:rsidRDefault="00AA56B9" w:rsidP="00E37824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521FFF">
              <w:rPr>
                <w:b/>
              </w:rPr>
              <w:t>Run</w:t>
            </w:r>
            <w:r>
              <w:t xml:space="preserve"> button on report viewer pop up.</w:t>
            </w:r>
          </w:p>
        </w:tc>
        <w:tc>
          <w:tcPr>
            <w:tcW w:w="638" w:type="pct"/>
          </w:tcPr>
          <w:p w:rsidR="00AA56B9" w:rsidRDefault="00AA56B9" w:rsidP="00E37824">
            <w:pPr>
              <w:pStyle w:val="ListParagraph"/>
              <w:ind w:left="360"/>
              <w:cnfStyle w:val="000000100000"/>
            </w:pPr>
          </w:p>
        </w:tc>
        <w:tc>
          <w:tcPr>
            <w:tcW w:w="509" w:type="pct"/>
          </w:tcPr>
          <w:p w:rsidR="00AA56B9" w:rsidRDefault="00AA56B9" w:rsidP="00E37824">
            <w:pPr>
              <w:cnfStyle w:val="000000100000"/>
            </w:pPr>
            <w:r>
              <w:t xml:space="preserve">Report navigates to new tab and </w:t>
            </w:r>
            <w:r>
              <w:lastRenderedPageBreak/>
              <w:t>opens up the report keeping the current window open.</w:t>
            </w:r>
          </w:p>
        </w:tc>
        <w:tc>
          <w:tcPr>
            <w:tcW w:w="487" w:type="pct"/>
          </w:tcPr>
          <w:p w:rsidR="00AA56B9" w:rsidRDefault="00AA56B9" w:rsidP="00056E0F">
            <w:pPr>
              <w:cnfStyle w:val="000000100000"/>
            </w:pPr>
          </w:p>
        </w:tc>
        <w:tc>
          <w:tcPr>
            <w:tcW w:w="435" w:type="pct"/>
          </w:tcPr>
          <w:p w:rsidR="00AA56B9" w:rsidRDefault="00AA56B9" w:rsidP="00056E0F">
            <w:pPr>
              <w:cnfStyle w:val="000000100000"/>
            </w:pPr>
          </w:p>
        </w:tc>
        <w:tc>
          <w:tcPr>
            <w:tcW w:w="432" w:type="pct"/>
          </w:tcPr>
          <w:p w:rsidR="00AA56B9" w:rsidRDefault="00AA56B9" w:rsidP="00056E0F">
            <w:pPr>
              <w:cnfStyle w:val="000000100000"/>
            </w:pPr>
          </w:p>
        </w:tc>
      </w:tr>
    </w:tbl>
    <w:p w:rsidR="00AB5395" w:rsidRDefault="00AB5395" w:rsidP="00E11D0F"/>
    <w:p w:rsidR="00BB39B3" w:rsidRDefault="00AB5395" w:rsidP="00AB5395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</w:p>
    <w:p w:rsidR="001B3217" w:rsidRPr="00E11D0F" w:rsidRDefault="001B3217" w:rsidP="001B3217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</w:t>
      </w:r>
    </w:p>
    <w:sectPr w:rsidR="001B3217" w:rsidRPr="00E11D0F" w:rsidSect="00685618">
      <w:headerReference w:type="default" r:id="rId9"/>
      <w:footerReference w:type="default" r:id="rId10"/>
      <w:headerReference w:type="first" r:id="rId11"/>
      <w:footerReference w:type="first" r:id="rId12"/>
      <w:pgSz w:w="16839" w:h="11907" w:orient="landscape" w:code="9"/>
      <w:pgMar w:top="1440" w:right="1440" w:bottom="1440" w:left="1440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163" w:rsidRDefault="00391163" w:rsidP="000366C0">
      <w:pPr>
        <w:spacing w:after="0" w:line="240" w:lineRule="auto"/>
      </w:pPr>
      <w:r>
        <w:separator/>
      </w:r>
    </w:p>
  </w:endnote>
  <w:endnote w:type="continuationSeparator" w:id="0">
    <w:p w:rsidR="00391163" w:rsidRDefault="00391163" w:rsidP="00036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62F" w:rsidRPr="00065894" w:rsidRDefault="00C8362F">
    <w:pPr>
      <w:pStyle w:val="Footer"/>
      <w:rPr>
        <w:sz w:val="16"/>
        <w:szCs w:val="16"/>
      </w:rPr>
    </w:pPr>
    <w:r>
      <w:t xml:space="preserve">Test Plan – Client/Student/Other Qualifications </w:t>
    </w:r>
    <w:r w:rsidRPr="00065894">
      <w:rPr>
        <w:sz w:val="16"/>
        <w:szCs w:val="16"/>
      </w:rPr>
      <w:ptab w:relativeTo="margin" w:alignment="center" w:leader="none"/>
    </w:r>
    <w:r w:rsidRPr="00065894">
      <w:rPr>
        <w:sz w:val="16"/>
        <w:szCs w:val="16"/>
      </w:rPr>
      <w:ptab w:relativeTo="margin" w:alignment="right" w:leader="none"/>
    </w:r>
    <w:r w:rsidRPr="00065894">
      <w:rPr>
        <w:sz w:val="16"/>
        <w:szCs w:val="16"/>
      </w:rPr>
      <w:t xml:space="preserve">page </w:t>
    </w:r>
    <w:r w:rsidR="007E717E" w:rsidRPr="00065894">
      <w:rPr>
        <w:sz w:val="16"/>
        <w:szCs w:val="16"/>
      </w:rPr>
      <w:fldChar w:fldCharType="begin"/>
    </w:r>
    <w:r w:rsidRPr="00065894">
      <w:rPr>
        <w:sz w:val="16"/>
        <w:szCs w:val="16"/>
      </w:rPr>
      <w:instrText xml:space="preserve"> PAGE   \* MERGEFORMAT </w:instrText>
    </w:r>
    <w:r w:rsidR="007E717E" w:rsidRPr="00065894">
      <w:rPr>
        <w:sz w:val="16"/>
        <w:szCs w:val="16"/>
      </w:rPr>
      <w:fldChar w:fldCharType="separate"/>
    </w:r>
    <w:r w:rsidR="0002379C">
      <w:rPr>
        <w:noProof/>
        <w:sz w:val="16"/>
        <w:szCs w:val="16"/>
      </w:rPr>
      <w:t>1</w:t>
    </w:r>
    <w:r w:rsidR="007E717E" w:rsidRPr="00065894">
      <w:rPr>
        <w:sz w:val="16"/>
        <w:szCs w:val="16"/>
      </w:rPr>
      <w:fldChar w:fldCharType="end"/>
    </w:r>
    <w:r w:rsidRPr="00065894">
      <w:rPr>
        <w:sz w:val="16"/>
        <w:szCs w:val="16"/>
      </w:rPr>
      <w:t xml:space="preserve"> of </w:t>
    </w:r>
    <w:fldSimple w:instr=" NUMPAGES  \* Arabic  \* MERGEFORMAT ">
      <w:r w:rsidR="0002379C" w:rsidRPr="0002379C">
        <w:rPr>
          <w:noProof/>
          <w:sz w:val="16"/>
          <w:szCs w:val="16"/>
        </w:rPr>
        <w:t>22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62F" w:rsidRPr="00065894" w:rsidRDefault="00C8362F" w:rsidP="00065894">
    <w:pPr>
      <w:pStyle w:val="Footer"/>
      <w:rPr>
        <w:sz w:val="16"/>
        <w:szCs w:val="16"/>
      </w:rPr>
    </w:pPr>
    <w:r>
      <w:rPr>
        <w:sz w:val="16"/>
        <w:szCs w:val="16"/>
      </w:rPr>
      <w:t>Regression Test Plan</w:t>
    </w:r>
    <w:r w:rsidRPr="00065894">
      <w:rPr>
        <w:sz w:val="16"/>
        <w:szCs w:val="16"/>
      </w:rPr>
      <w:ptab w:relativeTo="margin" w:alignment="center" w:leader="none"/>
    </w:r>
    <w:r w:rsidRPr="00065894">
      <w:rPr>
        <w:sz w:val="16"/>
        <w:szCs w:val="16"/>
      </w:rPr>
      <w:ptab w:relativeTo="margin" w:alignment="right" w:leader="none"/>
    </w:r>
    <w:r w:rsidRPr="00065894">
      <w:rPr>
        <w:sz w:val="16"/>
        <w:szCs w:val="16"/>
      </w:rPr>
      <w:t xml:space="preserve">page </w:t>
    </w:r>
    <w:r w:rsidR="007E717E" w:rsidRPr="00065894">
      <w:rPr>
        <w:sz w:val="16"/>
        <w:szCs w:val="16"/>
      </w:rPr>
      <w:fldChar w:fldCharType="begin"/>
    </w:r>
    <w:r w:rsidRPr="00065894">
      <w:rPr>
        <w:sz w:val="16"/>
        <w:szCs w:val="16"/>
      </w:rPr>
      <w:instrText xml:space="preserve"> PAGE   \* MERGEFORMAT </w:instrText>
    </w:r>
    <w:r w:rsidR="007E717E" w:rsidRPr="00065894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="007E717E" w:rsidRPr="00065894">
      <w:rPr>
        <w:sz w:val="16"/>
        <w:szCs w:val="16"/>
      </w:rPr>
      <w:fldChar w:fldCharType="end"/>
    </w:r>
    <w:r w:rsidRPr="00065894">
      <w:rPr>
        <w:sz w:val="16"/>
        <w:szCs w:val="16"/>
      </w:rPr>
      <w:t xml:space="preserve"> of </w:t>
    </w:r>
    <w:fldSimple w:instr=" NUMPAGES  \* Arabic  \* MERGEFORMAT ">
      <w:r w:rsidR="0002379C" w:rsidRPr="0002379C">
        <w:rPr>
          <w:noProof/>
          <w:sz w:val="16"/>
          <w:szCs w:val="16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163" w:rsidRDefault="00391163" w:rsidP="000366C0">
      <w:pPr>
        <w:spacing w:after="0" w:line="240" w:lineRule="auto"/>
      </w:pPr>
      <w:r>
        <w:separator/>
      </w:r>
    </w:p>
  </w:footnote>
  <w:footnote w:type="continuationSeparator" w:id="0">
    <w:p w:rsidR="00391163" w:rsidRDefault="00391163" w:rsidP="00036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62F" w:rsidRDefault="00C8362F" w:rsidP="00A53ACC">
    <w:pPr>
      <w:pStyle w:val="Heading1"/>
      <w:spacing w:before="100" w:beforeAutospacing="1"/>
    </w:pP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6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NZ"/>
      </w:rPr>
      <w:t>Regression Test Plan – Client/Student/Other Qualifications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62F" w:rsidRDefault="00C8362F" w:rsidP="00E11D0F">
    <w:pPr>
      <w:pStyle w:val="Title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1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Regression Test Plan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71DF3"/>
    <w:multiLevelType w:val="hybridMultilevel"/>
    <w:tmpl w:val="4B66EB3C"/>
    <w:lvl w:ilvl="0" w:tplc="14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28ED3A73"/>
    <w:multiLevelType w:val="hybridMultilevel"/>
    <w:tmpl w:val="3410CD1A"/>
    <w:lvl w:ilvl="0" w:tplc="1409000D">
      <w:start w:val="1"/>
      <w:numFmt w:val="bullet"/>
      <w:lvlText w:val=""/>
      <w:lvlJc w:val="left"/>
      <w:pPr>
        <w:ind w:left="501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>
    <w:nsid w:val="2C643D4E"/>
    <w:multiLevelType w:val="hybridMultilevel"/>
    <w:tmpl w:val="41D614E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F755C99"/>
    <w:multiLevelType w:val="hybridMultilevel"/>
    <w:tmpl w:val="421444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21B70A7"/>
    <w:multiLevelType w:val="hybridMultilevel"/>
    <w:tmpl w:val="FAC02F7E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A676F2"/>
    <w:multiLevelType w:val="hybridMultilevel"/>
    <w:tmpl w:val="C4987AD2"/>
    <w:lvl w:ilvl="0" w:tplc="1409000D">
      <w:start w:val="1"/>
      <w:numFmt w:val="bullet"/>
      <w:lvlText w:val=""/>
      <w:lvlJc w:val="left"/>
      <w:pPr>
        <w:ind w:left="573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29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01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73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45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7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9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61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333" w:hanging="360"/>
      </w:pPr>
      <w:rPr>
        <w:rFonts w:ascii="Wingdings" w:hAnsi="Wingdings" w:hint="default"/>
      </w:rPr>
    </w:lvl>
  </w:abstractNum>
  <w:abstractNum w:abstractNumId="6">
    <w:nsid w:val="58A275C8"/>
    <w:multiLevelType w:val="hybridMultilevel"/>
    <w:tmpl w:val="80966814"/>
    <w:lvl w:ilvl="0" w:tplc="14090001">
      <w:start w:val="1"/>
      <w:numFmt w:val="bullet"/>
      <w:lvlText w:val=""/>
      <w:lvlJc w:val="left"/>
      <w:pPr>
        <w:ind w:left="3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7">
    <w:nsid w:val="5EEB30DC"/>
    <w:multiLevelType w:val="hybridMultilevel"/>
    <w:tmpl w:val="325664A0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E94049"/>
    <w:multiLevelType w:val="hybridMultilevel"/>
    <w:tmpl w:val="BFCEC92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3F3006B"/>
    <w:multiLevelType w:val="hybridMultilevel"/>
    <w:tmpl w:val="B7CA358A"/>
    <w:lvl w:ilvl="0" w:tplc="1409000D">
      <w:start w:val="1"/>
      <w:numFmt w:val="bullet"/>
      <w:lvlText w:val=""/>
      <w:lvlJc w:val="left"/>
      <w:pPr>
        <w:ind w:left="433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5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7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9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1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3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5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7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93" w:hanging="360"/>
      </w:pPr>
      <w:rPr>
        <w:rFonts w:ascii="Wingdings" w:hAnsi="Wingdings" w:hint="default"/>
      </w:rPr>
    </w:lvl>
  </w:abstractNum>
  <w:abstractNum w:abstractNumId="10">
    <w:nsid w:val="77AD6F2A"/>
    <w:multiLevelType w:val="hybridMultilevel"/>
    <w:tmpl w:val="D7F8C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10"/>
  </w:num>
  <w:num w:numId="6">
    <w:abstractNumId w:val="8"/>
  </w:num>
  <w:num w:numId="7">
    <w:abstractNumId w:val="2"/>
  </w:num>
  <w:num w:numId="8">
    <w:abstractNumId w:val="3"/>
  </w:num>
  <w:num w:numId="9">
    <w:abstractNumId w:val="1"/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391163"/>
    <w:rsid w:val="0002379C"/>
    <w:rsid w:val="000341F8"/>
    <w:rsid w:val="000366C0"/>
    <w:rsid w:val="000417F4"/>
    <w:rsid w:val="00056E0F"/>
    <w:rsid w:val="00065894"/>
    <w:rsid w:val="00072D03"/>
    <w:rsid w:val="00075BCE"/>
    <w:rsid w:val="0008207B"/>
    <w:rsid w:val="000A247C"/>
    <w:rsid w:val="000B774C"/>
    <w:rsid w:val="001348BE"/>
    <w:rsid w:val="0015509A"/>
    <w:rsid w:val="001B3217"/>
    <w:rsid w:val="001B4450"/>
    <w:rsid w:val="001C2DA5"/>
    <w:rsid w:val="001C4734"/>
    <w:rsid w:val="001E263E"/>
    <w:rsid w:val="00214125"/>
    <w:rsid w:val="00226028"/>
    <w:rsid w:val="0023707B"/>
    <w:rsid w:val="00264936"/>
    <w:rsid w:val="0027546C"/>
    <w:rsid w:val="00284D82"/>
    <w:rsid w:val="002E0024"/>
    <w:rsid w:val="002E39DD"/>
    <w:rsid w:val="003057A9"/>
    <w:rsid w:val="003133D8"/>
    <w:rsid w:val="003577BB"/>
    <w:rsid w:val="00390E0F"/>
    <w:rsid w:val="00391163"/>
    <w:rsid w:val="003C75F2"/>
    <w:rsid w:val="003D5890"/>
    <w:rsid w:val="003D7A83"/>
    <w:rsid w:val="003E79AB"/>
    <w:rsid w:val="00400B9C"/>
    <w:rsid w:val="00427374"/>
    <w:rsid w:val="004337C8"/>
    <w:rsid w:val="00475238"/>
    <w:rsid w:val="00493E94"/>
    <w:rsid w:val="004A73DB"/>
    <w:rsid w:val="004B13B0"/>
    <w:rsid w:val="004B4E58"/>
    <w:rsid w:val="004B7870"/>
    <w:rsid w:val="004D5DBA"/>
    <w:rsid w:val="004F1650"/>
    <w:rsid w:val="0051489C"/>
    <w:rsid w:val="0052626C"/>
    <w:rsid w:val="005645AC"/>
    <w:rsid w:val="005805C6"/>
    <w:rsid w:val="00586B39"/>
    <w:rsid w:val="005966AF"/>
    <w:rsid w:val="00596FA8"/>
    <w:rsid w:val="005D31A3"/>
    <w:rsid w:val="005D3AE9"/>
    <w:rsid w:val="005D7C22"/>
    <w:rsid w:val="00613850"/>
    <w:rsid w:val="00677A43"/>
    <w:rsid w:val="00685618"/>
    <w:rsid w:val="00690430"/>
    <w:rsid w:val="006B04D9"/>
    <w:rsid w:val="006D5517"/>
    <w:rsid w:val="006F635A"/>
    <w:rsid w:val="00743B91"/>
    <w:rsid w:val="00744089"/>
    <w:rsid w:val="0075545C"/>
    <w:rsid w:val="0077671E"/>
    <w:rsid w:val="007850D9"/>
    <w:rsid w:val="00785BDC"/>
    <w:rsid w:val="00790C65"/>
    <w:rsid w:val="007A2F9B"/>
    <w:rsid w:val="007B1836"/>
    <w:rsid w:val="007B3B92"/>
    <w:rsid w:val="007B6BD2"/>
    <w:rsid w:val="007E717E"/>
    <w:rsid w:val="0080149F"/>
    <w:rsid w:val="008435D6"/>
    <w:rsid w:val="00872B68"/>
    <w:rsid w:val="00887534"/>
    <w:rsid w:val="00896970"/>
    <w:rsid w:val="008A0088"/>
    <w:rsid w:val="008C68F6"/>
    <w:rsid w:val="008D444F"/>
    <w:rsid w:val="00967DBC"/>
    <w:rsid w:val="009772DA"/>
    <w:rsid w:val="00980C9B"/>
    <w:rsid w:val="009B62CA"/>
    <w:rsid w:val="009D48CA"/>
    <w:rsid w:val="00A26C8E"/>
    <w:rsid w:val="00A27FC1"/>
    <w:rsid w:val="00A53ACC"/>
    <w:rsid w:val="00AA56B9"/>
    <w:rsid w:val="00AB5395"/>
    <w:rsid w:val="00AF5D83"/>
    <w:rsid w:val="00B02FDC"/>
    <w:rsid w:val="00B11D3F"/>
    <w:rsid w:val="00B16F9A"/>
    <w:rsid w:val="00B269B5"/>
    <w:rsid w:val="00B86AC9"/>
    <w:rsid w:val="00BB23E8"/>
    <w:rsid w:val="00BB39B3"/>
    <w:rsid w:val="00BD27AB"/>
    <w:rsid w:val="00C3595B"/>
    <w:rsid w:val="00C43746"/>
    <w:rsid w:val="00C8362F"/>
    <w:rsid w:val="00C9441D"/>
    <w:rsid w:val="00D25C2F"/>
    <w:rsid w:val="00D33567"/>
    <w:rsid w:val="00D51C54"/>
    <w:rsid w:val="00DD7AC8"/>
    <w:rsid w:val="00E07216"/>
    <w:rsid w:val="00E11D0F"/>
    <w:rsid w:val="00E37B7D"/>
    <w:rsid w:val="00E538B8"/>
    <w:rsid w:val="00E55616"/>
    <w:rsid w:val="00E65836"/>
    <w:rsid w:val="00E826F2"/>
    <w:rsid w:val="00E920FE"/>
    <w:rsid w:val="00ED115E"/>
    <w:rsid w:val="00EE6F06"/>
    <w:rsid w:val="00F07125"/>
    <w:rsid w:val="00F151EB"/>
    <w:rsid w:val="00F20C80"/>
    <w:rsid w:val="00F254F5"/>
    <w:rsid w:val="00F27626"/>
    <w:rsid w:val="00F500F8"/>
    <w:rsid w:val="00F51F3E"/>
    <w:rsid w:val="00F716E4"/>
    <w:rsid w:val="00F95A06"/>
    <w:rsid w:val="00FA2CFA"/>
    <w:rsid w:val="00FB6F03"/>
    <w:rsid w:val="00FC3BCD"/>
    <w:rsid w:val="00FC7711"/>
    <w:rsid w:val="00FD13E3"/>
    <w:rsid w:val="00FE410D"/>
    <w:rsid w:val="00FE5F96"/>
    <w:rsid w:val="00FE758C"/>
    <w:rsid w:val="00FE7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450"/>
    <w:rPr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7DB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7DB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341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66C0"/>
    <w:rPr>
      <w:lang w:val="en-NZ"/>
    </w:rPr>
  </w:style>
  <w:style w:type="paragraph" w:styleId="Footer">
    <w:name w:val="footer"/>
    <w:basedOn w:val="Normal"/>
    <w:link w:val="Foot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66C0"/>
    <w:rPr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6C0"/>
    <w:rPr>
      <w:rFonts w:ascii="Tahoma" w:hAnsi="Tahoma" w:cs="Tahoma"/>
      <w:sz w:val="16"/>
      <w:szCs w:val="16"/>
      <w:lang w:val="en-NZ"/>
    </w:rPr>
  </w:style>
  <w:style w:type="paragraph" w:styleId="NoSpacing">
    <w:name w:val="No Spacing"/>
    <w:uiPriority w:val="1"/>
    <w:qFormat/>
    <w:rsid w:val="00FA2CFA"/>
    <w:pPr>
      <w:spacing w:after="0"/>
    </w:pPr>
    <w:rPr>
      <w:lang w:val="en-NZ"/>
    </w:rPr>
  </w:style>
  <w:style w:type="paragraph" w:styleId="Title">
    <w:name w:val="Title"/>
    <w:basedOn w:val="Normal"/>
    <w:next w:val="Normal"/>
    <w:link w:val="TitleChar"/>
    <w:uiPriority w:val="10"/>
    <w:qFormat/>
    <w:rsid w:val="00400B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0B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/>
    </w:rPr>
  </w:style>
  <w:style w:type="character" w:customStyle="1" w:styleId="Heading1Char">
    <w:name w:val="Heading 1 Char"/>
    <w:basedOn w:val="DefaultParagraphFont"/>
    <w:link w:val="Heading1"/>
    <w:uiPriority w:val="9"/>
    <w:rsid w:val="00967DBC"/>
    <w:rPr>
      <w:rFonts w:ascii="Cambria" w:eastAsia="Times New Roman" w:hAnsi="Cambria" w:cs="Times New Roman"/>
      <w:b/>
      <w:bCs/>
      <w:color w:val="365F91"/>
      <w:sz w:val="28"/>
      <w:szCs w:val="28"/>
      <w:lang w:val="en-NZ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967DBC"/>
    <w:rPr>
      <w:rFonts w:ascii="Cambria" w:eastAsia="Times New Roman" w:hAnsi="Cambria" w:cs="Times New Roman"/>
      <w:b/>
      <w:bCs/>
      <w:color w:val="4F81BD"/>
      <w:sz w:val="26"/>
      <w:szCs w:val="26"/>
      <w:lang w:val="en-NZ" w:bidi="en-US"/>
    </w:rPr>
  </w:style>
  <w:style w:type="table" w:styleId="TableGrid">
    <w:name w:val="Table Grid"/>
    <w:basedOn w:val="TableNormal"/>
    <w:uiPriority w:val="59"/>
    <w:rsid w:val="00BB3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4450"/>
    <w:pPr>
      <w:ind w:left="720"/>
      <w:contextualSpacing/>
    </w:pPr>
  </w:style>
  <w:style w:type="table" w:customStyle="1" w:styleId="LightList-Accent11">
    <w:name w:val="Light List - Accent 11"/>
    <w:basedOn w:val="TableNormal"/>
    <w:uiPriority w:val="61"/>
    <w:rsid w:val="001C2DA5"/>
    <w:pPr>
      <w:spacing w:after="0" w:line="240" w:lineRule="auto"/>
    </w:pPr>
    <w:rPr>
      <w:lang w:val="en-NZ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538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B4E58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341F8"/>
    <w:rPr>
      <w:rFonts w:asciiTheme="majorHAnsi" w:eastAsiaTheme="majorEastAsia" w:hAnsiTheme="majorHAnsi" w:cstheme="majorBidi"/>
      <w:b/>
      <w:bCs/>
      <w:color w:val="4F81BD" w:themeColor="accent1"/>
      <w:lang w:val="en-NZ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1F8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0341F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341F8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zodiac\Keep%20Development\Software%20Development\Regression%20Project\040%20Development\Generic%20Test%20plans\Test%20Plan_Post%20It%20Note.dot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Zodiac\keep%20development\Software%20Development\Regression%20Project\060%20Release%20Management\13-08-29%20Docs%20to%20online%20community\Client\6%20Test%20Plan_Client%20Other%20Qualification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324B0-8C64-467C-A3D2-F73E6C1C5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 Test Plan_Client Other Qualifications</Template>
  <TotalTime>0</TotalTime>
  <Pages>22</Pages>
  <Words>2626</Words>
  <Characters>14970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SMSS Ltd</Company>
  <LinksUpToDate>false</LinksUpToDate>
  <CharactersWithSpaces>17561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rhian</dc:creator>
  <cp:lastModifiedBy>rhian</cp:lastModifiedBy>
  <cp:revision>1</cp:revision>
  <dcterms:created xsi:type="dcterms:W3CDTF">2013-08-29T21:27:00Z</dcterms:created>
  <dcterms:modified xsi:type="dcterms:W3CDTF">2013-08-29T21:27:00Z</dcterms:modified>
</cp:coreProperties>
</file>