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50" w:rsidRPr="00974BF8" w:rsidRDefault="001B4450" w:rsidP="001B4450">
      <w:pPr>
        <w:pStyle w:val="Heading2"/>
      </w:pPr>
      <w:bookmarkStart w:id="0" w:name="_Toc360107794"/>
      <w:r w:rsidRPr="00317182">
        <w:t>Test Plan</w:t>
      </w:r>
      <w:bookmarkEnd w:id="0"/>
    </w:p>
    <w:tbl>
      <w:tblPr>
        <w:tblStyle w:val="LightList-Accent11"/>
        <w:tblW w:w="0" w:type="auto"/>
        <w:tblLook w:val="04A0"/>
      </w:tblPr>
      <w:tblGrid>
        <w:gridCol w:w="7087"/>
        <w:gridCol w:w="7087"/>
      </w:tblGrid>
      <w:tr w:rsidR="001B4450" w:rsidTr="001C2DA5">
        <w:trPr>
          <w:cnfStyle w:val="100000000000"/>
        </w:trPr>
        <w:tc>
          <w:tcPr>
            <w:cnfStyle w:val="001000000000"/>
            <w:tcW w:w="7087" w:type="dxa"/>
          </w:tcPr>
          <w:p w:rsidR="001B4450" w:rsidRDefault="001B4450" w:rsidP="006C7226">
            <w:pPr>
              <w:ind w:left="720" w:hanging="720"/>
              <w:rPr>
                <w:szCs w:val="40"/>
              </w:rPr>
            </w:pPr>
            <w:r>
              <w:rPr>
                <w:szCs w:val="40"/>
              </w:rPr>
              <w:t xml:space="preserve"> Test Items (Module Name)</w:t>
            </w:r>
          </w:p>
        </w:tc>
        <w:tc>
          <w:tcPr>
            <w:tcW w:w="7087" w:type="dxa"/>
          </w:tcPr>
          <w:p w:rsidR="001B4450" w:rsidRDefault="00C65BDF" w:rsidP="006C7226">
            <w:pPr>
              <w:cnfStyle w:val="100000000000"/>
            </w:pPr>
            <w:r>
              <w:t>Client</w:t>
            </w:r>
          </w:p>
        </w:tc>
      </w:tr>
      <w:tr w:rsidR="001B4450" w:rsidTr="001C2DA5">
        <w:trPr>
          <w:cnfStyle w:val="000000100000"/>
        </w:trPr>
        <w:tc>
          <w:tcPr>
            <w:cnfStyle w:val="001000000000"/>
            <w:tcW w:w="7087" w:type="dxa"/>
          </w:tcPr>
          <w:p w:rsidR="001B4450" w:rsidRDefault="001B4450" w:rsidP="006C7226">
            <w:pPr>
              <w:rPr>
                <w:szCs w:val="40"/>
              </w:rPr>
            </w:pPr>
            <w:r>
              <w:rPr>
                <w:szCs w:val="40"/>
              </w:rPr>
              <w:t>Brief Introduction</w:t>
            </w:r>
          </w:p>
        </w:tc>
        <w:tc>
          <w:tcPr>
            <w:tcW w:w="7087" w:type="dxa"/>
          </w:tcPr>
          <w:p w:rsidR="001B4450" w:rsidRDefault="00D86B95" w:rsidP="006C7226">
            <w:pPr>
              <w:cnfStyle w:val="000000100000"/>
            </w:pPr>
            <w:r>
              <w:t>The Student Support Services module in Artena provides an area for recording and managing all the student support services information for your tertiary education organisation.</w:t>
            </w:r>
          </w:p>
        </w:tc>
      </w:tr>
      <w:tr w:rsidR="001B4450" w:rsidTr="001C2DA5">
        <w:tc>
          <w:tcPr>
            <w:cnfStyle w:val="001000000000"/>
            <w:tcW w:w="7087" w:type="dxa"/>
          </w:tcPr>
          <w:p w:rsidR="001B4450" w:rsidRDefault="001B4450" w:rsidP="006C7226">
            <w:pPr>
              <w:rPr>
                <w:szCs w:val="40"/>
              </w:rPr>
            </w:pPr>
            <w:r>
              <w:rPr>
                <w:szCs w:val="40"/>
              </w:rPr>
              <w:t>Environment</w:t>
            </w:r>
          </w:p>
        </w:tc>
        <w:tc>
          <w:tcPr>
            <w:tcW w:w="7087" w:type="dxa"/>
          </w:tcPr>
          <w:p w:rsidR="001B4450" w:rsidRDefault="00D86B95" w:rsidP="006C7226">
            <w:pPr>
              <w:cnfStyle w:val="000000000000"/>
            </w:pPr>
            <w:r>
              <w:t>Windows 7/Apache 2.4</w:t>
            </w:r>
          </w:p>
        </w:tc>
      </w:tr>
      <w:tr w:rsidR="001B4450" w:rsidTr="001C2DA5">
        <w:trPr>
          <w:cnfStyle w:val="000000100000"/>
        </w:trPr>
        <w:tc>
          <w:tcPr>
            <w:cnfStyle w:val="001000000000"/>
            <w:tcW w:w="7087" w:type="dxa"/>
          </w:tcPr>
          <w:p w:rsidR="001B4450" w:rsidRDefault="001B4450" w:rsidP="006C7226">
            <w:pPr>
              <w:rPr>
                <w:szCs w:val="40"/>
              </w:rPr>
            </w:pPr>
            <w:r>
              <w:rPr>
                <w:szCs w:val="40"/>
              </w:rPr>
              <w:t>Test Type</w:t>
            </w:r>
          </w:p>
        </w:tc>
        <w:tc>
          <w:tcPr>
            <w:tcW w:w="7087" w:type="dxa"/>
          </w:tcPr>
          <w:p w:rsidR="001B4450" w:rsidRDefault="00C65BDF" w:rsidP="006C7226">
            <w:pPr>
              <w:cnfStyle w:val="000000100000"/>
            </w:pPr>
            <w:r>
              <w:t>Manual Regression Testing</w:t>
            </w:r>
          </w:p>
        </w:tc>
      </w:tr>
      <w:tr w:rsidR="00D25C2F" w:rsidTr="001C2DA5">
        <w:tc>
          <w:tcPr>
            <w:cnfStyle w:val="001000000000"/>
            <w:tcW w:w="7087" w:type="dxa"/>
          </w:tcPr>
          <w:p w:rsidR="00D25C2F" w:rsidRDefault="00D25C2F" w:rsidP="006C7226">
            <w:pPr>
              <w:rPr>
                <w:szCs w:val="40"/>
              </w:rPr>
            </w:pPr>
            <w:r>
              <w:rPr>
                <w:szCs w:val="40"/>
              </w:rPr>
              <w:t>Test Name</w:t>
            </w:r>
          </w:p>
        </w:tc>
        <w:tc>
          <w:tcPr>
            <w:tcW w:w="7087" w:type="dxa"/>
          </w:tcPr>
          <w:p w:rsidR="00D25C2F" w:rsidRPr="002E078F" w:rsidRDefault="00C65BDF" w:rsidP="006C7226">
            <w:pPr>
              <w:cnfStyle w:val="000000000000"/>
              <w:rPr>
                <w:b/>
              </w:rPr>
            </w:pPr>
            <w:r w:rsidRPr="002E078F">
              <w:rPr>
                <w:b/>
              </w:rPr>
              <w:t>Client/Support Services</w:t>
            </w:r>
          </w:p>
        </w:tc>
      </w:tr>
      <w:tr w:rsidR="008A0088" w:rsidTr="001C2DA5">
        <w:trPr>
          <w:cnfStyle w:val="000000100000"/>
        </w:trPr>
        <w:tc>
          <w:tcPr>
            <w:cnfStyle w:val="001000000000"/>
            <w:tcW w:w="7087" w:type="dxa"/>
          </w:tcPr>
          <w:p w:rsidR="008A0088" w:rsidRDefault="00D25C2F" w:rsidP="006C7226">
            <w:pPr>
              <w:rPr>
                <w:szCs w:val="40"/>
              </w:rPr>
            </w:pPr>
            <w:r>
              <w:rPr>
                <w:szCs w:val="40"/>
              </w:rPr>
              <w:t xml:space="preserve">Test </w:t>
            </w:r>
            <w:r w:rsidR="008A0088">
              <w:rPr>
                <w:szCs w:val="40"/>
              </w:rPr>
              <w:t>Case ID</w:t>
            </w:r>
          </w:p>
        </w:tc>
        <w:tc>
          <w:tcPr>
            <w:tcW w:w="7087" w:type="dxa"/>
          </w:tcPr>
          <w:p w:rsidR="008A0088" w:rsidRDefault="00C65BDF" w:rsidP="006C7226">
            <w:pPr>
              <w:cnfStyle w:val="000000100000"/>
            </w:pPr>
            <w:r>
              <w:t>9.1</w:t>
            </w:r>
            <w:r w:rsidR="005D749A">
              <w:t>.1</w:t>
            </w:r>
            <w:r>
              <w:t xml:space="preserve"> - 9.5</w:t>
            </w:r>
          </w:p>
        </w:tc>
      </w:tr>
    </w:tbl>
    <w:p w:rsidR="001B4450" w:rsidRDefault="001B4450" w:rsidP="001B4450"/>
    <w:tbl>
      <w:tblPr>
        <w:tblStyle w:val="LightList-Accent11"/>
        <w:tblW w:w="0" w:type="auto"/>
        <w:tblLook w:val="04A0"/>
      </w:tblPr>
      <w:tblGrid>
        <w:gridCol w:w="7087"/>
        <w:gridCol w:w="7087"/>
      </w:tblGrid>
      <w:tr w:rsidR="00D25C2F" w:rsidTr="006C7226">
        <w:trPr>
          <w:cnfStyle w:val="100000000000"/>
        </w:trPr>
        <w:tc>
          <w:tcPr>
            <w:cnfStyle w:val="001000000000"/>
            <w:tcW w:w="7087" w:type="dxa"/>
          </w:tcPr>
          <w:p w:rsidR="00D25C2F" w:rsidRDefault="00D25C2F" w:rsidP="006C7226">
            <w:pPr>
              <w:rPr>
                <w:szCs w:val="40"/>
              </w:rPr>
            </w:pPr>
            <w:r>
              <w:rPr>
                <w:szCs w:val="40"/>
              </w:rPr>
              <w:t>Tested By</w:t>
            </w:r>
          </w:p>
        </w:tc>
        <w:tc>
          <w:tcPr>
            <w:tcW w:w="7087" w:type="dxa"/>
          </w:tcPr>
          <w:p w:rsidR="00D25C2F" w:rsidRDefault="00D25C2F" w:rsidP="006C7226">
            <w:pPr>
              <w:cnfStyle w:val="100000000000"/>
            </w:pPr>
            <w:r>
              <w:t>Date</w:t>
            </w:r>
          </w:p>
        </w:tc>
      </w:tr>
      <w:tr w:rsidR="00D25C2F" w:rsidTr="006C7226">
        <w:trPr>
          <w:cnfStyle w:val="000000100000"/>
        </w:trPr>
        <w:tc>
          <w:tcPr>
            <w:cnfStyle w:val="001000000000"/>
            <w:tcW w:w="7087" w:type="dxa"/>
          </w:tcPr>
          <w:p w:rsidR="00D25C2F" w:rsidRDefault="00D25C2F" w:rsidP="006C7226">
            <w:pPr>
              <w:rPr>
                <w:szCs w:val="40"/>
              </w:rPr>
            </w:pPr>
          </w:p>
        </w:tc>
        <w:tc>
          <w:tcPr>
            <w:tcW w:w="7087" w:type="dxa"/>
          </w:tcPr>
          <w:p w:rsidR="00D25C2F" w:rsidRDefault="00D25C2F" w:rsidP="006C7226">
            <w:pPr>
              <w:cnfStyle w:val="000000100000"/>
            </w:pPr>
          </w:p>
        </w:tc>
      </w:tr>
    </w:tbl>
    <w:p w:rsidR="00D25C2F" w:rsidRDefault="00D25C2F" w:rsidP="001B4450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NZ"/>
        </w:rPr>
        <w:id w:val="105598013"/>
        <w:docPartObj>
          <w:docPartGallery w:val="Table of Contents"/>
          <w:docPartUnique/>
        </w:docPartObj>
      </w:sdtPr>
      <w:sdtContent>
        <w:p w:rsidR="00AE1EE6" w:rsidRDefault="00AE1EE6">
          <w:pPr>
            <w:pStyle w:val="TOCHeading"/>
          </w:pPr>
          <w:r>
            <w:t>Contents</w:t>
          </w:r>
        </w:p>
        <w:p w:rsidR="00AE1EE6" w:rsidRDefault="00D24F40">
          <w:pPr>
            <w:pStyle w:val="TOC2"/>
            <w:tabs>
              <w:tab w:val="right" w:leader="dot" w:pos="13949"/>
            </w:tabs>
            <w:rPr>
              <w:noProof/>
            </w:rPr>
          </w:pPr>
          <w:r>
            <w:fldChar w:fldCharType="begin"/>
          </w:r>
          <w:r w:rsidR="00AE1EE6">
            <w:instrText xml:space="preserve"> TOC \o "1-3" \h \z \u </w:instrText>
          </w:r>
          <w:r>
            <w:fldChar w:fldCharType="separate"/>
          </w:r>
          <w:hyperlink w:anchor="_Toc360107794" w:history="1">
            <w:r w:rsidR="00AE1EE6" w:rsidRPr="00766DA4">
              <w:rPr>
                <w:rStyle w:val="Hyperlink"/>
                <w:noProof/>
              </w:rPr>
              <w:t>Test Plan</w:t>
            </w:r>
            <w:r w:rsidR="00AE1EE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E1EE6">
              <w:rPr>
                <w:noProof/>
                <w:webHidden/>
              </w:rPr>
              <w:instrText xml:space="preserve"> PAGEREF _Toc360107794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474E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E1EE6" w:rsidRDefault="00D24F40">
          <w:pPr>
            <w:pStyle w:val="TOC2"/>
            <w:tabs>
              <w:tab w:val="right" w:leader="dot" w:pos="13949"/>
            </w:tabs>
            <w:rPr>
              <w:noProof/>
            </w:rPr>
          </w:pPr>
          <w:hyperlink w:anchor="_Toc360107795" w:history="1">
            <w:r w:rsidR="00AE1EE6" w:rsidRPr="00766DA4">
              <w:rPr>
                <w:rStyle w:val="Hyperlink"/>
                <w:noProof/>
              </w:rPr>
              <w:t>Test Cases</w:t>
            </w:r>
            <w:r w:rsidR="00AE1EE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E1EE6">
              <w:rPr>
                <w:noProof/>
                <w:webHidden/>
              </w:rPr>
              <w:instrText xml:space="preserve"> PAGEREF _Toc360107795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474E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E1EE6" w:rsidRPr="00AE1EE6" w:rsidRDefault="00D24F40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107796" w:history="1">
            <w:r w:rsidR="00AE1EE6" w:rsidRPr="00AE1EE6">
              <w:rPr>
                <w:rStyle w:val="Hyperlink"/>
                <w:noProof/>
              </w:rPr>
              <w:t>9.1.1 Add Support Service</w:t>
            </w:r>
            <w:r w:rsidR="00AE1EE6" w:rsidRPr="00AE1EE6">
              <w:rPr>
                <w:noProof/>
                <w:webHidden/>
              </w:rPr>
              <w:tab/>
            </w:r>
            <w:r w:rsidRPr="00AE1EE6">
              <w:rPr>
                <w:noProof/>
                <w:webHidden/>
              </w:rPr>
              <w:fldChar w:fldCharType="begin"/>
            </w:r>
            <w:r w:rsidR="00AE1EE6" w:rsidRPr="00AE1EE6">
              <w:rPr>
                <w:noProof/>
                <w:webHidden/>
              </w:rPr>
              <w:instrText xml:space="preserve"> PAGEREF _Toc360107796 \h </w:instrText>
            </w:r>
            <w:r w:rsidRPr="00AE1EE6">
              <w:rPr>
                <w:noProof/>
                <w:webHidden/>
              </w:rPr>
            </w:r>
            <w:r w:rsidRPr="00AE1EE6">
              <w:rPr>
                <w:noProof/>
                <w:webHidden/>
              </w:rPr>
              <w:fldChar w:fldCharType="separate"/>
            </w:r>
            <w:r w:rsidR="00A5474E">
              <w:rPr>
                <w:noProof/>
                <w:webHidden/>
              </w:rPr>
              <w:t>2</w:t>
            </w:r>
            <w:r w:rsidRPr="00AE1EE6">
              <w:rPr>
                <w:noProof/>
                <w:webHidden/>
              </w:rPr>
              <w:fldChar w:fldCharType="end"/>
            </w:r>
          </w:hyperlink>
        </w:p>
        <w:p w:rsidR="00AE1EE6" w:rsidRPr="00AE1EE6" w:rsidRDefault="00D24F40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107797" w:history="1">
            <w:r w:rsidR="00AE1EE6" w:rsidRPr="00AE1EE6">
              <w:rPr>
                <w:rStyle w:val="Hyperlink"/>
                <w:noProof/>
              </w:rPr>
              <w:t>9.1.2 Edit Support Service</w:t>
            </w:r>
            <w:r w:rsidR="00AE1EE6" w:rsidRPr="00AE1EE6">
              <w:rPr>
                <w:noProof/>
                <w:webHidden/>
              </w:rPr>
              <w:tab/>
            </w:r>
            <w:r w:rsidRPr="00AE1EE6">
              <w:rPr>
                <w:noProof/>
                <w:webHidden/>
              </w:rPr>
              <w:fldChar w:fldCharType="begin"/>
            </w:r>
            <w:r w:rsidR="00AE1EE6" w:rsidRPr="00AE1EE6">
              <w:rPr>
                <w:noProof/>
                <w:webHidden/>
              </w:rPr>
              <w:instrText xml:space="preserve"> PAGEREF _Toc360107797 \h </w:instrText>
            </w:r>
            <w:r w:rsidRPr="00AE1EE6">
              <w:rPr>
                <w:noProof/>
                <w:webHidden/>
              </w:rPr>
            </w:r>
            <w:r w:rsidRPr="00AE1EE6">
              <w:rPr>
                <w:noProof/>
                <w:webHidden/>
              </w:rPr>
              <w:fldChar w:fldCharType="separate"/>
            </w:r>
            <w:r w:rsidR="00A5474E">
              <w:rPr>
                <w:noProof/>
                <w:webHidden/>
              </w:rPr>
              <w:t>2</w:t>
            </w:r>
            <w:r w:rsidRPr="00AE1EE6">
              <w:rPr>
                <w:noProof/>
                <w:webHidden/>
              </w:rPr>
              <w:fldChar w:fldCharType="end"/>
            </w:r>
          </w:hyperlink>
        </w:p>
        <w:p w:rsidR="00AE1EE6" w:rsidRPr="00AE1EE6" w:rsidRDefault="00D24F40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107798" w:history="1">
            <w:r w:rsidR="00AE1EE6" w:rsidRPr="00AE1EE6">
              <w:rPr>
                <w:rStyle w:val="Hyperlink"/>
                <w:noProof/>
              </w:rPr>
              <w:t>9.1.3 Delete Support Service</w:t>
            </w:r>
            <w:r w:rsidR="00AE1EE6" w:rsidRPr="00AE1EE6">
              <w:rPr>
                <w:noProof/>
                <w:webHidden/>
              </w:rPr>
              <w:tab/>
            </w:r>
            <w:r w:rsidRPr="00AE1EE6">
              <w:rPr>
                <w:noProof/>
                <w:webHidden/>
              </w:rPr>
              <w:fldChar w:fldCharType="begin"/>
            </w:r>
            <w:r w:rsidR="00AE1EE6" w:rsidRPr="00AE1EE6">
              <w:rPr>
                <w:noProof/>
                <w:webHidden/>
              </w:rPr>
              <w:instrText xml:space="preserve"> PAGEREF _Toc360107798 \h </w:instrText>
            </w:r>
            <w:r w:rsidRPr="00AE1EE6">
              <w:rPr>
                <w:noProof/>
                <w:webHidden/>
              </w:rPr>
            </w:r>
            <w:r w:rsidRPr="00AE1EE6">
              <w:rPr>
                <w:noProof/>
                <w:webHidden/>
              </w:rPr>
              <w:fldChar w:fldCharType="separate"/>
            </w:r>
            <w:r w:rsidR="00A5474E">
              <w:rPr>
                <w:noProof/>
                <w:webHidden/>
              </w:rPr>
              <w:t>2</w:t>
            </w:r>
            <w:r w:rsidRPr="00AE1EE6">
              <w:rPr>
                <w:noProof/>
                <w:webHidden/>
              </w:rPr>
              <w:fldChar w:fldCharType="end"/>
            </w:r>
          </w:hyperlink>
        </w:p>
        <w:p w:rsidR="00AE1EE6" w:rsidRPr="00AE1EE6" w:rsidRDefault="00D24F40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107799" w:history="1">
            <w:r w:rsidR="00AE1EE6" w:rsidRPr="00AE1EE6">
              <w:rPr>
                <w:rStyle w:val="Hyperlink"/>
                <w:noProof/>
              </w:rPr>
              <w:t>9.2.1 Add Disability Support record</w:t>
            </w:r>
            <w:r w:rsidR="00AE1EE6" w:rsidRPr="00AE1EE6">
              <w:rPr>
                <w:noProof/>
                <w:webHidden/>
              </w:rPr>
              <w:tab/>
            </w:r>
            <w:r w:rsidRPr="00AE1EE6">
              <w:rPr>
                <w:noProof/>
                <w:webHidden/>
              </w:rPr>
              <w:fldChar w:fldCharType="begin"/>
            </w:r>
            <w:r w:rsidR="00AE1EE6" w:rsidRPr="00AE1EE6">
              <w:rPr>
                <w:noProof/>
                <w:webHidden/>
              </w:rPr>
              <w:instrText xml:space="preserve"> PAGEREF _Toc360107799 \h </w:instrText>
            </w:r>
            <w:r w:rsidRPr="00AE1EE6">
              <w:rPr>
                <w:noProof/>
                <w:webHidden/>
              </w:rPr>
            </w:r>
            <w:r w:rsidRPr="00AE1EE6">
              <w:rPr>
                <w:noProof/>
                <w:webHidden/>
              </w:rPr>
              <w:fldChar w:fldCharType="separate"/>
            </w:r>
            <w:r w:rsidR="00A5474E">
              <w:rPr>
                <w:noProof/>
                <w:webHidden/>
              </w:rPr>
              <w:t>2</w:t>
            </w:r>
            <w:r w:rsidRPr="00AE1EE6">
              <w:rPr>
                <w:noProof/>
                <w:webHidden/>
              </w:rPr>
              <w:fldChar w:fldCharType="end"/>
            </w:r>
          </w:hyperlink>
        </w:p>
        <w:p w:rsidR="00AE1EE6" w:rsidRPr="00AE1EE6" w:rsidRDefault="00D24F40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107800" w:history="1">
            <w:r w:rsidR="00AE1EE6" w:rsidRPr="00AE1EE6">
              <w:rPr>
                <w:rStyle w:val="Hyperlink"/>
                <w:noProof/>
              </w:rPr>
              <w:t>9.2.2 Edit Disability Support record</w:t>
            </w:r>
            <w:r w:rsidR="00AE1EE6" w:rsidRPr="00AE1EE6">
              <w:rPr>
                <w:noProof/>
                <w:webHidden/>
              </w:rPr>
              <w:tab/>
            </w:r>
            <w:r w:rsidRPr="00AE1EE6">
              <w:rPr>
                <w:noProof/>
                <w:webHidden/>
              </w:rPr>
              <w:fldChar w:fldCharType="begin"/>
            </w:r>
            <w:r w:rsidR="00AE1EE6" w:rsidRPr="00AE1EE6">
              <w:rPr>
                <w:noProof/>
                <w:webHidden/>
              </w:rPr>
              <w:instrText xml:space="preserve"> PAGEREF _Toc360107800 \h </w:instrText>
            </w:r>
            <w:r w:rsidRPr="00AE1EE6">
              <w:rPr>
                <w:noProof/>
                <w:webHidden/>
              </w:rPr>
            </w:r>
            <w:r w:rsidRPr="00AE1EE6">
              <w:rPr>
                <w:noProof/>
                <w:webHidden/>
              </w:rPr>
              <w:fldChar w:fldCharType="separate"/>
            </w:r>
            <w:r w:rsidR="00A5474E">
              <w:rPr>
                <w:noProof/>
                <w:webHidden/>
              </w:rPr>
              <w:t>2</w:t>
            </w:r>
            <w:r w:rsidRPr="00AE1EE6">
              <w:rPr>
                <w:noProof/>
                <w:webHidden/>
              </w:rPr>
              <w:fldChar w:fldCharType="end"/>
            </w:r>
          </w:hyperlink>
        </w:p>
        <w:p w:rsidR="00AE1EE6" w:rsidRPr="00AE1EE6" w:rsidRDefault="00D24F40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107801" w:history="1">
            <w:r w:rsidR="00AE1EE6" w:rsidRPr="00AE1EE6">
              <w:rPr>
                <w:rStyle w:val="Hyperlink"/>
                <w:noProof/>
              </w:rPr>
              <w:t>9.2.3 Delete Disability Support record</w:t>
            </w:r>
            <w:r w:rsidR="00AE1EE6" w:rsidRPr="00AE1EE6">
              <w:rPr>
                <w:noProof/>
                <w:webHidden/>
              </w:rPr>
              <w:tab/>
            </w:r>
            <w:r w:rsidRPr="00AE1EE6">
              <w:rPr>
                <w:noProof/>
                <w:webHidden/>
              </w:rPr>
              <w:fldChar w:fldCharType="begin"/>
            </w:r>
            <w:r w:rsidR="00AE1EE6" w:rsidRPr="00AE1EE6">
              <w:rPr>
                <w:noProof/>
                <w:webHidden/>
              </w:rPr>
              <w:instrText xml:space="preserve"> PAGEREF _Toc360107801 \h </w:instrText>
            </w:r>
            <w:r w:rsidRPr="00AE1EE6">
              <w:rPr>
                <w:noProof/>
                <w:webHidden/>
              </w:rPr>
            </w:r>
            <w:r w:rsidRPr="00AE1EE6">
              <w:rPr>
                <w:noProof/>
                <w:webHidden/>
              </w:rPr>
              <w:fldChar w:fldCharType="separate"/>
            </w:r>
            <w:r w:rsidR="00A5474E">
              <w:rPr>
                <w:noProof/>
                <w:webHidden/>
              </w:rPr>
              <w:t>2</w:t>
            </w:r>
            <w:r w:rsidRPr="00AE1EE6">
              <w:rPr>
                <w:noProof/>
                <w:webHidden/>
              </w:rPr>
              <w:fldChar w:fldCharType="end"/>
            </w:r>
          </w:hyperlink>
        </w:p>
        <w:p w:rsidR="00AE1EE6" w:rsidRPr="00AE1EE6" w:rsidRDefault="00D24F40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107802" w:history="1">
            <w:r w:rsidR="00AE1EE6" w:rsidRPr="00AE1EE6">
              <w:rPr>
                <w:rStyle w:val="Hyperlink"/>
                <w:noProof/>
              </w:rPr>
              <w:t>9.3.1 Add Disability Liaison record</w:t>
            </w:r>
            <w:r w:rsidR="00AE1EE6" w:rsidRPr="00AE1EE6">
              <w:rPr>
                <w:noProof/>
                <w:webHidden/>
              </w:rPr>
              <w:tab/>
            </w:r>
            <w:r w:rsidRPr="00AE1EE6">
              <w:rPr>
                <w:noProof/>
                <w:webHidden/>
              </w:rPr>
              <w:fldChar w:fldCharType="begin"/>
            </w:r>
            <w:r w:rsidR="00AE1EE6" w:rsidRPr="00AE1EE6">
              <w:rPr>
                <w:noProof/>
                <w:webHidden/>
              </w:rPr>
              <w:instrText xml:space="preserve"> PAGEREF _Toc360107802 \h </w:instrText>
            </w:r>
            <w:r w:rsidRPr="00AE1EE6">
              <w:rPr>
                <w:noProof/>
                <w:webHidden/>
              </w:rPr>
            </w:r>
            <w:r w:rsidRPr="00AE1EE6">
              <w:rPr>
                <w:noProof/>
                <w:webHidden/>
              </w:rPr>
              <w:fldChar w:fldCharType="separate"/>
            </w:r>
            <w:r w:rsidR="00A5474E">
              <w:rPr>
                <w:noProof/>
                <w:webHidden/>
              </w:rPr>
              <w:t>2</w:t>
            </w:r>
            <w:r w:rsidRPr="00AE1EE6">
              <w:rPr>
                <w:noProof/>
                <w:webHidden/>
              </w:rPr>
              <w:fldChar w:fldCharType="end"/>
            </w:r>
          </w:hyperlink>
        </w:p>
        <w:p w:rsidR="00AE1EE6" w:rsidRPr="00AE1EE6" w:rsidRDefault="00D24F40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107803" w:history="1">
            <w:r w:rsidR="00AE1EE6" w:rsidRPr="00AE1EE6">
              <w:rPr>
                <w:rStyle w:val="Hyperlink"/>
                <w:noProof/>
              </w:rPr>
              <w:t>9.3.2 Edit Disability Liaison record</w:t>
            </w:r>
            <w:r w:rsidR="00AE1EE6" w:rsidRPr="00AE1EE6">
              <w:rPr>
                <w:noProof/>
                <w:webHidden/>
              </w:rPr>
              <w:tab/>
            </w:r>
            <w:r w:rsidRPr="00AE1EE6">
              <w:rPr>
                <w:noProof/>
                <w:webHidden/>
              </w:rPr>
              <w:fldChar w:fldCharType="begin"/>
            </w:r>
            <w:r w:rsidR="00AE1EE6" w:rsidRPr="00AE1EE6">
              <w:rPr>
                <w:noProof/>
                <w:webHidden/>
              </w:rPr>
              <w:instrText xml:space="preserve"> PAGEREF _Toc360107803 \h </w:instrText>
            </w:r>
            <w:r w:rsidRPr="00AE1EE6">
              <w:rPr>
                <w:noProof/>
                <w:webHidden/>
              </w:rPr>
            </w:r>
            <w:r w:rsidRPr="00AE1EE6">
              <w:rPr>
                <w:noProof/>
                <w:webHidden/>
              </w:rPr>
              <w:fldChar w:fldCharType="separate"/>
            </w:r>
            <w:r w:rsidR="00A5474E">
              <w:rPr>
                <w:noProof/>
                <w:webHidden/>
              </w:rPr>
              <w:t>2</w:t>
            </w:r>
            <w:r w:rsidRPr="00AE1EE6">
              <w:rPr>
                <w:noProof/>
                <w:webHidden/>
              </w:rPr>
              <w:fldChar w:fldCharType="end"/>
            </w:r>
          </w:hyperlink>
        </w:p>
        <w:p w:rsidR="00AE1EE6" w:rsidRPr="00AE1EE6" w:rsidRDefault="00D24F40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107804" w:history="1">
            <w:r w:rsidR="00AE1EE6" w:rsidRPr="00AE1EE6">
              <w:rPr>
                <w:rStyle w:val="Hyperlink"/>
                <w:noProof/>
              </w:rPr>
              <w:t>9.3.3 Delete Disability Liaison record</w:t>
            </w:r>
            <w:r w:rsidR="00AE1EE6" w:rsidRPr="00AE1EE6">
              <w:rPr>
                <w:noProof/>
                <w:webHidden/>
              </w:rPr>
              <w:tab/>
            </w:r>
            <w:r w:rsidRPr="00AE1EE6">
              <w:rPr>
                <w:noProof/>
                <w:webHidden/>
              </w:rPr>
              <w:fldChar w:fldCharType="begin"/>
            </w:r>
            <w:r w:rsidR="00AE1EE6" w:rsidRPr="00AE1EE6">
              <w:rPr>
                <w:noProof/>
                <w:webHidden/>
              </w:rPr>
              <w:instrText xml:space="preserve"> PAGEREF _Toc360107804 \h </w:instrText>
            </w:r>
            <w:r w:rsidRPr="00AE1EE6">
              <w:rPr>
                <w:noProof/>
                <w:webHidden/>
              </w:rPr>
            </w:r>
            <w:r w:rsidRPr="00AE1EE6">
              <w:rPr>
                <w:noProof/>
                <w:webHidden/>
              </w:rPr>
              <w:fldChar w:fldCharType="separate"/>
            </w:r>
            <w:r w:rsidR="00A5474E">
              <w:rPr>
                <w:noProof/>
                <w:webHidden/>
              </w:rPr>
              <w:t>2</w:t>
            </w:r>
            <w:r w:rsidRPr="00AE1EE6">
              <w:rPr>
                <w:noProof/>
                <w:webHidden/>
              </w:rPr>
              <w:fldChar w:fldCharType="end"/>
            </w:r>
          </w:hyperlink>
        </w:p>
        <w:p w:rsidR="00AE1EE6" w:rsidRPr="00AE1EE6" w:rsidRDefault="00D24F40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107805" w:history="1">
            <w:r w:rsidR="00AE1EE6" w:rsidRPr="00AE1EE6">
              <w:rPr>
                <w:rStyle w:val="Hyperlink"/>
                <w:noProof/>
              </w:rPr>
              <w:t>9.5 Print Reports</w:t>
            </w:r>
            <w:r w:rsidR="00AE1EE6" w:rsidRPr="00AE1EE6">
              <w:rPr>
                <w:noProof/>
                <w:webHidden/>
              </w:rPr>
              <w:tab/>
            </w:r>
            <w:r w:rsidRPr="00AE1EE6">
              <w:rPr>
                <w:noProof/>
                <w:webHidden/>
              </w:rPr>
              <w:fldChar w:fldCharType="begin"/>
            </w:r>
            <w:r w:rsidR="00AE1EE6" w:rsidRPr="00AE1EE6">
              <w:rPr>
                <w:noProof/>
                <w:webHidden/>
              </w:rPr>
              <w:instrText xml:space="preserve"> PAGEREF _Toc360107805 \h </w:instrText>
            </w:r>
            <w:r w:rsidRPr="00AE1EE6">
              <w:rPr>
                <w:noProof/>
                <w:webHidden/>
              </w:rPr>
            </w:r>
            <w:r w:rsidRPr="00AE1EE6">
              <w:rPr>
                <w:noProof/>
                <w:webHidden/>
              </w:rPr>
              <w:fldChar w:fldCharType="separate"/>
            </w:r>
            <w:r w:rsidR="00A5474E">
              <w:rPr>
                <w:noProof/>
                <w:webHidden/>
              </w:rPr>
              <w:t>2</w:t>
            </w:r>
            <w:r w:rsidRPr="00AE1EE6">
              <w:rPr>
                <w:noProof/>
                <w:webHidden/>
              </w:rPr>
              <w:fldChar w:fldCharType="end"/>
            </w:r>
          </w:hyperlink>
        </w:p>
        <w:p w:rsidR="00AE1EE6" w:rsidRDefault="00D24F40" w:rsidP="005D749A">
          <w:pPr>
            <w:tabs>
              <w:tab w:val="right" w:pos="13959"/>
            </w:tabs>
          </w:pPr>
          <w:r>
            <w:fldChar w:fldCharType="end"/>
          </w:r>
          <w:r w:rsidR="005D749A">
            <w:tab/>
          </w:r>
        </w:p>
      </w:sdtContent>
    </w:sdt>
    <w:p w:rsidR="005D749A" w:rsidRDefault="005D749A" w:rsidP="005D749A">
      <w:pPr>
        <w:tabs>
          <w:tab w:val="right" w:pos="13959"/>
        </w:tabs>
      </w:pPr>
    </w:p>
    <w:p w:rsidR="005D749A" w:rsidRPr="005D749A" w:rsidRDefault="005D749A" w:rsidP="005D749A">
      <w:pPr>
        <w:tabs>
          <w:tab w:val="right" w:pos="13959"/>
        </w:tabs>
        <w:rPr>
          <w:b/>
        </w:rPr>
      </w:pPr>
      <w:r w:rsidRPr="005D749A">
        <w:rPr>
          <w:b/>
        </w:rPr>
        <w:t>Refer to generic test plan templates for the following features</w:t>
      </w:r>
    </w:p>
    <w:p w:rsidR="005D749A" w:rsidRDefault="00D24F40" w:rsidP="005D749A">
      <w:pPr>
        <w:tabs>
          <w:tab w:val="right" w:pos="13959"/>
        </w:tabs>
      </w:pPr>
      <w:hyperlink r:id="rId8" w:history="1">
        <w:r w:rsidR="005D749A" w:rsidRPr="005D749A">
          <w:rPr>
            <w:rStyle w:val="Hyperlink"/>
          </w:rPr>
          <w:t>9.4 Contact Log</w:t>
        </w:r>
      </w:hyperlink>
    </w:p>
    <w:p w:rsidR="005D749A" w:rsidRDefault="005D749A" w:rsidP="001B4450">
      <w:pPr>
        <w:pStyle w:val="Heading2"/>
      </w:pPr>
      <w:bookmarkStart w:id="1" w:name="_Toc360107795"/>
    </w:p>
    <w:p w:rsidR="001B4450" w:rsidRDefault="00AE1EE6" w:rsidP="001B4450">
      <w:pPr>
        <w:pStyle w:val="Heading2"/>
      </w:pPr>
      <w:r>
        <w:t>Test Cases</w:t>
      </w:r>
      <w:bookmarkEnd w:id="1"/>
    </w:p>
    <w:tbl>
      <w:tblPr>
        <w:tblStyle w:val="LightList-Accent11"/>
        <w:tblW w:w="5000" w:type="pct"/>
        <w:tblLook w:val="04A0"/>
      </w:tblPr>
      <w:tblGrid>
        <w:gridCol w:w="2712"/>
        <w:gridCol w:w="2154"/>
        <w:gridCol w:w="1874"/>
        <w:gridCol w:w="1892"/>
        <w:gridCol w:w="1483"/>
        <w:gridCol w:w="1474"/>
        <w:gridCol w:w="1296"/>
        <w:gridCol w:w="1290"/>
      </w:tblGrid>
      <w:tr w:rsidR="00103793" w:rsidTr="00103793">
        <w:trPr>
          <w:cnfStyle w:val="100000000000"/>
          <w:tblHeader/>
        </w:trPr>
        <w:tc>
          <w:tcPr>
            <w:cnfStyle w:val="001000000000"/>
            <w:tcW w:w="957" w:type="pct"/>
          </w:tcPr>
          <w:p w:rsidR="00103793" w:rsidRPr="006C607F" w:rsidRDefault="00103793" w:rsidP="0052626C">
            <w:pPr>
              <w:jc w:val="center"/>
              <w:rPr>
                <w:b w:val="0"/>
                <w:bCs w:val="0"/>
              </w:rPr>
            </w:pPr>
            <w:r>
              <w:t>Case ID &amp;</w:t>
            </w:r>
          </w:p>
          <w:p w:rsidR="00103793" w:rsidRPr="006C607F" w:rsidRDefault="00103793" w:rsidP="0052626C">
            <w:pPr>
              <w:jc w:val="center"/>
            </w:pPr>
            <w:r w:rsidRPr="006C607F">
              <w:t>Test Objective</w:t>
            </w:r>
          </w:p>
        </w:tc>
        <w:tc>
          <w:tcPr>
            <w:tcW w:w="760" w:type="pct"/>
          </w:tcPr>
          <w:p w:rsidR="00103793" w:rsidRPr="006C607F" w:rsidRDefault="00103793" w:rsidP="0052626C">
            <w:pPr>
              <w:jc w:val="center"/>
              <w:cnfStyle w:val="100000000000"/>
            </w:pPr>
            <w:r w:rsidRPr="006C607F">
              <w:t>Test Prerequisite</w:t>
            </w:r>
          </w:p>
        </w:tc>
        <w:tc>
          <w:tcPr>
            <w:tcW w:w="661" w:type="pct"/>
          </w:tcPr>
          <w:p w:rsidR="00103793" w:rsidRPr="006C607F" w:rsidRDefault="00103793" w:rsidP="0052626C">
            <w:pPr>
              <w:jc w:val="center"/>
              <w:cnfStyle w:val="100000000000"/>
            </w:pPr>
            <w:r w:rsidRPr="006C607F">
              <w:t>Test Procedure</w:t>
            </w:r>
            <w:r>
              <w:t xml:space="preserve"> (Actions/Steps)</w:t>
            </w:r>
          </w:p>
        </w:tc>
        <w:tc>
          <w:tcPr>
            <w:tcW w:w="667" w:type="pct"/>
          </w:tcPr>
          <w:p w:rsidR="00103793" w:rsidRPr="006C607F" w:rsidRDefault="00103793" w:rsidP="0052626C">
            <w:pPr>
              <w:jc w:val="center"/>
              <w:cnfStyle w:val="100000000000"/>
            </w:pPr>
            <w:r>
              <w:t>Data</w:t>
            </w:r>
          </w:p>
        </w:tc>
        <w:tc>
          <w:tcPr>
            <w:tcW w:w="523" w:type="pct"/>
          </w:tcPr>
          <w:p w:rsidR="00103793" w:rsidRPr="006C607F" w:rsidRDefault="00103793" w:rsidP="0052626C">
            <w:pPr>
              <w:jc w:val="center"/>
              <w:cnfStyle w:val="100000000000"/>
            </w:pPr>
            <w:r w:rsidRPr="006C607F">
              <w:t>Expected Outcome</w:t>
            </w:r>
          </w:p>
        </w:tc>
        <w:tc>
          <w:tcPr>
            <w:tcW w:w="520" w:type="pct"/>
          </w:tcPr>
          <w:p w:rsidR="00103793" w:rsidRPr="006C607F" w:rsidRDefault="00103793" w:rsidP="0052626C">
            <w:pPr>
              <w:jc w:val="center"/>
              <w:cnfStyle w:val="100000000000"/>
            </w:pPr>
            <w:r w:rsidRPr="006C607F">
              <w:t>Actual Outcome</w:t>
            </w:r>
          </w:p>
        </w:tc>
        <w:tc>
          <w:tcPr>
            <w:tcW w:w="457" w:type="pct"/>
          </w:tcPr>
          <w:p w:rsidR="00103793" w:rsidRPr="006C607F" w:rsidRDefault="00103793" w:rsidP="0052626C">
            <w:pPr>
              <w:jc w:val="center"/>
              <w:cnfStyle w:val="100000000000"/>
            </w:pPr>
            <w:r w:rsidRPr="006C607F">
              <w:t>Result</w:t>
            </w:r>
          </w:p>
        </w:tc>
        <w:tc>
          <w:tcPr>
            <w:tcW w:w="455" w:type="pct"/>
          </w:tcPr>
          <w:p w:rsidR="00103793" w:rsidRPr="006C607F" w:rsidRDefault="00103793" w:rsidP="0052626C">
            <w:pPr>
              <w:jc w:val="center"/>
              <w:cnfStyle w:val="100000000000"/>
            </w:pPr>
            <w:r>
              <w:t>Actions Required</w:t>
            </w: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 w:val="restart"/>
          </w:tcPr>
          <w:p w:rsidR="00103793" w:rsidRPr="00103793" w:rsidRDefault="00103793" w:rsidP="00103793">
            <w:pPr>
              <w:pStyle w:val="Heading3"/>
              <w:outlineLvl w:val="2"/>
            </w:pPr>
            <w:bookmarkStart w:id="2" w:name="_9.1.1_Add_Support"/>
            <w:bookmarkStart w:id="3" w:name="_Toc360107796"/>
            <w:bookmarkEnd w:id="2"/>
            <w:r w:rsidRPr="00103793">
              <w:t>9.1.1</w:t>
            </w:r>
            <w:r>
              <w:t xml:space="preserve"> </w:t>
            </w:r>
            <w:bookmarkStart w:id="4" w:name="Add"/>
            <w:r w:rsidRPr="00103793">
              <w:t xml:space="preserve">Add </w:t>
            </w:r>
            <w:bookmarkEnd w:id="4"/>
            <w:r w:rsidRPr="00103793">
              <w:t>Support Service</w:t>
            </w:r>
            <w:bookmarkEnd w:id="3"/>
          </w:p>
        </w:tc>
        <w:tc>
          <w:tcPr>
            <w:tcW w:w="760" w:type="pct"/>
            <w:vMerge w:val="restart"/>
          </w:tcPr>
          <w:p w:rsidR="00103793" w:rsidRDefault="00103793" w:rsidP="00750E4A">
            <w:pPr>
              <w:pStyle w:val="ListParagraph"/>
              <w:ind w:left="0"/>
              <w:cnfStyle w:val="000000100000"/>
            </w:pPr>
            <w:r>
              <w:t>Must have the support service name that you wish to add against a student record</w:t>
            </w:r>
            <w:r w:rsidR="00726004">
              <w:t xml:space="preserve"> from the available</w:t>
            </w:r>
          </w:p>
          <w:p w:rsidR="00726004" w:rsidRDefault="00726004" w:rsidP="00726004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Complaints</w:t>
            </w:r>
          </w:p>
          <w:p w:rsidR="00726004" w:rsidRDefault="00726004" w:rsidP="00726004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Counselling</w:t>
            </w:r>
          </w:p>
          <w:p w:rsidR="00726004" w:rsidRDefault="00726004" w:rsidP="00726004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Discipline</w:t>
            </w:r>
          </w:p>
          <w:p w:rsidR="00726004" w:rsidRDefault="00726004" w:rsidP="00726004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Disability</w:t>
            </w:r>
          </w:p>
          <w:p w:rsidR="00726004" w:rsidRDefault="00726004" w:rsidP="00726004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Hardship</w:t>
            </w:r>
          </w:p>
          <w:p w:rsidR="00726004" w:rsidRDefault="00726004" w:rsidP="00726004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Health</w:t>
            </w:r>
          </w:p>
          <w:p w:rsidR="00726004" w:rsidRDefault="00726004" w:rsidP="00726004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Learning</w:t>
            </w:r>
          </w:p>
          <w:p w:rsidR="00726004" w:rsidRDefault="00726004" w:rsidP="00726004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Liaison</w:t>
            </w:r>
          </w:p>
          <w:p w:rsidR="00103793" w:rsidRDefault="00103793" w:rsidP="00750E4A">
            <w:pPr>
              <w:pStyle w:val="ListParagraph"/>
              <w:ind w:left="0"/>
              <w:cnfStyle w:val="000000100000"/>
            </w:pPr>
          </w:p>
          <w:p w:rsidR="00103793" w:rsidRDefault="00103793" w:rsidP="00750E4A">
            <w:pPr>
              <w:pStyle w:val="ListParagraph"/>
              <w:ind w:left="0"/>
              <w:cnfStyle w:val="000000100000"/>
            </w:pPr>
            <w:r>
              <w:lastRenderedPageBreak/>
              <w:t xml:space="preserve">Must have Security access to </w:t>
            </w:r>
          </w:p>
          <w:p w:rsidR="00103793" w:rsidRDefault="00103793" w:rsidP="008E5F95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Client</w:t>
            </w:r>
          </w:p>
          <w:p w:rsidR="00103793" w:rsidRDefault="00103793" w:rsidP="00D86B95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750E4A">
            <w:pPr>
              <w:pStyle w:val="ListParagraph"/>
              <w:ind w:left="0"/>
              <w:cnfStyle w:val="000000100000"/>
            </w:pPr>
            <w:r>
              <w:lastRenderedPageBreak/>
              <w:t>Click on the Client Module</w:t>
            </w:r>
          </w:p>
        </w:tc>
        <w:tc>
          <w:tcPr>
            <w:tcW w:w="66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523" w:type="pct"/>
          </w:tcPr>
          <w:p w:rsidR="00103793" w:rsidRDefault="00103793" w:rsidP="006C7226">
            <w:pPr>
              <w:cnfStyle w:val="000000100000"/>
            </w:pPr>
            <w:r>
              <w:t>Client module is loaded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6C7226"/>
        </w:tc>
        <w:tc>
          <w:tcPr>
            <w:tcW w:w="760" w:type="pct"/>
            <w:vMerge/>
          </w:tcPr>
          <w:p w:rsidR="00103793" w:rsidRDefault="00103793" w:rsidP="006C7226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7175F2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67" w:type="pct"/>
          </w:tcPr>
          <w:p w:rsidR="00103793" w:rsidRDefault="00103793" w:rsidP="00F20B70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103793" w:rsidRDefault="00103793" w:rsidP="00F20B70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103793" w:rsidRDefault="00103793" w:rsidP="00F20B70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103793" w:rsidRDefault="00103793" w:rsidP="00D86B95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523" w:type="pct"/>
          </w:tcPr>
          <w:p w:rsidR="00103793" w:rsidRDefault="00103793" w:rsidP="006C7226">
            <w:pPr>
              <w:cnfStyle w:val="000000000000"/>
            </w:pPr>
            <w:r>
              <w:t>Data is visible in the text fields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6C7226"/>
        </w:tc>
        <w:tc>
          <w:tcPr>
            <w:tcW w:w="760" w:type="pct"/>
            <w:vMerge/>
          </w:tcPr>
          <w:p w:rsidR="00103793" w:rsidRDefault="00103793" w:rsidP="006C7226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7175F2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D86B95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6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523" w:type="pct"/>
          </w:tcPr>
          <w:p w:rsidR="00103793" w:rsidRDefault="00103793" w:rsidP="006C7226">
            <w:pPr>
              <w:cnfStyle w:val="000000100000"/>
            </w:pPr>
            <w:r>
              <w:t>Search displays list of persons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6C7226"/>
        </w:tc>
        <w:tc>
          <w:tcPr>
            <w:tcW w:w="760" w:type="pct"/>
            <w:vMerge/>
          </w:tcPr>
          <w:p w:rsidR="00103793" w:rsidRDefault="00103793" w:rsidP="006C7226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7175F2">
            <w:pPr>
              <w:pStyle w:val="ListParagraph"/>
              <w:ind w:left="0"/>
              <w:cnfStyle w:val="000000000000"/>
            </w:pPr>
            <w:r>
              <w:t xml:space="preserve">Double click on the selected person that you wish to add </w:t>
            </w:r>
          </w:p>
        </w:tc>
        <w:tc>
          <w:tcPr>
            <w:tcW w:w="66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523" w:type="pct"/>
          </w:tcPr>
          <w:p w:rsidR="00103793" w:rsidRDefault="00103793" w:rsidP="006C7226">
            <w:pPr>
              <w:cnfStyle w:val="000000000000"/>
            </w:pPr>
            <w:r>
              <w:t>Screen changes to person view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6C7226"/>
        </w:tc>
        <w:tc>
          <w:tcPr>
            <w:tcW w:w="760" w:type="pct"/>
            <w:vMerge/>
          </w:tcPr>
          <w:p w:rsidR="00103793" w:rsidRDefault="00103793" w:rsidP="006C7226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7175F2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D86B95">
              <w:rPr>
                <w:b/>
              </w:rPr>
              <w:t>Support Services</w:t>
            </w:r>
            <w:r>
              <w:t xml:space="preserve"> </w:t>
            </w:r>
            <w:r>
              <w:lastRenderedPageBreak/>
              <w:t>button on Person Tree.</w:t>
            </w:r>
          </w:p>
          <w:p w:rsidR="00103793" w:rsidRDefault="00103793" w:rsidP="007175F2">
            <w:pPr>
              <w:pStyle w:val="ListParagraph"/>
              <w:ind w:left="0"/>
              <w:cnfStyle w:val="000000100000"/>
            </w:pPr>
          </w:p>
        </w:tc>
        <w:tc>
          <w:tcPr>
            <w:tcW w:w="66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523" w:type="pct"/>
          </w:tcPr>
          <w:p w:rsidR="00103793" w:rsidRDefault="00103793" w:rsidP="006C7226">
            <w:pPr>
              <w:cnfStyle w:val="000000100000"/>
            </w:pPr>
            <w:r>
              <w:t xml:space="preserve">Screen changes to </w:t>
            </w:r>
            <w:r>
              <w:lastRenderedPageBreak/>
              <w:t>support services screen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6C7226"/>
        </w:tc>
        <w:tc>
          <w:tcPr>
            <w:tcW w:w="760" w:type="pct"/>
            <w:vMerge/>
          </w:tcPr>
          <w:p w:rsidR="00103793" w:rsidRDefault="00103793" w:rsidP="006C7226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7175F2">
            <w:pPr>
              <w:pStyle w:val="ListParagraph"/>
              <w:ind w:left="0"/>
              <w:cnfStyle w:val="000000000000"/>
            </w:pPr>
            <w:r>
              <w:t>Click on one of the available Service tabs</w:t>
            </w:r>
          </w:p>
        </w:tc>
        <w:tc>
          <w:tcPr>
            <w:tcW w:w="667" w:type="pct"/>
          </w:tcPr>
          <w:p w:rsidR="00103793" w:rsidRDefault="00103793" w:rsidP="00785090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Complaints</w:t>
            </w:r>
          </w:p>
          <w:p w:rsidR="00103793" w:rsidRDefault="00103793" w:rsidP="00785090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Counselling</w:t>
            </w:r>
          </w:p>
          <w:p w:rsidR="00103793" w:rsidRDefault="00103793" w:rsidP="00785090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Discipline</w:t>
            </w:r>
          </w:p>
          <w:p w:rsidR="00103793" w:rsidRDefault="00103793" w:rsidP="00785090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Disability</w:t>
            </w:r>
          </w:p>
          <w:p w:rsidR="00103793" w:rsidRDefault="00103793" w:rsidP="00785090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Hardship</w:t>
            </w:r>
          </w:p>
          <w:p w:rsidR="00103793" w:rsidRDefault="00103793" w:rsidP="00785090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Health</w:t>
            </w:r>
          </w:p>
          <w:p w:rsidR="00103793" w:rsidRDefault="00103793" w:rsidP="00785090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Learning</w:t>
            </w:r>
          </w:p>
          <w:p w:rsidR="00103793" w:rsidRDefault="00103793" w:rsidP="00785090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Liaison</w:t>
            </w:r>
          </w:p>
        </w:tc>
        <w:tc>
          <w:tcPr>
            <w:tcW w:w="523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6C7226"/>
        </w:tc>
        <w:tc>
          <w:tcPr>
            <w:tcW w:w="760" w:type="pct"/>
            <w:vMerge/>
          </w:tcPr>
          <w:p w:rsidR="00103793" w:rsidRDefault="00103793" w:rsidP="006C7226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7175F2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D86B95">
              <w:rPr>
                <w:b/>
              </w:rPr>
              <w:t>Add</w:t>
            </w:r>
            <w:r>
              <w:t xml:space="preserve"> button</w:t>
            </w:r>
          </w:p>
        </w:tc>
        <w:tc>
          <w:tcPr>
            <w:tcW w:w="66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523" w:type="pct"/>
          </w:tcPr>
          <w:p w:rsidR="00103793" w:rsidRDefault="00103793" w:rsidP="006C7226">
            <w:pPr>
              <w:cnfStyle w:val="000000100000"/>
            </w:pPr>
            <w:r>
              <w:t>Relevant Service popup Screen appears.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6C7226"/>
        </w:tc>
        <w:tc>
          <w:tcPr>
            <w:tcW w:w="760" w:type="pct"/>
            <w:vMerge/>
          </w:tcPr>
          <w:p w:rsidR="00103793" w:rsidRDefault="00103793" w:rsidP="006C7226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7175F2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67" w:type="pct"/>
          </w:tcPr>
          <w:p w:rsidR="00103793" w:rsidRDefault="00103793" w:rsidP="006C7226">
            <w:pPr>
              <w:cnfStyle w:val="000000000000"/>
            </w:pPr>
            <w:r>
              <w:t xml:space="preserve">If the </w:t>
            </w:r>
            <w:r w:rsidRPr="00D86B95">
              <w:rPr>
                <w:b/>
              </w:rPr>
              <w:t>Complaints</w:t>
            </w:r>
            <w:r>
              <w:t xml:space="preserve"> tab is selected,</w:t>
            </w:r>
          </w:p>
          <w:p w:rsidR="00103793" w:rsidRDefault="00103793" w:rsidP="001F38DD">
            <w:pPr>
              <w:pStyle w:val="ListParagraph"/>
              <w:numPr>
                <w:ilvl w:val="0"/>
                <w:numId w:val="9"/>
              </w:numPr>
              <w:cnfStyle w:val="000000000000"/>
            </w:pPr>
            <w:r>
              <w:t>Complaint Type</w:t>
            </w:r>
          </w:p>
          <w:p w:rsidR="00103793" w:rsidRDefault="00103793" w:rsidP="001F38DD">
            <w:pPr>
              <w:pStyle w:val="ListParagraph"/>
              <w:numPr>
                <w:ilvl w:val="0"/>
                <w:numId w:val="9"/>
              </w:numPr>
              <w:cnfStyle w:val="000000000000"/>
            </w:pPr>
            <w:r>
              <w:t>Complaint Date</w:t>
            </w:r>
          </w:p>
          <w:p w:rsidR="00103793" w:rsidRDefault="00103793" w:rsidP="001F38DD">
            <w:pPr>
              <w:pStyle w:val="ListParagraph"/>
              <w:numPr>
                <w:ilvl w:val="0"/>
                <w:numId w:val="9"/>
              </w:numPr>
              <w:cnfStyle w:val="000000000000"/>
            </w:pPr>
            <w:r>
              <w:t>Notes</w:t>
            </w:r>
          </w:p>
          <w:p w:rsidR="00103793" w:rsidRDefault="00103793" w:rsidP="001F38DD">
            <w:pPr>
              <w:pStyle w:val="ListParagraph"/>
              <w:numPr>
                <w:ilvl w:val="0"/>
                <w:numId w:val="9"/>
              </w:numPr>
              <w:cnfStyle w:val="000000000000"/>
            </w:pPr>
            <w:r>
              <w:t>Resolved</w:t>
            </w:r>
          </w:p>
          <w:p w:rsidR="00103793" w:rsidRDefault="00103793" w:rsidP="001F38DD">
            <w:pPr>
              <w:pStyle w:val="ListParagraph"/>
              <w:numPr>
                <w:ilvl w:val="0"/>
                <w:numId w:val="9"/>
              </w:numPr>
              <w:cnfStyle w:val="000000000000"/>
            </w:pPr>
            <w:r>
              <w:t>Referred To</w:t>
            </w:r>
          </w:p>
          <w:p w:rsidR="00103793" w:rsidRDefault="00103793" w:rsidP="001F38DD">
            <w:pPr>
              <w:pStyle w:val="ListParagraph"/>
              <w:numPr>
                <w:ilvl w:val="0"/>
                <w:numId w:val="9"/>
              </w:numPr>
              <w:cnfStyle w:val="000000000000"/>
            </w:pPr>
            <w:r>
              <w:t>Referral Comments</w:t>
            </w:r>
          </w:p>
          <w:p w:rsidR="00103793" w:rsidRDefault="00103793" w:rsidP="001F38DD">
            <w:pPr>
              <w:cnfStyle w:val="000000000000"/>
            </w:pPr>
          </w:p>
          <w:p w:rsidR="00103793" w:rsidRDefault="00103793" w:rsidP="001F38DD">
            <w:pPr>
              <w:cnfStyle w:val="000000000000"/>
            </w:pPr>
            <w:r>
              <w:t xml:space="preserve">If the </w:t>
            </w:r>
            <w:r w:rsidRPr="00D86B95">
              <w:rPr>
                <w:b/>
              </w:rPr>
              <w:t>Counselling</w:t>
            </w:r>
            <w:r>
              <w:t xml:space="preserve"> tab is selected,</w:t>
            </w:r>
          </w:p>
          <w:p w:rsidR="00103793" w:rsidRDefault="00103793" w:rsidP="001F38DD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Support Provider</w:t>
            </w:r>
          </w:p>
          <w:p w:rsidR="00103793" w:rsidRDefault="00103793" w:rsidP="001F38DD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lastRenderedPageBreak/>
              <w:t>Counselling Type</w:t>
            </w:r>
          </w:p>
          <w:p w:rsidR="00103793" w:rsidRDefault="00103793" w:rsidP="001F38DD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Counselling Detail</w:t>
            </w:r>
          </w:p>
          <w:p w:rsidR="00103793" w:rsidRDefault="00103793" w:rsidP="001F38DD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Start Date</w:t>
            </w:r>
          </w:p>
          <w:p w:rsidR="00103793" w:rsidRDefault="00103793" w:rsidP="001F38DD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End Date</w:t>
            </w:r>
          </w:p>
          <w:p w:rsidR="00103793" w:rsidRDefault="00103793" w:rsidP="001F38DD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Time (Minutes)</w:t>
            </w:r>
          </w:p>
          <w:p w:rsidR="00103793" w:rsidRDefault="00103793" w:rsidP="001F38DD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Hourly Rate</w:t>
            </w:r>
          </w:p>
          <w:p w:rsidR="00103793" w:rsidRDefault="00103793" w:rsidP="001F38DD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Total</w:t>
            </w:r>
          </w:p>
          <w:p w:rsidR="00103793" w:rsidRDefault="00103793" w:rsidP="001F38DD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Notes</w:t>
            </w:r>
          </w:p>
          <w:p w:rsidR="00103793" w:rsidRDefault="00103793" w:rsidP="001F38DD">
            <w:pPr>
              <w:pStyle w:val="ListParagraph"/>
              <w:ind w:left="0"/>
              <w:cnfStyle w:val="000000000000"/>
            </w:pPr>
          </w:p>
          <w:p w:rsidR="00103793" w:rsidRDefault="00103793" w:rsidP="001F38DD">
            <w:pPr>
              <w:pStyle w:val="ListParagraph"/>
              <w:ind w:left="0"/>
              <w:cnfStyle w:val="000000000000"/>
            </w:pPr>
            <w:r>
              <w:t xml:space="preserve">If the </w:t>
            </w:r>
            <w:r w:rsidRPr="00D86B95">
              <w:rPr>
                <w:b/>
              </w:rPr>
              <w:t>Discipline</w:t>
            </w:r>
            <w:r>
              <w:t xml:space="preserve"> tab is selected,</w:t>
            </w:r>
          </w:p>
          <w:p w:rsidR="00103793" w:rsidRDefault="00103793" w:rsidP="001F38DD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Discipline Type</w:t>
            </w:r>
          </w:p>
          <w:p w:rsidR="00103793" w:rsidRDefault="00103793" w:rsidP="001F38DD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Study Contract</w:t>
            </w:r>
          </w:p>
          <w:p w:rsidR="00103793" w:rsidRDefault="00103793" w:rsidP="001F38DD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Date</w:t>
            </w:r>
          </w:p>
          <w:p w:rsidR="00103793" w:rsidRDefault="00103793" w:rsidP="001F38DD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Alert</w:t>
            </w:r>
          </w:p>
          <w:p w:rsidR="00103793" w:rsidRDefault="00103793" w:rsidP="001F38DD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Notes</w:t>
            </w:r>
          </w:p>
          <w:p w:rsidR="00103793" w:rsidRDefault="00103793" w:rsidP="001F38DD">
            <w:pPr>
              <w:cnfStyle w:val="000000000000"/>
            </w:pPr>
          </w:p>
          <w:p w:rsidR="00103793" w:rsidRDefault="00103793" w:rsidP="001F38DD">
            <w:pPr>
              <w:cnfStyle w:val="000000000000"/>
            </w:pPr>
            <w:r>
              <w:t xml:space="preserve">If the </w:t>
            </w:r>
            <w:r w:rsidRPr="00D86B95">
              <w:rPr>
                <w:b/>
              </w:rPr>
              <w:t>Disability</w:t>
            </w:r>
            <w:r>
              <w:t xml:space="preserve"> tab is selected,</w:t>
            </w:r>
          </w:p>
          <w:p w:rsidR="00103793" w:rsidRDefault="00103793" w:rsidP="001F38DD">
            <w:pPr>
              <w:pStyle w:val="ListParagraph"/>
              <w:numPr>
                <w:ilvl w:val="0"/>
                <w:numId w:val="12"/>
              </w:numPr>
              <w:cnfStyle w:val="000000000000"/>
            </w:pPr>
            <w:r>
              <w:t>Disability Type</w:t>
            </w:r>
          </w:p>
          <w:p w:rsidR="00103793" w:rsidRDefault="00103793" w:rsidP="001F38DD">
            <w:pPr>
              <w:pStyle w:val="ListParagraph"/>
              <w:numPr>
                <w:ilvl w:val="0"/>
                <w:numId w:val="12"/>
              </w:numPr>
              <w:cnfStyle w:val="000000000000"/>
            </w:pPr>
            <w:r>
              <w:t>Start Date</w:t>
            </w:r>
          </w:p>
          <w:p w:rsidR="00103793" w:rsidRDefault="00103793" w:rsidP="001F38DD">
            <w:pPr>
              <w:pStyle w:val="ListParagraph"/>
              <w:numPr>
                <w:ilvl w:val="0"/>
                <w:numId w:val="12"/>
              </w:numPr>
              <w:cnfStyle w:val="000000000000"/>
            </w:pPr>
            <w:r>
              <w:t>End Date</w:t>
            </w:r>
          </w:p>
          <w:p w:rsidR="00103793" w:rsidRDefault="00103793" w:rsidP="001F38DD">
            <w:pPr>
              <w:pStyle w:val="ListParagraph"/>
              <w:numPr>
                <w:ilvl w:val="0"/>
                <w:numId w:val="12"/>
              </w:numPr>
              <w:cnfStyle w:val="000000000000"/>
            </w:pPr>
            <w:r>
              <w:t>Notes</w:t>
            </w:r>
          </w:p>
          <w:p w:rsidR="00103793" w:rsidRDefault="00103793" w:rsidP="001F38DD">
            <w:pPr>
              <w:cnfStyle w:val="000000000000"/>
            </w:pPr>
          </w:p>
          <w:p w:rsidR="00103793" w:rsidRDefault="00103793" w:rsidP="001F38DD">
            <w:pPr>
              <w:cnfStyle w:val="000000000000"/>
            </w:pPr>
            <w:r>
              <w:t xml:space="preserve">If the </w:t>
            </w:r>
            <w:r w:rsidRPr="00D86B95">
              <w:rPr>
                <w:b/>
              </w:rPr>
              <w:t>Hardship</w:t>
            </w:r>
            <w:r>
              <w:t xml:space="preserve"> tab is selected,</w:t>
            </w:r>
          </w:p>
          <w:p w:rsidR="00103793" w:rsidRDefault="00103793" w:rsidP="001F38DD">
            <w:pPr>
              <w:pStyle w:val="ListParagraph"/>
              <w:numPr>
                <w:ilvl w:val="0"/>
                <w:numId w:val="13"/>
              </w:numPr>
              <w:cnfStyle w:val="000000000000"/>
            </w:pPr>
            <w:r>
              <w:lastRenderedPageBreak/>
              <w:t>Hardship Type</w:t>
            </w:r>
          </w:p>
          <w:p w:rsidR="00103793" w:rsidRDefault="00103793" w:rsidP="001F38DD">
            <w:pPr>
              <w:pStyle w:val="ListParagraph"/>
              <w:numPr>
                <w:ilvl w:val="0"/>
                <w:numId w:val="13"/>
              </w:numPr>
              <w:cnfStyle w:val="000000000000"/>
            </w:pPr>
            <w:r>
              <w:t>Hardship Support</w:t>
            </w:r>
          </w:p>
          <w:p w:rsidR="00103793" w:rsidRDefault="00103793" w:rsidP="001F38DD">
            <w:pPr>
              <w:pStyle w:val="ListParagraph"/>
              <w:numPr>
                <w:ilvl w:val="0"/>
                <w:numId w:val="13"/>
              </w:numPr>
              <w:cnfStyle w:val="000000000000"/>
            </w:pPr>
            <w:r>
              <w:t>Date</w:t>
            </w:r>
          </w:p>
          <w:p w:rsidR="00103793" w:rsidRDefault="00103793" w:rsidP="001F38DD">
            <w:pPr>
              <w:pStyle w:val="ListParagraph"/>
              <w:numPr>
                <w:ilvl w:val="0"/>
                <w:numId w:val="13"/>
              </w:numPr>
              <w:cnfStyle w:val="000000000000"/>
            </w:pPr>
            <w:r>
              <w:t>Time(Minutes)</w:t>
            </w:r>
          </w:p>
          <w:p w:rsidR="00103793" w:rsidRDefault="00103793" w:rsidP="001F38DD">
            <w:pPr>
              <w:pStyle w:val="ListParagraph"/>
              <w:numPr>
                <w:ilvl w:val="0"/>
                <w:numId w:val="13"/>
              </w:numPr>
              <w:cnfStyle w:val="000000000000"/>
            </w:pPr>
            <w:r>
              <w:t>Hourly Rate</w:t>
            </w:r>
          </w:p>
          <w:p w:rsidR="00103793" w:rsidRDefault="00103793" w:rsidP="001F38DD">
            <w:pPr>
              <w:pStyle w:val="ListParagraph"/>
              <w:numPr>
                <w:ilvl w:val="0"/>
                <w:numId w:val="13"/>
              </w:numPr>
              <w:cnfStyle w:val="000000000000"/>
            </w:pPr>
            <w:r>
              <w:t>Total</w:t>
            </w:r>
          </w:p>
          <w:p w:rsidR="00103793" w:rsidRDefault="00103793" w:rsidP="001F38DD">
            <w:pPr>
              <w:pStyle w:val="ListParagraph"/>
              <w:numPr>
                <w:ilvl w:val="0"/>
                <w:numId w:val="13"/>
              </w:numPr>
              <w:cnfStyle w:val="000000000000"/>
            </w:pPr>
            <w:r>
              <w:t>Repaid</w:t>
            </w:r>
          </w:p>
          <w:p w:rsidR="00103793" w:rsidRDefault="00103793" w:rsidP="001F38DD">
            <w:pPr>
              <w:pStyle w:val="ListParagraph"/>
              <w:numPr>
                <w:ilvl w:val="0"/>
                <w:numId w:val="13"/>
              </w:numPr>
              <w:cnfStyle w:val="000000000000"/>
            </w:pPr>
            <w:r>
              <w:t>Notes</w:t>
            </w:r>
          </w:p>
          <w:p w:rsidR="00103793" w:rsidRDefault="00103793" w:rsidP="00BE27BE">
            <w:pPr>
              <w:cnfStyle w:val="000000000000"/>
            </w:pPr>
          </w:p>
          <w:p w:rsidR="00103793" w:rsidRDefault="00103793" w:rsidP="00BE27BE">
            <w:pPr>
              <w:cnfStyle w:val="000000000000"/>
            </w:pPr>
            <w:r>
              <w:t xml:space="preserve">If the </w:t>
            </w:r>
            <w:r w:rsidRPr="00D86B95">
              <w:rPr>
                <w:b/>
              </w:rPr>
              <w:t>Health</w:t>
            </w:r>
            <w:r>
              <w:t xml:space="preserve"> tab is selected,</w:t>
            </w:r>
          </w:p>
          <w:p w:rsidR="00103793" w:rsidRDefault="00103793" w:rsidP="00BE27BE">
            <w:pPr>
              <w:pStyle w:val="ListParagraph"/>
              <w:numPr>
                <w:ilvl w:val="0"/>
                <w:numId w:val="14"/>
              </w:numPr>
              <w:cnfStyle w:val="000000000000"/>
            </w:pPr>
            <w:r>
              <w:t>Support Provider</w:t>
            </w:r>
          </w:p>
          <w:p w:rsidR="00103793" w:rsidRDefault="00103793" w:rsidP="00BE27BE">
            <w:pPr>
              <w:pStyle w:val="ListParagraph"/>
              <w:numPr>
                <w:ilvl w:val="0"/>
                <w:numId w:val="14"/>
              </w:numPr>
              <w:cnfStyle w:val="000000000000"/>
            </w:pPr>
            <w:r>
              <w:t>Health Type</w:t>
            </w:r>
          </w:p>
          <w:p w:rsidR="00103793" w:rsidRDefault="00103793" w:rsidP="00BE27BE">
            <w:pPr>
              <w:pStyle w:val="ListParagraph"/>
              <w:numPr>
                <w:ilvl w:val="0"/>
                <w:numId w:val="14"/>
              </w:numPr>
              <w:cnfStyle w:val="000000000000"/>
            </w:pPr>
            <w:r>
              <w:t>Health Support</w:t>
            </w:r>
          </w:p>
          <w:p w:rsidR="00103793" w:rsidRDefault="00103793" w:rsidP="00BE27BE">
            <w:pPr>
              <w:pStyle w:val="ListParagraph"/>
              <w:numPr>
                <w:ilvl w:val="0"/>
                <w:numId w:val="14"/>
              </w:numPr>
              <w:cnfStyle w:val="000000000000"/>
            </w:pPr>
            <w:r>
              <w:t>Start Date</w:t>
            </w:r>
          </w:p>
          <w:p w:rsidR="00103793" w:rsidRDefault="00103793" w:rsidP="00BE27BE">
            <w:pPr>
              <w:pStyle w:val="ListParagraph"/>
              <w:numPr>
                <w:ilvl w:val="0"/>
                <w:numId w:val="14"/>
              </w:numPr>
              <w:cnfStyle w:val="000000000000"/>
            </w:pPr>
            <w:r>
              <w:t>End Date</w:t>
            </w:r>
          </w:p>
          <w:p w:rsidR="00103793" w:rsidRDefault="00103793" w:rsidP="00BE27BE">
            <w:pPr>
              <w:pStyle w:val="ListParagraph"/>
              <w:numPr>
                <w:ilvl w:val="0"/>
                <w:numId w:val="14"/>
              </w:numPr>
              <w:cnfStyle w:val="000000000000"/>
            </w:pPr>
            <w:r>
              <w:t>Duration (minutes)</w:t>
            </w:r>
          </w:p>
          <w:p w:rsidR="00103793" w:rsidRDefault="00103793" w:rsidP="00BE27BE">
            <w:pPr>
              <w:pStyle w:val="ListParagraph"/>
              <w:numPr>
                <w:ilvl w:val="0"/>
                <w:numId w:val="14"/>
              </w:numPr>
              <w:cnfStyle w:val="000000000000"/>
            </w:pPr>
            <w:r>
              <w:t>Hourly Rate</w:t>
            </w:r>
          </w:p>
          <w:p w:rsidR="00103793" w:rsidRDefault="00103793" w:rsidP="00BE27BE">
            <w:pPr>
              <w:pStyle w:val="ListParagraph"/>
              <w:numPr>
                <w:ilvl w:val="0"/>
                <w:numId w:val="14"/>
              </w:numPr>
              <w:cnfStyle w:val="000000000000"/>
            </w:pPr>
            <w:r>
              <w:t>Total</w:t>
            </w:r>
          </w:p>
          <w:p w:rsidR="00103793" w:rsidRDefault="00103793" w:rsidP="00BE27BE">
            <w:pPr>
              <w:pStyle w:val="ListParagraph"/>
              <w:numPr>
                <w:ilvl w:val="0"/>
                <w:numId w:val="14"/>
              </w:numPr>
              <w:cnfStyle w:val="000000000000"/>
            </w:pPr>
            <w:r>
              <w:t>Notes</w:t>
            </w:r>
          </w:p>
          <w:p w:rsidR="00103793" w:rsidRDefault="00103793" w:rsidP="00BE27BE">
            <w:pPr>
              <w:cnfStyle w:val="000000000000"/>
            </w:pPr>
          </w:p>
          <w:p w:rsidR="00103793" w:rsidRDefault="00103793" w:rsidP="00BE27BE">
            <w:pPr>
              <w:cnfStyle w:val="000000000000"/>
            </w:pPr>
            <w:r>
              <w:t xml:space="preserve">If the </w:t>
            </w:r>
            <w:r w:rsidRPr="00D86B95">
              <w:rPr>
                <w:b/>
              </w:rPr>
              <w:t>Learning</w:t>
            </w:r>
            <w:r>
              <w:t xml:space="preserve"> tab is selected,</w:t>
            </w:r>
          </w:p>
          <w:p w:rsidR="00103793" w:rsidRDefault="00103793" w:rsidP="00BE27BE">
            <w:pPr>
              <w:pStyle w:val="ListParagraph"/>
              <w:numPr>
                <w:ilvl w:val="0"/>
                <w:numId w:val="15"/>
              </w:numPr>
              <w:cnfStyle w:val="000000000000"/>
            </w:pPr>
            <w:r>
              <w:t>Support Provider</w:t>
            </w:r>
          </w:p>
          <w:p w:rsidR="00103793" w:rsidRDefault="00103793" w:rsidP="00BE27BE">
            <w:pPr>
              <w:pStyle w:val="ListParagraph"/>
              <w:numPr>
                <w:ilvl w:val="0"/>
                <w:numId w:val="15"/>
              </w:numPr>
              <w:cnfStyle w:val="000000000000"/>
            </w:pPr>
            <w:r>
              <w:t>Learning support Type</w:t>
            </w:r>
          </w:p>
          <w:p w:rsidR="00103793" w:rsidRDefault="00103793" w:rsidP="00BE27BE">
            <w:pPr>
              <w:pStyle w:val="ListParagraph"/>
              <w:numPr>
                <w:ilvl w:val="0"/>
                <w:numId w:val="15"/>
              </w:numPr>
              <w:cnfStyle w:val="000000000000"/>
            </w:pPr>
            <w:r>
              <w:lastRenderedPageBreak/>
              <w:t>Learning Support Support</w:t>
            </w:r>
          </w:p>
          <w:p w:rsidR="00103793" w:rsidRDefault="00103793" w:rsidP="00BE27BE">
            <w:pPr>
              <w:pStyle w:val="ListParagraph"/>
              <w:numPr>
                <w:ilvl w:val="0"/>
                <w:numId w:val="15"/>
              </w:numPr>
              <w:cnfStyle w:val="000000000000"/>
            </w:pPr>
            <w:r>
              <w:t>Start Date</w:t>
            </w:r>
          </w:p>
          <w:p w:rsidR="00103793" w:rsidRDefault="00103793" w:rsidP="00BE27BE">
            <w:pPr>
              <w:pStyle w:val="ListParagraph"/>
              <w:numPr>
                <w:ilvl w:val="0"/>
                <w:numId w:val="15"/>
              </w:numPr>
              <w:cnfStyle w:val="000000000000"/>
            </w:pPr>
            <w:r>
              <w:t>End Date</w:t>
            </w:r>
          </w:p>
          <w:p w:rsidR="00103793" w:rsidRDefault="00103793" w:rsidP="00BE27BE">
            <w:pPr>
              <w:pStyle w:val="ListParagraph"/>
              <w:numPr>
                <w:ilvl w:val="0"/>
                <w:numId w:val="15"/>
              </w:numPr>
              <w:cnfStyle w:val="000000000000"/>
            </w:pPr>
            <w:r>
              <w:t>Duration (Minutes)</w:t>
            </w:r>
          </w:p>
          <w:p w:rsidR="00103793" w:rsidRDefault="00103793" w:rsidP="00BE27BE">
            <w:pPr>
              <w:pStyle w:val="ListParagraph"/>
              <w:numPr>
                <w:ilvl w:val="0"/>
                <w:numId w:val="15"/>
              </w:numPr>
              <w:cnfStyle w:val="000000000000"/>
            </w:pPr>
            <w:r>
              <w:t>Hourly Rate</w:t>
            </w:r>
          </w:p>
          <w:p w:rsidR="00103793" w:rsidRDefault="00103793" w:rsidP="00BE27BE">
            <w:pPr>
              <w:pStyle w:val="ListParagraph"/>
              <w:numPr>
                <w:ilvl w:val="0"/>
                <w:numId w:val="15"/>
              </w:numPr>
              <w:cnfStyle w:val="000000000000"/>
            </w:pPr>
            <w:r>
              <w:t>Total</w:t>
            </w:r>
          </w:p>
          <w:p w:rsidR="00103793" w:rsidRDefault="00103793" w:rsidP="00BE27BE">
            <w:pPr>
              <w:pStyle w:val="ListParagraph"/>
              <w:numPr>
                <w:ilvl w:val="0"/>
                <w:numId w:val="15"/>
              </w:numPr>
              <w:cnfStyle w:val="000000000000"/>
            </w:pPr>
            <w:r>
              <w:t>Study Contract</w:t>
            </w:r>
          </w:p>
          <w:p w:rsidR="00103793" w:rsidRDefault="00103793" w:rsidP="00BE27BE">
            <w:pPr>
              <w:pStyle w:val="ListParagraph"/>
              <w:numPr>
                <w:ilvl w:val="0"/>
                <w:numId w:val="15"/>
              </w:numPr>
              <w:cnfStyle w:val="000000000000"/>
            </w:pPr>
            <w:r>
              <w:t>Notes</w:t>
            </w:r>
          </w:p>
          <w:p w:rsidR="00103793" w:rsidRDefault="00103793" w:rsidP="00BE27BE">
            <w:pPr>
              <w:cnfStyle w:val="000000000000"/>
            </w:pPr>
          </w:p>
          <w:p w:rsidR="00103793" w:rsidRDefault="00103793" w:rsidP="00BE27BE">
            <w:pPr>
              <w:cnfStyle w:val="000000000000"/>
            </w:pPr>
            <w:r>
              <w:t xml:space="preserve">If the </w:t>
            </w:r>
            <w:r w:rsidR="00D86B95">
              <w:rPr>
                <w:b/>
              </w:rPr>
              <w:t>Liaison</w:t>
            </w:r>
            <w:r>
              <w:t xml:space="preserve"> tab is selected,</w:t>
            </w:r>
          </w:p>
          <w:p w:rsidR="00103793" w:rsidRDefault="00103793" w:rsidP="00BE27BE">
            <w:pPr>
              <w:pStyle w:val="ListParagraph"/>
              <w:numPr>
                <w:ilvl w:val="0"/>
                <w:numId w:val="16"/>
              </w:numPr>
              <w:cnfStyle w:val="000000000000"/>
            </w:pPr>
            <w:r>
              <w:t>Support Provider</w:t>
            </w:r>
          </w:p>
          <w:p w:rsidR="00103793" w:rsidRDefault="00103793" w:rsidP="00BE27BE">
            <w:pPr>
              <w:pStyle w:val="ListParagraph"/>
              <w:numPr>
                <w:ilvl w:val="0"/>
                <w:numId w:val="16"/>
              </w:numPr>
              <w:cnfStyle w:val="000000000000"/>
            </w:pPr>
            <w:r>
              <w:t>Liaison Type</w:t>
            </w:r>
          </w:p>
          <w:p w:rsidR="00103793" w:rsidRDefault="00103793" w:rsidP="00BE27BE">
            <w:pPr>
              <w:pStyle w:val="ListParagraph"/>
              <w:numPr>
                <w:ilvl w:val="0"/>
                <w:numId w:val="16"/>
              </w:numPr>
              <w:cnfStyle w:val="000000000000"/>
            </w:pPr>
            <w:r>
              <w:t>Liaison Support</w:t>
            </w:r>
          </w:p>
          <w:p w:rsidR="00103793" w:rsidRDefault="00103793" w:rsidP="00BE27BE">
            <w:pPr>
              <w:pStyle w:val="ListParagraph"/>
              <w:numPr>
                <w:ilvl w:val="0"/>
                <w:numId w:val="16"/>
              </w:numPr>
              <w:cnfStyle w:val="000000000000"/>
            </w:pPr>
            <w:r>
              <w:t>Start Date</w:t>
            </w:r>
          </w:p>
          <w:p w:rsidR="00103793" w:rsidRDefault="00103793" w:rsidP="00BE27BE">
            <w:pPr>
              <w:pStyle w:val="ListParagraph"/>
              <w:numPr>
                <w:ilvl w:val="0"/>
                <w:numId w:val="16"/>
              </w:numPr>
              <w:cnfStyle w:val="000000000000"/>
            </w:pPr>
            <w:r>
              <w:t>End Date</w:t>
            </w:r>
          </w:p>
          <w:p w:rsidR="00103793" w:rsidRDefault="00103793" w:rsidP="00BE27BE">
            <w:pPr>
              <w:pStyle w:val="ListParagraph"/>
              <w:numPr>
                <w:ilvl w:val="0"/>
                <w:numId w:val="16"/>
              </w:numPr>
              <w:cnfStyle w:val="000000000000"/>
            </w:pPr>
            <w:r>
              <w:t>Duration (Minutes)</w:t>
            </w:r>
          </w:p>
          <w:p w:rsidR="00103793" w:rsidRDefault="00103793" w:rsidP="00BE27BE">
            <w:pPr>
              <w:pStyle w:val="ListParagraph"/>
              <w:numPr>
                <w:ilvl w:val="0"/>
                <w:numId w:val="16"/>
              </w:numPr>
              <w:cnfStyle w:val="000000000000"/>
            </w:pPr>
            <w:r>
              <w:t>Hourly Rate</w:t>
            </w:r>
          </w:p>
          <w:p w:rsidR="00103793" w:rsidRDefault="00103793" w:rsidP="00BE27BE">
            <w:pPr>
              <w:pStyle w:val="ListParagraph"/>
              <w:numPr>
                <w:ilvl w:val="0"/>
                <w:numId w:val="16"/>
              </w:numPr>
              <w:cnfStyle w:val="000000000000"/>
            </w:pPr>
            <w:r>
              <w:t>Total</w:t>
            </w:r>
          </w:p>
          <w:p w:rsidR="00103793" w:rsidRDefault="00103793" w:rsidP="00BE27BE">
            <w:pPr>
              <w:pStyle w:val="ListParagraph"/>
              <w:numPr>
                <w:ilvl w:val="0"/>
                <w:numId w:val="16"/>
              </w:numPr>
              <w:cnfStyle w:val="000000000000"/>
            </w:pPr>
            <w:r>
              <w:t>Notes</w:t>
            </w:r>
          </w:p>
          <w:p w:rsidR="00103793" w:rsidRDefault="00103793" w:rsidP="00BE27BE">
            <w:pPr>
              <w:cnfStyle w:val="000000000000"/>
            </w:pPr>
          </w:p>
        </w:tc>
        <w:tc>
          <w:tcPr>
            <w:tcW w:w="523" w:type="pct"/>
          </w:tcPr>
          <w:p w:rsidR="00103793" w:rsidRDefault="00103793" w:rsidP="006C7226">
            <w:pPr>
              <w:cnfStyle w:val="000000000000"/>
            </w:pPr>
            <w:r>
              <w:lastRenderedPageBreak/>
              <w:t>Data is visible in text fields and drop downs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6C7226"/>
        </w:tc>
        <w:tc>
          <w:tcPr>
            <w:tcW w:w="760" w:type="pct"/>
            <w:vMerge/>
          </w:tcPr>
          <w:p w:rsidR="00103793" w:rsidRDefault="00103793" w:rsidP="006C7226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7175F2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D86B95">
              <w:rPr>
                <w:b/>
              </w:rPr>
              <w:t>Save</w:t>
            </w:r>
            <w:r>
              <w:t xml:space="preserve"> button.</w:t>
            </w:r>
          </w:p>
        </w:tc>
        <w:tc>
          <w:tcPr>
            <w:tcW w:w="66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523" w:type="pct"/>
          </w:tcPr>
          <w:p w:rsidR="00103793" w:rsidRDefault="00103793" w:rsidP="006C7226">
            <w:pPr>
              <w:cnfStyle w:val="000000100000"/>
            </w:pPr>
            <w:r>
              <w:t xml:space="preserve">Support Service record </w:t>
            </w:r>
            <w:r>
              <w:lastRenderedPageBreak/>
              <w:t>created successfully.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 w:val="restart"/>
          </w:tcPr>
          <w:p w:rsidR="00103793" w:rsidRPr="00103793" w:rsidRDefault="00103793" w:rsidP="00103793">
            <w:pPr>
              <w:pStyle w:val="Heading3"/>
              <w:outlineLvl w:val="2"/>
            </w:pPr>
            <w:bookmarkStart w:id="5" w:name="_Toc360107797"/>
            <w:r w:rsidRPr="00103793">
              <w:lastRenderedPageBreak/>
              <w:t>9.1.2</w:t>
            </w:r>
            <w:r>
              <w:t xml:space="preserve"> </w:t>
            </w:r>
            <w:bookmarkStart w:id="6" w:name="Edit"/>
            <w:r w:rsidRPr="00103793">
              <w:t xml:space="preserve">Edit </w:t>
            </w:r>
            <w:bookmarkEnd w:id="6"/>
            <w:r w:rsidRPr="00103793">
              <w:t>Support Service</w:t>
            </w:r>
            <w:bookmarkEnd w:id="5"/>
          </w:p>
        </w:tc>
        <w:tc>
          <w:tcPr>
            <w:tcW w:w="760" w:type="pct"/>
            <w:vMerge w:val="restart"/>
          </w:tcPr>
          <w:p w:rsidR="00D86B95" w:rsidRDefault="00D86B95" w:rsidP="00D86B95">
            <w:pPr>
              <w:pStyle w:val="ListParagraph"/>
              <w:ind w:left="0"/>
              <w:cnfStyle w:val="000000000000"/>
            </w:pPr>
            <w:r>
              <w:t xml:space="preserve">Must have existing </w:t>
            </w:r>
            <w:r w:rsidR="00103793">
              <w:t>Support service record added to the student</w:t>
            </w:r>
            <w:r>
              <w:t>. To create one refer to</w:t>
            </w:r>
          </w:p>
          <w:p w:rsidR="00103793" w:rsidRDefault="00D24F40" w:rsidP="00D86B95">
            <w:pPr>
              <w:pStyle w:val="ListParagraph"/>
              <w:numPr>
                <w:ilvl w:val="0"/>
                <w:numId w:val="22"/>
              </w:numPr>
              <w:cnfStyle w:val="000000000000"/>
            </w:pPr>
            <w:hyperlink w:anchor="_9.1.1_Add_Support" w:history="1">
              <w:r w:rsidR="00103793" w:rsidRPr="00D86B95">
                <w:rPr>
                  <w:rStyle w:val="Hyperlink"/>
                  <w:b/>
                </w:rPr>
                <w:t>9.1.1</w:t>
              </w:r>
              <w:r w:rsidR="00D86B95" w:rsidRPr="00D86B95">
                <w:rPr>
                  <w:rStyle w:val="Hyperlink"/>
                  <w:b/>
                </w:rPr>
                <w:t xml:space="preserve"> </w:t>
              </w:r>
              <w:r w:rsidR="00D86B95" w:rsidRPr="00D86B95">
                <w:rPr>
                  <w:rStyle w:val="Hyperlink"/>
                </w:rPr>
                <w:t>Add Support Service</w:t>
              </w:r>
            </w:hyperlink>
          </w:p>
          <w:p w:rsidR="00D86B95" w:rsidRDefault="00D86B95" w:rsidP="00D86B95">
            <w:pPr>
              <w:pStyle w:val="ListParagraph"/>
              <w:ind w:left="378"/>
              <w:cnfStyle w:val="000000000000"/>
            </w:pPr>
          </w:p>
          <w:p w:rsidR="00103793" w:rsidRDefault="00103793" w:rsidP="006C7226">
            <w:pPr>
              <w:pStyle w:val="ListParagraph"/>
              <w:ind w:left="0"/>
              <w:cnfStyle w:val="000000000000"/>
            </w:pPr>
            <w:r>
              <w:t xml:space="preserve">Must have Security access to </w:t>
            </w:r>
          </w:p>
          <w:p w:rsidR="00103793" w:rsidRDefault="00103793" w:rsidP="008E5F95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Client</w:t>
            </w:r>
          </w:p>
          <w:p w:rsidR="00103793" w:rsidRDefault="00103793" w:rsidP="00D86B95">
            <w:pPr>
              <w:pStyle w:val="ListParagraph"/>
              <w:ind w:left="386"/>
              <w:cnfStyle w:val="000000000000"/>
            </w:pPr>
          </w:p>
        </w:tc>
        <w:tc>
          <w:tcPr>
            <w:tcW w:w="661" w:type="pct"/>
          </w:tcPr>
          <w:p w:rsidR="00103793" w:rsidRDefault="00103793" w:rsidP="006C7226">
            <w:pPr>
              <w:pStyle w:val="ListParagraph"/>
              <w:ind w:left="0"/>
              <w:cnfStyle w:val="000000000000"/>
            </w:pPr>
            <w:r>
              <w:t>Click on the Client Module</w:t>
            </w:r>
          </w:p>
        </w:tc>
        <w:tc>
          <w:tcPr>
            <w:tcW w:w="66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000000"/>
            </w:pPr>
            <w:r>
              <w:t>Client module is loaded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6C7226"/>
        </w:tc>
        <w:tc>
          <w:tcPr>
            <w:tcW w:w="760" w:type="pct"/>
            <w:vMerge/>
          </w:tcPr>
          <w:p w:rsidR="00103793" w:rsidRDefault="00103793" w:rsidP="006C7226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6C7226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67" w:type="pct"/>
          </w:tcPr>
          <w:p w:rsidR="00103793" w:rsidRDefault="00103793" w:rsidP="00F20B70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Surname</w:t>
            </w:r>
          </w:p>
          <w:p w:rsidR="00103793" w:rsidRDefault="00103793" w:rsidP="00F20B70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first name</w:t>
            </w:r>
          </w:p>
          <w:p w:rsidR="00103793" w:rsidRDefault="00103793" w:rsidP="00F20B70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Student ID</w:t>
            </w:r>
          </w:p>
          <w:p w:rsidR="00103793" w:rsidRDefault="00103793" w:rsidP="00F20B70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DOB</w:t>
            </w:r>
          </w:p>
          <w:p w:rsidR="00103793" w:rsidRDefault="00103793" w:rsidP="00D86B95">
            <w:pPr>
              <w:pStyle w:val="ListParagraph"/>
              <w:ind w:left="502"/>
              <w:cnfStyle w:val="0000001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100000"/>
            </w:pPr>
            <w:r>
              <w:t>Data is visible in the text fields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6C7226"/>
        </w:tc>
        <w:tc>
          <w:tcPr>
            <w:tcW w:w="760" w:type="pct"/>
            <w:vMerge/>
          </w:tcPr>
          <w:p w:rsidR="00103793" w:rsidRDefault="00103793" w:rsidP="006C7226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6C7226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D86B95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6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000000"/>
            </w:pPr>
            <w:r>
              <w:t>Search displays list of persons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6C7226"/>
        </w:tc>
        <w:tc>
          <w:tcPr>
            <w:tcW w:w="760" w:type="pct"/>
            <w:vMerge/>
          </w:tcPr>
          <w:p w:rsidR="00103793" w:rsidRDefault="00103793" w:rsidP="006C7226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6C7226">
            <w:pPr>
              <w:pStyle w:val="ListParagraph"/>
              <w:ind w:left="0"/>
              <w:cnfStyle w:val="000000100000"/>
            </w:pPr>
            <w:r>
              <w:t>Double Click on the selected person</w:t>
            </w:r>
          </w:p>
        </w:tc>
        <w:tc>
          <w:tcPr>
            <w:tcW w:w="66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100000"/>
            </w:pPr>
            <w:r>
              <w:t>Screen changes to person view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6C7226"/>
        </w:tc>
        <w:tc>
          <w:tcPr>
            <w:tcW w:w="760" w:type="pct"/>
            <w:vMerge/>
          </w:tcPr>
          <w:p w:rsidR="00103793" w:rsidRDefault="00103793" w:rsidP="006C7226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6C7226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D86B95">
              <w:rPr>
                <w:b/>
              </w:rPr>
              <w:t>Support Services</w:t>
            </w:r>
            <w:r>
              <w:t xml:space="preserve"> button on Person Tree.</w:t>
            </w:r>
          </w:p>
          <w:p w:rsidR="00103793" w:rsidRDefault="00103793" w:rsidP="006C7226">
            <w:pPr>
              <w:pStyle w:val="ListParagraph"/>
              <w:ind w:left="0"/>
              <w:cnfStyle w:val="000000000000"/>
            </w:pPr>
          </w:p>
        </w:tc>
        <w:tc>
          <w:tcPr>
            <w:tcW w:w="66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000000"/>
            </w:pPr>
            <w:r>
              <w:t>Screen changes to support services screen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  <w:trHeight w:val="730"/>
        </w:trPr>
        <w:tc>
          <w:tcPr>
            <w:cnfStyle w:val="001000000000"/>
            <w:tcW w:w="957" w:type="pct"/>
            <w:vMerge/>
          </w:tcPr>
          <w:p w:rsidR="00103793" w:rsidRDefault="00103793" w:rsidP="006C7226"/>
        </w:tc>
        <w:tc>
          <w:tcPr>
            <w:tcW w:w="760" w:type="pct"/>
            <w:vMerge/>
          </w:tcPr>
          <w:p w:rsidR="00103793" w:rsidRDefault="00103793" w:rsidP="006C7226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6C7226">
            <w:pPr>
              <w:pStyle w:val="ListParagraph"/>
              <w:ind w:left="0"/>
              <w:cnfStyle w:val="000000100000"/>
            </w:pPr>
            <w:r>
              <w:t>Click on one of the available Service tabs</w:t>
            </w:r>
          </w:p>
        </w:tc>
        <w:tc>
          <w:tcPr>
            <w:tcW w:w="667" w:type="pct"/>
          </w:tcPr>
          <w:p w:rsidR="00103793" w:rsidRDefault="00103793" w:rsidP="00785090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Complaints</w:t>
            </w:r>
          </w:p>
          <w:p w:rsidR="00103793" w:rsidRDefault="00103793" w:rsidP="00785090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Counselling</w:t>
            </w:r>
          </w:p>
          <w:p w:rsidR="00103793" w:rsidRDefault="00103793" w:rsidP="00785090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Discipline</w:t>
            </w:r>
          </w:p>
          <w:p w:rsidR="00103793" w:rsidRDefault="00103793" w:rsidP="00785090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Disability</w:t>
            </w:r>
          </w:p>
          <w:p w:rsidR="00103793" w:rsidRDefault="00103793" w:rsidP="00785090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Hardship</w:t>
            </w:r>
          </w:p>
          <w:p w:rsidR="00103793" w:rsidRDefault="00103793" w:rsidP="00785090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Health</w:t>
            </w:r>
          </w:p>
          <w:p w:rsidR="00103793" w:rsidRDefault="00103793" w:rsidP="00785090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Learning</w:t>
            </w:r>
          </w:p>
          <w:p w:rsidR="00103793" w:rsidRDefault="00103793" w:rsidP="00785090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Liaison</w:t>
            </w:r>
          </w:p>
        </w:tc>
        <w:tc>
          <w:tcPr>
            <w:tcW w:w="523" w:type="pct"/>
          </w:tcPr>
          <w:p w:rsidR="00103793" w:rsidRDefault="00103793" w:rsidP="008314A6">
            <w:pPr>
              <w:cnfStyle w:val="000000100000"/>
            </w:pP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6C7226"/>
        </w:tc>
        <w:tc>
          <w:tcPr>
            <w:tcW w:w="760" w:type="pct"/>
            <w:vMerge/>
          </w:tcPr>
          <w:p w:rsidR="00103793" w:rsidRDefault="00103793" w:rsidP="006C7226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6C7226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="00D86B95">
              <w:t xml:space="preserve">the </w:t>
            </w:r>
            <w:r w:rsidRPr="00D86B95">
              <w:rPr>
                <w:b/>
              </w:rPr>
              <w:t>Add</w:t>
            </w:r>
            <w:r>
              <w:t xml:space="preserve"> button</w:t>
            </w:r>
          </w:p>
        </w:tc>
        <w:tc>
          <w:tcPr>
            <w:tcW w:w="66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000000"/>
            </w:pP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6C7226"/>
        </w:tc>
        <w:tc>
          <w:tcPr>
            <w:tcW w:w="760" w:type="pct"/>
            <w:vMerge/>
          </w:tcPr>
          <w:p w:rsidR="00103793" w:rsidRDefault="00103793" w:rsidP="006C7226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6C7226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67" w:type="pct"/>
          </w:tcPr>
          <w:p w:rsidR="00103793" w:rsidRDefault="00103793" w:rsidP="001612C9">
            <w:pPr>
              <w:cnfStyle w:val="000000100000"/>
            </w:pPr>
            <w:r>
              <w:t xml:space="preserve">If the </w:t>
            </w:r>
            <w:r w:rsidRPr="00D86B95">
              <w:rPr>
                <w:b/>
              </w:rPr>
              <w:t>Complaints</w:t>
            </w:r>
            <w:r>
              <w:t xml:space="preserve"> tab is selected,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Complaint Type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Complaint Date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Notes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Resolved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Referred To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Referral Comments</w:t>
            </w:r>
          </w:p>
          <w:p w:rsidR="00103793" w:rsidRDefault="00103793" w:rsidP="001612C9">
            <w:pPr>
              <w:cnfStyle w:val="000000100000"/>
            </w:pPr>
          </w:p>
          <w:p w:rsidR="00103793" w:rsidRDefault="00103793" w:rsidP="001612C9">
            <w:pPr>
              <w:cnfStyle w:val="000000100000"/>
            </w:pPr>
            <w:r>
              <w:t xml:space="preserve">If the </w:t>
            </w:r>
            <w:r w:rsidRPr="00D86B95">
              <w:rPr>
                <w:b/>
              </w:rPr>
              <w:t>Counselling</w:t>
            </w:r>
            <w:r>
              <w:t xml:space="preserve"> tab is selected,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0"/>
              </w:numPr>
              <w:cnfStyle w:val="000000100000"/>
            </w:pPr>
            <w:r>
              <w:t>Support Provider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0"/>
              </w:numPr>
              <w:cnfStyle w:val="000000100000"/>
            </w:pPr>
            <w:r>
              <w:t>Counselling Type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0"/>
              </w:numPr>
              <w:cnfStyle w:val="000000100000"/>
            </w:pPr>
            <w:r>
              <w:t>Counselling Detail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0"/>
              </w:numPr>
              <w:cnfStyle w:val="000000100000"/>
            </w:pPr>
            <w:r>
              <w:t>Start Date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0"/>
              </w:numPr>
              <w:cnfStyle w:val="000000100000"/>
            </w:pPr>
            <w:r>
              <w:t>End Date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0"/>
              </w:numPr>
              <w:cnfStyle w:val="000000100000"/>
            </w:pPr>
            <w:r>
              <w:t>Time (Minutes)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0"/>
              </w:numPr>
              <w:cnfStyle w:val="000000100000"/>
            </w:pPr>
            <w:r>
              <w:t>Hourly Rate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0"/>
              </w:numPr>
              <w:cnfStyle w:val="000000100000"/>
            </w:pPr>
            <w:r>
              <w:t>Total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0"/>
              </w:numPr>
              <w:cnfStyle w:val="000000100000"/>
            </w:pPr>
            <w:r>
              <w:t>Notes</w:t>
            </w:r>
          </w:p>
          <w:p w:rsidR="00103793" w:rsidRDefault="00103793" w:rsidP="001612C9">
            <w:pPr>
              <w:pStyle w:val="ListParagraph"/>
              <w:ind w:left="0"/>
              <w:cnfStyle w:val="000000100000"/>
            </w:pPr>
          </w:p>
          <w:p w:rsidR="00103793" w:rsidRDefault="00103793" w:rsidP="001612C9">
            <w:pPr>
              <w:pStyle w:val="ListParagraph"/>
              <w:ind w:left="0"/>
              <w:cnfStyle w:val="000000100000"/>
            </w:pPr>
            <w:r>
              <w:t xml:space="preserve">If the </w:t>
            </w:r>
            <w:r w:rsidRPr="00D86B95">
              <w:rPr>
                <w:b/>
              </w:rPr>
              <w:t>Discipline</w:t>
            </w:r>
            <w:r>
              <w:t xml:space="preserve"> tab is selected,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1"/>
              </w:numPr>
              <w:cnfStyle w:val="000000100000"/>
            </w:pPr>
            <w:r>
              <w:t xml:space="preserve">Discipline </w:t>
            </w:r>
            <w:r>
              <w:lastRenderedPageBreak/>
              <w:t>Type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1"/>
              </w:numPr>
              <w:cnfStyle w:val="000000100000"/>
            </w:pPr>
            <w:r>
              <w:t>Study Contract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1"/>
              </w:numPr>
              <w:cnfStyle w:val="000000100000"/>
            </w:pPr>
            <w:r>
              <w:t>Date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1"/>
              </w:numPr>
              <w:cnfStyle w:val="000000100000"/>
            </w:pPr>
            <w:r>
              <w:t>Alert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1"/>
              </w:numPr>
              <w:cnfStyle w:val="000000100000"/>
            </w:pPr>
            <w:r>
              <w:t>Notes</w:t>
            </w:r>
          </w:p>
          <w:p w:rsidR="00103793" w:rsidRDefault="00103793" w:rsidP="001612C9">
            <w:pPr>
              <w:cnfStyle w:val="000000100000"/>
            </w:pPr>
          </w:p>
          <w:p w:rsidR="00103793" w:rsidRDefault="00103793" w:rsidP="001612C9">
            <w:pPr>
              <w:cnfStyle w:val="000000100000"/>
            </w:pPr>
            <w:r>
              <w:t xml:space="preserve">If the </w:t>
            </w:r>
            <w:r w:rsidRPr="00D86B95">
              <w:rPr>
                <w:b/>
              </w:rPr>
              <w:t>Disability</w:t>
            </w:r>
            <w:r>
              <w:t xml:space="preserve"> tab is selected,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2"/>
              </w:numPr>
              <w:cnfStyle w:val="000000100000"/>
            </w:pPr>
            <w:r>
              <w:t>Disability Type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2"/>
              </w:numPr>
              <w:cnfStyle w:val="000000100000"/>
            </w:pPr>
            <w:r>
              <w:t>Start Date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2"/>
              </w:numPr>
              <w:cnfStyle w:val="000000100000"/>
            </w:pPr>
            <w:r>
              <w:t>End Date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2"/>
              </w:numPr>
              <w:cnfStyle w:val="000000100000"/>
            </w:pPr>
            <w:r>
              <w:t>Notes</w:t>
            </w:r>
          </w:p>
          <w:p w:rsidR="00103793" w:rsidRDefault="00103793" w:rsidP="001612C9">
            <w:pPr>
              <w:cnfStyle w:val="000000100000"/>
            </w:pPr>
          </w:p>
          <w:p w:rsidR="00103793" w:rsidRDefault="00103793" w:rsidP="001612C9">
            <w:pPr>
              <w:cnfStyle w:val="000000100000"/>
            </w:pPr>
            <w:r>
              <w:t xml:space="preserve">If the </w:t>
            </w:r>
            <w:r w:rsidRPr="00D86B95">
              <w:rPr>
                <w:b/>
              </w:rPr>
              <w:t>Hardship</w:t>
            </w:r>
            <w:r>
              <w:t xml:space="preserve"> tab is selected,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3"/>
              </w:numPr>
              <w:cnfStyle w:val="000000100000"/>
            </w:pPr>
            <w:r>
              <w:t>Hardship Type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3"/>
              </w:numPr>
              <w:cnfStyle w:val="000000100000"/>
            </w:pPr>
            <w:r>
              <w:t>Hardship Support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3"/>
              </w:numPr>
              <w:cnfStyle w:val="000000100000"/>
            </w:pPr>
            <w:r>
              <w:t>Date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3"/>
              </w:numPr>
              <w:cnfStyle w:val="000000100000"/>
            </w:pPr>
            <w:r>
              <w:t>Time(Minutes)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3"/>
              </w:numPr>
              <w:cnfStyle w:val="000000100000"/>
            </w:pPr>
            <w:r>
              <w:t>Hourly Rate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3"/>
              </w:numPr>
              <w:cnfStyle w:val="000000100000"/>
            </w:pPr>
            <w:r>
              <w:t>Total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3"/>
              </w:numPr>
              <w:cnfStyle w:val="000000100000"/>
            </w:pPr>
            <w:r>
              <w:t>Repaid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3"/>
              </w:numPr>
              <w:cnfStyle w:val="000000100000"/>
            </w:pPr>
            <w:r>
              <w:t>Notes</w:t>
            </w:r>
          </w:p>
          <w:p w:rsidR="00103793" w:rsidRDefault="00103793" w:rsidP="001612C9">
            <w:pPr>
              <w:cnfStyle w:val="000000100000"/>
            </w:pPr>
          </w:p>
          <w:p w:rsidR="00103793" w:rsidRDefault="00103793" w:rsidP="001612C9">
            <w:pPr>
              <w:cnfStyle w:val="000000100000"/>
            </w:pPr>
            <w:r>
              <w:t xml:space="preserve">If the </w:t>
            </w:r>
            <w:r w:rsidRPr="00D86B95">
              <w:rPr>
                <w:b/>
              </w:rPr>
              <w:t>Health</w:t>
            </w:r>
            <w:r>
              <w:t xml:space="preserve"> tab is selected,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>Support Provider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>Health Type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lastRenderedPageBreak/>
              <w:t>Health Support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>Start Date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>End Date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>Duration (minutes)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>Hourly Rate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>Total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>Notes</w:t>
            </w:r>
          </w:p>
          <w:p w:rsidR="00103793" w:rsidRDefault="00103793" w:rsidP="001612C9">
            <w:pPr>
              <w:cnfStyle w:val="000000100000"/>
            </w:pPr>
          </w:p>
          <w:p w:rsidR="00103793" w:rsidRDefault="00103793" w:rsidP="001612C9">
            <w:pPr>
              <w:cnfStyle w:val="000000100000"/>
            </w:pPr>
            <w:r>
              <w:t xml:space="preserve">If the </w:t>
            </w:r>
            <w:r w:rsidRPr="00D86B95">
              <w:rPr>
                <w:b/>
              </w:rPr>
              <w:t>Learning</w:t>
            </w:r>
            <w:r>
              <w:t xml:space="preserve"> tab is selected,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t>Support Provider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t>Learning support Type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t>Learning Support Support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t>Start Date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t>End Date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t>Duration (Minutes)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t>Hourly Rate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t>Total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t>Study Contract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t>Notes</w:t>
            </w:r>
          </w:p>
          <w:p w:rsidR="00103793" w:rsidRDefault="00103793" w:rsidP="001612C9">
            <w:pPr>
              <w:cnfStyle w:val="000000100000"/>
            </w:pPr>
          </w:p>
          <w:p w:rsidR="00103793" w:rsidRDefault="00103793" w:rsidP="001612C9">
            <w:pPr>
              <w:cnfStyle w:val="000000100000"/>
            </w:pPr>
            <w:r>
              <w:t xml:space="preserve">If the </w:t>
            </w:r>
            <w:r w:rsidR="00D86B95">
              <w:rPr>
                <w:b/>
              </w:rPr>
              <w:t>Liaison</w:t>
            </w:r>
            <w:r>
              <w:t xml:space="preserve"> tab is selected,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6"/>
              </w:numPr>
              <w:cnfStyle w:val="000000100000"/>
            </w:pPr>
            <w:r>
              <w:lastRenderedPageBreak/>
              <w:t>Support Provider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6"/>
              </w:numPr>
              <w:cnfStyle w:val="000000100000"/>
            </w:pPr>
            <w:r>
              <w:t>Liaison Type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6"/>
              </w:numPr>
              <w:cnfStyle w:val="000000100000"/>
            </w:pPr>
            <w:r>
              <w:t>Liaison Support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6"/>
              </w:numPr>
              <w:cnfStyle w:val="000000100000"/>
            </w:pPr>
            <w:r>
              <w:t>Start Date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6"/>
              </w:numPr>
              <w:cnfStyle w:val="000000100000"/>
            </w:pPr>
            <w:r>
              <w:t>End Date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6"/>
              </w:numPr>
              <w:cnfStyle w:val="000000100000"/>
            </w:pPr>
            <w:r>
              <w:t>Duration (Minutes)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6"/>
              </w:numPr>
              <w:cnfStyle w:val="000000100000"/>
            </w:pPr>
            <w:r>
              <w:t>Hourly Rate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6"/>
              </w:numPr>
              <w:cnfStyle w:val="000000100000"/>
            </w:pPr>
            <w:r>
              <w:t>Total</w:t>
            </w:r>
          </w:p>
          <w:p w:rsidR="00103793" w:rsidRDefault="00103793" w:rsidP="001612C9">
            <w:pPr>
              <w:pStyle w:val="ListParagraph"/>
              <w:numPr>
                <w:ilvl w:val="0"/>
                <w:numId w:val="16"/>
              </w:numPr>
              <w:cnfStyle w:val="000000100000"/>
            </w:pPr>
            <w:r>
              <w:t>Notes</w:t>
            </w:r>
          </w:p>
          <w:p w:rsidR="00103793" w:rsidRDefault="00103793" w:rsidP="006C7226">
            <w:pPr>
              <w:cnfStyle w:val="000000100000"/>
            </w:pPr>
          </w:p>
        </w:tc>
        <w:tc>
          <w:tcPr>
            <w:tcW w:w="523" w:type="pct"/>
          </w:tcPr>
          <w:p w:rsidR="00103793" w:rsidRDefault="00103793" w:rsidP="006C7226">
            <w:pPr>
              <w:cnfStyle w:val="000000100000"/>
            </w:pPr>
            <w:r>
              <w:lastRenderedPageBreak/>
              <w:t>Data is visible in text fields and drop downs.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6C7226"/>
        </w:tc>
        <w:tc>
          <w:tcPr>
            <w:tcW w:w="760" w:type="pct"/>
            <w:vMerge/>
          </w:tcPr>
          <w:p w:rsidR="00103793" w:rsidRDefault="00103793" w:rsidP="006C7226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6C7226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D86B95">
              <w:rPr>
                <w:b/>
              </w:rPr>
              <w:t>Save</w:t>
            </w:r>
            <w:r>
              <w:t xml:space="preserve"> button</w:t>
            </w:r>
          </w:p>
        </w:tc>
        <w:tc>
          <w:tcPr>
            <w:tcW w:w="66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523" w:type="pct"/>
          </w:tcPr>
          <w:p w:rsidR="00103793" w:rsidRDefault="00103793" w:rsidP="00D86B95">
            <w:pPr>
              <w:cnfStyle w:val="000000000000"/>
            </w:pPr>
            <w:r>
              <w:t xml:space="preserve">Support Service record </w:t>
            </w:r>
            <w:r w:rsidR="00D86B95">
              <w:t>updated</w:t>
            </w:r>
            <w:r>
              <w:t xml:space="preserve"> successfully.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726004" w:rsidTr="00103793">
        <w:trPr>
          <w:cnfStyle w:val="000000100000"/>
        </w:trPr>
        <w:tc>
          <w:tcPr>
            <w:cnfStyle w:val="001000000000"/>
            <w:tcW w:w="957" w:type="pct"/>
            <w:vMerge w:val="restart"/>
          </w:tcPr>
          <w:p w:rsidR="00726004" w:rsidRPr="00103793" w:rsidRDefault="00726004" w:rsidP="00103793">
            <w:pPr>
              <w:pStyle w:val="Heading3"/>
              <w:outlineLvl w:val="2"/>
            </w:pPr>
            <w:bookmarkStart w:id="7" w:name="_Toc360107798"/>
            <w:r w:rsidRPr="00103793">
              <w:t>9.1.3</w:t>
            </w:r>
            <w:r>
              <w:t xml:space="preserve"> </w:t>
            </w:r>
            <w:bookmarkStart w:id="8" w:name="Delete"/>
            <w:r w:rsidRPr="00103793">
              <w:t xml:space="preserve">Delete </w:t>
            </w:r>
            <w:bookmarkEnd w:id="8"/>
            <w:r w:rsidRPr="00103793">
              <w:t>Support Service</w:t>
            </w:r>
            <w:bookmarkEnd w:id="7"/>
          </w:p>
        </w:tc>
        <w:tc>
          <w:tcPr>
            <w:tcW w:w="760" w:type="pct"/>
            <w:vMerge w:val="restart"/>
          </w:tcPr>
          <w:p w:rsidR="00726004" w:rsidRDefault="00726004" w:rsidP="00D86B95">
            <w:pPr>
              <w:pStyle w:val="ListParagraph"/>
              <w:ind w:left="0"/>
              <w:cnfStyle w:val="000000100000"/>
            </w:pPr>
            <w:r>
              <w:t>Must have existing Support service record added to the student. To create one refer to</w:t>
            </w:r>
          </w:p>
          <w:p w:rsidR="00726004" w:rsidRDefault="00D24F40" w:rsidP="00D86B95">
            <w:pPr>
              <w:pStyle w:val="ListParagraph"/>
              <w:numPr>
                <w:ilvl w:val="0"/>
                <w:numId w:val="22"/>
              </w:numPr>
              <w:cnfStyle w:val="000000100000"/>
            </w:pPr>
            <w:hyperlink w:anchor="_9.1.1_Add_Support" w:history="1">
              <w:r w:rsidR="00726004" w:rsidRPr="00D86B95">
                <w:rPr>
                  <w:rStyle w:val="Hyperlink"/>
                  <w:b/>
                </w:rPr>
                <w:t xml:space="preserve">9.1.1 </w:t>
              </w:r>
              <w:r w:rsidR="00726004" w:rsidRPr="00D86B95">
                <w:rPr>
                  <w:rStyle w:val="Hyperlink"/>
                </w:rPr>
                <w:t>Add Support Service</w:t>
              </w:r>
            </w:hyperlink>
          </w:p>
          <w:p w:rsidR="00726004" w:rsidRDefault="00726004" w:rsidP="006C7226">
            <w:pPr>
              <w:pStyle w:val="ListParagraph"/>
              <w:ind w:left="0"/>
              <w:cnfStyle w:val="000000100000"/>
            </w:pPr>
          </w:p>
          <w:p w:rsidR="00726004" w:rsidRDefault="00726004" w:rsidP="006C7226">
            <w:pPr>
              <w:pStyle w:val="ListParagraph"/>
              <w:ind w:left="0"/>
              <w:cnfStyle w:val="000000100000"/>
            </w:pPr>
            <w:r>
              <w:t xml:space="preserve">Must have Security access to </w:t>
            </w:r>
          </w:p>
          <w:p w:rsidR="00726004" w:rsidRDefault="00726004" w:rsidP="00201A06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Client</w:t>
            </w:r>
          </w:p>
          <w:p w:rsidR="00726004" w:rsidRDefault="00726004" w:rsidP="00D86B95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726004" w:rsidRDefault="00726004" w:rsidP="006C7226">
            <w:pPr>
              <w:pStyle w:val="ListParagraph"/>
              <w:ind w:left="0"/>
              <w:cnfStyle w:val="000000100000"/>
            </w:pPr>
            <w:r>
              <w:t>Click on the Client Module</w:t>
            </w:r>
          </w:p>
        </w:tc>
        <w:tc>
          <w:tcPr>
            <w:tcW w:w="667" w:type="pct"/>
          </w:tcPr>
          <w:p w:rsidR="00726004" w:rsidRDefault="00726004" w:rsidP="006C7226">
            <w:pPr>
              <w:cnfStyle w:val="000000100000"/>
            </w:pPr>
          </w:p>
        </w:tc>
        <w:tc>
          <w:tcPr>
            <w:tcW w:w="523" w:type="pct"/>
          </w:tcPr>
          <w:p w:rsidR="00726004" w:rsidRDefault="00726004" w:rsidP="006C7226">
            <w:pPr>
              <w:cnfStyle w:val="000000100000"/>
            </w:pPr>
            <w:r>
              <w:t>Client module is loaded</w:t>
            </w:r>
          </w:p>
        </w:tc>
        <w:tc>
          <w:tcPr>
            <w:tcW w:w="520" w:type="pct"/>
          </w:tcPr>
          <w:p w:rsidR="00726004" w:rsidRDefault="00726004" w:rsidP="006C7226">
            <w:pPr>
              <w:cnfStyle w:val="000000100000"/>
            </w:pPr>
          </w:p>
        </w:tc>
        <w:tc>
          <w:tcPr>
            <w:tcW w:w="457" w:type="pct"/>
          </w:tcPr>
          <w:p w:rsidR="00726004" w:rsidRDefault="00726004" w:rsidP="006C7226">
            <w:pPr>
              <w:cnfStyle w:val="000000100000"/>
            </w:pPr>
          </w:p>
        </w:tc>
        <w:tc>
          <w:tcPr>
            <w:tcW w:w="455" w:type="pct"/>
          </w:tcPr>
          <w:p w:rsidR="00726004" w:rsidRDefault="00726004" w:rsidP="006C7226">
            <w:pPr>
              <w:cnfStyle w:val="000000100000"/>
            </w:pPr>
          </w:p>
        </w:tc>
      </w:tr>
      <w:tr w:rsidR="00726004" w:rsidTr="00103793">
        <w:tc>
          <w:tcPr>
            <w:cnfStyle w:val="001000000000"/>
            <w:tcW w:w="957" w:type="pct"/>
            <w:vMerge/>
          </w:tcPr>
          <w:p w:rsidR="00726004" w:rsidRDefault="00726004" w:rsidP="006C7226"/>
        </w:tc>
        <w:tc>
          <w:tcPr>
            <w:tcW w:w="760" w:type="pct"/>
            <w:vMerge/>
          </w:tcPr>
          <w:p w:rsidR="00726004" w:rsidRDefault="00726004" w:rsidP="006C7226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726004" w:rsidRDefault="00726004" w:rsidP="006C7226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67" w:type="pct"/>
          </w:tcPr>
          <w:p w:rsidR="00726004" w:rsidRDefault="00726004" w:rsidP="00F20B70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726004" w:rsidRDefault="00726004" w:rsidP="00F20B70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726004" w:rsidRDefault="00726004" w:rsidP="00F20B70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726004" w:rsidRDefault="00726004" w:rsidP="00F20B70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  <w:p w:rsidR="00726004" w:rsidRDefault="00726004" w:rsidP="00D86B95">
            <w:pPr>
              <w:pStyle w:val="ListParagraph"/>
              <w:ind w:left="502"/>
              <w:cnfStyle w:val="000000000000"/>
            </w:pPr>
          </w:p>
        </w:tc>
        <w:tc>
          <w:tcPr>
            <w:tcW w:w="523" w:type="pct"/>
          </w:tcPr>
          <w:p w:rsidR="00726004" w:rsidRDefault="00726004" w:rsidP="006C7226">
            <w:pPr>
              <w:cnfStyle w:val="000000000000"/>
            </w:pPr>
            <w:r>
              <w:t>Data is visible in text fields</w:t>
            </w:r>
          </w:p>
        </w:tc>
        <w:tc>
          <w:tcPr>
            <w:tcW w:w="520" w:type="pct"/>
          </w:tcPr>
          <w:p w:rsidR="00726004" w:rsidRDefault="00726004" w:rsidP="006C7226">
            <w:pPr>
              <w:cnfStyle w:val="000000000000"/>
            </w:pPr>
          </w:p>
        </w:tc>
        <w:tc>
          <w:tcPr>
            <w:tcW w:w="457" w:type="pct"/>
          </w:tcPr>
          <w:p w:rsidR="00726004" w:rsidRDefault="00726004" w:rsidP="006C7226">
            <w:pPr>
              <w:cnfStyle w:val="000000000000"/>
            </w:pPr>
          </w:p>
        </w:tc>
        <w:tc>
          <w:tcPr>
            <w:tcW w:w="455" w:type="pct"/>
          </w:tcPr>
          <w:p w:rsidR="00726004" w:rsidRDefault="00726004" w:rsidP="006C7226">
            <w:pPr>
              <w:cnfStyle w:val="000000000000"/>
            </w:pPr>
          </w:p>
        </w:tc>
      </w:tr>
      <w:tr w:rsidR="00726004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726004" w:rsidRDefault="00726004" w:rsidP="006C7226"/>
        </w:tc>
        <w:tc>
          <w:tcPr>
            <w:tcW w:w="760" w:type="pct"/>
            <w:vMerge/>
          </w:tcPr>
          <w:p w:rsidR="00726004" w:rsidRDefault="00726004" w:rsidP="006C7226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726004" w:rsidRDefault="00726004" w:rsidP="006C7226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D86B95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67" w:type="pct"/>
          </w:tcPr>
          <w:p w:rsidR="00726004" w:rsidRDefault="00726004" w:rsidP="006C7226">
            <w:pPr>
              <w:cnfStyle w:val="000000100000"/>
            </w:pPr>
          </w:p>
        </w:tc>
        <w:tc>
          <w:tcPr>
            <w:tcW w:w="523" w:type="pct"/>
          </w:tcPr>
          <w:p w:rsidR="00726004" w:rsidRDefault="00726004" w:rsidP="006C7226">
            <w:pPr>
              <w:cnfStyle w:val="000000100000"/>
            </w:pPr>
            <w:r>
              <w:t>Search displays list of persons.</w:t>
            </w:r>
          </w:p>
        </w:tc>
        <w:tc>
          <w:tcPr>
            <w:tcW w:w="520" w:type="pct"/>
          </w:tcPr>
          <w:p w:rsidR="00726004" w:rsidRDefault="00726004" w:rsidP="006C7226">
            <w:pPr>
              <w:cnfStyle w:val="000000100000"/>
            </w:pPr>
          </w:p>
        </w:tc>
        <w:tc>
          <w:tcPr>
            <w:tcW w:w="457" w:type="pct"/>
          </w:tcPr>
          <w:p w:rsidR="00726004" w:rsidRDefault="00726004" w:rsidP="006C7226">
            <w:pPr>
              <w:cnfStyle w:val="000000100000"/>
            </w:pPr>
          </w:p>
        </w:tc>
        <w:tc>
          <w:tcPr>
            <w:tcW w:w="455" w:type="pct"/>
          </w:tcPr>
          <w:p w:rsidR="00726004" w:rsidRDefault="00726004" w:rsidP="006C7226">
            <w:pPr>
              <w:cnfStyle w:val="000000100000"/>
            </w:pPr>
          </w:p>
        </w:tc>
      </w:tr>
      <w:tr w:rsidR="00726004" w:rsidTr="00103793">
        <w:tc>
          <w:tcPr>
            <w:cnfStyle w:val="001000000000"/>
            <w:tcW w:w="957" w:type="pct"/>
            <w:vMerge/>
          </w:tcPr>
          <w:p w:rsidR="00726004" w:rsidRDefault="00726004" w:rsidP="006C7226"/>
        </w:tc>
        <w:tc>
          <w:tcPr>
            <w:tcW w:w="760" w:type="pct"/>
            <w:vMerge/>
          </w:tcPr>
          <w:p w:rsidR="00726004" w:rsidRDefault="00726004" w:rsidP="006C7226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726004" w:rsidRDefault="00726004" w:rsidP="006C7226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</w:p>
        </w:tc>
        <w:tc>
          <w:tcPr>
            <w:tcW w:w="667" w:type="pct"/>
          </w:tcPr>
          <w:p w:rsidR="00726004" w:rsidRDefault="00726004" w:rsidP="006C7226">
            <w:pPr>
              <w:cnfStyle w:val="000000000000"/>
            </w:pPr>
          </w:p>
        </w:tc>
        <w:tc>
          <w:tcPr>
            <w:tcW w:w="523" w:type="pct"/>
          </w:tcPr>
          <w:p w:rsidR="00726004" w:rsidRDefault="00726004" w:rsidP="006C7226">
            <w:pPr>
              <w:cnfStyle w:val="000000000000"/>
            </w:pPr>
            <w:r>
              <w:t>Screen changes to Person View.</w:t>
            </w:r>
          </w:p>
        </w:tc>
        <w:tc>
          <w:tcPr>
            <w:tcW w:w="520" w:type="pct"/>
          </w:tcPr>
          <w:p w:rsidR="00726004" w:rsidRDefault="00726004" w:rsidP="006C7226">
            <w:pPr>
              <w:cnfStyle w:val="000000000000"/>
            </w:pPr>
          </w:p>
        </w:tc>
        <w:tc>
          <w:tcPr>
            <w:tcW w:w="457" w:type="pct"/>
          </w:tcPr>
          <w:p w:rsidR="00726004" w:rsidRDefault="00726004" w:rsidP="006C7226">
            <w:pPr>
              <w:cnfStyle w:val="000000000000"/>
            </w:pPr>
          </w:p>
        </w:tc>
        <w:tc>
          <w:tcPr>
            <w:tcW w:w="455" w:type="pct"/>
          </w:tcPr>
          <w:p w:rsidR="00726004" w:rsidRDefault="00726004" w:rsidP="006C7226">
            <w:pPr>
              <w:cnfStyle w:val="000000000000"/>
            </w:pPr>
          </w:p>
        </w:tc>
      </w:tr>
      <w:tr w:rsidR="00726004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726004" w:rsidRDefault="00726004" w:rsidP="006C7226"/>
        </w:tc>
        <w:tc>
          <w:tcPr>
            <w:tcW w:w="760" w:type="pct"/>
            <w:vMerge/>
          </w:tcPr>
          <w:p w:rsidR="00726004" w:rsidRDefault="00726004" w:rsidP="006C7226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726004" w:rsidRDefault="00726004" w:rsidP="006C7226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D86B95">
              <w:rPr>
                <w:b/>
              </w:rPr>
              <w:t>Support Services</w:t>
            </w:r>
            <w:r>
              <w:t xml:space="preserve"> button on Person Tree.</w:t>
            </w:r>
          </w:p>
          <w:p w:rsidR="00726004" w:rsidRDefault="00726004" w:rsidP="006C7226">
            <w:pPr>
              <w:pStyle w:val="ListParagraph"/>
              <w:ind w:left="0"/>
              <w:cnfStyle w:val="000000100000"/>
            </w:pPr>
          </w:p>
        </w:tc>
        <w:tc>
          <w:tcPr>
            <w:tcW w:w="667" w:type="pct"/>
          </w:tcPr>
          <w:p w:rsidR="00726004" w:rsidRDefault="00726004" w:rsidP="006C7226">
            <w:pPr>
              <w:cnfStyle w:val="000000100000"/>
            </w:pPr>
          </w:p>
        </w:tc>
        <w:tc>
          <w:tcPr>
            <w:tcW w:w="523" w:type="pct"/>
          </w:tcPr>
          <w:p w:rsidR="00726004" w:rsidRDefault="00726004" w:rsidP="006C7226">
            <w:pPr>
              <w:cnfStyle w:val="000000100000"/>
            </w:pPr>
            <w:r>
              <w:t>Screen changes to Support Services screen</w:t>
            </w:r>
          </w:p>
        </w:tc>
        <w:tc>
          <w:tcPr>
            <w:tcW w:w="520" w:type="pct"/>
          </w:tcPr>
          <w:p w:rsidR="00726004" w:rsidRDefault="00726004" w:rsidP="006C7226">
            <w:pPr>
              <w:cnfStyle w:val="000000100000"/>
            </w:pPr>
          </w:p>
        </w:tc>
        <w:tc>
          <w:tcPr>
            <w:tcW w:w="457" w:type="pct"/>
          </w:tcPr>
          <w:p w:rsidR="00726004" w:rsidRDefault="00726004" w:rsidP="006C7226">
            <w:pPr>
              <w:cnfStyle w:val="000000100000"/>
            </w:pPr>
          </w:p>
        </w:tc>
        <w:tc>
          <w:tcPr>
            <w:tcW w:w="455" w:type="pct"/>
          </w:tcPr>
          <w:p w:rsidR="00726004" w:rsidRDefault="00726004" w:rsidP="006C7226">
            <w:pPr>
              <w:cnfStyle w:val="000000100000"/>
            </w:pPr>
          </w:p>
        </w:tc>
      </w:tr>
      <w:tr w:rsidR="00726004" w:rsidTr="00103793">
        <w:tc>
          <w:tcPr>
            <w:cnfStyle w:val="001000000000"/>
            <w:tcW w:w="957" w:type="pct"/>
            <w:vMerge/>
          </w:tcPr>
          <w:p w:rsidR="00726004" w:rsidRDefault="00726004" w:rsidP="006C7226"/>
        </w:tc>
        <w:tc>
          <w:tcPr>
            <w:tcW w:w="760" w:type="pct"/>
            <w:vMerge/>
          </w:tcPr>
          <w:p w:rsidR="00726004" w:rsidRDefault="00726004" w:rsidP="006C7226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726004" w:rsidRDefault="00726004" w:rsidP="006C7226">
            <w:pPr>
              <w:pStyle w:val="ListParagraph"/>
              <w:ind w:left="0"/>
              <w:cnfStyle w:val="000000000000"/>
            </w:pPr>
            <w:r>
              <w:t>Click on one of the available Support Service tabs</w:t>
            </w:r>
          </w:p>
        </w:tc>
        <w:tc>
          <w:tcPr>
            <w:tcW w:w="667" w:type="pct"/>
          </w:tcPr>
          <w:p w:rsidR="00726004" w:rsidRDefault="00726004" w:rsidP="007175F2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Complaints</w:t>
            </w:r>
          </w:p>
          <w:p w:rsidR="00726004" w:rsidRDefault="00726004" w:rsidP="007175F2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Counselling</w:t>
            </w:r>
          </w:p>
          <w:p w:rsidR="00726004" w:rsidRDefault="00726004" w:rsidP="007175F2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Discipline</w:t>
            </w:r>
          </w:p>
          <w:p w:rsidR="00726004" w:rsidRDefault="00726004" w:rsidP="007175F2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Disability</w:t>
            </w:r>
          </w:p>
          <w:p w:rsidR="00726004" w:rsidRDefault="00726004" w:rsidP="007175F2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Hardship</w:t>
            </w:r>
          </w:p>
          <w:p w:rsidR="00726004" w:rsidRDefault="00726004" w:rsidP="007175F2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Health</w:t>
            </w:r>
          </w:p>
          <w:p w:rsidR="00726004" w:rsidRDefault="00726004" w:rsidP="007175F2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Learning</w:t>
            </w:r>
          </w:p>
          <w:p w:rsidR="00726004" w:rsidRDefault="00726004" w:rsidP="007175F2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Liaison</w:t>
            </w:r>
          </w:p>
        </w:tc>
        <w:tc>
          <w:tcPr>
            <w:tcW w:w="523" w:type="pct"/>
          </w:tcPr>
          <w:p w:rsidR="00726004" w:rsidRDefault="00726004" w:rsidP="006C7226">
            <w:pPr>
              <w:cnfStyle w:val="000000000000"/>
            </w:pPr>
          </w:p>
        </w:tc>
        <w:tc>
          <w:tcPr>
            <w:tcW w:w="520" w:type="pct"/>
          </w:tcPr>
          <w:p w:rsidR="00726004" w:rsidRDefault="00726004" w:rsidP="006C7226">
            <w:pPr>
              <w:cnfStyle w:val="000000000000"/>
            </w:pPr>
          </w:p>
        </w:tc>
        <w:tc>
          <w:tcPr>
            <w:tcW w:w="457" w:type="pct"/>
          </w:tcPr>
          <w:p w:rsidR="00726004" w:rsidRDefault="00726004" w:rsidP="006C7226">
            <w:pPr>
              <w:cnfStyle w:val="000000000000"/>
            </w:pPr>
          </w:p>
        </w:tc>
        <w:tc>
          <w:tcPr>
            <w:tcW w:w="455" w:type="pct"/>
          </w:tcPr>
          <w:p w:rsidR="00726004" w:rsidRDefault="00726004" w:rsidP="006C7226">
            <w:pPr>
              <w:cnfStyle w:val="000000000000"/>
            </w:pPr>
          </w:p>
        </w:tc>
      </w:tr>
      <w:tr w:rsidR="00726004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726004" w:rsidRDefault="00726004" w:rsidP="006C7226"/>
        </w:tc>
        <w:tc>
          <w:tcPr>
            <w:tcW w:w="760" w:type="pct"/>
            <w:vMerge/>
          </w:tcPr>
          <w:p w:rsidR="00726004" w:rsidRDefault="00726004" w:rsidP="006C7226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726004" w:rsidRDefault="00726004" w:rsidP="006C7226">
            <w:pPr>
              <w:pStyle w:val="ListParagraph"/>
              <w:ind w:left="0"/>
              <w:cnfStyle w:val="000000100000"/>
            </w:pPr>
            <w:r>
              <w:t>Select a record you wish to delete</w:t>
            </w:r>
          </w:p>
        </w:tc>
        <w:tc>
          <w:tcPr>
            <w:tcW w:w="667" w:type="pct"/>
          </w:tcPr>
          <w:p w:rsidR="00726004" w:rsidRDefault="00726004" w:rsidP="006C7226">
            <w:pPr>
              <w:cnfStyle w:val="000000100000"/>
            </w:pPr>
          </w:p>
        </w:tc>
        <w:tc>
          <w:tcPr>
            <w:tcW w:w="523" w:type="pct"/>
          </w:tcPr>
          <w:p w:rsidR="00726004" w:rsidRDefault="00726004" w:rsidP="006C7226">
            <w:pPr>
              <w:cnfStyle w:val="000000100000"/>
            </w:pPr>
          </w:p>
        </w:tc>
        <w:tc>
          <w:tcPr>
            <w:tcW w:w="520" w:type="pct"/>
          </w:tcPr>
          <w:p w:rsidR="00726004" w:rsidRDefault="00726004" w:rsidP="006C7226">
            <w:pPr>
              <w:cnfStyle w:val="000000100000"/>
            </w:pPr>
          </w:p>
        </w:tc>
        <w:tc>
          <w:tcPr>
            <w:tcW w:w="457" w:type="pct"/>
          </w:tcPr>
          <w:p w:rsidR="00726004" w:rsidRDefault="00726004" w:rsidP="006C7226">
            <w:pPr>
              <w:cnfStyle w:val="000000100000"/>
            </w:pPr>
          </w:p>
        </w:tc>
        <w:tc>
          <w:tcPr>
            <w:tcW w:w="455" w:type="pct"/>
          </w:tcPr>
          <w:p w:rsidR="00726004" w:rsidRDefault="00726004" w:rsidP="006C7226">
            <w:pPr>
              <w:cnfStyle w:val="000000100000"/>
            </w:pPr>
          </w:p>
        </w:tc>
      </w:tr>
      <w:tr w:rsidR="00726004" w:rsidTr="00103793">
        <w:tc>
          <w:tcPr>
            <w:cnfStyle w:val="001000000000"/>
            <w:tcW w:w="957" w:type="pct"/>
            <w:vMerge/>
          </w:tcPr>
          <w:p w:rsidR="00726004" w:rsidRDefault="00726004" w:rsidP="006C7226"/>
        </w:tc>
        <w:tc>
          <w:tcPr>
            <w:tcW w:w="760" w:type="pct"/>
            <w:vMerge/>
          </w:tcPr>
          <w:p w:rsidR="00726004" w:rsidRDefault="00726004" w:rsidP="006C7226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726004" w:rsidRDefault="00726004" w:rsidP="007175F2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D86B95">
              <w:rPr>
                <w:b/>
              </w:rPr>
              <w:t>Delete</w:t>
            </w:r>
            <w:r>
              <w:t xml:space="preserve"> button</w:t>
            </w:r>
          </w:p>
        </w:tc>
        <w:tc>
          <w:tcPr>
            <w:tcW w:w="667" w:type="pct"/>
          </w:tcPr>
          <w:p w:rsidR="00726004" w:rsidRDefault="00726004" w:rsidP="006C7226">
            <w:pPr>
              <w:cnfStyle w:val="000000000000"/>
            </w:pPr>
          </w:p>
        </w:tc>
        <w:tc>
          <w:tcPr>
            <w:tcW w:w="523" w:type="pct"/>
          </w:tcPr>
          <w:p w:rsidR="00726004" w:rsidRDefault="00726004" w:rsidP="006C7226">
            <w:pPr>
              <w:cnfStyle w:val="000000000000"/>
            </w:pPr>
            <w:r>
              <w:t>A Confirmation message appears on screen asking user to confirm the deletion</w:t>
            </w:r>
          </w:p>
        </w:tc>
        <w:tc>
          <w:tcPr>
            <w:tcW w:w="520" w:type="pct"/>
          </w:tcPr>
          <w:p w:rsidR="00726004" w:rsidRDefault="00726004" w:rsidP="006C7226">
            <w:pPr>
              <w:cnfStyle w:val="000000000000"/>
            </w:pPr>
          </w:p>
        </w:tc>
        <w:tc>
          <w:tcPr>
            <w:tcW w:w="457" w:type="pct"/>
          </w:tcPr>
          <w:p w:rsidR="00726004" w:rsidRDefault="00726004" w:rsidP="006C7226">
            <w:pPr>
              <w:cnfStyle w:val="000000000000"/>
            </w:pPr>
          </w:p>
        </w:tc>
        <w:tc>
          <w:tcPr>
            <w:tcW w:w="455" w:type="pct"/>
          </w:tcPr>
          <w:p w:rsidR="00726004" w:rsidRDefault="00726004" w:rsidP="006C7226">
            <w:pPr>
              <w:cnfStyle w:val="000000000000"/>
            </w:pPr>
          </w:p>
        </w:tc>
      </w:tr>
      <w:tr w:rsidR="00726004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726004" w:rsidRDefault="00726004" w:rsidP="006C7226"/>
        </w:tc>
        <w:tc>
          <w:tcPr>
            <w:tcW w:w="760" w:type="pct"/>
            <w:vMerge/>
          </w:tcPr>
          <w:p w:rsidR="00726004" w:rsidRDefault="00726004" w:rsidP="006C7226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726004" w:rsidRDefault="00726004" w:rsidP="007175F2">
            <w:pPr>
              <w:pStyle w:val="ListParagraph"/>
              <w:ind w:left="0"/>
              <w:cnfStyle w:val="000000100000"/>
            </w:pPr>
            <w:r>
              <w:t xml:space="preserve">Say </w:t>
            </w:r>
            <w:r w:rsidRPr="00E219C9">
              <w:rPr>
                <w:b/>
              </w:rPr>
              <w:t>Yes</w:t>
            </w:r>
            <w:r>
              <w:t xml:space="preserve"> on confirmation</w:t>
            </w:r>
          </w:p>
        </w:tc>
        <w:tc>
          <w:tcPr>
            <w:tcW w:w="667" w:type="pct"/>
          </w:tcPr>
          <w:p w:rsidR="00726004" w:rsidRDefault="00726004" w:rsidP="006C7226">
            <w:pPr>
              <w:cnfStyle w:val="000000100000"/>
            </w:pPr>
          </w:p>
        </w:tc>
        <w:tc>
          <w:tcPr>
            <w:tcW w:w="523" w:type="pct"/>
          </w:tcPr>
          <w:p w:rsidR="00726004" w:rsidRDefault="00726004" w:rsidP="006C7226">
            <w:pPr>
              <w:cnfStyle w:val="000000100000"/>
            </w:pPr>
            <w:r>
              <w:t>Record deleted successfully.</w:t>
            </w:r>
          </w:p>
        </w:tc>
        <w:tc>
          <w:tcPr>
            <w:tcW w:w="520" w:type="pct"/>
          </w:tcPr>
          <w:p w:rsidR="00726004" w:rsidRDefault="00726004" w:rsidP="006C7226">
            <w:pPr>
              <w:cnfStyle w:val="000000100000"/>
            </w:pPr>
          </w:p>
        </w:tc>
        <w:tc>
          <w:tcPr>
            <w:tcW w:w="457" w:type="pct"/>
          </w:tcPr>
          <w:p w:rsidR="00726004" w:rsidRDefault="00726004" w:rsidP="006C7226">
            <w:pPr>
              <w:cnfStyle w:val="000000100000"/>
            </w:pPr>
          </w:p>
        </w:tc>
        <w:tc>
          <w:tcPr>
            <w:tcW w:w="455" w:type="pct"/>
          </w:tcPr>
          <w:p w:rsidR="00726004" w:rsidRDefault="00726004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 w:val="restart"/>
          </w:tcPr>
          <w:p w:rsidR="00103793" w:rsidRPr="00103793" w:rsidRDefault="00103793" w:rsidP="00103793">
            <w:pPr>
              <w:pStyle w:val="Heading3"/>
              <w:outlineLvl w:val="2"/>
            </w:pPr>
            <w:bookmarkStart w:id="9" w:name="_9.2.1_Add_Disability"/>
            <w:bookmarkStart w:id="10" w:name="_Toc360107799"/>
            <w:bookmarkEnd w:id="9"/>
            <w:r w:rsidRPr="00103793">
              <w:t>9.2.1</w:t>
            </w:r>
            <w:r>
              <w:t xml:space="preserve"> </w:t>
            </w:r>
            <w:bookmarkStart w:id="11" w:name="AddDS"/>
            <w:r w:rsidRPr="00103793">
              <w:t xml:space="preserve">Add </w:t>
            </w:r>
            <w:bookmarkEnd w:id="11"/>
            <w:r w:rsidRPr="00103793">
              <w:t>Disability Support record</w:t>
            </w:r>
            <w:bookmarkEnd w:id="10"/>
          </w:p>
        </w:tc>
        <w:tc>
          <w:tcPr>
            <w:tcW w:w="760" w:type="pct"/>
            <w:vMerge w:val="restart"/>
          </w:tcPr>
          <w:p w:rsidR="00D86B95" w:rsidRDefault="00D86B95" w:rsidP="00D86B95">
            <w:pPr>
              <w:pStyle w:val="ListParagraph"/>
              <w:ind w:left="0"/>
              <w:cnfStyle w:val="000000000000"/>
            </w:pPr>
            <w:r>
              <w:t xml:space="preserve">Must have existing </w:t>
            </w:r>
            <w:r w:rsidRPr="00D86B95">
              <w:rPr>
                <w:b/>
              </w:rPr>
              <w:t>disability service</w:t>
            </w:r>
            <w:r>
              <w:t xml:space="preserve"> record added to the student. To create </w:t>
            </w:r>
            <w:r>
              <w:lastRenderedPageBreak/>
              <w:t>one refer to</w:t>
            </w:r>
          </w:p>
          <w:p w:rsidR="00D86B95" w:rsidRDefault="00D24F40" w:rsidP="00D86B95">
            <w:pPr>
              <w:pStyle w:val="ListParagraph"/>
              <w:numPr>
                <w:ilvl w:val="0"/>
                <w:numId w:val="22"/>
              </w:numPr>
              <w:cnfStyle w:val="000000000000"/>
            </w:pPr>
            <w:hyperlink w:anchor="_9.1.1_Add_Support" w:history="1">
              <w:r w:rsidR="00D86B95" w:rsidRPr="00D86B95">
                <w:rPr>
                  <w:rStyle w:val="Hyperlink"/>
                  <w:b/>
                </w:rPr>
                <w:t xml:space="preserve">9.1.1 </w:t>
              </w:r>
              <w:r w:rsidR="00D86B95" w:rsidRPr="00D86B95">
                <w:rPr>
                  <w:rStyle w:val="Hyperlink"/>
                </w:rPr>
                <w:t>Add Support Service</w:t>
              </w:r>
            </w:hyperlink>
          </w:p>
          <w:p w:rsidR="00103793" w:rsidRDefault="00103793" w:rsidP="00201A06">
            <w:pPr>
              <w:pStyle w:val="ListParagraph"/>
              <w:ind w:left="0"/>
              <w:cnfStyle w:val="000000000000"/>
            </w:pPr>
          </w:p>
          <w:p w:rsidR="00103793" w:rsidRDefault="00103793" w:rsidP="00201A06">
            <w:pPr>
              <w:pStyle w:val="ListParagraph"/>
              <w:ind w:left="0"/>
              <w:cnfStyle w:val="000000000000"/>
            </w:pPr>
            <w:r>
              <w:t xml:space="preserve">Must have Security access to </w:t>
            </w:r>
          </w:p>
          <w:p w:rsidR="00103793" w:rsidRDefault="00103793" w:rsidP="002744FA">
            <w:pPr>
              <w:pStyle w:val="ListParagraph"/>
              <w:numPr>
                <w:ilvl w:val="0"/>
                <w:numId w:val="8"/>
              </w:numPr>
              <w:cnfStyle w:val="000000000000"/>
            </w:pPr>
            <w:r>
              <w:t>Client</w:t>
            </w:r>
          </w:p>
          <w:p w:rsidR="00103793" w:rsidRDefault="00103793" w:rsidP="00D86B95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6C7226">
            <w:pPr>
              <w:pStyle w:val="ListParagraph"/>
              <w:ind w:left="0"/>
              <w:cnfStyle w:val="000000000000"/>
            </w:pPr>
            <w:r>
              <w:lastRenderedPageBreak/>
              <w:t>Go to Client module</w:t>
            </w:r>
          </w:p>
          <w:p w:rsidR="00103793" w:rsidRDefault="00103793" w:rsidP="006C7226">
            <w:pPr>
              <w:pStyle w:val="ListParagraph"/>
              <w:ind w:left="0"/>
              <w:cnfStyle w:val="000000000000"/>
            </w:pPr>
          </w:p>
        </w:tc>
        <w:tc>
          <w:tcPr>
            <w:tcW w:w="66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523" w:type="pct"/>
          </w:tcPr>
          <w:p w:rsidR="00103793" w:rsidRDefault="00103793" w:rsidP="006C7226">
            <w:pPr>
              <w:cnfStyle w:val="000000000000"/>
            </w:pPr>
            <w:r>
              <w:t>Client module is loaded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6C7226"/>
        </w:tc>
        <w:tc>
          <w:tcPr>
            <w:tcW w:w="760" w:type="pct"/>
            <w:vMerge/>
          </w:tcPr>
          <w:p w:rsidR="00103793" w:rsidRDefault="00103793" w:rsidP="006C7226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6C7226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67" w:type="pct"/>
          </w:tcPr>
          <w:p w:rsidR="00103793" w:rsidRDefault="00103793" w:rsidP="00C82F3F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Surname</w:t>
            </w:r>
          </w:p>
          <w:p w:rsidR="00103793" w:rsidRDefault="00103793" w:rsidP="00C82F3F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lastRenderedPageBreak/>
              <w:t>first name</w:t>
            </w:r>
          </w:p>
          <w:p w:rsidR="00103793" w:rsidRDefault="00103793" w:rsidP="00C82F3F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Student ID</w:t>
            </w:r>
          </w:p>
          <w:p w:rsidR="00103793" w:rsidRDefault="00103793" w:rsidP="00D86B95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DOB</w:t>
            </w:r>
          </w:p>
        </w:tc>
        <w:tc>
          <w:tcPr>
            <w:tcW w:w="523" w:type="pct"/>
          </w:tcPr>
          <w:p w:rsidR="00103793" w:rsidRDefault="00103793" w:rsidP="006C7226">
            <w:pPr>
              <w:cnfStyle w:val="000000100000"/>
            </w:pPr>
            <w:r>
              <w:lastRenderedPageBreak/>
              <w:t xml:space="preserve">Data is visible </w:t>
            </w:r>
            <w:r>
              <w:lastRenderedPageBreak/>
              <w:t>in text fields and drop downs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6C7226"/>
        </w:tc>
        <w:tc>
          <w:tcPr>
            <w:tcW w:w="760" w:type="pct"/>
            <w:vMerge/>
          </w:tcPr>
          <w:p w:rsidR="00103793" w:rsidRDefault="00103793" w:rsidP="006C7226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6C7226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D86B95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6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523" w:type="pct"/>
          </w:tcPr>
          <w:p w:rsidR="00103793" w:rsidRDefault="00103793" w:rsidP="006C7226">
            <w:pPr>
              <w:cnfStyle w:val="000000000000"/>
            </w:pPr>
            <w:r>
              <w:t>Search displays list of persons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6C7226"/>
        </w:tc>
        <w:tc>
          <w:tcPr>
            <w:tcW w:w="760" w:type="pct"/>
            <w:vMerge/>
          </w:tcPr>
          <w:p w:rsidR="00103793" w:rsidRDefault="00103793" w:rsidP="006C7226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6C7226">
            <w:pPr>
              <w:pStyle w:val="ListParagraph"/>
              <w:ind w:left="0"/>
              <w:cnfStyle w:val="000000100000"/>
            </w:pPr>
            <w:r>
              <w:t>Double Click on the selected person</w:t>
            </w:r>
          </w:p>
        </w:tc>
        <w:tc>
          <w:tcPr>
            <w:tcW w:w="66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523" w:type="pct"/>
          </w:tcPr>
          <w:p w:rsidR="00103793" w:rsidRDefault="00103793" w:rsidP="006C7226">
            <w:pPr>
              <w:cnfStyle w:val="000000100000"/>
            </w:pPr>
            <w:r>
              <w:t>Screen changes to person view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6C7226"/>
        </w:tc>
        <w:tc>
          <w:tcPr>
            <w:tcW w:w="760" w:type="pct"/>
            <w:vMerge/>
          </w:tcPr>
          <w:p w:rsidR="00103793" w:rsidRDefault="00103793" w:rsidP="006C7226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6C7226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D86B95">
              <w:rPr>
                <w:b/>
              </w:rPr>
              <w:t>support services</w:t>
            </w:r>
            <w:r>
              <w:t xml:space="preserve"> button</w:t>
            </w:r>
          </w:p>
        </w:tc>
        <w:tc>
          <w:tcPr>
            <w:tcW w:w="66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523" w:type="pct"/>
          </w:tcPr>
          <w:p w:rsidR="00103793" w:rsidRDefault="00103793" w:rsidP="006C7226">
            <w:pPr>
              <w:cnfStyle w:val="000000000000"/>
            </w:pPr>
            <w:r>
              <w:t>Screen changes to support services view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6C7226"/>
        </w:tc>
        <w:tc>
          <w:tcPr>
            <w:tcW w:w="760" w:type="pct"/>
            <w:vMerge/>
          </w:tcPr>
          <w:p w:rsidR="00103793" w:rsidRDefault="00103793" w:rsidP="006C7226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471A79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D86B95">
              <w:rPr>
                <w:b/>
              </w:rPr>
              <w:t>disability</w:t>
            </w:r>
            <w:r>
              <w:t xml:space="preserve"> tab</w:t>
            </w:r>
          </w:p>
        </w:tc>
        <w:tc>
          <w:tcPr>
            <w:tcW w:w="66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523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6C7226"/>
        </w:tc>
        <w:tc>
          <w:tcPr>
            <w:tcW w:w="760" w:type="pct"/>
            <w:vMerge/>
          </w:tcPr>
          <w:p w:rsidR="00103793" w:rsidRDefault="00103793" w:rsidP="006C7226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1A5B13">
            <w:pPr>
              <w:pStyle w:val="ListParagraph"/>
              <w:ind w:left="0"/>
              <w:cnfStyle w:val="000000000000"/>
            </w:pPr>
            <w:r>
              <w:t>Select a record that you w</w:t>
            </w:r>
            <w:r w:rsidR="00D86B95">
              <w:t xml:space="preserve">ish to add Disability  Support </w:t>
            </w:r>
            <w:r>
              <w:t>record for</w:t>
            </w:r>
          </w:p>
        </w:tc>
        <w:tc>
          <w:tcPr>
            <w:tcW w:w="667" w:type="pct"/>
          </w:tcPr>
          <w:p w:rsidR="00103793" w:rsidRDefault="00103793" w:rsidP="008314A6">
            <w:pPr>
              <w:cnfStyle w:val="0000000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000000"/>
            </w:pPr>
            <w:r>
              <w:t>Item selected.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6C7226"/>
        </w:tc>
        <w:tc>
          <w:tcPr>
            <w:tcW w:w="760" w:type="pct"/>
            <w:vMerge/>
          </w:tcPr>
          <w:p w:rsidR="00103793" w:rsidRDefault="00103793" w:rsidP="006C7226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6C7226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D86B95">
              <w:rPr>
                <w:b/>
              </w:rPr>
              <w:t xml:space="preserve">DS (Disability Support) </w:t>
            </w:r>
            <w:r>
              <w:t>button on the top header</w:t>
            </w:r>
          </w:p>
        </w:tc>
        <w:tc>
          <w:tcPr>
            <w:tcW w:w="66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523" w:type="pct"/>
          </w:tcPr>
          <w:p w:rsidR="00103793" w:rsidRDefault="00103793" w:rsidP="006C7226">
            <w:pPr>
              <w:cnfStyle w:val="000000100000"/>
            </w:pPr>
            <w:r>
              <w:t>Screen changes to disability support screen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6C7226"/>
        </w:tc>
        <w:tc>
          <w:tcPr>
            <w:tcW w:w="760" w:type="pct"/>
            <w:vMerge/>
          </w:tcPr>
          <w:p w:rsidR="00103793" w:rsidRDefault="00103793" w:rsidP="006C7226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6C7226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D86B95">
              <w:rPr>
                <w:b/>
              </w:rPr>
              <w:t>Add</w:t>
            </w:r>
            <w:r>
              <w:t xml:space="preserve"> button</w:t>
            </w:r>
          </w:p>
        </w:tc>
        <w:tc>
          <w:tcPr>
            <w:tcW w:w="66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523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  <w:trHeight w:val="60"/>
        </w:trPr>
        <w:tc>
          <w:tcPr>
            <w:cnfStyle w:val="001000000000"/>
            <w:tcW w:w="957" w:type="pct"/>
            <w:vMerge/>
          </w:tcPr>
          <w:p w:rsidR="00103793" w:rsidRDefault="00103793" w:rsidP="006C7226"/>
        </w:tc>
        <w:tc>
          <w:tcPr>
            <w:tcW w:w="760" w:type="pct"/>
            <w:vMerge/>
          </w:tcPr>
          <w:p w:rsidR="00103793" w:rsidRDefault="00103793" w:rsidP="006C7226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6C7226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67" w:type="pct"/>
          </w:tcPr>
          <w:p w:rsidR="00103793" w:rsidRDefault="00103793" w:rsidP="00C82F3F">
            <w:pPr>
              <w:pStyle w:val="ListParagraph"/>
              <w:numPr>
                <w:ilvl w:val="0"/>
                <w:numId w:val="17"/>
              </w:numPr>
              <w:cnfStyle w:val="000000100000"/>
            </w:pPr>
            <w:r>
              <w:t>Support Provider</w:t>
            </w:r>
          </w:p>
          <w:p w:rsidR="00103793" w:rsidRDefault="00103793" w:rsidP="00C82F3F">
            <w:pPr>
              <w:pStyle w:val="ListParagraph"/>
              <w:numPr>
                <w:ilvl w:val="0"/>
                <w:numId w:val="17"/>
              </w:numPr>
              <w:cnfStyle w:val="000000100000"/>
            </w:pPr>
            <w:r>
              <w:t xml:space="preserve">Support </w:t>
            </w:r>
            <w:r>
              <w:lastRenderedPageBreak/>
              <w:t>Type</w:t>
            </w:r>
          </w:p>
          <w:p w:rsidR="00103793" w:rsidRDefault="00103793" w:rsidP="00C82F3F">
            <w:pPr>
              <w:pStyle w:val="ListParagraph"/>
              <w:numPr>
                <w:ilvl w:val="0"/>
                <w:numId w:val="17"/>
              </w:numPr>
              <w:cnfStyle w:val="000000100000"/>
            </w:pPr>
            <w:r>
              <w:t>Disability Effect</w:t>
            </w:r>
          </w:p>
          <w:p w:rsidR="00103793" w:rsidRDefault="00103793" w:rsidP="00C82F3F">
            <w:pPr>
              <w:pStyle w:val="ListParagraph"/>
              <w:numPr>
                <w:ilvl w:val="0"/>
                <w:numId w:val="17"/>
              </w:numPr>
              <w:cnfStyle w:val="000000100000"/>
            </w:pPr>
            <w:r>
              <w:t>ACC Registered</w:t>
            </w:r>
          </w:p>
          <w:p w:rsidR="00103793" w:rsidRDefault="00103793" w:rsidP="00C82F3F">
            <w:pPr>
              <w:pStyle w:val="ListParagraph"/>
              <w:numPr>
                <w:ilvl w:val="0"/>
                <w:numId w:val="17"/>
              </w:numPr>
              <w:cnfStyle w:val="000000100000"/>
            </w:pPr>
            <w:r>
              <w:t>Start Date</w:t>
            </w:r>
          </w:p>
          <w:p w:rsidR="00103793" w:rsidRDefault="00103793" w:rsidP="00C82F3F">
            <w:pPr>
              <w:pStyle w:val="ListParagraph"/>
              <w:numPr>
                <w:ilvl w:val="0"/>
                <w:numId w:val="17"/>
              </w:numPr>
              <w:cnfStyle w:val="000000100000"/>
            </w:pPr>
            <w:r>
              <w:t>End Date</w:t>
            </w:r>
          </w:p>
          <w:p w:rsidR="00103793" w:rsidRDefault="00103793" w:rsidP="00C82F3F">
            <w:pPr>
              <w:pStyle w:val="ListParagraph"/>
              <w:numPr>
                <w:ilvl w:val="0"/>
                <w:numId w:val="17"/>
              </w:numPr>
              <w:cnfStyle w:val="000000100000"/>
            </w:pPr>
            <w:r>
              <w:t>Time (Minutes)</w:t>
            </w:r>
          </w:p>
          <w:p w:rsidR="00103793" w:rsidRDefault="00103793" w:rsidP="00C82F3F">
            <w:pPr>
              <w:pStyle w:val="ListParagraph"/>
              <w:numPr>
                <w:ilvl w:val="0"/>
                <w:numId w:val="17"/>
              </w:numPr>
              <w:cnfStyle w:val="000000100000"/>
            </w:pPr>
            <w:r>
              <w:t>Hourly Rate</w:t>
            </w:r>
          </w:p>
          <w:p w:rsidR="00103793" w:rsidRDefault="00103793" w:rsidP="00C82F3F">
            <w:pPr>
              <w:pStyle w:val="ListParagraph"/>
              <w:numPr>
                <w:ilvl w:val="0"/>
                <w:numId w:val="17"/>
              </w:numPr>
              <w:cnfStyle w:val="000000100000"/>
            </w:pPr>
            <w:r>
              <w:t>Total</w:t>
            </w:r>
          </w:p>
          <w:p w:rsidR="00103793" w:rsidRDefault="00103793" w:rsidP="00C82F3F">
            <w:pPr>
              <w:pStyle w:val="ListParagraph"/>
              <w:numPr>
                <w:ilvl w:val="0"/>
                <w:numId w:val="17"/>
              </w:numPr>
              <w:cnfStyle w:val="000000100000"/>
            </w:pPr>
            <w:r>
              <w:t>Notes</w:t>
            </w:r>
          </w:p>
        </w:tc>
        <w:tc>
          <w:tcPr>
            <w:tcW w:w="523" w:type="pct"/>
          </w:tcPr>
          <w:p w:rsidR="00103793" w:rsidRDefault="00103793" w:rsidP="006C7226">
            <w:pPr>
              <w:cnfStyle w:val="000000100000"/>
            </w:pPr>
            <w:r>
              <w:lastRenderedPageBreak/>
              <w:t xml:space="preserve">Data is visible in text fields and drop </w:t>
            </w:r>
            <w:r>
              <w:lastRenderedPageBreak/>
              <w:t>downs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6C7226"/>
        </w:tc>
        <w:tc>
          <w:tcPr>
            <w:tcW w:w="760" w:type="pct"/>
            <w:vMerge/>
          </w:tcPr>
          <w:p w:rsidR="00103793" w:rsidRDefault="00103793" w:rsidP="006C7226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6C7226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D86B95">
              <w:rPr>
                <w:b/>
              </w:rPr>
              <w:t>Save</w:t>
            </w:r>
            <w:r w:rsidR="00D86B95">
              <w:t xml:space="preserve"> button</w:t>
            </w:r>
          </w:p>
        </w:tc>
        <w:tc>
          <w:tcPr>
            <w:tcW w:w="66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523" w:type="pct"/>
          </w:tcPr>
          <w:p w:rsidR="00103793" w:rsidRDefault="00D86B95" w:rsidP="00FC43EE">
            <w:pPr>
              <w:cnfStyle w:val="000000000000"/>
            </w:pPr>
            <w:r>
              <w:t xml:space="preserve">Disability Support </w:t>
            </w:r>
            <w:r w:rsidR="00103793">
              <w:t>Record Created successfully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 w:val="restart"/>
          </w:tcPr>
          <w:p w:rsidR="00103793" w:rsidRPr="00103793" w:rsidRDefault="00103793" w:rsidP="00103793">
            <w:pPr>
              <w:pStyle w:val="Heading3"/>
              <w:outlineLvl w:val="2"/>
            </w:pPr>
            <w:bookmarkStart w:id="12" w:name="_Toc360107800"/>
            <w:r w:rsidRPr="00103793">
              <w:t>9.2.2</w:t>
            </w:r>
            <w:r>
              <w:t xml:space="preserve"> </w:t>
            </w:r>
            <w:bookmarkStart w:id="13" w:name="EditDS"/>
            <w:r w:rsidRPr="00103793">
              <w:t xml:space="preserve">Edit </w:t>
            </w:r>
            <w:bookmarkEnd w:id="13"/>
            <w:r w:rsidRPr="00103793">
              <w:t>Disability Support record</w:t>
            </w:r>
            <w:bookmarkEnd w:id="12"/>
          </w:p>
        </w:tc>
        <w:tc>
          <w:tcPr>
            <w:tcW w:w="760" w:type="pct"/>
            <w:vMerge w:val="restart"/>
          </w:tcPr>
          <w:p w:rsidR="00D86B95" w:rsidRDefault="00D86B95" w:rsidP="00D86B95">
            <w:pPr>
              <w:pStyle w:val="ListParagraph"/>
              <w:ind w:left="0"/>
              <w:cnfStyle w:val="000000100000"/>
            </w:pPr>
            <w:r>
              <w:t>Must have existing Disability service record with Disability support service added to the student. To create one refer to</w:t>
            </w:r>
          </w:p>
          <w:p w:rsidR="00D86B95" w:rsidRPr="00D86B95" w:rsidRDefault="00D24F40" w:rsidP="00D86B95">
            <w:pPr>
              <w:pStyle w:val="ListParagraph"/>
              <w:numPr>
                <w:ilvl w:val="0"/>
                <w:numId w:val="22"/>
              </w:numPr>
              <w:cnfStyle w:val="000000100000"/>
            </w:pPr>
            <w:hyperlink w:anchor="_9.1.1_Add_Support" w:history="1">
              <w:r w:rsidR="00D86B95" w:rsidRPr="00D86B95">
                <w:rPr>
                  <w:rStyle w:val="Hyperlink"/>
                  <w:b/>
                </w:rPr>
                <w:t xml:space="preserve">9.1.1 </w:t>
              </w:r>
              <w:r w:rsidR="00D86B95" w:rsidRPr="00D86B95">
                <w:rPr>
                  <w:rStyle w:val="Hyperlink"/>
                </w:rPr>
                <w:t>Add Support Service</w:t>
              </w:r>
            </w:hyperlink>
          </w:p>
          <w:p w:rsidR="00D86B95" w:rsidRDefault="00D24F40" w:rsidP="00D86B95">
            <w:pPr>
              <w:pStyle w:val="ListParagraph"/>
              <w:numPr>
                <w:ilvl w:val="0"/>
                <w:numId w:val="22"/>
              </w:numPr>
              <w:cnfStyle w:val="000000100000"/>
            </w:pPr>
            <w:hyperlink w:anchor="_9.2.1_Add_Disability" w:history="1">
              <w:r w:rsidR="00D86B95" w:rsidRPr="00D86B95">
                <w:rPr>
                  <w:rStyle w:val="Hyperlink"/>
                  <w:b/>
                </w:rPr>
                <w:t xml:space="preserve">9.2.1 </w:t>
              </w:r>
              <w:r w:rsidR="00D86B95" w:rsidRPr="00D86B95">
                <w:rPr>
                  <w:rStyle w:val="Hyperlink"/>
                </w:rPr>
                <w:t>Add Disability Support record</w:t>
              </w:r>
            </w:hyperlink>
          </w:p>
          <w:p w:rsidR="00103793" w:rsidRDefault="00103793" w:rsidP="008D213B">
            <w:pPr>
              <w:pStyle w:val="ListParagraph"/>
              <w:ind w:left="0"/>
              <w:cnfStyle w:val="000000100000"/>
            </w:pPr>
          </w:p>
          <w:p w:rsidR="00103793" w:rsidRDefault="00103793" w:rsidP="008D213B">
            <w:pPr>
              <w:pStyle w:val="ListParagraph"/>
              <w:ind w:left="0"/>
              <w:cnfStyle w:val="000000100000"/>
            </w:pPr>
            <w:r>
              <w:lastRenderedPageBreak/>
              <w:t xml:space="preserve">Must have Security access to </w:t>
            </w:r>
          </w:p>
          <w:p w:rsidR="00103793" w:rsidRDefault="00103793" w:rsidP="00D86B95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Client</w:t>
            </w: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100000"/>
            </w:pPr>
            <w:r>
              <w:lastRenderedPageBreak/>
              <w:t>Go to Client module</w:t>
            </w:r>
          </w:p>
          <w:p w:rsidR="00103793" w:rsidRDefault="00103793" w:rsidP="008D213B">
            <w:pPr>
              <w:pStyle w:val="ListParagraph"/>
              <w:ind w:left="0"/>
              <w:cnfStyle w:val="000000100000"/>
            </w:pPr>
          </w:p>
        </w:tc>
        <w:tc>
          <w:tcPr>
            <w:tcW w:w="667" w:type="pct"/>
          </w:tcPr>
          <w:p w:rsidR="00103793" w:rsidRDefault="00103793" w:rsidP="008D213B">
            <w:pPr>
              <w:cnfStyle w:val="000000100000"/>
            </w:pPr>
          </w:p>
        </w:tc>
        <w:tc>
          <w:tcPr>
            <w:tcW w:w="523" w:type="pct"/>
          </w:tcPr>
          <w:p w:rsidR="00103793" w:rsidRDefault="00103793" w:rsidP="008D213B">
            <w:pPr>
              <w:cnfStyle w:val="000000100000"/>
            </w:pPr>
            <w:r>
              <w:t>Client module is loaded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67" w:type="pct"/>
          </w:tcPr>
          <w:p w:rsidR="00103793" w:rsidRDefault="00103793" w:rsidP="00FC43EE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103793" w:rsidRDefault="00103793" w:rsidP="00FC43EE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103793" w:rsidRDefault="00103793" w:rsidP="00FC43EE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103793" w:rsidRDefault="00103793" w:rsidP="00D86B95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523" w:type="pct"/>
          </w:tcPr>
          <w:p w:rsidR="00103793" w:rsidRDefault="00103793" w:rsidP="008D213B">
            <w:pPr>
              <w:cnfStyle w:val="000000000000"/>
            </w:pPr>
            <w:r>
              <w:t>Data is visible in text fields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D86B95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1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100000"/>
            </w:pPr>
            <w:r>
              <w:t>Search displays list of persons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0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000000"/>
            </w:pPr>
            <w:r>
              <w:t>Screen changes to person view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E219C9">
              <w:rPr>
                <w:b/>
              </w:rPr>
              <w:t>support services</w:t>
            </w:r>
            <w:r>
              <w:t xml:space="preserve"> button</w:t>
            </w:r>
            <w:r w:rsidR="00E219C9">
              <w:t xml:space="preserve"> on person tree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1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100000"/>
            </w:pPr>
            <w:r>
              <w:t>Screen changes to support services view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E219C9">
              <w:rPr>
                <w:b/>
              </w:rPr>
              <w:t>disability</w:t>
            </w:r>
            <w:r>
              <w:t xml:space="preserve"> tab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0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000000"/>
            </w:pP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1A5B13">
            <w:pPr>
              <w:pStyle w:val="ListParagraph"/>
              <w:ind w:left="0"/>
              <w:cnfStyle w:val="000000100000"/>
            </w:pPr>
            <w:r>
              <w:t>Select a record that you wish to edit Disability Support record for</w:t>
            </w:r>
          </w:p>
        </w:tc>
        <w:tc>
          <w:tcPr>
            <w:tcW w:w="667" w:type="pct"/>
          </w:tcPr>
          <w:p w:rsidR="00103793" w:rsidRDefault="00103793" w:rsidP="008314A6">
            <w:pPr>
              <w:cnfStyle w:val="0000001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100000"/>
            </w:pPr>
            <w:r>
              <w:t>Item selected.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E219C9">
              <w:rPr>
                <w:b/>
              </w:rPr>
              <w:t xml:space="preserve">DS (Disability Support) </w:t>
            </w:r>
            <w:r>
              <w:t>button on the top header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0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000000"/>
            </w:pPr>
            <w:r>
              <w:t>Screen changes to disability support screen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FA7DE4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E219C9">
              <w:rPr>
                <w:b/>
              </w:rPr>
              <w:t>Edit</w:t>
            </w:r>
            <w:r>
              <w:t xml:space="preserve"> button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1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100000"/>
            </w:pP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67" w:type="pct"/>
          </w:tcPr>
          <w:p w:rsidR="00103793" w:rsidRDefault="00103793" w:rsidP="000E1C55">
            <w:pPr>
              <w:pStyle w:val="ListParagraph"/>
              <w:numPr>
                <w:ilvl w:val="0"/>
                <w:numId w:val="17"/>
              </w:numPr>
              <w:cnfStyle w:val="000000000000"/>
            </w:pPr>
            <w:r>
              <w:t>Support Provider</w:t>
            </w:r>
          </w:p>
          <w:p w:rsidR="00103793" w:rsidRDefault="00103793" w:rsidP="000E1C55">
            <w:pPr>
              <w:pStyle w:val="ListParagraph"/>
              <w:numPr>
                <w:ilvl w:val="0"/>
                <w:numId w:val="17"/>
              </w:numPr>
              <w:cnfStyle w:val="000000000000"/>
            </w:pPr>
            <w:r>
              <w:t>Support Type</w:t>
            </w:r>
          </w:p>
          <w:p w:rsidR="00103793" w:rsidRDefault="00103793" w:rsidP="000E1C55">
            <w:pPr>
              <w:pStyle w:val="ListParagraph"/>
              <w:numPr>
                <w:ilvl w:val="0"/>
                <w:numId w:val="17"/>
              </w:numPr>
              <w:cnfStyle w:val="000000000000"/>
            </w:pPr>
            <w:r>
              <w:t>Disability Effect</w:t>
            </w:r>
          </w:p>
          <w:p w:rsidR="00103793" w:rsidRDefault="00103793" w:rsidP="000E1C55">
            <w:pPr>
              <w:pStyle w:val="ListParagraph"/>
              <w:numPr>
                <w:ilvl w:val="0"/>
                <w:numId w:val="17"/>
              </w:numPr>
              <w:cnfStyle w:val="000000000000"/>
            </w:pPr>
            <w:r>
              <w:t>ACC Registered</w:t>
            </w:r>
          </w:p>
          <w:p w:rsidR="00103793" w:rsidRDefault="00103793" w:rsidP="000E1C55">
            <w:pPr>
              <w:pStyle w:val="ListParagraph"/>
              <w:numPr>
                <w:ilvl w:val="0"/>
                <w:numId w:val="17"/>
              </w:numPr>
              <w:cnfStyle w:val="000000000000"/>
            </w:pPr>
            <w:r>
              <w:t>Start Date</w:t>
            </w:r>
          </w:p>
          <w:p w:rsidR="00103793" w:rsidRDefault="00103793" w:rsidP="000E1C55">
            <w:pPr>
              <w:pStyle w:val="ListParagraph"/>
              <w:numPr>
                <w:ilvl w:val="0"/>
                <w:numId w:val="17"/>
              </w:numPr>
              <w:cnfStyle w:val="000000000000"/>
            </w:pPr>
            <w:r>
              <w:t>End Date</w:t>
            </w:r>
          </w:p>
          <w:p w:rsidR="00103793" w:rsidRDefault="00103793" w:rsidP="000E1C55">
            <w:pPr>
              <w:pStyle w:val="ListParagraph"/>
              <w:numPr>
                <w:ilvl w:val="0"/>
                <w:numId w:val="17"/>
              </w:numPr>
              <w:cnfStyle w:val="000000000000"/>
            </w:pPr>
            <w:r>
              <w:t>Time (Minutes)</w:t>
            </w:r>
          </w:p>
          <w:p w:rsidR="00103793" w:rsidRDefault="00103793" w:rsidP="000E1C55">
            <w:pPr>
              <w:pStyle w:val="ListParagraph"/>
              <w:numPr>
                <w:ilvl w:val="0"/>
                <w:numId w:val="17"/>
              </w:numPr>
              <w:cnfStyle w:val="000000000000"/>
            </w:pPr>
            <w:r>
              <w:t>Hourly Rate</w:t>
            </w:r>
          </w:p>
          <w:p w:rsidR="00103793" w:rsidRDefault="00103793" w:rsidP="000E1C55">
            <w:pPr>
              <w:pStyle w:val="ListParagraph"/>
              <w:numPr>
                <w:ilvl w:val="0"/>
                <w:numId w:val="17"/>
              </w:numPr>
              <w:cnfStyle w:val="000000000000"/>
            </w:pPr>
            <w:r>
              <w:lastRenderedPageBreak/>
              <w:t>Total</w:t>
            </w:r>
          </w:p>
          <w:p w:rsidR="00103793" w:rsidRDefault="00103793" w:rsidP="000E1C55">
            <w:pPr>
              <w:pStyle w:val="ListParagraph"/>
              <w:numPr>
                <w:ilvl w:val="0"/>
                <w:numId w:val="17"/>
              </w:numPr>
              <w:cnfStyle w:val="000000000000"/>
            </w:pPr>
            <w:r>
              <w:t>Notes</w:t>
            </w:r>
          </w:p>
        </w:tc>
        <w:tc>
          <w:tcPr>
            <w:tcW w:w="523" w:type="pct"/>
          </w:tcPr>
          <w:p w:rsidR="00103793" w:rsidRDefault="00103793" w:rsidP="008314A6">
            <w:pPr>
              <w:cnfStyle w:val="000000000000"/>
            </w:pPr>
            <w:r>
              <w:lastRenderedPageBreak/>
              <w:t>Data is visible in text fields and drop downs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100000"/>
            </w:pPr>
            <w:r>
              <w:t>Click on Save</w:t>
            </w:r>
            <w:r w:rsidR="00E219C9">
              <w:t xml:space="preserve"> button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100000"/>
            </w:pPr>
          </w:p>
        </w:tc>
        <w:tc>
          <w:tcPr>
            <w:tcW w:w="523" w:type="pct"/>
          </w:tcPr>
          <w:p w:rsidR="00103793" w:rsidRDefault="00E219C9" w:rsidP="008D213B">
            <w:pPr>
              <w:cnfStyle w:val="000000100000"/>
            </w:pPr>
            <w:r>
              <w:t xml:space="preserve">Disability Support </w:t>
            </w:r>
            <w:r w:rsidR="00103793">
              <w:t>Record updated successfully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 w:val="restart"/>
          </w:tcPr>
          <w:p w:rsidR="00103793" w:rsidRPr="00103793" w:rsidRDefault="00103793" w:rsidP="00103793">
            <w:pPr>
              <w:pStyle w:val="Heading3"/>
              <w:outlineLvl w:val="2"/>
            </w:pPr>
            <w:bookmarkStart w:id="14" w:name="_Toc360107801"/>
            <w:r w:rsidRPr="00103793">
              <w:t>9.2.3</w:t>
            </w:r>
            <w:r>
              <w:t xml:space="preserve"> </w:t>
            </w:r>
            <w:bookmarkStart w:id="15" w:name="DelDS"/>
            <w:r w:rsidRPr="00103793">
              <w:t xml:space="preserve">Delete </w:t>
            </w:r>
            <w:bookmarkEnd w:id="15"/>
            <w:r w:rsidRPr="00103793">
              <w:t>Disability Support record</w:t>
            </w:r>
            <w:bookmarkEnd w:id="14"/>
          </w:p>
        </w:tc>
        <w:tc>
          <w:tcPr>
            <w:tcW w:w="760" w:type="pct"/>
            <w:vMerge w:val="restart"/>
          </w:tcPr>
          <w:p w:rsidR="00E219C9" w:rsidRDefault="00E219C9" w:rsidP="00E219C9">
            <w:pPr>
              <w:pStyle w:val="ListParagraph"/>
              <w:ind w:left="0"/>
              <w:cnfStyle w:val="000000000000"/>
            </w:pPr>
            <w:r>
              <w:t>Must have existing Disability service record with Disability support service added to the student. To create one refer to</w:t>
            </w:r>
          </w:p>
          <w:p w:rsidR="00E219C9" w:rsidRPr="00D86B95" w:rsidRDefault="00D24F40" w:rsidP="00E219C9">
            <w:pPr>
              <w:pStyle w:val="ListParagraph"/>
              <w:numPr>
                <w:ilvl w:val="0"/>
                <w:numId w:val="22"/>
              </w:numPr>
              <w:cnfStyle w:val="000000000000"/>
            </w:pPr>
            <w:hyperlink w:anchor="_9.1.1_Add_Support" w:history="1">
              <w:r w:rsidR="00E219C9" w:rsidRPr="00D86B95">
                <w:rPr>
                  <w:rStyle w:val="Hyperlink"/>
                  <w:b/>
                </w:rPr>
                <w:t xml:space="preserve">9.1.1 </w:t>
              </w:r>
              <w:r w:rsidR="00E219C9" w:rsidRPr="00D86B95">
                <w:rPr>
                  <w:rStyle w:val="Hyperlink"/>
                </w:rPr>
                <w:t>Add Support Service</w:t>
              </w:r>
            </w:hyperlink>
          </w:p>
          <w:p w:rsidR="00E219C9" w:rsidRDefault="00D24F40" w:rsidP="00E219C9">
            <w:pPr>
              <w:pStyle w:val="ListParagraph"/>
              <w:numPr>
                <w:ilvl w:val="0"/>
                <w:numId w:val="22"/>
              </w:numPr>
              <w:cnfStyle w:val="000000000000"/>
            </w:pPr>
            <w:hyperlink w:anchor="_9.2.1_Add_Disability" w:history="1">
              <w:r w:rsidR="00E219C9" w:rsidRPr="00D86B95">
                <w:rPr>
                  <w:rStyle w:val="Hyperlink"/>
                  <w:b/>
                </w:rPr>
                <w:t xml:space="preserve">9.2.1 </w:t>
              </w:r>
              <w:r w:rsidR="00E219C9" w:rsidRPr="00D86B95">
                <w:rPr>
                  <w:rStyle w:val="Hyperlink"/>
                </w:rPr>
                <w:t>Add Disability Support record</w:t>
              </w:r>
            </w:hyperlink>
          </w:p>
          <w:p w:rsidR="00103793" w:rsidRDefault="00103793" w:rsidP="008D213B">
            <w:pPr>
              <w:pStyle w:val="ListParagraph"/>
              <w:ind w:left="0"/>
              <w:cnfStyle w:val="000000000000"/>
            </w:pPr>
          </w:p>
          <w:p w:rsidR="00103793" w:rsidRDefault="00103793" w:rsidP="008D213B">
            <w:pPr>
              <w:pStyle w:val="ListParagraph"/>
              <w:ind w:left="0"/>
              <w:cnfStyle w:val="000000000000"/>
            </w:pPr>
            <w:r>
              <w:t xml:space="preserve">Must have Security access to </w:t>
            </w:r>
          </w:p>
          <w:p w:rsidR="00103793" w:rsidRDefault="00103793" w:rsidP="008D213B">
            <w:pPr>
              <w:pStyle w:val="ListParagraph"/>
              <w:numPr>
                <w:ilvl w:val="0"/>
                <w:numId w:val="8"/>
              </w:numPr>
              <w:cnfStyle w:val="000000000000"/>
            </w:pPr>
            <w:r>
              <w:t>Client</w:t>
            </w:r>
          </w:p>
          <w:p w:rsidR="00103793" w:rsidRDefault="00103793" w:rsidP="00E219C9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000000"/>
            </w:pPr>
            <w:r>
              <w:t>Go to Client module</w:t>
            </w:r>
          </w:p>
          <w:p w:rsidR="00103793" w:rsidRDefault="00103793" w:rsidP="008D213B">
            <w:pPr>
              <w:pStyle w:val="ListParagraph"/>
              <w:ind w:left="0"/>
              <w:cnfStyle w:val="000000000000"/>
            </w:pPr>
          </w:p>
        </w:tc>
        <w:tc>
          <w:tcPr>
            <w:tcW w:w="667" w:type="pct"/>
          </w:tcPr>
          <w:p w:rsidR="00103793" w:rsidRDefault="00103793" w:rsidP="008D213B">
            <w:pPr>
              <w:cnfStyle w:val="0000000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000000"/>
            </w:pPr>
            <w:r>
              <w:t>Client module is loaded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67" w:type="pct"/>
          </w:tcPr>
          <w:p w:rsidR="00103793" w:rsidRDefault="00103793" w:rsidP="00FC43EE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Surname</w:t>
            </w:r>
          </w:p>
          <w:p w:rsidR="00103793" w:rsidRDefault="00103793" w:rsidP="00FC43EE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first name</w:t>
            </w:r>
          </w:p>
          <w:p w:rsidR="00103793" w:rsidRDefault="00103793" w:rsidP="00FC43EE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Student ID</w:t>
            </w:r>
          </w:p>
          <w:p w:rsidR="00103793" w:rsidRDefault="00103793" w:rsidP="00E219C9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DOB</w:t>
            </w:r>
          </w:p>
        </w:tc>
        <w:tc>
          <w:tcPr>
            <w:tcW w:w="523" w:type="pct"/>
          </w:tcPr>
          <w:p w:rsidR="00103793" w:rsidRDefault="00103793" w:rsidP="008314A6">
            <w:pPr>
              <w:cnfStyle w:val="000000100000"/>
            </w:pPr>
            <w:r>
              <w:t>Data is visible in text fields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E219C9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0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000000"/>
            </w:pPr>
            <w:r>
              <w:t>Search displays list of persons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100000"/>
            </w:pPr>
            <w:r>
              <w:t>Double Click on the selected person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1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100000"/>
            </w:pPr>
            <w:r>
              <w:t>Screen changes to person view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E219C9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="00E219C9">
              <w:rPr>
                <w:b/>
              </w:rPr>
              <w:t>S</w:t>
            </w:r>
            <w:r w:rsidRPr="00E219C9">
              <w:rPr>
                <w:b/>
              </w:rPr>
              <w:t xml:space="preserve">upport </w:t>
            </w:r>
            <w:r w:rsidR="00E219C9">
              <w:rPr>
                <w:b/>
              </w:rPr>
              <w:t>S</w:t>
            </w:r>
            <w:r w:rsidRPr="00E219C9">
              <w:rPr>
                <w:b/>
              </w:rPr>
              <w:t>ervices</w:t>
            </w:r>
            <w:r>
              <w:t xml:space="preserve"> button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0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000000"/>
            </w:pPr>
            <w:r>
              <w:t>Screen changes to support services view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100000"/>
            </w:pPr>
            <w:r>
              <w:t>Click on the disability tab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1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100000"/>
            </w:pP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5D5D1F">
            <w:pPr>
              <w:pStyle w:val="ListParagraph"/>
              <w:ind w:left="0"/>
              <w:cnfStyle w:val="000000000000"/>
            </w:pPr>
            <w:r>
              <w:t xml:space="preserve">Select a record that you wish to delete the Disability Support </w:t>
            </w:r>
            <w:r>
              <w:lastRenderedPageBreak/>
              <w:t>record from</w:t>
            </w:r>
          </w:p>
        </w:tc>
        <w:tc>
          <w:tcPr>
            <w:tcW w:w="667" w:type="pct"/>
          </w:tcPr>
          <w:p w:rsidR="00103793" w:rsidRDefault="00103793" w:rsidP="008314A6">
            <w:pPr>
              <w:cnfStyle w:val="0000000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000000"/>
            </w:pPr>
            <w:r>
              <w:t>Item selected.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E219C9">
              <w:rPr>
                <w:b/>
              </w:rPr>
              <w:t xml:space="preserve">DS (Disability Support) </w:t>
            </w:r>
            <w:r>
              <w:t>button on the top header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1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100000"/>
            </w:pPr>
            <w:r>
              <w:t>Screen changes to disability support screen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FA7DE4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E219C9">
              <w:rPr>
                <w:b/>
              </w:rPr>
              <w:t>Delete</w:t>
            </w:r>
            <w:r>
              <w:t xml:space="preserve"> button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0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000000"/>
            </w:pPr>
            <w:r>
              <w:t>Record deleted Successfully.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 w:val="restart"/>
          </w:tcPr>
          <w:p w:rsidR="00103793" w:rsidRPr="00103793" w:rsidRDefault="00103793" w:rsidP="00103793">
            <w:pPr>
              <w:pStyle w:val="Heading3"/>
              <w:outlineLvl w:val="2"/>
            </w:pPr>
            <w:bookmarkStart w:id="16" w:name="_9.3.1_Add_Disability"/>
            <w:bookmarkStart w:id="17" w:name="_Toc360107802"/>
            <w:bookmarkEnd w:id="16"/>
            <w:r w:rsidRPr="00103793">
              <w:t>9.3.1</w:t>
            </w:r>
            <w:r>
              <w:t xml:space="preserve"> </w:t>
            </w:r>
            <w:bookmarkStart w:id="18" w:name="AddDL"/>
            <w:r w:rsidRPr="00103793">
              <w:t xml:space="preserve">Add </w:t>
            </w:r>
            <w:bookmarkEnd w:id="18"/>
            <w:r w:rsidRPr="00103793">
              <w:t>Disability Liaison record</w:t>
            </w:r>
            <w:bookmarkEnd w:id="17"/>
          </w:p>
        </w:tc>
        <w:tc>
          <w:tcPr>
            <w:tcW w:w="760" w:type="pct"/>
            <w:vMerge w:val="restart"/>
          </w:tcPr>
          <w:p w:rsidR="00E219C9" w:rsidRDefault="00E219C9" w:rsidP="00E219C9">
            <w:pPr>
              <w:pStyle w:val="ListParagraph"/>
              <w:ind w:left="0"/>
              <w:cnfStyle w:val="000000100000"/>
            </w:pPr>
            <w:r>
              <w:t>Must have existing Disability service record added to the student. To create one refer to</w:t>
            </w:r>
          </w:p>
          <w:p w:rsidR="00103793" w:rsidRDefault="00D24F40" w:rsidP="00E219C9">
            <w:pPr>
              <w:pStyle w:val="ListParagraph"/>
              <w:numPr>
                <w:ilvl w:val="0"/>
                <w:numId w:val="22"/>
              </w:numPr>
              <w:cnfStyle w:val="000000100000"/>
            </w:pPr>
            <w:hyperlink w:anchor="_9.1.1_Add_Support" w:history="1">
              <w:r w:rsidR="00E219C9" w:rsidRPr="00D86B95">
                <w:rPr>
                  <w:rStyle w:val="Hyperlink"/>
                  <w:b/>
                </w:rPr>
                <w:t xml:space="preserve">9.1.1 </w:t>
              </w:r>
              <w:r w:rsidR="00E219C9" w:rsidRPr="00D86B95">
                <w:rPr>
                  <w:rStyle w:val="Hyperlink"/>
                </w:rPr>
                <w:t>Add Support Service</w:t>
              </w:r>
            </w:hyperlink>
          </w:p>
          <w:p w:rsidR="00E219C9" w:rsidRDefault="00E219C9" w:rsidP="00E219C9">
            <w:pPr>
              <w:pStyle w:val="ListParagraph"/>
              <w:ind w:left="378"/>
              <w:cnfStyle w:val="000000100000"/>
            </w:pPr>
          </w:p>
          <w:p w:rsidR="00103793" w:rsidRDefault="00103793" w:rsidP="008D213B">
            <w:pPr>
              <w:pStyle w:val="ListParagraph"/>
              <w:ind w:left="0"/>
              <w:cnfStyle w:val="000000100000"/>
            </w:pPr>
            <w:r>
              <w:t xml:space="preserve">Must have Security access to </w:t>
            </w:r>
          </w:p>
          <w:p w:rsidR="00103793" w:rsidRDefault="00103793" w:rsidP="008D213B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Client</w:t>
            </w:r>
          </w:p>
          <w:p w:rsidR="00103793" w:rsidRDefault="00103793" w:rsidP="00E219C9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100000"/>
            </w:pPr>
            <w:r>
              <w:t>Go to Client module</w:t>
            </w:r>
          </w:p>
          <w:p w:rsidR="00103793" w:rsidRDefault="00103793" w:rsidP="008D213B">
            <w:pPr>
              <w:pStyle w:val="ListParagraph"/>
              <w:ind w:left="0"/>
              <w:cnfStyle w:val="000000100000"/>
            </w:pPr>
          </w:p>
        </w:tc>
        <w:tc>
          <w:tcPr>
            <w:tcW w:w="667" w:type="pct"/>
          </w:tcPr>
          <w:p w:rsidR="00103793" w:rsidRDefault="00103793" w:rsidP="008D213B">
            <w:pPr>
              <w:cnfStyle w:val="0000001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100000"/>
            </w:pPr>
            <w:r>
              <w:t>Client module is loaded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67" w:type="pct"/>
          </w:tcPr>
          <w:p w:rsidR="00103793" w:rsidRDefault="00103793" w:rsidP="00910496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Surname</w:t>
            </w:r>
          </w:p>
          <w:p w:rsidR="00103793" w:rsidRDefault="00103793" w:rsidP="00910496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first name</w:t>
            </w:r>
          </w:p>
          <w:p w:rsidR="00103793" w:rsidRDefault="00103793" w:rsidP="00910496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Student ID</w:t>
            </w:r>
          </w:p>
          <w:p w:rsidR="00103793" w:rsidRDefault="00103793" w:rsidP="00E219C9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DOB</w:t>
            </w:r>
          </w:p>
        </w:tc>
        <w:tc>
          <w:tcPr>
            <w:tcW w:w="523" w:type="pct"/>
          </w:tcPr>
          <w:p w:rsidR="00103793" w:rsidRDefault="00103793" w:rsidP="008314A6">
            <w:pPr>
              <w:cnfStyle w:val="000000000000"/>
            </w:pPr>
            <w:r>
              <w:t>Data is visible in text fields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E219C9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1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100000"/>
            </w:pPr>
            <w:r>
              <w:t>Search displays list of persons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0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000000"/>
            </w:pPr>
            <w:r>
              <w:t>Screen changes to person view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E219C9">
              <w:rPr>
                <w:b/>
              </w:rPr>
              <w:t>support services</w:t>
            </w:r>
            <w:r>
              <w:t xml:space="preserve"> button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1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100000"/>
            </w:pPr>
            <w:r>
              <w:t>Screen changes to support services view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E219C9">
              <w:rPr>
                <w:b/>
              </w:rPr>
              <w:t>disability</w:t>
            </w:r>
            <w:r>
              <w:t xml:space="preserve"> tab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0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000000"/>
            </w:pP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100000"/>
            </w:pPr>
            <w:r>
              <w:t xml:space="preserve">Select a record </w:t>
            </w:r>
            <w:r>
              <w:lastRenderedPageBreak/>
              <w:t>that you wish to add Disability Liaison record for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1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100000"/>
            </w:pPr>
            <w:r>
              <w:t>Item selected.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E219C9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E219C9">
              <w:rPr>
                <w:b/>
              </w:rPr>
              <w:t>D</w:t>
            </w:r>
            <w:r w:rsidR="00E219C9" w:rsidRPr="00E219C9">
              <w:rPr>
                <w:b/>
              </w:rPr>
              <w:t>L</w:t>
            </w:r>
            <w:r w:rsidRPr="00E219C9">
              <w:rPr>
                <w:b/>
              </w:rPr>
              <w:t xml:space="preserve"> (Disability </w:t>
            </w:r>
            <w:r w:rsidR="00E219C9" w:rsidRPr="00E219C9">
              <w:rPr>
                <w:b/>
              </w:rPr>
              <w:t>Liaison</w:t>
            </w:r>
            <w:r w:rsidRPr="00E219C9">
              <w:rPr>
                <w:b/>
              </w:rPr>
              <w:t>)</w:t>
            </w:r>
            <w:r>
              <w:t xml:space="preserve"> button on the top header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0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000000"/>
            </w:pPr>
            <w:r>
              <w:t>Screen changes to disability support screen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E219C9">
              <w:rPr>
                <w:b/>
              </w:rPr>
              <w:t>Add</w:t>
            </w:r>
            <w:r>
              <w:t xml:space="preserve"> button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1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100000"/>
            </w:pP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67" w:type="pct"/>
          </w:tcPr>
          <w:p w:rsidR="00103793" w:rsidRDefault="00103793" w:rsidP="00910496">
            <w:pPr>
              <w:pStyle w:val="ListParagraph"/>
              <w:numPr>
                <w:ilvl w:val="0"/>
                <w:numId w:val="19"/>
              </w:numPr>
              <w:cnfStyle w:val="000000000000"/>
            </w:pPr>
            <w:r>
              <w:t>Liaison Type</w:t>
            </w:r>
          </w:p>
          <w:p w:rsidR="00103793" w:rsidRDefault="00103793" w:rsidP="00910496">
            <w:pPr>
              <w:pStyle w:val="ListParagraph"/>
              <w:numPr>
                <w:ilvl w:val="0"/>
                <w:numId w:val="19"/>
              </w:numPr>
              <w:cnfStyle w:val="000000000000"/>
            </w:pPr>
            <w:r>
              <w:t>Notes</w:t>
            </w:r>
          </w:p>
        </w:tc>
        <w:tc>
          <w:tcPr>
            <w:tcW w:w="523" w:type="pct"/>
          </w:tcPr>
          <w:p w:rsidR="00103793" w:rsidRDefault="00103793" w:rsidP="008314A6">
            <w:pPr>
              <w:cnfStyle w:val="000000000000"/>
            </w:pPr>
            <w:r>
              <w:t>Data is visible in text fields and drop downs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E219C9">
              <w:rPr>
                <w:b/>
              </w:rPr>
              <w:t>Save</w:t>
            </w:r>
            <w:r w:rsidR="00E219C9">
              <w:rPr>
                <w:b/>
              </w:rPr>
              <w:t xml:space="preserve"> button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100000"/>
            </w:pPr>
          </w:p>
        </w:tc>
        <w:tc>
          <w:tcPr>
            <w:tcW w:w="523" w:type="pct"/>
          </w:tcPr>
          <w:p w:rsidR="00103793" w:rsidRDefault="00103793" w:rsidP="008D213B">
            <w:pPr>
              <w:cnfStyle w:val="000000100000"/>
            </w:pPr>
            <w:r>
              <w:t>Record created successfully.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 w:val="restart"/>
          </w:tcPr>
          <w:p w:rsidR="00103793" w:rsidRPr="00103793" w:rsidRDefault="00103793" w:rsidP="00103793">
            <w:pPr>
              <w:pStyle w:val="Heading3"/>
              <w:outlineLvl w:val="2"/>
            </w:pPr>
            <w:bookmarkStart w:id="19" w:name="_Toc360107803"/>
            <w:r w:rsidRPr="00103793">
              <w:t>9.3.2</w:t>
            </w:r>
            <w:bookmarkStart w:id="20" w:name="EditDL"/>
            <w:r w:rsidRPr="00103793">
              <w:t xml:space="preserve"> Edit </w:t>
            </w:r>
            <w:bookmarkEnd w:id="20"/>
            <w:r w:rsidRPr="00103793">
              <w:t>Disability Liaison record</w:t>
            </w:r>
            <w:bookmarkEnd w:id="19"/>
          </w:p>
        </w:tc>
        <w:tc>
          <w:tcPr>
            <w:tcW w:w="760" w:type="pct"/>
            <w:vMerge w:val="restart"/>
          </w:tcPr>
          <w:p w:rsidR="00E219C9" w:rsidRDefault="00E219C9" w:rsidP="00E219C9">
            <w:pPr>
              <w:pStyle w:val="ListParagraph"/>
              <w:ind w:left="0"/>
              <w:cnfStyle w:val="000000000000"/>
            </w:pPr>
            <w:r>
              <w:t>Must have existing Disability service record with Disability Liaison service added to the student. To create one refer to</w:t>
            </w:r>
          </w:p>
          <w:p w:rsidR="00E219C9" w:rsidRPr="00D86B95" w:rsidRDefault="00D24F40" w:rsidP="00E219C9">
            <w:pPr>
              <w:pStyle w:val="ListParagraph"/>
              <w:numPr>
                <w:ilvl w:val="0"/>
                <w:numId w:val="22"/>
              </w:numPr>
              <w:cnfStyle w:val="000000000000"/>
            </w:pPr>
            <w:hyperlink w:anchor="_9.1.1_Add_Support" w:history="1">
              <w:r w:rsidR="00E219C9" w:rsidRPr="00D86B95">
                <w:rPr>
                  <w:rStyle w:val="Hyperlink"/>
                  <w:b/>
                </w:rPr>
                <w:t xml:space="preserve">9.1.1 </w:t>
              </w:r>
              <w:r w:rsidR="00E219C9" w:rsidRPr="00D86B95">
                <w:rPr>
                  <w:rStyle w:val="Hyperlink"/>
                </w:rPr>
                <w:t>Add Support Service</w:t>
              </w:r>
            </w:hyperlink>
          </w:p>
          <w:p w:rsidR="00E219C9" w:rsidRDefault="00D24F40" w:rsidP="00E219C9">
            <w:pPr>
              <w:pStyle w:val="ListParagraph"/>
              <w:numPr>
                <w:ilvl w:val="0"/>
                <w:numId w:val="22"/>
              </w:numPr>
              <w:cnfStyle w:val="000000000000"/>
            </w:pPr>
            <w:hyperlink w:anchor="_9.3.1_Add_Disability" w:history="1">
              <w:r w:rsidR="00E219C9" w:rsidRPr="00E219C9">
                <w:rPr>
                  <w:rStyle w:val="Hyperlink"/>
                  <w:b/>
                </w:rPr>
                <w:t xml:space="preserve">9.3.1 </w:t>
              </w:r>
              <w:r w:rsidR="00E219C9" w:rsidRPr="00E219C9">
                <w:rPr>
                  <w:rStyle w:val="Hyperlink"/>
                </w:rPr>
                <w:t>Add Disability Liaison record</w:t>
              </w:r>
            </w:hyperlink>
          </w:p>
          <w:p w:rsidR="00103793" w:rsidRDefault="00103793" w:rsidP="008D213B">
            <w:pPr>
              <w:pStyle w:val="ListParagraph"/>
              <w:ind w:left="0"/>
              <w:cnfStyle w:val="000000000000"/>
            </w:pPr>
          </w:p>
          <w:p w:rsidR="00103793" w:rsidRDefault="00103793" w:rsidP="008D213B">
            <w:pPr>
              <w:pStyle w:val="ListParagraph"/>
              <w:ind w:left="0"/>
              <w:cnfStyle w:val="000000000000"/>
            </w:pPr>
            <w:r>
              <w:t xml:space="preserve">Must have Security </w:t>
            </w:r>
            <w:r>
              <w:lastRenderedPageBreak/>
              <w:t xml:space="preserve">access to </w:t>
            </w:r>
          </w:p>
          <w:p w:rsidR="00103793" w:rsidRDefault="00103793" w:rsidP="008D213B">
            <w:pPr>
              <w:pStyle w:val="ListParagraph"/>
              <w:numPr>
                <w:ilvl w:val="0"/>
                <w:numId w:val="8"/>
              </w:numPr>
              <w:cnfStyle w:val="000000000000"/>
            </w:pPr>
            <w:r>
              <w:t>Client</w:t>
            </w:r>
          </w:p>
          <w:p w:rsidR="00103793" w:rsidRDefault="00103793" w:rsidP="00E219C9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000000"/>
            </w:pPr>
            <w:r>
              <w:lastRenderedPageBreak/>
              <w:t>Go to Client module</w:t>
            </w:r>
          </w:p>
          <w:p w:rsidR="00103793" w:rsidRDefault="00103793" w:rsidP="008D213B">
            <w:pPr>
              <w:pStyle w:val="ListParagraph"/>
              <w:ind w:left="0"/>
              <w:cnfStyle w:val="000000000000"/>
            </w:pPr>
          </w:p>
        </w:tc>
        <w:tc>
          <w:tcPr>
            <w:tcW w:w="667" w:type="pct"/>
          </w:tcPr>
          <w:p w:rsidR="00103793" w:rsidRDefault="00103793" w:rsidP="008D213B">
            <w:pPr>
              <w:cnfStyle w:val="0000000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000000"/>
            </w:pPr>
            <w:r>
              <w:t>Client module is loaded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67" w:type="pct"/>
          </w:tcPr>
          <w:p w:rsidR="00103793" w:rsidRDefault="00103793" w:rsidP="009B339C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Surname</w:t>
            </w:r>
          </w:p>
          <w:p w:rsidR="00103793" w:rsidRDefault="00103793" w:rsidP="009B339C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first name</w:t>
            </w:r>
          </w:p>
          <w:p w:rsidR="00103793" w:rsidRDefault="00103793" w:rsidP="009B339C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Student ID</w:t>
            </w:r>
          </w:p>
          <w:p w:rsidR="00103793" w:rsidRDefault="00103793" w:rsidP="009B339C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DOB</w:t>
            </w:r>
          </w:p>
          <w:p w:rsidR="00103793" w:rsidRDefault="00103793" w:rsidP="00E219C9">
            <w:pPr>
              <w:pStyle w:val="ListParagraph"/>
              <w:ind w:left="502"/>
              <w:cnfStyle w:val="0000001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100000"/>
            </w:pPr>
            <w:r>
              <w:t>Data is visible in text fields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E219C9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0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000000"/>
            </w:pPr>
            <w:r>
              <w:t>Search displays list of persons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100000"/>
            </w:pPr>
            <w:r>
              <w:t xml:space="preserve">Double Click on the selected </w:t>
            </w:r>
            <w:r>
              <w:lastRenderedPageBreak/>
              <w:t>person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1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100000"/>
            </w:pPr>
            <w:r>
              <w:t xml:space="preserve">Screen changes to </w:t>
            </w:r>
            <w:r>
              <w:lastRenderedPageBreak/>
              <w:t>person view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E219C9">
              <w:rPr>
                <w:b/>
              </w:rPr>
              <w:t>support services</w:t>
            </w:r>
            <w:r>
              <w:t xml:space="preserve"> button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0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000000"/>
            </w:pPr>
            <w:r>
              <w:t>Screen changes to support services view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E219C9">
              <w:rPr>
                <w:b/>
              </w:rPr>
              <w:t>disability</w:t>
            </w:r>
            <w:r>
              <w:t xml:space="preserve"> tab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1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100000"/>
            </w:pP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1503F8">
            <w:pPr>
              <w:pStyle w:val="ListParagraph"/>
              <w:ind w:left="0"/>
              <w:cnfStyle w:val="000000000000"/>
            </w:pPr>
            <w:r>
              <w:t>Select a record that you wish to edit  Disability Liaison record for</w:t>
            </w:r>
          </w:p>
        </w:tc>
        <w:tc>
          <w:tcPr>
            <w:tcW w:w="667" w:type="pct"/>
          </w:tcPr>
          <w:p w:rsidR="00103793" w:rsidRDefault="00103793" w:rsidP="008314A6">
            <w:pPr>
              <w:cnfStyle w:val="0000000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000000"/>
            </w:pPr>
            <w:r>
              <w:t>Item selected.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E219C9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E219C9">
              <w:rPr>
                <w:b/>
              </w:rPr>
              <w:t>D</w:t>
            </w:r>
            <w:r w:rsidR="00E219C9" w:rsidRPr="00E219C9">
              <w:rPr>
                <w:b/>
              </w:rPr>
              <w:t>L</w:t>
            </w:r>
            <w:r w:rsidRPr="00E219C9">
              <w:rPr>
                <w:b/>
              </w:rPr>
              <w:t xml:space="preserve"> (Disability Liaison)</w:t>
            </w:r>
            <w:r>
              <w:t xml:space="preserve"> button on the top header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100000"/>
            </w:pPr>
          </w:p>
        </w:tc>
        <w:tc>
          <w:tcPr>
            <w:tcW w:w="523" w:type="pct"/>
          </w:tcPr>
          <w:p w:rsidR="00103793" w:rsidRDefault="00103793" w:rsidP="009B339C">
            <w:pPr>
              <w:cnfStyle w:val="000000100000"/>
            </w:pPr>
            <w:r>
              <w:t>Screen changes to disability Liaison screen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E219C9">
              <w:rPr>
                <w:b/>
              </w:rPr>
              <w:t>Edit</w:t>
            </w:r>
            <w:r>
              <w:t xml:space="preserve"> button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0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000000"/>
            </w:pP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67" w:type="pct"/>
          </w:tcPr>
          <w:p w:rsidR="00103793" w:rsidRDefault="00103793" w:rsidP="009B339C">
            <w:pPr>
              <w:pStyle w:val="ListParagraph"/>
              <w:numPr>
                <w:ilvl w:val="0"/>
                <w:numId w:val="18"/>
              </w:numPr>
              <w:cnfStyle w:val="000000100000"/>
            </w:pPr>
            <w:r>
              <w:t>Liaison Type</w:t>
            </w:r>
          </w:p>
          <w:p w:rsidR="00103793" w:rsidRDefault="00103793" w:rsidP="009B339C">
            <w:pPr>
              <w:pStyle w:val="ListParagraph"/>
              <w:numPr>
                <w:ilvl w:val="0"/>
                <w:numId w:val="18"/>
              </w:numPr>
              <w:cnfStyle w:val="000000100000"/>
            </w:pPr>
            <w:r>
              <w:t>Notes</w:t>
            </w:r>
          </w:p>
        </w:tc>
        <w:tc>
          <w:tcPr>
            <w:tcW w:w="523" w:type="pct"/>
          </w:tcPr>
          <w:p w:rsidR="00103793" w:rsidRDefault="00103793" w:rsidP="008314A6">
            <w:pPr>
              <w:cnfStyle w:val="000000100000"/>
            </w:pPr>
            <w:r>
              <w:t>Data is visible in text fields and drop downs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E219C9">
              <w:rPr>
                <w:b/>
              </w:rPr>
              <w:t>Save</w:t>
            </w:r>
            <w:r w:rsidR="00E219C9">
              <w:t xml:space="preserve"> button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000000"/>
            </w:pPr>
          </w:p>
        </w:tc>
        <w:tc>
          <w:tcPr>
            <w:tcW w:w="523" w:type="pct"/>
          </w:tcPr>
          <w:p w:rsidR="00103793" w:rsidRDefault="00103793" w:rsidP="008D213B">
            <w:pPr>
              <w:cnfStyle w:val="000000000000"/>
            </w:pPr>
            <w:r>
              <w:t>Record updated successfully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 w:val="restart"/>
          </w:tcPr>
          <w:p w:rsidR="00103793" w:rsidRPr="00103793" w:rsidRDefault="00103793" w:rsidP="00103793">
            <w:pPr>
              <w:pStyle w:val="Heading3"/>
              <w:outlineLvl w:val="2"/>
            </w:pPr>
            <w:bookmarkStart w:id="21" w:name="_Toc360107804"/>
            <w:r w:rsidRPr="00103793">
              <w:t>9.3.3</w:t>
            </w:r>
            <w:r>
              <w:t xml:space="preserve"> </w:t>
            </w:r>
            <w:bookmarkStart w:id="22" w:name="DelDL"/>
            <w:r w:rsidRPr="00103793">
              <w:t xml:space="preserve">Delete </w:t>
            </w:r>
            <w:bookmarkEnd w:id="22"/>
            <w:r w:rsidRPr="00103793">
              <w:t>Disability Liaison record</w:t>
            </w:r>
            <w:bookmarkEnd w:id="21"/>
          </w:p>
        </w:tc>
        <w:tc>
          <w:tcPr>
            <w:tcW w:w="760" w:type="pct"/>
            <w:vMerge w:val="restart"/>
          </w:tcPr>
          <w:p w:rsidR="00E219C9" w:rsidRDefault="00E219C9" w:rsidP="00E219C9">
            <w:pPr>
              <w:pStyle w:val="ListParagraph"/>
              <w:ind w:left="0"/>
              <w:cnfStyle w:val="000000100000"/>
            </w:pPr>
            <w:r>
              <w:t>Must have existing Disability service record with Disability Liaison service added to the student. To create one refer to</w:t>
            </w:r>
          </w:p>
          <w:p w:rsidR="00E219C9" w:rsidRPr="00D86B95" w:rsidRDefault="00D24F40" w:rsidP="00E219C9">
            <w:pPr>
              <w:pStyle w:val="ListParagraph"/>
              <w:numPr>
                <w:ilvl w:val="0"/>
                <w:numId w:val="22"/>
              </w:numPr>
              <w:cnfStyle w:val="000000100000"/>
            </w:pPr>
            <w:hyperlink w:anchor="_9.1.1_Add_Support" w:history="1">
              <w:r w:rsidR="00E219C9" w:rsidRPr="00D86B95">
                <w:rPr>
                  <w:rStyle w:val="Hyperlink"/>
                  <w:b/>
                </w:rPr>
                <w:t xml:space="preserve">9.1.1 </w:t>
              </w:r>
              <w:r w:rsidR="00E219C9" w:rsidRPr="00D86B95">
                <w:rPr>
                  <w:rStyle w:val="Hyperlink"/>
                </w:rPr>
                <w:t>Add Support Service</w:t>
              </w:r>
            </w:hyperlink>
          </w:p>
          <w:p w:rsidR="00E219C9" w:rsidRDefault="00D24F40" w:rsidP="00E219C9">
            <w:pPr>
              <w:pStyle w:val="ListParagraph"/>
              <w:numPr>
                <w:ilvl w:val="0"/>
                <w:numId w:val="22"/>
              </w:numPr>
              <w:cnfStyle w:val="000000100000"/>
            </w:pPr>
            <w:hyperlink w:anchor="_9.3.1_Add_Disability" w:history="1">
              <w:r w:rsidR="00E219C9" w:rsidRPr="00E219C9">
                <w:rPr>
                  <w:rStyle w:val="Hyperlink"/>
                  <w:b/>
                </w:rPr>
                <w:t xml:space="preserve">9.3.1 </w:t>
              </w:r>
              <w:r w:rsidR="00E219C9" w:rsidRPr="00E219C9">
                <w:rPr>
                  <w:rStyle w:val="Hyperlink"/>
                </w:rPr>
                <w:t>Add Disability Liaison record</w:t>
              </w:r>
            </w:hyperlink>
          </w:p>
          <w:p w:rsidR="00103793" w:rsidRDefault="00103793" w:rsidP="008D213B">
            <w:pPr>
              <w:pStyle w:val="ListParagraph"/>
              <w:ind w:left="0"/>
              <w:cnfStyle w:val="000000100000"/>
            </w:pPr>
          </w:p>
          <w:p w:rsidR="00103793" w:rsidRDefault="00103793" w:rsidP="008D213B">
            <w:pPr>
              <w:pStyle w:val="ListParagraph"/>
              <w:ind w:left="0"/>
              <w:cnfStyle w:val="000000100000"/>
            </w:pPr>
            <w:r>
              <w:t xml:space="preserve">Must have Security access to </w:t>
            </w:r>
          </w:p>
          <w:p w:rsidR="00103793" w:rsidRDefault="00103793" w:rsidP="008D213B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Client</w:t>
            </w:r>
          </w:p>
          <w:p w:rsidR="00103793" w:rsidRDefault="00103793" w:rsidP="00E219C9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100000"/>
            </w:pPr>
            <w:r>
              <w:lastRenderedPageBreak/>
              <w:t>Go to Client module</w:t>
            </w:r>
          </w:p>
          <w:p w:rsidR="00103793" w:rsidRDefault="00103793" w:rsidP="008D213B">
            <w:pPr>
              <w:pStyle w:val="ListParagraph"/>
              <w:ind w:left="0"/>
              <w:cnfStyle w:val="000000100000"/>
            </w:pPr>
          </w:p>
        </w:tc>
        <w:tc>
          <w:tcPr>
            <w:tcW w:w="667" w:type="pct"/>
          </w:tcPr>
          <w:p w:rsidR="00103793" w:rsidRDefault="00103793" w:rsidP="008D213B">
            <w:pPr>
              <w:cnfStyle w:val="0000001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100000"/>
            </w:pPr>
            <w:r>
              <w:t>Client module is loaded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67" w:type="pct"/>
          </w:tcPr>
          <w:p w:rsidR="00103793" w:rsidRDefault="00103793" w:rsidP="003C4971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103793" w:rsidRDefault="00103793" w:rsidP="003C4971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E219C9" w:rsidRDefault="00103793" w:rsidP="00E219C9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103793" w:rsidRDefault="00103793" w:rsidP="00E219C9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lastRenderedPageBreak/>
              <w:t>DOB</w:t>
            </w:r>
          </w:p>
          <w:p w:rsidR="00103793" w:rsidRDefault="00103793" w:rsidP="00E219C9">
            <w:pPr>
              <w:pStyle w:val="ListParagraph"/>
              <w:ind w:left="502"/>
              <w:cnfStyle w:val="0000000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000000"/>
            </w:pPr>
            <w:r>
              <w:lastRenderedPageBreak/>
              <w:t>Data is visible in text fields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E219C9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1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100000"/>
            </w:pPr>
            <w:r>
              <w:t>Search displays list of persons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0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000000"/>
            </w:pPr>
            <w:r>
              <w:t>Screen changes to person view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E219C9">
              <w:rPr>
                <w:b/>
              </w:rPr>
              <w:t>support services</w:t>
            </w:r>
            <w:r>
              <w:t xml:space="preserve"> button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1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100000"/>
            </w:pPr>
            <w:r>
              <w:t>Screen changes to support services view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E219C9">
              <w:rPr>
                <w:b/>
              </w:rPr>
              <w:t>disability</w:t>
            </w:r>
            <w:r>
              <w:t xml:space="preserve"> tab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0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000000"/>
            </w:pP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1503F8">
            <w:pPr>
              <w:pStyle w:val="ListParagraph"/>
              <w:ind w:left="0"/>
              <w:cnfStyle w:val="000000100000"/>
            </w:pPr>
            <w:r>
              <w:t>Select a record that you wish to delete Disability Liaison record from</w:t>
            </w:r>
          </w:p>
        </w:tc>
        <w:tc>
          <w:tcPr>
            <w:tcW w:w="667" w:type="pct"/>
          </w:tcPr>
          <w:p w:rsidR="00103793" w:rsidRDefault="00103793" w:rsidP="008314A6">
            <w:pPr>
              <w:cnfStyle w:val="0000001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100000"/>
            </w:pPr>
            <w:r>
              <w:t>Item selected.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103793" w:rsidTr="00103793"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103793" w:rsidRDefault="00103793" w:rsidP="00E219C9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E219C9">
              <w:rPr>
                <w:b/>
              </w:rPr>
              <w:t>D</w:t>
            </w:r>
            <w:r w:rsidR="00E219C9" w:rsidRPr="00E219C9">
              <w:rPr>
                <w:b/>
              </w:rPr>
              <w:t>L</w:t>
            </w:r>
            <w:r w:rsidRPr="00E219C9">
              <w:rPr>
                <w:b/>
              </w:rPr>
              <w:t xml:space="preserve"> (Disability Liaison)</w:t>
            </w:r>
            <w:r>
              <w:t xml:space="preserve"> button on the top header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000000"/>
            </w:pPr>
          </w:p>
        </w:tc>
        <w:tc>
          <w:tcPr>
            <w:tcW w:w="523" w:type="pct"/>
          </w:tcPr>
          <w:p w:rsidR="00103793" w:rsidRDefault="00103793" w:rsidP="003C4971">
            <w:pPr>
              <w:cnfStyle w:val="000000000000"/>
            </w:pPr>
            <w:r>
              <w:t>Screen changes to disability Liaison screen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0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000000"/>
            </w:pPr>
          </w:p>
        </w:tc>
      </w:tr>
      <w:tr w:rsidR="00103793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103793" w:rsidRDefault="00103793" w:rsidP="008D213B"/>
        </w:tc>
        <w:tc>
          <w:tcPr>
            <w:tcW w:w="760" w:type="pct"/>
            <w:vMerge/>
          </w:tcPr>
          <w:p w:rsidR="00103793" w:rsidRDefault="00103793" w:rsidP="008D213B">
            <w:pPr>
              <w:pStyle w:val="ListParagraph"/>
              <w:ind w:left="360"/>
              <w:cnfStyle w:val="000000100000"/>
            </w:pPr>
          </w:p>
        </w:tc>
        <w:tc>
          <w:tcPr>
            <w:tcW w:w="661" w:type="pct"/>
          </w:tcPr>
          <w:p w:rsidR="00103793" w:rsidRDefault="00103793" w:rsidP="008D213B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E219C9">
              <w:rPr>
                <w:b/>
              </w:rPr>
              <w:t>Delete</w:t>
            </w:r>
            <w:r>
              <w:t xml:space="preserve"> button</w:t>
            </w:r>
          </w:p>
        </w:tc>
        <w:tc>
          <w:tcPr>
            <w:tcW w:w="667" w:type="pct"/>
          </w:tcPr>
          <w:p w:rsidR="00103793" w:rsidRDefault="00103793" w:rsidP="008D213B">
            <w:pPr>
              <w:cnfStyle w:val="000000100000"/>
            </w:pPr>
          </w:p>
        </w:tc>
        <w:tc>
          <w:tcPr>
            <w:tcW w:w="523" w:type="pct"/>
          </w:tcPr>
          <w:p w:rsidR="00103793" w:rsidRDefault="00103793" w:rsidP="008314A6">
            <w:pPr>
              <w:cnfStyle w:val="000000100000"/>
            </w:pPr>
            <w:r>
              <w:t>Record deleted Successfully</w:t>
            </w:r>
          </w:p>
        </w:tc>
        <w:tc>
          <w:tcPr>
            <w:tcW w:w="520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7" w:type="pct"/>
          </w:tcPr>
          <w:p w:rsidR="00103793" w:rsidRDefault="00103793" w:rsidP="006C7226">
            <w:pPr>
              <w:cnfStyle w:val="000000100000"/>
            </w:pPr>
          </w:p>
        </w:tc>
        <w:tc>
          <w:tcPr>
            <w:tcW w:w="455" w:type="pct"/>
          </w:tcPr>
          <w:p w:rsidR="00103793" w:rsidRDefault="00103793" w:rsidP="006C7226">
            <w:pPr>
              <w:cnfStyle w:val="000000100000"/>
            </w:pPr>
          </w:p>
        </w:tc>
      </w:tr>
      <w:tr w:rsidR="00726004" w:rsidTr="00103793">
        <w:tc>
          <w:tcPr>
            <w:cnfStyle w:val="001000000000"/>
            <w:tcW w:w="957" w:type="pct"/>
            <w:vMerge w:val="restart"/>
          </w:tcPr>
          <w:p w:rsidR="00726004" w:rsidRPr="00103793" w:rsidRDefault="00726004" w:rsidP="00103793">
            <w:pPr>
              <w:pStyle w:val="Heading3"/>
              <w:outlineLvl w:val="2"/>
            </w:pPr>
            <w:bookmarkStart w:id="23" w:name="_Toc360107805"/>
            <w:r w:rsidRPr="00103793">
              <w:t>9.5</w:t>
            </w:r>
            <w:r>
              <w:t xml:space="preserve"> </w:t>
            </w:r>
            <w:bookmarkStart w:id="24" w:name="PrintReports"/>
            <w:r w:rsidRPr="00103793">
              <w:t xml:space="preserve">Print </w:t>
            </w:r>
            <w:bookmarkEnd w:id="24"/>
            <w:r w:rsidRPr="00103793">
              <w:t>Reports</w:t>
            </w:r>
            <w:bookmarkEnd w:id="23"/>
            <w:r w:rsidRPr="00103793">
              <w:t xml:space="preserve"> </w:t>
            </w:r>
          </w:p>
        </w:tc>
        <w:tc>
          <w:tcPr>
            <w:tcW w:w="760" w:type="pct"/>
            <w:vMerge w:val="restart"/>
          </w:tcPr>
          <w:p w:rsidR="00726004" w:rsidRDefault="00726004" w:rsidP="008314A6">
            <w:pPr>
              <w:cnfStyle w:val="000000000000"/>
            </w:pPr>
            <w:r>
              <w:t>Must have any of the Support Services record.</w:t>
            </w:r>
          </w:p>
          <w:p w:rsidR="00726004" w:rsidRDefault="00726004" w:rsidP="008314A6">
            <w:pPr>
              <w:cnfStyle w:val="000000000000"/>
            </w:pPr>
          </w:p>
          <w:p w:rsidR="00726004" w:rsidRDefault="00726004" w:rsidP="008314A6">
            <w:pPr>
              <w:cnfStyle w:val="000000000000"/>
            </w:pPr>
            <w:r>
              <w:lastRenderedPageBreak/>
              <w:t>Make sure to configure reports path in config.php.</w:t>
            </w:r>
          </w:p>
          <w:p w:rsidR="00726004" w:rsidRDefault="00726004" w:rsidP="008314A6">
            <w:pPr>
              <w:cnfStyle w:val="000000000000"/>
            </w:pPr>
          </w:p>
          <w:p w:rsidR="00726004" w:rsidRDefault="00726004" w:rsidP="008314A6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726004" w:rsidRDefault="00726004" w:rsidP="00186375">
            <w:pPr>
              <w:pStyle w:val="ListParagraph"/>
              <w:numPr>
                <w:ilvl w:val="0"/>
                <w:numId w:val="20"/>
              </w:numPr>
              <w:cnfStyle w:val="000000000000"/>
            </w:pPr>
            <w:r>
              <w:t xml:space="preserve">Client </w:t>
            </w:r>
          </w:p>
          <w:p w:rsidR="00726004" w:rsidRDefault="00726004" w:rsidP="00726004">
            <w:pPr>
              <w:pStyle w:val="ListParagraph"/>
              <w:ind w:left="360"/>
              <w:cnfStyle w:val="000000000000"/>
            </w:pPr>
          </w:p>
        </w:tc>
        <w:tc>
          <w:tcPr>
            <w:tcW w:w="661" w:type="pct"/>
          </w:tcPr>
          <w:p w:rsidR="00726004" w:rsidRDefault="00726004" w:rsidP="008314A6">
            <w:pPr>
              <w:pStyle w:val="ListParagraph"/>
              <w:ind w:left="0"/>
              <w:cnfStyle w:val="000000000000"/>
            </w:pPr>
            <w:r>
              <w:lastRenderedPageBreak/>
              <w:t>Click on the client module</w:t>
            </w:r>
          </w:p>
        </w:tc>
        <w:tc>
          <w:tcPr>
            <w:tcW w:w="667" w:type="pct"/>
          </w:tcPr>
          <w:p w:rsidR="00726004" w:rsidRDefault="00726004" w:rsidP="008314A6">
            <w:pPr>
              <w:pStyle w:val="ListParagraph"/>
              <w:ind w:left="360"/>
              <w:cnfStyle w:val="000000000000"/>
            </w:pPr>
          </w:p>
        </w:tc>
        <w:tc>
          <w:tcPr>
            <w:tcW w:w="523" w:type="pct"/>
          </w:tcPr>
          <w:p w:rsidR="00726004" w:rsidRDefault="00726004" w:rsidP="008314A6">
            <w:pPr>
              <w:cnfStyle w:val="000000000000"/>
            </w:pPr>
            <w:r>
              <w:t>Client module is loaded.</w:t>
            </w:r>
          </w:p>
        </w:tc>
        <w:tc>
          <w:tcPr>
            <w:tcW w:w="520" w:type="pct"/>
          </w:tcPr>
          <w:p w:rsidR="00726004" w:rsidRDefault="00726004" w:rsidP="006C7226">
            <w:pPr>
              <w:cnfStyle w:val="000000000000"/>
            </w:pPr>
          </w:p>
        </w:tc>
        <w:tc>
          <w:tcPr>
            <w:tcW w:w="457" w:type="pct"/>
          </w:tcPr>
          <w:p w:rsidR="00726004" w:rsidRDefault="00726004" w:rsidP="006C7226">
            <w:pPr>
              <w:cnfStyle w:val="000000000000"/>
            </w:pPr>
          </w:p>
        </w:tc>
        <w:tc>
          <w:tcPr>
            <w:tcW w:w="455" w:type="pct"/>
          </w:tcPr>
          <w:p w:rsidR="00726004" w:rsidRDefault="00726004" w:rsidP="006C7226">
            <w:pPr>
              <w:cnfStyle w:val="000000000000"/>
            </w:pPr>
          </w:p>
        </w:tc>
      </w:tr>
      <w:tr w:rsidR="00726004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726004" w:rsidRDefault="00726004" w:rsidP="008314A6"/>
        </w:tc>
        <w:tc>
          <w:tcPr>
            <w:tcW w:w="760" w:type="pct"/>
            <w:vMerge/>
          </w:tcPr>
          <w:p w:rsidR="00726004" w:rsidRDefault="00726004" w:rsidP="008314A6">
            <w:pPr>
              <w:cnfStyle w:val="000000100000"/>
            </w:pPr>
          </w:p>
        </w:tc>
        <w:tc>
          <w:tcPr>
            <w:tcW w:w="661" w:type="pct"/>
          </w:tcPr>
          <w:p w:rsidR="00726004" w:rsidRDefault="00726004" w:rsidP="008314A6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67" w:type="pct"/>
          </w:tcPr>
          <w:p w:rsidR="00726004" w:rsidRDefault="00726004" w:rsidP="00186375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Surname</w:t>
            </w:r>
          </w:p>
          <w:p w:rsidR="00726004" w:rsidRDefault="00726004" w:rsidP="00186375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first name</w:t>
            </w:r>
          </w:p>
          <w:p w:rsidR="00726004" w:rsidRDefault="00726004" w:rsidP="00186375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lastRenderedPageBreak/>
              <w:t>Student ID</w:t>
            </w:r>
          </w:p>
          <w:p w:rsidR="00726004" w:rsidRDefault="00726004" w:rsidP="00186375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DOB</w:t>
            </w:r>
          </w:p>
          <w:p w:rsidR="00726004" w:rsidRDefault="00726004" w:rsidP="00726004">
            <w:pPr>
              <w:pStyle w:val="ListParagraph"/>
              <w:ind w:left="502"/>
              <w:cnfStyle w:val="000000100000"/>
            </w:pPr>
          </w:p>
        </w:tc>
        <w:tc>
          <w:tcPr>
            <w:tcW w:w="523" w:type="pct"/>
          </w:tcPr>
          <w:p w:rsidR="00726004" w:rsidRDefault="00726004" w:rsidP="008314A6">
            <w:pPr>
              <w:cnfStyle w:val="000000100000"/>
            </w:pPr>
            <w:r>
              <w:lastRenderedPageBreak/>
              <w:t>Data is visible in text fields</w:t>
            </w:r>
          </w:p>
        </w:tc>
        <w:tc>
          <w:tcPr>
            <w:tcW w:w="520" w:type="pct"/>
          </w:tcPr>
          <w:p w:rsidR="00726004" w:rsidRDefault="00726004" w:rsidP="006C7226">
            <w:pPr>
              <w:cnfStyle w:val="000000100000"/>
            </w:pPr>
          </w:p>
        </w:tc>
        <w:tc>
          <w:tcPr>
            <w:tcW w:w="457" w:type="pct"/>
          </w:tcPr>
          <w:p w:rsidR="00726004" w:rsidRDefault="00726004" w:rsidP="006C7226">
            <w:pPr>
              <w:cnfStyle w:val="000000100000"/>
            </w:pPr>
          </w:p>
        </w:tc>
        <w:tc>
          <w:tcPr>
            <w:tcW w:w="455" w:type="pct"/>
          </w:tcPr>
          <w:p w:rsidR="00726004" w:rsidRDefault="00726004" w:rsidP="006C7226">
            <w:pPr>
              <w:cnfStyle w:val="000000100000"/>
            </w:pPr>
          </w:p>
        </w:tc>
      </w:tr>
      <w:tr w:rsidR="00726004" w:rsidTr="00103793">
        <w:tc>
          <w:tcPr>
            <w:cnfStyle w:val="001000000000"/>
            <w:tcW w:w="957" w:type="pct"/>
            <w:vMerge/>
          </w:tcPr>
          <w:p w:rsidR="00726004" w:rsidRDefault="00726004" w:rsidP="008314A6"/>
        </w:tc>
        <w:tc>
          <w:tcPr>
            <w:tcW w:w="760" w:type="pct"/>
            <w:vMerge/>
          </w:tcPr>
          <w:p w:rsidR="00726004" w:rsidRDefault="00726004" w:rsidP="008314A6">
            <w:pPr>
              <w:cnfStyle w:val="000000000000"/>
            </w:pPr>
          </w:p>
        </w:tc>
        <w:tc>
          <w:tcPr>
            <w:tcW w:w="661" w:type="pct"/>
          </w:tcPr>
          <w:p w:rsidR="00726004" w:rsidRDefault="00726004" w:rsidP="008314A6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726004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67" w:type="pct"/>
          </w:tcPr>
          <w:p w:rsidR="00726004" w:rsidRDefault="00726004" w:rsidP="008314A6">
            <w:pPr>
              <w:pStyle w:val="ListParagraph"/>
              <w:ind w:left="360"/>
              <w:cnfStyle w:val="000000000000"/>
            </w:pPr>
          </w:p>
        </w:tc>
        <w:tc>
          <w:tcPr>
            <w:tcW w:w="523" w:type="pct"/>
          </w:tcPr>
          <w:p w:rsidR="00726004" w:rsidRDefault="00726004" w:rsidP="008314A6">
            <w:pPr>
              <w:cnfStyle w:val="000000000000"/>
            </w:pPr>
            <w:r>
              <w:t>Search displays the list of persons</w:t>
            </w:r>
          </w:p>
        </w:tc>
        <w:tc>
          <w:tcPr>
            <w:tcW w:w="520" w:type="pct"/>
          </w:tcPr>
          <w:p w:rsidR="00726004" w:rsidRDefault="00726004" w:rsidP="006C7226">
            <w:pPr>
              <w:cnfStyle w:val="000000000000"/>
            </w:pPr>
          </w:p>
        </w:tc>
        <w:tc>
          <w:tcPr>
            <w:tcW w:w="457" w:type="pct"/>
          </w:tcPr>
          <w:p w:rsidR="00726004" w:rsidRDefault="00726004" w:rsidP="006C7226">
            <w:pPr>
              <w:cnfStyle w:val="000000000000"/>
            </w:pPr>
          </w:p>
        </w:tc>
        <w:tc>
          <w:tcPr>
            <w:tcW w:w="455" w:type="pct"/>
          </w:tcPr>
          <w:p w:rsidR="00726004" w:rsidRDefault="00726004" w:rsidP="006C7226">
            <w:pPr>
              <w:cnfStyle w:val="000000000000"/>
            </w:pPr>
          </w:p>
        </w:tc>
      </w:tr>
      <w:tr w:rsidR="00726004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726004" w:rsidRDefault="00726004" w:rsidP="008314A6"/>
        </w:tc>
        <w:tc>
          <w:tcPr>
            <w:tcW w:w="760" w:type="pct"/>
            <w:vMerge/>
          </w:tcPr>
          <w:p w:rsidR="00726004" w:rsidRDefault="00726004" w:rsidP="008314A6">
            <w:pPr>
              <w:cnfStyle w:val="000000100000"/>
            </w:pPr>
          </w:p>
        </w:tc>
        <w:tc>
          <w:tcPr>
            <w:tcW w:w="661" w:type="pct"/>
          </w:tcPr>
          <w:p w:rsidR="00726004" w:rsidRDefault="00726004" w:rsidP="008314A6">
            <w:pPr>
              <w:pStyle w:val="ListParagraph"/>
              <w:ind w:left="0"/>
              <w:cnfStyle w:val="000000100000"/>
            </w:pPr>
            <w:r>
              <w:t>Double click on the selected person</w:t>
            </w:r>
          </w:p>
        </w:tc>
        <w:tc>
          <w:tcPr>
            <w:tcW w:w="667" w:type="pct"/>
          </w:tcPr>
          <w:p w:rsidR="00726004" w:rsidRDefault="00726004" w:rsidP="008314A6">
            <w:pPr>
              <w:pStyle w:val="ListParagraph"/>
              <w:ind w:left="360"/>
              <w:cnfStyle w:val="000000100000"/>
            </w:pPr>
          </w:p>
        </w:tc>
        <w:tc>
          <w:tcPr>
            <w:tcW w:w="523" w:type="pct"/>
          </w:tcPr>
          <w:p w:rsidR="00726004" w:rsidRDefault="00726004" w:rsidP="008314A6">
            <w:pPr>
              <w:cnfStyle w:val="000000100000"/>
            </w:pPr>
            <w:r>
              <w:t>Screen changes to person</w:t>
            </w:r>
          </w:p>
        </w:tc>
        <w:tc>
          <w:tcPr>
            <w:tcW w:w="520" w:type="pct"/>
          </w:tcPr>
          <w:p w:rsidR="00726004" w:rsidRDefault="00726004" w:rsidP="006C7226">
            <w:pPr>
              <w:cnfStyle w:val="000000100000"/>
            </w:pPr>
          </w:p>
        </w:tc>
        <w:tc>
          <w:tcPr>
            <w:tcW w:w="457" w:type="pct"/>
          </w:tcPr>
          <w:p w:rsidR="00726004" w:rsidRDefault="00726004" w:rsidP="006C7226">
            <w:pPr>
              <w:cnfStyle w:val="000000100000"/>
            </w:pPr>
          </w:p>
        </w:tc>
        <w:tc>
          <w:tcPr>
            <w:tcW w:w="455" w:type="pct"/>
          </w:tcPr>
          <w:p w:rsidR="00726004" w:rsidRDefault="00726004" w:rsidP="006C7226">
            <w:pPr>
              <w:cnfStyle w:val="000000100000"/>
            </w:pPr>
          </w:p>
        </w:tc>
      </w:tr>
      <w:tr w:rsidR="00726004" w:rsidTr="00103793">
        <w:tc>
          <w:tcPr>
            <w:cnfStyle w:val="001000000000"/>
            <w:tcW w:w="957" w:type="pct"/>
            <w:vMerge/>
          </w:tcPr>
          <w:p w:rsidR="00726004" w:rsidRDefault="00726004" w:rsidP="008314A6"/>
        </w:tc>
        <w:tc>
          <w:tcPr>
            <w:tcW w:w="760" w:type="pct"/>
            <w:vMerge/>
          </w:tcPr>
          <w:p w:rsidR="00726004" w:rsidRDefault="00726004" w:rsidP="008314A6">
            <w:pPr>
              <w:cnfStyle w:val="000000000000"/>
            </w:pPr>
          </w:p>
        </w:tc>
        <w:tc>
          <w:tcPr>
            <w:tcW w:w="661" w:type="pct"/>
          </w:tcPr>
          <w:p w:rsidR="00726004" w:rsidRDefault="00726004" w:rsidP="008314A6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726004">
              <w:rPr>
                <w:b/>
              </w:rPr>
              <w:t>Support Services button</w:t>
            </w:r>
            <w:r>
              <w:t xml:space="preserve"> on person tree.</w:t>
            </w:r>
          </w:p>
        </w:tc>
        <w:tc>
          <w:tcPr>
            <w:tcW w:w="667" w:type="pct"/>
          </w:tcPr>
          <w:p w:rsidR="00726004" w:rsidRDefault="00726004" w:rsidP="008314A6">
            <w:pPr>
              <w:pStyle w:val="ListParagraph"/>
              <w:ind w:left="360"/>
              <w:cnfStyle w:val="000000000000"/>
            </w:pPr>
          </w:p>
        </w:tc>
        <w:tc>
          <w:tcPr>
            <w:tcW w:w="523" w:type="pct"/>
          </w:tcPr>
          <w:p w:rsidR="00726004" w:rsidRDefault="00726004" w:rsidP="005C48C9">
            <w:pPr>
              <w:cnfStyle w:val="000000000000"/>
            </w:pPr>
            <w:r>
              <w:t>Screen changes to Support services</w:t>
            </w:r>
          </w:p>
        </w:tc>
        <w:tc>
          <w:tcPr>
            <w:tcW w:w="520" w:type="pct"/>
          </w:tcPr>
          <w:p w:rsidR="00726004" w:rsidRDefault="00726004" w:rsidP="006C7226">
            <w:pPr>
              <w:cnfStyle w:val="000000000000"/>
            </w:pPr>
          </w:p>
        </w:tc>
        <w:tc>
          <w:tcPr>
            <w:tcW w:w="457" w:type="pct"/>
          </w:tcPr>
          <w:p w:rsidR="00726004" w:rsidRDefault="00726004" w:rsidP="006C7226">
            <w:pPr>
              <w:cnfStyle w:val="000000000000"/>
            </w:pPr>
          </w:p>
        </w:tc>
        <w:tc>
          <w:tcPr>
            <w:tcW w:w="455" w:type="pct"/>
          </w:tcPr>
          <w:p w:rsidR="00726004" w:rsidRDefault="00726004" w:rsidP="006C7226">
            <w:pPr>
              <w:cnfStyle w:val="000000000000"/>
            </w:pPr>
          </w:p>
        </w:tc>
      </w:tr>
      <w:tr w:rsidR="00726004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726004" w:rsidRDefault="00726004" w:rsidP="008314A6"/>
        </w:tc>
        <w:tc>
          <w:tcPr>
            <w:tcW w:w="760" w:type="pct"/>
            <w:vMerge/>
          </w:tcPr>
          <w:p w:rsidR="00726004" w:rsidRDefault="00726004" w:rsidP="008314A6">
            <w:pPr>
              <w:cnfStyle w:val="000000100000"/>
            </w:pPr>
          </w:p>
        </w:tc>
        <w:tc>
          <w:tcPr>
            <w:tcW w:w="661" w:type="pct"/>
          </w:tcPr>
          <w:p w:rsidR="00726004" w:rsidRDefault="00726004" w:rsidP="008314A6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726004">
              <w:rPr>
                <w:b/>
              </w:rPr>
              <w:t>print button</w:t>
            </w:r>
            <w:r>
              <w:t xml:space="preserve"> just above the Person tree</w:t>
            </w:r>
          </w:p>
        </w:tc>
        <w:tc>
          <w:tcPr>
            <w:tcW w:w="667" w:type="pct"/>
          </w:tcPr>
          <w:p w:rsidR="00726004" w:rsidRDefault="00726004" w:rsidP="008314A6">
            <w:pPr>
              <w:pStyle w:val="ListParagraph"/>
              <w:ind w:left="360"/>
              <w:cnfStyle w:val="000000100000"/>
            </w:pPr>
          </w:p>
        </w:tc>
        <w:tc>
          <w:tcPr>
            <w:tcW w:w="523" w:type="pct"/>
          </w:tcPr>
          <w:p w:rsidR="00726004" w:rsidRDefault="00726004" w:rsidP="008314A6">
            <w:pPr>
              <w:cnfStyle w:val="000000100000"/>
            </w:pPr>
            <w:r>
              <w:t>Report viewer pop up screen appears</w:t>
            </w:r>
          </w:p>
        </w:tc>
        <w:tc>
          <w:tcPr>
            <w:tcW w:w="520" w:type="pct"/>
          </w:tcPr>
          <w:p w:rsidR="00726004" w:rsidRDefault="00726004" w:rsidP="006C7226">
            <w:pPr>
              <w:cnfStyle w:val="000000100000"/>
            </w:pPr>
          </w:p>
        </w:tc>
        <w:tc>
          <w:tcPr>
            <w:tcW w:w="457" w:type="pct"/>
          </w:tcPr>
          <w:p w:rsidR="00726004" w:rsidRDefault="00726004" w:rsidP="006C7226">
            <w:pPr>
              <w:cnfStyle w:val="000000100000"/>
            </w:pPr>
          </w:p>
        </w:tc>
        <w:tc>
          <w:tcPr>
            <w:tcW w:w="455" w:type="pct"/>
          </w:tcPr>
          <w:p w:rsidR="00726004" w:rsidRDefault="00726004" w:rsidP="006C7226">
            <w:pPr>
              <w:cnfStyle w:val="000000100000"/>
            </w:pPr>
          </w:p>
        </w:tc>
      </w:tr>
      <w:tr w:rsidR="00726004" w:rsidTr="00103793">
        <w:tc>
          <w:tcPr>
            <w:cnfStyle w:val="001000000000"/>
            <w:tcW w:w="957" w:type="pct"/>
            <w:vMerge/>
          </w:tcPr>
          <w:p w:rsidR="00726004" w:rsidRDefault="00726004" w:rsidP="008314A6"/>
        </w:tc>
        <w:tc>
          <w:tcPr>
            <w:tcW w:w="760" w:type="pct"/>
            <w:vMerge/>
          </w:tcPr>
          <w:p w:rsidR="00726004" w:rsidRDefault="00726004" w:rsidP="008314A6">
            <w:pPr>
              <w:cnfStyle w:val="000000000000"/>
            </w:pPr>
          </w:p>
        </w:tc>
        <w:tc>
          <w:tcPr>
            <w:tcW w:w="661" w:type="pct"/>
          </w:tcPr>
          <w:p w:rsidR="00726004" w:rsidRDefault="00726004" w:rsidP="00625DDA">
            <w:pPr>
              <w:pStyle w:val="ListParagraph"/>
              <w:ind w:left="0"/>
              <w:cnfStyle w:val="000000000000"/>
            </w:pPr>
            <w:r>
              <w:t>Click on the desired report</w:t>
            </w:r>
          </w:p>
        </w:tc>
        <w:tc>
          <w:tcPr>
            <w:tcW w:w="667" w:type="pct"/>
          </w:tcPr>
          <w:p w:rsidR="00726004" w:rsidRDefault="00726004" w:rsidP="00625DDA">
            <w:pPr>
              <w:pStyle w:val="ListParagraph"/>
              <w:ind w:left="360"/>
              <w:cnfStyle w:val="000000000000"/>
            </w:pPr>
          </w:p>
        </w:tc>
        <w:tc>
          <w:tcPr>
            <w:tcW w:w="523" w:type="pct"/>
          </w:tcPr>
          <w:p w:rsidR="00726004" w:rsidRDefault="00726004" w:rsidP="00625DDA">
            <w:pPr>
              <w:cnfStyle w:val="000000000000"/>
            </w:pPr>
            <w:r>
              <w:t>Report selected</w:t>
            </w:r>
          </w:p>
        </w:tc>
        <w:tc>
          <w:tcPr>
            <w:tcW w:w="520" w:type="pct"/>
          </w:tcPr>
          <w:p w:rsidR="00726004" w:rsidRDefault="00726004" w:rsidP="006C7226">
            <w:pPr>
              <w:cnfStyle w:val="000000000000"/>
            </w:pPr>
          </w:p>
        </w:tc>
        <w:tc>
          <w:tcPr>
            <w:tcW w:w="457" w:type="pct"/>
          </w:tcPr>
          <w:p w:rsidR="00726004" w:rsidRDefault="00726004" w:rsidP="006C7226">
            <w:pPr>
              <w:cnfStyle w:val="000000000000"/>
            </w:pPr>
          </w:p>
        </w:tc>
        <w:tc>
          <w:tcPr>
            <w:tcW w:w="455" w:type="pct"/>
          </w:tcPr>
          <w:p w:rsidR="00726004" w:rsidRDefault="00726004" w:rsidP="006C7226">
            <w:pPr>
              <w:cnfStyle w:val="000000000000"/>
            </w:pPr>
          </w:p>
        </w:tc>
      </w:tr>
      <w:tr w:rsidR="00726004" w:rsidTr="00103793">
        <w:trPr>
          <w:cnfStyle w:val="000000100000"/>
        </w:trPr>
        <w:tc>
          <w:tcPr>
            <w:cnfStyle w:val="001000000000"/>
            <w:tcW w:w="957" w:type="pct"/>
            <w:vMerge/>
          </w:tcPr>
          <w:p w:rsidR="00726004" w:rsidRDefault="00726004" w:rsidP="008314A6"/>
        </w:tc>
        <w:tc>
          <w:tcPr>
            <w:tcW w:w="760" w:type="pct"/>
            <w:vMerge/>
          </w:tcPr>
          <w:p w:rsidR="00726004" w:rsidRDefault="00726004" w:rsidP="008314A6">
            <w:pPr>
              <w:cnfStyle w:val="000000100000"/>
            </w:pPr>
          </w:p>
        </w:tc>
        <w:tc>
          <w:tcPr>
            <w:tcW w:w="661" w:type="pct"/>
          </w:tcPr>
          <w:p w:rsidR="00726004" w:rsidRDefault="00726004" w:rsidP="00625DDA">
            <w:pPr>
              <w:pStyle w:val="ListParagraph"/>
              <w:ind w:left="0"/>
              <w:cnfStyle w:val="000000100000"/>
            </w:pPr>
            <w:r>
              <w:t>If the parameter value is not set, go to Advanced tab and double click on the value to place in a clip board.</w:t>
            </w:r>
          </w:p>
          <w:p w:rsidR="00726004" w:rsidRDefault="00726004" w:rsidP="00625DDA">
            <w:pPr>
              <w:pStyle w:val="ListParagraph"/>
              <w:ind w:left="0"/>
              <w:cnfStyle w:val="000000100000"/>
            </w:pPr>
          </w:p>
          <w:p w:rsidR="00726004" w:rsidRDefault="00726004" w:rsidP="00625DDA">
            <w:pPr>
              <w:pStyle w:val="ListParagraph"/>
              <w:ind w:left="0"/>
              <w:cnfStyle w:val="000000100000"/>
            </w:pPr>
            <w:r>
              <w:t>Then Paste the parameter value in the value field.</w:t>
            </w:r>
          </w:p>
        </w:tc>
        <w:tc>
          <w:tcPr>
            <w:tcW w:w="667" w:type="pct"/>
          </w:tcPr>
          <w:p w:rsidR="00726004" w:rsidRDefault="00726004" w:rsidP="00625DDA">
            <w:pPr>
              <w:pStyle w:val="ListParagraph"/>
              <w:ind w:left="360"/>
              <w:cnfStyle w:val="000000100000"/>
            </w:pPr>
          </w:p>
        </w:tc>
        <w:tc>
          <w:tcPr>
            <w:tcW w:w="523" w:type="pct"/>
          </w:tcPr>
          <w:p w:rsidR="00726004" w:rsidRDefault="00726004" w:rsidP="00625DDA">
            <w:pPr>
              <w:cnfStyle w:val="000000100000"/>
            </w:pPr>
            <w:r>
              <w:t>Value is visible in text field.</w:t>
            </w:r>
          </w:p>
        </w:tc>
        <w:tc>
          <w:tcPr>
            <w:tcW w:w="520" w:type="pct"/>
          </w:tcPr>
          <w:p w:rsidR="00726004" w:rsidRDefault="00726004" w:rsidP="006C7226">
            <w:pPr>
              <w:cnfStyle w:val="000000100000"/>
            </w:pPr>
          </w:p>
        </w:tc>
        <w:tc>
          <w:tcPr>
            <w:tcW w:w="457" w:type="pct"/>
          </w:tcPr>
          <w:p w:rsidR="00726004" w:rsidRDefault="00726004" w:rsidP="006C7226">
            <w:pPr>
              <w:cnfStyle w:val="000000100000"/>
            </w:pPr>
          </w:p>
        </w:tc>
        <w:tc>
          <w:tcPr>
            <w:tcW w:w="455" w:type="pct"/>
          </w:tcPr>
          <w:p w:rsidR="00726004" w:rsidRDefault="00726004" w:rsidP="006C7226">
            <w:pPr>
              <w:cnfStyle w:val="000000100000"/>
            </w:pPr>
          </w:p>
        </w:tc>
      </w:tr>
      <w:tr w:rsidR="00726004" w:rsidTr="00103793">
        <w:tc>
          <w:tcPr>
            <w:cnfStyle w:val="001000000000"/>
            <w:tcW w:w="957" w:type="pct"/>
          </w:tcPr>
          <w:p w:rsidR="00726004" w:rsidRDefault="00726004" w:rsidP="008314A6"/>
        </w:tc>
        <w:tc>
          <w:tcPr>
            <w:tcW w:w="760" w:type="pct"/>
          </w:tcPr>
          <w:p w:rsidR="00726004" w:rsidRDefault="00726004" w:rsidP="008314A6">
            <w:pPr>
              <w:cnfStyle w:val="000000000000"/>
            </w:pPr>
          </w:p>
        </w:tc>
        <w:tc>
          <w:tcPr>
            <w:tcW w:w="661" w:type="pct"/>
          </w:tcPr>
          <w:p w:rsidR="00726004" w:rsidRDefault="00726004" w:rsidP="00625DDA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521FFF">
              <w:rPr>
                <w:b/>
              </w:rPr>
              <w:t>Run</w:t>
            </w:r>
            <w:r>
              <w:t xml:space="preserve"> button on report viewer pop up.</w:t>
            </w:r>
          </w:p>
        </w:tc>
        <w:tc>
          <w:tcPr>
            <w:tcW w:w="667" w:type="pct"/>
          </w:tcPr>
          <w:p w:rsidR="00726004" w:rsidRDefault="00726004" w:rsidP="00625DDA">
            <w:pPr>
              <w:pStyle w:val="ListParagraph"/>
              <w:ind w:left="360"/>
              <w:cnfStyle w:val="000000000000"/>
            </w:pPr>
          </w:p>
        </w:tc>
        <w:tc>
          <w:tcPr>
            <w:tcW w:w="523" w:type="pct"/>
          </w:tcPr>
          <w:p w:rsidR="00726004" w:rsidRDefault="00726004" w:rsidP="00625DDA">
            <w:pPr>
              <w:cnfStyle w:val="000000000000"/>
            </w:pPr>
            <w:r>
              <w:t>Report navigates to new tab and opens up the report keeping the current window open.</w:t>
            </w:r>
          </w:p>
        </w:tc>
        <w:tc>
          <w:tcPr>
            <w:tcW w:w="520" w:type="pct"/>
          </w:tcPr>
          <w:p w:rsidR="00726004" w:rsidRDefault="00726004" w:rsidP="006C7226">
            <w:pPr>
              <w:cnfStyle w:val="000000000000"/>
            </w:pPr>
          </w:p>
        </w:tc>
        <w:tc>
          <w:tcPr>
            <w:tcW w:w="457" w:type="pct"/>
          </w:tcPr>
          <w:p w:rsidR="00726004" w:rsidRDefault="00726004" w:rsidP="006C7226">
            <w:pPr>
              <w:cnfStyle w:val="000000000000"/>
            </w:pPr>
          </w:p>
        </w:tc>
        <w:tc>
          <w:tcPr>
            <w:tcW w:w="455" w:type="pct"/>
          </w:tcPr>
          <w:p w:rsidR="00726004" w:rsidRDefault="00726004" w:rsidP="006C7226">
            <w:pPr>
              <w:cnfStyle w:val="000000000000"/>
            </w:pPr>
          </w:p>
        </w:tc>
      </w:tr>
    </w:tbl>
    <w:p w:rsidR="00BB39B3" w:rsidRDefault="00BB39B3" w:rsidP="00E11D0F"/>
    <w:p w:rsidR="00CC51F8" w:rsidRPr="00E11D0F" w:rsidRDefault="00CC51F8" w:rsidP="00E11D0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CC51F8" w:rsidRPr="00E11D0F" w:rsidSect="00685618">
      <w:headerReference w:type="default" r:id="rId9"/>
      <w:footerReference w:type="default" r:id="rId10"/>
      <w:headerReference w:type="first" r:id="rId11"/>
      <w:footerReference w:type="first" r:id="rId12"/>
      <w:pgSz w:w="16839" w:h="11907" w:orient="landscape" w:code="9"/>
      <w:pgMar w:top="1440" w:right="1440" w:bottom="1440" w:left="1440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FEE" w:rsidRDefault="00243FEE" w:rsidP="000366C0">
      <w:pPr>
        <w:spacing w:after="0" w:line="240" w:lineRule="auto"/>
      </w:pPr>
      <w:r>
        <w:separator/>
      </w:r>
    </w:p>
  </w:endnote>
  <w:endnote w:type="continuationSeparator" w:id="0">
    <w:p w:rsidR="00243FEE" w:rsidRDefault="00243FEE" w:rsidP="00036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B95" w:rsidRPr="00065894" w:rsidRDefault="00D86B95">
    <w:pPr>
      <w:pStyle w:val="Footer"/>
      <w:rPr>
        <w:sz w:val="16"/>
        <w:szCs w:val="16"/>
      </w:rPr>
    </w:pPr>
    <w:r>
      <w:t>Regression Test Plan - Client/Support Services</w:t>
    </w:r>
    <w:r w:rsidRPr="00065894">
      <w:rPr>
        <w:sz w:val="16"/>
        <w:szCs w:val="16"/>
      </w:rPr>
      <w:ptab w:relativeTo="margin" w:alignment="center" w:leader="none"/>
    </w:r>
    <w:r w:rsidRPr="00065894">
      <w:rPr>
        <w:sz w:val="16"/>
        <w:szCs w:val="16"/>
      </w:rPr>
      <w:ptab w:relativeTo="margin" w:alignment="right" w:leader="none"/>
    </w:r>
    <w:r w:rsidRPr="00065894">
      <w:rPr>
        <w:sz w:val="16"/>
        <w:szCs w:val="16"/>
      </w:rPr>
      <w:t xml:space="preserve">page </w:t>
    </w:r>
    <w:r w:rsidR="00D24F40" w:rsidRPr="00065894">
      <w:rPr>
        <w:sz w:val="16"/>
        <w:szCs w:val="16"/>
      </w:rPr>
      <w:fldChar w:fldCharType="begin"/>
    </w:r>
    <w:r w:rsidRPr="00065894">
      <w:rPr>
        <w:sz w:val="16"/>
        <w:szCs w:val="16"/>
      </w:rPr>
      <w:instrText xml:space="preserve"> PAGE   \* MERGEFORMAT </w:instrText>
    </w:r>
    <w:r w:rsidR="00D24F40" w:rsidRPr="00065894">
      <w:rPr>
        <w:sz w:val="16"/>
        <w:szCs w:val="16"/>
      </w:rPr>
      <w:fldChar w:fldCharType="separate"/>
    </w:r>
    <w:r w:rsidR="00A5474E">
      <w:rPr>
        <w:noProof/>
        <w:sz w:val="16"/>
        <w:szCs w:val="16"/>
      </w:rPr>
      <w:t>1</w:t>
    </w:r>
    <w:r w:rsidR="00D24F40" w:rsidRPr="00065894">
      <w:rPr>
        <w:sz w:val="16"/>
        <w:szCs w:val="16"/>
      </w:rPr>
      <w:fldChar w:fldCharType="end"/>
    </w:r>
    <w:r w:rsidRPr="00065894">
      <w:rPr>
        <w:sz w:val="16"/>
        <w:szCs w:val="16"/>
      </w:rPr>
      <w:t xml:space="preserve"> of </w:t>
    </w:r>
    <w:fldSimple w:instr=" NUMPAGES  \* Arabic  \* MERGEFORMAT ">
      <w:r w:rsidR="00A5474E" w:rsidRPr="00A5474E">
        <w:rPr>
          <w:noProof/>
          <w:sz w:val="16"/>
          <w:szCs w:val="16"/>
        </w:rPr>
        <w:t>22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B95" w:rsidRPr="00065894" w:rsidRDefault="00D86B95" w:rsidP="00065894">
    <w:pPr>
      <w:pStyle w:val="Footer"/>
      <w:rPr>
        <w:sz w:val="16"/>
        <w:szCs w:val="16"/>
      </w:rPr>
    </w:pPr>
    <w:r>
      <w:rPr>
        <w:sz w:val="16"/>
        <w:szCs w:val="16"/>
      </w:rPr>
      <w:t>Regression Test Plan</w:t>
    </w:r>
    <w:r w:rsidRPr="00065894">
      <w:rPr>
        <w:sz w:val="16"/>
        <w:szCs w:val="16"/>
      </w:rPr>
      <w:ptab w:relativeTo="margin" w:alignment="center" w:leader="none"/>
    </w:r>
    <w:r w:rsidRPr="00065894">
      <w:rPr>
        <w:sz w:val="16"/>
        <w:szCs w:val="16"/>
      </w:rPr>
      <w:ptab w:relativeTo="margin" w:alignment="right" w:leader="none"/>
    </w:r>
    <w:r w:rsidRPr="00065894">
      <w:rPr>
        <w:sz w:val="16"/>
        <w:szCs w:val="16"/>
      </w:rPr>
      <w:t xml:space="preserve">page </w:t>
    </w:r>
    <w:r w:rsidR="00D24F40" w:rsidRPr="00065894">
      <w:rPr>
        <w:sz w:val="16"/>
        <w:szCs w:val="16"/>
      </w:rPr>
      <w:fldChar w:fldCharType="begin"/>
    </w:r>
    <w:r w:rsidRPr="00065894">
      <w:rPr>
        <w:sz w:val="16"/>
        <w:szCs w:val="16"/>
      </w:rPr>
      <w:instrText xml:space="preserve"> PAGE   \* MERGEFORMAT </w:instrText>
    </w:r>
    <w:r w:rsidR="00D24F40" w:rsidRPr="00065894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="00D24F40" w:rsidRPr="00065894">
      <w:rPr>
        <w:sz w:val="16"/>
        <w:szCs w:val="16"/>
      </w:rPr>
      <w:fldChar w:fldCharType="end"/>
    </w:r>
    <w:r w:rsidRPr="00065894">
      <w:rPr>
        <w:sz w:val="16"/>
        <w:szCs w:val="16"/>
      </w:rPr>
      <w:t xml:space="preserve"> of </w:t>
    </w:r>
    <w:fldSimple w:instr=" NUMPAGES  \* Arabic  \* MERGEFORMAT ">
      <w:r w:rsidR="00A5474E" w:rsidRPr="00A5474E">
        <w:rPr>
          <w:noProof/>
          <w:sz w:val="16"/>
          <w:szCs w:val="16"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FEE" w:rsidRDefault="00243FEE" w:rsidP="000366C0">
      <w:pPr>
        <w:spacing w:after="0" w:line="240" w:lineRule="auto"/>
      </w:pPr>
      <w:r>
        <w:separator/>
      </w:r>
    </w:p>
  </w:footnote>
  <w:footnote w:type="continuationSeparator" w:id="0">
    <w:p w:rsidR="00243FEE" w:rsidRDefault="00243FEE" w:rsidP="00036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B95" w:rsidRDefault="00D86B95" w:rsidP="00A53ACC">
    <w:pPr>
      <w:pStyle w:val="Heading1"/>
      <w:spacing w:before="100" w:beforeAutospacing="1"/>
    </w:pP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right</wp:align>
          </wp:positionH>
          <wp:positionV relativeFrom="line">
            <wp:align>top</wp:align>
          </wp:positionV>
          <wp:extent cx="797560" cy="504825"/>
          <wp:effectExtent l="19050" t="0" r="2540" b="0"/>
          <wp:wrapThrough wrapText="bothSides">
            <wp:wrapPolygon edited="0">
              <wp:start x="-516" y="0"/>
              <wp:lineTo x="-516" y="21192"/>
              <wp:lineTo x="21669" y="21192"/>
              <wp:lineTo x="21669" y="0"/>
              <wp:lineTo x="-516" y="0"/>
            </wp:wrapPolygon>
          </wp:wrapThrough>
          <wp:docPr id="6" name="Picture 1" descr="SMSS logo b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SS logo best.jpg"/>
                  <pic:cNvPicPr/>
                </pic:nvPicPr>
                <pic:blipFill>
                  <a:blip r:embed="rId1"/>
                  <a:srcRect b="26522"/>
                  <a:stretch>
                    <a:fillRect/>
                  </a:stretch>
                </pic:blipFill>
                <pic:spPr>
                  <a:xfrm>
                    <a:off x="0" y="0"/>
                    <a:ext cx="79756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NZ"/>
      </w:rPr>
      <w:t>Regression Test Plan - Client/Support Services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B95" w:rsidRDefault="00D86B95" w:rsidP="00E11D0F">
    <w:pPr>
      <w:pStyle w:val="Title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line">
            <wp:align>top</wp:align>
          </wp:positionV>
          <wp:extent cx="797560" cy="504825"/>
          <wp:effectExtent l="19050" t="0" r="2540" b="0"/>
          <wp:wrapThrough wrapText="bothSides">
            <wp:wrapPolygon edited="0">
              <wp:start x="-516" y="0"/>
              <wp:lineTo x="-516" y="21192"/>
              <wp:lineTo x="21669" y="21192"/>
              <wp:lineTo x="21669" y="0"/>
              <wp:lineTo x="-516" y="0"/>
            </wp:wrapPolygon>
          </wp:wrapThrough>
          <wp:docPr id="1" name="Picture 1" descr="SMSS logo b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SS logo best.jpg"/>
                  <pic:cNvPicPr/>
                </pic:nvPicPr>
                <pic:blipFill>
                  <a:blip r:embed="rId1"/>
                  <a:srcRect b="26522"/>
                  <a:stretch>
                    <a:fillRect/>
                  </a:stretch>
                </pic:blipFill>
                <pic:spPr>
                  <a:xfrm>
                    <a:off x="0" y="0"/>
                    <a:ext cx="79756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Regression Test Plan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27F8"/>
    <w:multiLevelType w:val="hybridMultilevel"/>
    <w:tmpl w:val="1360CCFE"/>
    <w:lvl w:ilvl="0" w:tplc="1409000D">
      <w:start w:val="1"/>
      <w:numFmt w:val="bullet"/>
      <w:lvlText w:val=""/>
      <w:lvlJc w:val="left"/>
      <w:pPr>
        <w:ind w:left="501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>
    <w:nsid w:val="06D267B1"/>
    <w:multiLevelType w:val="hybridMultilevel"/>
    <w:tmpl w:val="7F602D9A"/>
    <w:lvl w:ilvl="0" w:tplc="1409000D">
      <w:start w:val="1"/>
      <w:numFmt w:val="bullet"/>
      <w:lvlText w:val=""/>
      <w:lvlJc w:val="left"/>
      <w:pPr>
        <w:ind w:left="439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2">
    <w:nsid w:val="096E03FE"/>
    <w:multiLevelType w:val="hybridMultilevel"/>
    <w:tmpl w:val="C9B82D9C"/>
    <w:lvl w:ilvl="0" w:tplc="1409000D">
      <w:start w:val="1"/>
      <w:numFmt w:val="bullet"/>
      <w:lvlText w:val=""/>
      <w:lvlJc w:val="left"/>
      <w:pPr>
        <w:ind w:left="439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3">
    <w:nsid w:val="09E71DF3"/>
    <w:multiLevelType w:val="hybridMultilevel"/>
    <w:tmpl w:val="4B66EB3C"/>
    <w:lvl w:ilvl="0" w:tplc="140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A353EFB"/>
    <w:multiLevelType w:val="hybridMultilevel"/>
    <w:tmpl w:val="A4E0C92A"/>
    <w:lvl w:ilvl="0" w:tplc="1409000D">
      <w:start w:val="1"/>
      <w:numFmt w:val="bullet"/>
      <w:lvlText w:val=""/>
      <w:lvlJc w:val="left"/>
      <w:pPr>
        <w:ind w:left="437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5">
    <w:nsid w:val="0C887B14"/>
    <w:multiLevelType w:val="hybridMultilevel"/>
    <w:tmpl w:val="22F459E0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01404EE"/>
    <w:multiLevelType w:val="hybridMultilevel"/>
    <w:tmpl w:val="B762C9B8"/>
    <w:lvl w:ilvl="0" w:tplc="1409000D">
      <w:start w:val="1"/>
      <w:numFmt w:val="bullet"/>
      <w:lvlText w:val=""/>
      <w:lvlJc w:val="left"/>
      <w:pPr>
        <w:ind w:left="386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0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2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4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6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8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0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2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46" w:hanging="360"/>
      </w:pPr>
      <w:rPr>
        <w:rFonts w:ascii="Wingdings" w:hAnsi="Wingdings" w:hint="default"/>
      </w:rPr>
    </w:lvl>
  </w:abstractNum>
  <w:abstractNum w:abstractNumId="7">
    <w:nsid w:val="18FA530F"/>
    <w:multiLevelType w:val="hybridMultilevel"/>
    <w:tmpl w:val="72045C0A"/>
    <w:lvl w:ilvl="0" w:tplc="1409000D">
      <w:start w:val="1"/>
      <w:numFmt w:val="bullet"/>
      <w:lvlText w:val=""/>
      <w:lvlJc w:val="left"/>
      <w:pPr>
        <w:ind w:left="378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abstractNum w:abstractNumId="8">
    <w:nsid w:val="20674655"/>
    <w:multiLevelType w:val="hybridMultilevel"/>
    <w:tmpl w:val="D488E4A4"/>
    <w:lvl w:ilvl="0" w:tplc="1409000D">
      <w:start w:val="1"/>
      <w:numFmt w:val="bullet"/>
      <w:lvlText w:val=""/>
      <w:lvlJc w:val="left"/>
      <w:pPr>
        <w:ind w:left="45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9">
    <w:nsid w:val="2FD35DF2"/>
    <w:multiLevelType w:val="hybridMultilevel"/>
    <w:tmpl w:val="C59C94E0"/>
    <w:lvl w:ilvl="0" w:tplc="1409000D">
      <w:start w:val="1"/>
      <w:numFmt w:val="bullet"/>
      <w:lvlText w:val=""/>
      <w:lvlJc w:val="left"/>
      <w:pPr>
        <w:ind w:left="439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10">
    <w:nsid w:val="321B70A7"/>
    <w:multiLevelType w:val="hybridMultilevel"/>
    <w:tmpl w:val="FAC02F7E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D039D5"/>
    <w:multiLevelType w:val="hybridMultilevel"/>
    <w:tmpl w:val="DE420470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5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7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9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1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3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5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79" w:hanging="360"/>
      </w:pPr>
      <w:rPr>
        <w:rFonts w:ascii="Wingdings" w:hAnsi="Wingdings" w:hint="default"/>
      </w:rPr>
    </w:lvl>
  </w:abstractNum>
  <w:abstractNum w:abstractNumId="12">
    <w:nsid w:val="41FC2971"/>
    <w:multiLevelType w:val="hybridMultilevel"/>
    <w:tmpl w:val="35545A16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3">
    <w:nsid w:val="4EDD2D0D"/>
    <w:multiLevelType w:val="hybridMultilevel"/>
    <w:tmpl w:val="F266DE88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3DC5D40"/>
    <w:multiLevelType w:val="hybridMultilevel"/>
    <w:tmpl w:val="4AF278EA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5">
    <w:nsid w:val="58A275C8"/>
    <w:multiLevelType w:val="hybridMultilevel"/>
    <w:tmpl w:val="80966814"/>
    <w:lvl w:ilvl="0" w:tplc="14090001">
      <w:start w:val="1"/>
      <w:numFmt w:val="bullet"/>
      <w:lvlText w:val=""/>
      <w:lvlJc w:val="left"/>
      <w:pPr>
        <w:ind w:left="3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6">
    <w:nsid w:val="5EEB30DC"/>
    <w:multiLevelType w:val="hybridMultilevel"/>
    <w:tmpl w:val="325664A0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743C04"/>
    <w:multiLevelType w:val="hybridMultilevel"/>
    <w:tmpl w:val="AC3AA2D4"/>
    <w:lvl w:ilvl="0" w:tplc="1409000D">
      <w:start w:val="1"/>
      <w:numFmt w:val="bullet"/>
      <w:lvlText w:val=""/>
      <w:lvlJc w:val="left"/>
      <w:pPr>
        <w:ind w:left="378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abstractNum w:abstractNumId="18">
    <w:nsid w:val="64C362D1"/>
    <w:multiLevelType w:val="hybridMultilevel"/>
    <w:tmpl w:val="7A88555C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56058A0"/>
    <w:multiLevelType w:val="hybridMultilevel"/>
    <w:tmpl w:val="A502DE48"/>
    <w:lvl w:ilvl="0" w:tplc="1409000D">
      <w:start w:val="1"/>
      <w:numFmt w:val="bullet"/>
      <w:lvlText w:val=""/>
      <w:lvlJc w:val="left"/>
      <w:pPr>
        <w:ind w:left="45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0">
    <w:nsid w:val="662974F8"/>
    <w:multiLevelType w:val="hybridMultilevel"/>
    <w:tmpl w:val="1888997E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A092AB5"/>
    <w:multiLevelType w:val="hybridMultilevel"/>
    <w:tmpl w:val="3920C8D0"/>
    <w:lvl w:ilvl="0" w:tplc="1409000D">
      <w:start w:val="1"/>
      <w:numFmt w:val="bullet"/>
      <w:lvlText w:val=""/>
      <w:lvlJc w:val="left"/>
      <w:pPr>
        <w:ind w:left="437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6"/>
  </w:num>
  <w:num w:numId="4">
    <w:abstractNumId w:val="15"/>
  </w:num>
  <w:num w:numId="5">
    <w:abstractNumId w:val="19"/>
  </w:num>
  <w:num w:numId="6">
    <w:abstractNumId w:val="5"/>
  </w:num>
  <w:num w:numId="7">
    <w:abstractNumId w:val="6"/>
  </w:num>
  <w:num w:numId="8">
    <w:abstractNumId w:val="20"/>
  </w:num>
  <w:num w:numId="9">
    <w:abstractNumId w:val="8"/>
  </w:num>
  <w:num w:numId="10">
    <w:abstractNumId w:val="12"/>
  </w:num>
  <w:num w:numId="11">
    <w:abstractNumId w:val="11"/>
  </w:num>
  <w:num w:numId="12">
    <w:abstractNumId w:val="14"/>
  </w:num>
  <w:num w:numId="13">
    <w:abstractNumId w:val="18"/>
  </w:num>
  <w:num w:numId="14">
    <w:abstractNumId w:val="1"/>
  </w:num>
  <w:num w:numId="15">
    <w:abstractNumId w:val="2"/>
  </w:num>
  <w:num w:numId="16">
    <w:abstractNumId w:val="9"/>
  </w:num>
  <w:num w:numId="17">
    <w:abstractNumId w:val="0"/>
  </w:num>
  <w:num w:numId="18">
    <w:abstractNumId w:val="21"/>
  </w:num>
  <w:num w:numId="19">
    <w:abstractNumId w:val="4"/>
  </w:num>
  <w:num w:numId="20">
    <w:abstractNumId w:val="13"/>
  </w:num>
  <w:num w:numId="21">
    <w:abstractNumId w:val="17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243FEE"/>
    <w:rsid w:val="00013EB6"/>
    <w:rsid w:val="000366C0"/>
    <w:rsid w:val="00040750"/>
    <w:rsid w:val="00065894"/>
    <w:rsid w:val="00075BCE"/>
    <w:rsid w:val="0008207B"/>
    <w:rsid w:val="000D2D29"/>
    <w:rsid w:val="000D4840"/>
    <w:rsid w:val="000E1C55"/>
    <w:rsid w:val="00103793"/>
    <w:rsid w:val="00115131"/>
    <w:rsid w:val="00135A0E"/>
    <w:rsid w:val="001503F8"/>
    <w:rsid w:val="001612C9"/>
    <w:rsid w:val="00186375"/>
    <w:rsid w:val="001A5B13"/>
    <w:rsid w:val="001B4450"/>
    <w:rsid w:val="001C2DA5"/>
    <w:rsid w:val="001C4734"/>
    <w:rsid w:val="001F38DD"/>
    <w:rsid w:val="00201A06"/>
    <w:rsid w:val="00226028"/>
    <w:rsid w:val="00243FEE"/>
    <w:rsid w:val="00264B1B"/>
    <w:rsid w:val="002744FA"/>
    <w:rsid w:val="00297004"/>
    <w:rsid w:val="002E0024"/>
    <w:rsid w:val="002E078F"/>
    <w:rsid w:val="002E39DD"/>
    <w:rsid w:val="003133D8"/>
    <w:rsid w:val="0031694D"/>
    <w:rsid w:val="003C2659"/>
    <w:rsid w:val="003C4971"/>
    <w:rsid w:val="003D209D"/>
    <w:rsid w:val="003D7A83"/>
    <w:rsid w:val="00400B9C"/>
    <w:rsid w:val="004337C8"/>
    <w:rsid w:val="00460299"/>
    <w:rsid w:val="004703F1"/>
    <w:rsid w:val="00471A79"/>
    <w:rsid w:val="004B7870"/>
    <w:rsid w:val="0052626C"/>
    <w:rsid w:val="00574256"/>
    <w:rsid w:val="005805C6"/>
    <w:rsid w:val="00596FA8"/>
    <w:rsid w:val="005C48C9"/>
    <w:rsid w:val="005D5D1F"/>
    <w:rsid w:val="005D749A"/>
    <w:rsid w:val="005D7C22"/>
    <w:rsid w:val="00613850"/>
    <w:rsid w:val="00661B73"/>
    <w:rsid w:val="0068135F"/>
    <w:rsid w:val="00685618"/>
    <w:rsid w:val="006B04D9"/>
    <w:rsid w:val="006C7226"/>
    <w:rsid w:val="006D5517"/>
    <w:rsid w:val="006D7D22"/>
    <w:rsid w:val="006E0D4D"/>
    <w:rsid w:val="006E13BD"/>
    <w:rsid w:val="006F5B94"/>
    <w:rsid w:val="007175F2"/>
    <w:rsid w:val="00726004"/>
    <w:rsid w:val="00743B91"/>
    <w:rsid w:val="00744089"/>
    <w:rsid w:val="00750E4A"/>
    <w:rsid w:val="0075545C"/>
    <w:rsid w:val="00785090"/>
    <w:rsid w:val="00785BDC"/>
    <w:rsid w:val="007A2F9B"/>
    <w:rsid w:val="007B1836"/>
    <w:rsid w:val="008314A6"/>
    <w:rsid w:val="008435D6"/>
    <w:rsid w:val="00871DDF"/>
    <w:rsid w:val="00872B68"/>
    <w:rsid w:val="008A0088"/>
    <w:rsid w:val="008A19AA"/>
    <w:rsid w:val="008C68F6"/>
    <w:rsid w:val="008D213B"/>
    <w:rsid w:val="008D444F"/>
    <w:rsid w:val="008E5F95"/>
    <w:rsid w:val="00910496"/>
    <w:rsid w:val="00967DBC"/>
    <w:rsid w:val="00971F7A"/>
    <w:rsid w:val="00980C9B"/>
    <w:rsid w:val="009B339C"/>
    <w:rsid w:val="00A16537"/>
    <w:rsid w:val="00A227E9"/>
    <w:rsid w:val="00A26C8E"/>
    <w:rsid w:val="00A53ACC"/>
    <w:rsid w:val="00A5474E"/>
    <w:rsid w:val="00A54857"/>
    <w:rsid w:val="00AC0AF2"/>
    <w:rsid w:val="00AE1EE6"/>
    <w:rsid w:val="00AF5D83"/>
    <w:rsid w:val="00B16F9A"/>
    <w:rsid w:val="00B24C25"/>
    <w:rsid w:val="00B732F0"/>
    <w:rsid w:val="00B86AC9"/>
    <w:rsid w:val="00B92510"/>
    <w:rsid w:val="00BB23E8"/>
    <w:rsid w:val="00BB37C0"/>
    <w:rsid w:val="00BB39B3"/>
    <w:rsid w:val="00BB3B38"/>
    <w:rsid w:val="00BD27AB"/>
    <w:rsid w:val="00BE27BE"/>
    <w:rsid w:val="00C3595B"/>
    <w:rsid w:val="00C43746"/>
    <w:rsid w:val="00C65BDF"/>
    <w:rsid w:val="00C82F3F"/>
    <w:rsid w:val="00C931ED"/>
    <w:rsid w:val="00CC51F8"/>
    <w:rsid w:val="00D24F40"/>
    <w:rsid w:val="00D25C2F"/>
    <w:rsid w:val="00D3083E"/>
    <w:rsid w:val="00D32509"/>
    <w:rsid w:val="00D33567"/>
    <w:rsid w:val="00D86B95"/>
    <w:rsid w:val="00DD7AC8"/>
    <w:rsid w:val="00E11D0F"/>
    <w:rsid w:val="00E219C9"/>
    <w:rsid w:val="00E826F2"/>
    <w:rsid w:val="00EE6F06"/>
    <w:rsid w:val="00F20B70"/>
    <w:rsid w:val="00F254F5"/>
    <w:rsid w:val="00F500F8"/>
    <w:rsid w:val="00F51F3E"/>
    <w:rsid w:val="00F95A06"/>
    <w:rsid w:val="00FA2CFA"/>
    <w:rsid w:val="00FA7DE4"/>
    <w:rsid w:val="00FB6F03"/>
    <w:rsid w:val="00FC3BCD"/>
    <w:rsid w:val="00FC43EE"/>
    <w:rsid w:val="00FC7711"/>
    <w:rsid w:val="00FE5F96"/>
    <w:rsid w:val="00FE758C"/>
    <w:rsid w:val="00FE7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450"/>
    <w:rPr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7DB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7DB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37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0379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36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66C0"/>
    <w:rPr>
      <w:lang w:val="en-NZ"/>
    </w:rPr>
  </w:style>
  <w:style w:type="paragraph" w:styleId="Footer">
    <w:name w:val="footer"/>
    <w:basedOn w:val="Normal"/>
    <w:link w:val="FooterChar"/>
    <w:uiPriority w:val="99"/>
    <w:semiHidden/>
    <w:unhideWhenUsed/>
    <w:rsid w:val="00036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66C0"/>
    <w:rPr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6C0"/>
    <w:rPr>
      <w:rFonts w:ascii="Tahoma" w:hAnsi="Tahoma" w:cs="Tahoma"/>
      <w:sz w:val="16"/>
      <w:szCs w:val="16"/>
      <w:lang w:val="en-NZ"/>
    </w:rPr>
  </w:style>
  <w:style w:type="paragraph" w:styleId="NoSpacing">
    <w:name w:val="No Spacing"/>
    <w:uiPriority w:val="1"/>
    <w:qFormat/>
    <w:rsid w:val="00FA2CFA"/>
    <w:pPr>
      <w:spacing w:after="0"/>
    </w:pPr>
    <w:rPr>
      <w:lang w:val="en-NZ"/>
    </w:rPr>
  </w:style>
  <w:style w:type="paragraph" w:styleId="Title">
    <w:name w:val="Title"/>
    <w:basedOn w:val="Normal"/>
    <w:next w:val="Normal"/>
    <w:link w:val="TitleChar"/>
    <w:uiPriority w:val="10"/>
    <w:qFormat/>
    <w:rsid w:val="00400B9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00B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NZ"/>
    </w:rPr>
  </w:style>
  <w:style w:type="character" w:customStyle="1" w:styleId="Heading1Char">
    <w:name w:val="Heading 1 Char"/>
    <w:basedOn w:val="DefaultParagraphFont"/>
    <w:link w:val="Heading1"/>
    <w:uiPriority w:val="9"/>
    <w:rsid w:val="00967DBC"/>
    <w:rPr>
      <w:rFonts w:ascii="Cambria" w:eastAsia="Times New Roman" w:hAnsi="Cambria" w:cs="Times New Roman"/>
      <w:b/>
      <w:bCs/>
      <w:color w:val="365F91"/>
      <w:sz w:val="28"/>
      <w:szCs w:val="28"/>
      <w:lang w:val="en-NZ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967DBC"/>
    <w:rPr>
      <w:rFonts w:ascii="Cambria" w:eastAsia="Times New Roman" w:hAnsi="Cambria" w:cs="Times New Roman"/>
      <w:b/>
      <w:bCs/>
      <w:color w:val="4F81BD"/>
      <w:sz w:val="26"/>
      <w:szCs w:val="26"/>
      <w:lang w:val="en-NZ" w:bidi="en-US"/>
    </w:rPr>
  </w:style>
  <w:style w:type="table" w:styleId="TableGrid">
    <w:name w:val="Table Grid"/>
    <w:basedOn w:val="TableNormal"/>
    <w:uiPriority w:val="59"/>
    <w:rsid w:val="00BB39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B4450"/>
    <w:pPr>
      <w:ind w:left="720"/>
      <w:contextualSpacing/>
    </w:pPr>
  </w:style>
  <w:style w:type="table" w:customStyle="1" w:styleId="LightList-Accent11">
    <w:name w:val="Light List - Accent 11"/>
    <w:basedOn w:val="TableNormal"/>
    <w:uiPriority w:val="61"/>
    <w:rsid w:val="001C2DA5"/>
    <w:pPr>
      <w:spacing w:after="0" w:line="240" w:lineRule="auto"/>
    </w:pPr>
    <w:rPr>
      <w:lang w:val="en-NZ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46029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C51F8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103793"/>
    <w:rPr>
      <w:rFonts w:asciiTheme="majorHAnsi" w:eastAsiaTheme="majorEastAsia" w:hAnsiTheme="majorHAnsi" w:cstheme="majorBidi"/>
      <w:b/>
      <w:bCs/>
      <w:color w:val="4F81BD" w:themeColor="accent1"/>
      <w:lang w:val="en-NZ"/>
    </w:rPr>
  </w:style>
  <w:style w:type="character" w:customStyle="1" w:styleId="Heading4Char">
    <w:name w:val="Heading 4 Char"/>
    <w:basedOn w:val="DefaultParagraphFont"/>
    <w:link w:val="Heading4"/>
    <w:uiPriority w:val="9"/>
    <w:rsid w:val="00103793"/>
    <w:rPr>
      <w:rFonts w:asciiTheme="majorHAnsi" w:eastAsiaTheme="majorEastAsia" w:hAnsiTheme="majorHAnsi" w:cstheme="majorBidi"/>
      <w:b/>
      <w:bCs/>
      <w:i/>
      <w:iCs/>
      <w:color w:val="4F81BD" w:themeColor="accent1"/>
      <w:lang w:val="en-NZ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E1EE6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AE1EE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AE1EE6"/>
    <w:pPr>
      <w:spacing w:after="100"/>
      <w:ind w:left="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zodiac\Keep%20Development\Software%20Development\Regression%20Project\040%20Development\Generic%20Test%20plans\TestPlan_ContactLog.dot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Zodiac\keep%20development\Software%20Development\Regression%20Project\060%20Release%20Management\13-08-29%20Docs%20to%20online%20community\Client\9%20Test%20Plan_Client%20Support%20Servic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CA3A93-5CDF-41F6-8E02-5E99692FF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 Test Plan_Client Support Services</Template>
  <TotalTime>0</TotalTime>
  <Pages>22</Pages>
  <Words>2128</Words>
  <Characters>12131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SMSS Ltd</Company>
  <LinksUpToDate>false</LinksUpToDate>
  <CharactersWithSpaces>14231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rhian</dc:creator>
  <cp:lastModifiedBy>rhian</cp:lastModifiedBy>
  <cp:revision>1</cp:revision>
  <dcterms:created xsi:type="dcterms:W3CDTF">2013-08-29T21:30:00Z</dcterms:created>
  <dcterms:modified xsi:type="dcterms:W3CDTF">2013-08-29T21:30:00Z</dcterms:modified>
</cp:coreProperties>
</file>