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240" w:rsidRPr="000E5918" w:rsidRDefault="00687240" w:rsidP="000F2A09">
      <w:pPr>
        <w:rPr>
          <w:b/>
          <w:lang w:bidi="en-US"/>
        </w:rPr>
      </w:pPr>
      <w:bookmarkStart w:id="0" w:name="_GoBack"/>
      <w:bookmarkEnd w:id="0"/>
      <w:proofErr w:type="spellStart"/>
      <w:r w:rsidRPr="000E5918">
        <w:rPr>
          <w:b/>
          <w:lang w:bidi="en-US"/>
        </w:rPr>
        <w:t>Artena</w:t>
      </w:r>
      <w:proofErr w:type="spellEnd"/>
      <w:r w:rsidR="000E5918">
        <w:rPr>
          <w:b/>
          <w:lang w:bidi="en-US"/>
        </w:rPr>
        <w:t xml:space="preserve"> components’ test </w:t>
      </w:r>
      <w:r w:rsidR="00B34550">
        <w:rPr>
          <w:b/>
          <w:lang w:bidi="en-US"/>
        </w:rPr>
        <w:t>plan and</w:t>
      </w:r>
      <w:r w:rsidR="000E5918">
        <w:rPr>
          <w:b/>
          <w:lang w:bidi="en-US"/>
        </w:rPr>
        <w:t xml:space="preserve"> Test result summary</w:t>
      </w:r>
      <w:r w:rsidR="00B34550">
        <w:rPr>
          <w:b/>
          <w:lang w:bidi="en-US"/>
        </w:rPr>
        <w:t xml:space="preserve"> for </w:t>
      </w:r>
      <w:proofErr w:type="spellStart"/>
      <w:r w:rsidR="00B34550">
        <w:rPr>
          <w:b/>
          <w:lang w:bidi="en-US"/>
        </w:rPr>
        <w:t>Artena</w:t>
      </w:r>
      <w:proofErr w:type="spellEnd"/>
      <w:r w:rsidR="00B34550">
        <w:rPr>
          <w:b/>
          <w:lang w:bidi="en-US"/>
        </w:rPr>
        <w:t xml:space="preserve"> 09.09.00 in the time of 20/03/2015</w:t>
      </w:r>
    </w:p>
    <w:tbl>
      <w:tblPr>
        <w:tblStyle w:val="LightList-Accent1"/>
        <w:tblW w:w="9464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134"/>
        <w:gridCol w:w="1843"/>
        <w:gridCol w:w="1701"/>
        <w:gridCol w:w="1559"/>
      </w:tblGrid>
      <w:tr w:rsidR="00687240" w:rsidTr="008017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Default="00687240" w:rsidP="00672217">
            <w:r>
              <w:t>Components</w:t>
            </w:r>
          </w:p>
        </w:tc>
        <w:tc>
          <w:tcPr>
            <w:tcW w:w="1559" w:type="dxa"/>
          </w:tcPr>
          <w:p w:rsidR="00687240" w:rsidRDefault="00687240" w:rsidP="006722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Detail</w:t>
            </w:r>
          </w:p>
        </w:tc>
        <w:tc>
          <w:tcPr>
            <w:tcW w:w="1134" w:type="dxa"/>
          </w:tcPr>
          <w:p w:rsidR="00687240" w:rsidRDefault="00687240" w:rsidP="006722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Test plan exist</w:t>
            </w:r>
          </w:p>
        </w:tc>
        <w:tc>
          <w:tcPr>
            <w:tcW w:w="1843" w:type="dxa"/>
          </w:tcPr>
          <w:p w:rsidR="00687240" w:rsidRDefault="00687240" w:rsidP="006722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B3C48">
              <w:rPr>
                <w:rFonts w:ascii="Calibri" w:eastAsia="Times New Roman" w:hAnsi="Calibri" w:cs="Times New Roman"/>
                <w:color w:val="FFFFFF"/>
              </w:rPr>
              <w:t>Tested Cases</w:t>
            </w:r>
          </w:p>
        </w:tc>
        <w:tc>
          <w:tcPr>
            <w:tcW w:w="1701" w:type="dxa"/>
          </w:tcPr>
          <w:p w:rsidR="00687240" w:rsidRDefault="00687240" w:rsidP="006722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Test cases failed</w:t>
            </w:r>
          </w:p>
        </w:tc>
        <w:tc>
          <w:tcPr>
            <w:tcW w:w="1559" w:type="dxa"/>
          </w:tcPr>
          <w:p w:rsidR="00687240" w:rsidRDefault="00687240" w:rsidP="006722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  <w:r w:rsidR="00022C00">
              <w:t xml:space="preserve"> for pass</w:t>
            </w: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>
            <w:r w:rsidRPr="000F2A09">
              <w:t>Home</w:t>
            </w: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Del="00E9054F" w:rsidRDefault="00687240" w:rsidP="00672217">
            <w:r w:rsidRPr="000F2A09">
              <w:t>Client</w:t>
            </w:r>
          </w:p>
        </w:tc>
        <w:tc>
          <w:tcPr>
            <w:tcW w:w="1559" w:type="dxa"/>
          </w:tcPr>
          <w:p w:rsidR="00687240" w:rsidRPr="000F2A09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Search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</w:t>
            </w:r>
            <w:r w:rsidR="00837D76">
              <w:t>11</w:t>
            </w:r>
          </w:p>
        </w:tc>
        <w:tc>
          <w:tcPr>
            <w:tcW w:w="1701" w:type="dxa"/>
          </w:tcPr>
          <w:p w:rsidR="00687240" w:rsidRPr="000F2A09" w:rsidRDefault="00837D76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559" w:type="dxa"/>
          </w:tcPr>
          <w:p w:rsidR="00687240" w:rsidRPr="000F2A09" w:rsidRDefault="00022C0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100%</w:t>
            </w:r>
          </w:p>
        </w:tc>
      </w:tr>
      <w:tr w:rsidR="00AF5613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Person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CE52DE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10/</w:t>
            </w:r>
            <w:r w:rsidR="00837D76">
              <w:t>10</w:t>
            </w:r>
          </w:p>
        </w:tc>
        <w:tc>
          <w:tcPr>
            <w:tcW w:w="1701" w:type="dxa"/>
          </w:tcPr>
          <w:p w:rsidR="00AF5613" w:rsidRPr="000F2A09" w:rsidRDefault="00837D76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1(R)</w:t>
            </w:r>
          </w:p>
        </w:tc>
        <w:tc>
          <w:tcPr>
            <w:tcW w:w="1559" w:type="dxa"/>
          </w:tcPr>
          <w:p w:rsidR="00AF5613" w:rsidRPr="000F2A09" w:rsidRDefault="00022C0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90%</w:t>
            </w:r>
          </w:p>
        </w:tc>
      </w:tr>
      <w:tr w:rsidR="00AF5613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9/</w:t>
            </w:r>
            <w:r w:rsidR="00837D76">
              <w:t>9</w:t>
            </w:r>
          </w:p>
        </w:tc>
        <w:tc>
          <w:tcPr>
            <w:tcW w:w="1701" w:type="dxa"/>
          </w:tcPr>
          <w:p w:rsidR="00AF5613" w:rsidRPr="000F2A09" w:rsidRDefault="00837D76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559" w:type="dxa"/>
          </w:tcPr>
          <w:p w:rsidR="00AF5613" w:rsidRPr="000F2A09" w:rsidRDefault="00022C0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100%</w:t>
            </w:r>
          </w:p>
        </w:tc>
      </w:tr>
      <w:tr w:rsidR="00AF5613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C040C8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Academic  Record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CE52DE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17/</w:t>
            </w:r>
            <w:r w:rsidR="00F81A3F">
              <w:t>17</w:t>
            </w:r>
          </w:p>
        </w:tc>
        <w:tc>
          <w:tcPr>
            <w:tcW w:w="1701" w:type="dxa"/>
          </w:tcPr>
          <w:p w:rsidR="00AF5613" w:rsidRPr="000F2A09" w:rsidRDefault="00F81A3F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559" w:type="dxa"/>
          </w:tcPr>
          <w:p w:rsidR="00AF5613" w:rsidRPr="000F2A09" w:rsidRDefault="00022C0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100%</w:t>
            </w:r>
          </w:p>
        </w:tc>
      </w:tr>
      <w:tr w:rsidR="00AF5613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Other Qualification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16/</w:t>
            </w:r>
            <w:r w:rsidR="00F81A3F">
              <w:t>16</w:t>
            </w:r>
          </w:p>
        </w:tc>
        <w:tc>
          <w:tcPr>
            <w:tcW w:w="1701" w:type="dxa"/>
          </w:tcPr>
          <w:p w:rsidR="00AF5613" w:rsidRPr="000F2A09" w:rsidRDefault="00F81A3F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1(R)</w:t>
            </w:r>
          </w:p>
        </w:tc>
        <w:tc>
          <w:tcPr>
            <w:tcW w:w="1559" w:type="dxa"/>
          </w:tcPr>
          <w:p w:rsidR="00AF5613" w:rsidRPr="000F2A09" w:rsidRDefault="00022C0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94%</w:t>
            </w:r>
          </w:p>
        </w:tc>
      </w:tr>
      <w:tr w:rsidR="00AF5613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C040C8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Study Contract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CE52DE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21/</w:t>
            </w:r>
            <w:r w:rsidR="00F81A3F">
              <w:t>21</w:t>
            </w:r>
          </w:p>
        </w:tc>
        <w:tc>
          <w:tcPr>
            <w:tcW w:w="1701" w:type="dxa"/>
          </w:tcPr>
          <w:p w:rsidR="00F81A3F" w:rsidRPr="000F2A09" w:rsidRDefault="00F81A3F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2(R)</w:t>
            </w:r>
          </w:p>
        </w:tc>
        <w:tc>
          <w:tcPr>
            <w:tcW w:w="1559" w:type="dxa"/>
          </w:tcPr>
          <w:p w:rsidR="00AF5613" w:rsidRPr="000F2A09" w:rsidRDefault="00022C0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90%</w:t>
            </w:r>
          </w:p>
        </w:tc>
      </w:tr>
      <w:tr w:rsidR="00AF5613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C040C8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Support Services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</w:t>
            </w:r>
            <w:r w:rsidR="003A3F9D">
              <w:t>10</w:t>
            </w:r>
          </w:p>
        </w:tc>
        <w:tc>
          <w:tcPr>
            <w:tcW w:w="1701" w:type="dxa"/>
          </w:tcPr>
          <w:p w:rsidR="00AF5613" w:rsidRPr="000F2A09" w:rsidRDefault="003A3F9D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1(R)</w:t>
            </w:r>
          </w:p>
        </w:tc>
        <w:tc>
          <w:tcPr>
            <w:tcW w:w="1559" w:type="dxa"/>
          </w:tcPr>
          <w:p w:rsidR="00AF5613" w:rsidRPr="000F2A09" w:rsidRDefault="00022C0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90%</w:t>
            </w:r>
          </w:p>
        </w:tc>
      </w:tr>
      <w:tr w:rsidR="00AF5613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C040C8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Debtor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B079BC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36/36</w:t>
            </w:r>
          </w:p>
        </w:tc>
        <w:tc>
          <w:tcPr>
            <w:tcW w:w="1701" w:type="dxa"/>
          </w:tcPr>
          <w:p w:rsidR="00AF5613" w:rsidRPr="000F2A09" w:rsidRDefault="003A3F9D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2(R)</w:t>
            </w:r>
          </w:p>
        </w:tc>
        <w:tc>
          <w:tcPr>
            <w:tcW w:w="1559" w:type="dxa"/>
          </w:tcPr>
          <w:p w:rsidR="00AF5613" w:rsidRPr="000F2A09" w:rsidRDefault="00B079BC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94%</w:t>
            </w:r>
          </w:p>
        </w:tc>
      </w:tr>
      <w:tr w:rsidR="00AF5613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C040C8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Staff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5/</w:t>
            </w:r>
            <w:r w:rsidR="003A3F9D">
              <w:t>5</w:t>
            </w:r>
          </w:p>
        </w:tc>
        <w:tc>
          <w:tcPr>
            <w:tcW w:w="1701" w:type="dxa"/>
          </w:tcPr>
          <w:p w:rsidR="00AF5613" w:rsidRPr="000F2A09" w:rsidRDefault="003A3F9D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1(R)</w:t>
            </w:r>
          </w:p>
        </w:tc>
        <w:tc>
          <w:tcPr>
            <w:tcW w:w="1559" w:type="dxa"/>
          </w:tcPr>
          <w:p w:rsidR="00AF5613" w:rsidRPr="000F2A09" w:rsidRDefault="00FA6D37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80%</w:t>
            </w:r>
          </w:p>
        </w:tc>
      </w:tr>
      <w:tr w:rsidR="00AF5613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C040C8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International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CE52DE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34/</w:t>
            </w:r>
            <w:r w:rsidR="005843E4">
              <w:t>34</w:t>
            </w:r>
          </w:p>
        </w:tc>
        <w:tc>
          <w:tcPr>
            <w:tcW w:w="1701" w:type="dxa"/>
          </w:tcPr>
          <w:p w:rsidR="00AF5613" w:rsidRPr="000F2A09" w:rsidRDefault="005843E4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="0080172F">
              <w:t>(R</w:t>
            </w:r>
            <w:r>
              <w:t>), 1</w:t>
            </w:r>
          </w:p>
        </w:tc>
        <w:tc>
          <w:tcPr>
            <w:tcW w:w="1559" w:type="dxa"/>
          </w:tcPr>
          <w:p w:rsidR="00AF5613" w:rsidRPr="000F2A09" w:rsidRDefault="00FA6D37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94%</w:t>
            </w:r>
          </w:p>
        </w:tc>
      </w:tr>
      <w:tr w:rsidR="00AF5613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C040C8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Enquirer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7/</w:t>
            </w:r>
            <w:r w:rsidR="0080172F">
              <w:t>7</w:t>
            </w:r>
          </w:p>
        </w:tc>
        <w:tc>
          <w:tcPr>
            <w:tcW w:w="1701" w:type="dxa"/>
          </w:tcPr>
          <w:p w:rsidR="00AF5613" w:rsidRPr="000F2A09" w:rsidRDefault="0080172F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9" w:type="dxa"/>
          </w:tcPr>
          <w:p w:rsidR="00AF5613" w:rsidRPr="000F2A09" w:rsidRDefault="007C79F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85%</w:t>
            </w:r>
          </w:p>
        </w:tc>
      </w:tr>
      <w:tr w:rsidR="00AF5613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C040C8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Organisation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CE52DE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3/</w:t>
            </w:r>
            <w:r w:rsidR="0080172F">
              <w:t>3</w:t>
            </w:r>
          </w:p>
        </w:tc>
        <w:tc>
          <w:tcPr>
            <w:tcW w:w="1701" w:type="dxa"/>
          </w:tcPr>
          <w:p w:rsidR="00AF5613" w:rsidRPr="000F2A09" w:rsidRDefault="0080172F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1(R)</w:t>
            </w:r>
          </w:p>
        </w:tc>
        <w:tc>
          <w:tcPr>
            <w:tcW w:w="1559" w:type="dxa"/>
          </w:tcPr>
          <w:p w:rsidR="00AF5613" w:rsidRPr="000F2A09" w:rsidRDefault="00FA6D37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67%</w:t>
            </w:r>
          </w:p>
        </w:tc>
      </w:tr>
      <w:tr w:rsidR="00AF5613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0F2A09" w:rsidRDefault="00C040C8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Organisation Debtor</w:t>
            </w:r>
          </w:p>
        </w:tc>
        <w:tc>
          <w:tcPr>
            <w:tcW w:w="1134" w:type="dxa"/>
          </w:tcPr>
          <w:p w:rsidR="00AF5613" w:rsidRPr="000F2A09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AF5613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36/</w:t>
            </w:r>
            <w:r w:rsidR="00446E8E">
              <w:t>36</w:t>
            </w:r>
          </w:p>
        </w:tc>
        <w:tc>
          <w:tcPr>
            <w:tcW w:w="1701" w:type="dxa"/>
          </w:tcPr>
          <w:p w:rsidR="00AF5613" w:rsidRPr="000F2A09" w:rsidRDefault="0080172F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4(R)</w:t>
            </w:r>
          </w:p>
        </w:tc>
        <w:tc>
          <w:tcPr>
            <w:tcW w:w="1559" w:type="dxa"/>
          </w:tcPr>
          <w:p w:rsidR="00AF5613" w:rsidRPr="000F2A09" w:rsidRDefault="00FA6D37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89%</w:t>
            </w: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>
            <w:r w:rsidRPr="000F2A09">
              <w:t>Teaching Structures</w:t>
            </w: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Prescribed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CE52DE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</w:t>
            </w:r>
            <w:r w:rsidR="00791967">
              <w:t>22</w:t>
            </w:r>
          </w:p>
        </w:tc>
        <w:tc>
          <w:tcPr>
            <w:tcW w:w="1701" w:type="dxa"/>
          </w:tcPr>
          <w:p w:rsidR="00687240" w:rsidRPr="000F2A09" w:rsidRDefault="00791967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559" w:type="dxa"/>
          </w:tcPr>
          <w:p w:rsidR="00687240" w:rsidRPr="000F2A09" w:rsidRDefault="00FA6D37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100%</w:t>
            </w: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Offered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31/</w:t>
            </w:r>
            <w:r w:rsidR="00791967">
              <w:t>31</w:t>
            </w:r>
          </w:p>
        </w:tc>
        <w:tc>
          <w:tcPr>
            <w:tcW w:w="1701" w:type="dxa"/>
          </w:tcPr>
          <w:p w:rsidR="00687240" w:rsidRPr="000F2A09" w:rsidRDefault="00791967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559" w:type="dxa"/>
          </w:tcPr>
          <w:p w:rsidR="00687240" w:rsidRPr="000F2A09" w:rsidRDefault="00FA6D37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100%</w:t>
            </w: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NZQA*</w:t>
            </w:r>
          </w:p>
        </w:tc>
        <w:tc>
          <w:tcPr>
            <w:tcW w:w="1134" w:type="dxa"/>
          </w:tcPr>
          <w:p w:rsidR="00687240" w:rsidRPr="000F2A09" w:rsidRDefault="00A5787B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1843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SDR*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Syllabus Plus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>
            <w:r w:rsidRPr="000F2A09">
              <w:t>Admissions</w:t>
            </w: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Admissions Dashboard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42/</w:t>
            </w:r>
            <w:r w:rsidR="00C753CD">
              <w:t>42</w:t>
            </w:r>
          </w:p>
        </w:tc>
        <w:tc>
          <w:tcPr>
            <w:tcW w:w="1701" w:type="dxa"/>
          </w:tcPr>
          <w:p w:rsidR="00687240" w:rsidRPr="000F2A09" w:rsidRDefault="00C753CD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559" w:type="dxa"/>
          </w:tcPr>
          <w:p w:rsidR="00687240" w:rsidRPr="000F2A09" w:rsidRDefault="0036794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95%</w:t>
            </w: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F2A09">
              <w:t>StudyLink</w:t>
            </w:r>
            <w:proofErr w:type="spellEnd"/>
            <w:r w:rsidRPr="000F2A09">
              <w:t>(VOS)*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CE52DE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5/</w:t>
            </w:r>
            <w:r w:rsidR="00C55196">
              <w:t>5</w:t>
            </w:r>
          </w:p>
        </w:tc>
        <w:tc>
          <w:tcPr>
            <w:tcW w:w="1701" w:type="dxa"/>
          </w:tcPr>
          <w:p w:rsidR="00687240" w:rsidRPr="000F2A09" w:rsidRDefault="00C55196" w:rsidP="00C428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9" w:type="dxa"/>
          </w:tcPr>
          <w:p w:rsidR="00687240" w:rsidRPr="000F2A09" w:rsidRDefault="0036794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80%</w:t>
            </w: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NSI Batch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C55196" w:rsidP="00C551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11/14</w:t>
            </w:r>
          </w:p>
        </w:tc>
        <w:tc>
          <w:tcPr>
            <w:tcW w:w="1701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:rsidR="00687240" w:rsidRPr="000F2A09" w:rsidRDefault="0036794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100%</w:t>
            </w: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687240" w:rsidP="0067221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proofErr w:type="spellStart"/>
            <w:r w:rsidRPr="00A5787B">
              <w:rPr>
                <w:color w:val="76923C" w:themeColor="accent3" w:themeShade="BF"/>
              </w:rPr>
              <w:t>ArtenaSP</w:t>
            </w:r>
            <w:proofErr w:type="spellEnd"/>
            <w:r w:rsidRPr="00A5787B">
              <w:rPr>
                <w:color w:val="76923C" w:themeColor="accent3" w:themeShade="BF"/>
              </w:rPr>
              <w:t xml:space="preserve"> </w:t>
            </w:r>
            <w:proofErr w:type="spellStart"/>
            <w:r w:rsidRPr="00A5787B">
              <w:rPr>
                <w:color w:val="76923C" w:themeColor="accent3" w:themeShade="BF"/>
              </w:rPr>
              <w:t>Artena</w:t>
            </w:r>
            <w:proofErr w:type="spellEnd"/>
            <w:r w:rsidRPr="00A5787B">
              <w:rPr>
                <w:color w:val="76923C" w:themeColor="accent3" w:themeShade="BF"/>
              </w:rPr>
              <w:t xml:space="preserve"> Module /</w:t>
            </w:r>
            <w:proofErr w:type="spellStart"/>
            <w:r w:rsidRPr="00A5787B">
              <w:rPr>
                <w:color w:val="76923C" w:themeColor="accent3" w:themeShade="BF"/>
              </w:rPr>
              <w:t>SWArtena</w:t>
            </w:r>
            <w:proofErr w:type="spellEnd"/>
          </w:p>
        </w:tc>
        <w:tc>
          <w:tcPr>
            <w:tcW w:w="1134" w:type="dxa"/>
          </w:tcPr>
          <w:p w:rsidR="00687240" w:rsidRPr="00A5787B" w:rsidRDefault="00687240" w:rsidP="0067221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  <w:p w:rsidR="00687240" w:rsidRPr="00A5787B" w:rsidRDefault="00687240" w:rsidP="00B314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  <w:p w:rsidR="00687240" w:rsidRPr="00A5787B" w:rsidRDefault="00687240" w:rsidP="00B314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Online Enrolment</w:t>
            </w:r>
          </w:p>
        </w:tc>
        <w:tc>
          <w:tcPr>
            <w:tcW w:w="1134" w:type="dxa"/>
          </w:tcPr>
          <w:p w:rsidR="00687240" w:rsidRPr="000F2A09" w:rsidRDefault="00C040C8" w:rsidP="006722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1843" w:type="dxa"/>
          </w:tcPr>
          <w:p w:rsidR="00687240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15/</w:t>
            </w:r>
            <w:r w:rsidR="00E931A2">
              <w:t>15</w:t>
            </w:r>
          </w:p>
        </w:tc>
        <w:tc>
          <w:tcPr>
            <w:tcW w:w="1701" w:type="dxa"/>
          </w:tcPr>
          <w:p w:rsidR="00687240" w:rsidRPr="000F2A09" w:rsidRDefault="00E931A2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559" w:type="dxa"/>
          </w:tcPr>
          <w:p w:rsidR="00687240" w:rsidRPr="000F2A09" w:rsidRDefault="0036794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87%</w:t>
            </w: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Public Trust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CF535C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11/12</w:t>
            </w:r>
          </w:p>
        </w:tc>
        <w:tc>
          <w:tcPr>
            <w:tcW w:w="1701" w:type="dxa"/>
          </w:tcPr>
          <w:p w:rsidR="00687240" w:rsidRPr="000F2A09" w:rsidRDefault="00CF535C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9" w:type="dxa"/>
          </w:tcPr>
          <w:p w:rsidR="00687240" w:rsidRPr="000F2A09" w:rsidRDefault="005E416A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91%</w:t>
            </w: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ERS Dashboard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>
            <w:r w:rsidRPr="000F2A09">
              <w:t>Student Support</w:t>
            </w: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Support Provider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CE52DE" w:rsidP="00672217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4/</w:t>
            </w:r>
            <w:r w:rsidR="00E931A2">
              <w:t>4</w:t>
            </w:r>
          </w:p>
        </w:tc>
        <w:tc>
          <w:tcPr>
            <w:tcW w:w="1701" w:type="dxa"/>
          </w:tcPr>
          <w:p w:rsidR="00687240" w:rsidRPr="000F2A09" w:rsidRDefault="00E931A2" w:rsidP="00672217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559" w:type="dxa"/>
          </w:tcPr>
          <w:p w:rsidR="00687240" w:rsidRPr="000F2A09" w:rsidRDefault="00367943" w:rsidP="00672217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100%</w:t>
            </w: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Support Batch</w:t>
            </w:r>
          </w:p>
        </w:tc>
        <w:tc>
          <w:tcPr>
            <w:tcW w:w="1134" w:type="dxa"/>
          </w:tcPr>
          <w:p w:rsidR="00687240" w:rsidRPr="000F2A09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1843" w:type="dxa"/>
          </w:tcPr>
          <w:p w:rsidR="00687240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3/</w:t>
            </w:r>
            <w:r w:rsidR="00E931A2">
              <w:t>3</w:t>
            </w:r>
          </w:p>
        </w:tc>
        <w:tc>
          <w:tcPr>
            <w:tcW w:w="1701" w:type="dxa"/>
          </w:tcPr>
          <w:p w:rsidR="00687240" w:rsidRPr="000F2A09" w:rsidRDefault="00E931A2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559" w:type="dxa"/>
          </w:tcPr>
          <w:p w:rsidR="00687240" w:rsidRPr="000F2A09" w:rsidRDefault="0036794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100%</w:t>
            </w:r>
          </w:p>
        </w:tc>
      </w:tr>
      <w:tr w:rsidR="00AF5613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F5613" w:rsidRPr="000F2A09" w:rsidRDefault="00AF5613" w:rsidP="00672217"/>
        </w:tc>
        <w:tc>
          <w:tcPr>
            <w:tcW w:w="1559" w:type="dxa"/>
          </w:tcPr>
          <w:p w:rsidR="00AF5613" w:rsidRPr="00A5787B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rFonts w:ascii="Calibri" w:eastAsia="Calibri" w:hAnsi="Calibri" w:cs="Times New Roman"/>
                <w:color w:val="76923C" w:themeColor="accent3" w:themeShade="BF"/>
                <w:lang w:eastAsia="en-US"/>
              </w:rPr>
              <w:t>Student Service</w:t>
            </w:r>
          </w:p>
        </w:tc>
        <w:tc>
          <w:tcPr>
            <w:tcW w:w="1134" w:type="dxa"/>
          </w:tcPr>
          <w:p w:rsidR="00AF5613" w:rsidRPr="00A5787B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AF5613" w:rsidRPr="00A5787B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AF5613" w:rsidRPr="00A5787B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AF5613" w:rsidRPr="00A5787B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>
            <w:r w:rsidRPr="000F2A09">
              <w:t>Academic Records</w:t>
            </w: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AR Dashboard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12/</w:t>
            </w:r>
            <w:r w:rsidR="00E45E81">
              <w:t>12</w:t>
            </w:r>
          </w:p>
        </w:tc>
        <w:tc>
          <w:tcPr>
            <w:tcW w:w="1701" w:type="dxa"/>
          </w:tcPr>
          <w:p w:rsidR="00687240" w:rsidRPr="000F2A09" w:rsidRDefault="00E45E81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9" w:type="dxa"/>
          </w:tcPr>
          <w:p w:rsidR="00687240" w:rsidRPr="000F2A09" w:rsidRDefault="0036794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92%</w:t>
            </w: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5613">
              <w:t>Results Import/Export</w:t>
            </w:r>
          </w:p>
        </w:tc>
        <w:tc>
          <w:tcPr>
            <w:tcW w:w="1134" w:type="dxa"/>
          </w:tcPr>
          <w:p w:rsidR="00687240" w:rsidRPr="000F2A09" w:rsidRDefault="00AF5613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1843" w:type="dxa"/>
          </w:tcPr>
          <w:p w:rsidR="00687240" w:rsidRPr="000F2A09" w:rsidRDefault="00E45E81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3/4</w:t>
            </w:r>
          </w:p>
        </w:tc>
        <w:tc>
          <w:tcPr>
            <w:tcW w:w="1701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:rsidR="00687240" w:rsidRPr="000F2A09" w:rsidRDefault="0041767D" w:rsidP="004176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100%</w:t>
            </w: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Assessment  Dashboard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1843" w:type="dxa"/>
          </w:tcPr>
          <w:p w:rsidR="00687240" w:rsidRPr="000F2A09" w:rsidRDefault="00CE52DE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6/</w:t>
            </w:r>
            <w:r w:rsidR="00B509DA">
              <w:t>6</w:t>
            </w:r>
          </w:p>
        </w:tc>
        <w:tc>
          <w:tcPr>
            <w:tcW w:w="1701" w:type="dxa"/>
          </w:tcPr>
          <w:p w:rsidR="00687240" w:rsidRPr="000F2A09" w:rsidRDefault="00B509DA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9" w:type="dxa"/>
          </w:tcPr>
          <w:p w:rsidR="00687240" w:rsidRPr="000F2A09" w:rsidRDefault="005E416A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83%</w:t>
            </w: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Attendance Dashboard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Individual Attendance</w:t>
            </w:r>
          </w:p>
        </w:tc>
        <w:tc>
          <w:tcPr>
            <w:tcW w:w="1134" w:type="dxa"/>
          </w:tcPr>
          <w:p w:rsidR="00687240" w:rsidRPr="00A5787B" w:rsidRDefault="00AF5613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>
            <w:r w:rsidRPr="000F2A09">
              <w:t>Finance</w:t>
            </w: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Administration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CE52DE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16/</w:t>
            </w:r>
            <w:r w:rsidR="006000EA">
              <w:t>16</w:t>
            </w:r>
          </w:p>
        </w:tc>
        <w:tc>
          <w:tcPr>
            <w:tcW w:w="1701" w:type="dxa"/>
          </w:tcPr>
          <w:p w:rsidR="00687240" w:rsidRPr="000F2A09" w:rsidRDefault="00CE52DE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559" w:type="dxa"/>
          </w:tcPr>
          <w:p w:rsidR="00687240" w:rsidRPr="000F2A09" w:rsidRDefault="005E416A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100%</w:t>
            </w: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Finance Batch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0941EF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30/32</w:t>
            </w:r>
          </w:p>
        </w:tc>
        <w:tc>
          <w:tcPr>
            <w:tcW w:w="1701" w:type="dxa"/>
          </w:tcPr>
          <w:p w:rsidR="00687240" w:rsidRPr="000F2A09" w:rsidRDefault="005E416A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9" w:type="dxa"/>
          </w:tcPr>
          <w:p w:rsidR="00687240" w:rsidRPr="000F2A09" w:rsidRDefault="005C0EEE" w:rsidP="005E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</w:t>
            </w:r>
            <w:r w:rsidR="005E416A">
              <w:t>%</w:t>
            </w: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>
            <w:r w:rsidRPr="000F2A09">
              <w:t>International</w:t>
            </w: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Accommodation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Agent/Partner School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Insurance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687240" w:rsidP="006722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NZIS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>
            <w:r w:rsidRPr="000F2A09">
              <w:t>Marketing</w:t>
            </w: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Task List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Enquiries Data Entry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Print Run Management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Enquiries Administration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Marketing Reports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Marketing Dashboard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C040C8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040C8" w:rsidRPr="000F2A09" w:rsidRDefault="00C040C8" w:rsidP="00672217"/>
        </w:tc>
        <w:tc>
          <w:tcPr>
            <w:tcW w:w="1559" w:type="dxa"/>
          </w:tcPr>
          <w:p w:rsidR="00C040C8" w:rsidRPr="00A5787B" w:rsidRDefault="00C040C8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Online Enquiry</w:t>
            </w:r>
          </w:p>
        </w:tc>
        <w:tc>
          <w:tcPr>
            <w:tcW w:w="1134" w:type="dxa"/>
          </w:tcPr>
          <w:p w:rsidR="00C040C8" w:rsidRPr="00A5787B" w:rsidRDefault="00C040C8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C040C8" w:rsidRPr="00A5787B" w:rsidRDefault="00C040C8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C040C8" w:rsidRPr="00A5787B" w:rsidRDefault="00C040C8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C040C8" w:rsidRPr="00A5787B" w:rsidRDefault="00C040C8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>
            <w:r w:rsidRPr="000F2A09">
              <w:t>System</w:t>
            </w: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System Manager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0A61C8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17/19</w:t>
            </w:r>
          </w:p>
        </w:tc>
        <w:tc>
          <w:tcPr>
            <w:tcW w:w="1701" w:type="dxa"/>
          </w:tcPr>
          <w:p w:rsidR="00687240" w:rsidRPr="000F2A09" w:rsidRDefault="00A5787B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9" w:type="dxa"/>
          </w:tcPr>
          <w:p w:rsidR="00687240" w:rsidRPr="000F2A09" w:rsidRDefault="00A5787B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84%</w:t>
            </w: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A5787B" w:rsidRDefault="00EE0D8C" w:rsidP="00EE0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Student Portal</w:t>
            </w:r>
          </w:p>
        </w:tc>
        <w:tc>
          <w:tcPr>
            <w:tcW w:w="1134" w:type="dxa"/>
          </w:tcPr>
          <w:p w:rsidR="00687240" w:rsidRPr="00A5787B" w:rsidRDefault="00687240" w:rsidP="0067221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  <w:r w:rsidRPr="00A5787B">
              <w:rPr>
                <w:color w:val="76923C" w:themeColor="accent3" w:themeShade="BF"/>
              </w:rPr>
              <w:t>No</w:t>
            </w:r>
          </w:p>
        </w:tc>
        <w:tc>
          <w:tcPr>
            <w:tcW w:w="1843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701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  <w:tc>
          <w:tcPr>
            <w:tcW w:w="1559" w:type="dxa"/>
          </w:tcPr>
          <w:p w:rsidR="00687240" w:rsidRPr="00A5787B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923C" w:themeColor="accent3" w:themeShade="BF"/>
              </w:rPr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Output Job Monitor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Experimental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No</w:t>
            </w:r>
          </w:p>
        </w:tc>
        <w:tc>
          <w:tcPr>
            <w:tcW w:w="1843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7240" w:rsidRPr="000F2A09" w:rsidTr="008017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>
            <w:r w:rsidRPr="000F2A09">
              <w:t>Generic</w:t>
            </w: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Audit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7240" w:rsidRPr="000F2A09" w:rsidTr="00801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Contact Logs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7240" w:rsidRPr="000F2A09" w:rsidTr="0080172F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87240" w:rsidRPr="000F2A09" w:rsidRDefault="00687240" w:rsidP="00672217"/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Correspondence</w:t>
            </w:r>
          </w:p>
        </w:tc>
        <w:tc>
          <w:tcPr>
            <w:tcW w:w="1134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A09">
              <w:t>Yes</w:t>
            </w:r>
          </w:p>
        </w:tc>
        <w:tc>
          <w:tcPr>
            <w:tcW w:w="1843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:rsidR="00687240" w:rsidRPr="000F2A09" w:rsidRDefault="00687240" w:rsidP="00672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F2A09" w:rsidRDefault="00022C00" w:rsidP="00E11D0F">
      <w:r>
        <w:t xml:space="preserve">*(R) for Report. Ticket is raised for this defect and in analysis </w:t>
      </w:r>
    </w:p>
    <w:p w:rsidR="00B34550" w:rsidRDefault="00B34550" w:rsidP="00E11D0F">
      <w:r>
        <w:t xml:space="preserve">This regression test is not completed stage. </w:t>
      </w:r>
      <w:proofErr w:type="gramStart"/>
      <w:r w:rsidR="00D86C7B">
        <w:t>Still in</w:t>
      </w:r>
      <w:r>
        <w:t xml:space="preserve"> process.</w:t>
      </w:r>
      <w:proofErr w:type="gramEnd"/>
    </w:p>
    <w:p w:rsidR="00D86C7B" w:rsidRDefault="00D86C7B" w:rsidP="00E11D0F">
      <w:r>
        <w:lastRenderedPageBreak/>
        <w:t xml:space="preserve">Total component in </w:t>
      </w:r>
      <w:proofErr w:type="spellStart"/>
      <w:r>
        <w:t>Artena</w:t>
      </w:r>
      <w:proofErr w:type="spellEnd"/>
      <w:r>
        <w:t xml:space="preserve"> to </w:t>
      </w:r>
      <w:proofErr w:type="gramStart"/>
      <w:r>
        <w:t>test :</w:t>
      </w:r>
      <w:proofErr w:type="gramEnd"/>
      <w:r w:rsidR="00A5787B">
        <w:t xml:space="preserve"> 53</w:t>
      </w:r>
    </w:p>
    <w:p w:rsidR="00D86C7B" w:rsidRDefault="00D86C7B" w:rsidP="00E11D0F">
      <w:r>
        <w:t xml:space="preserve">Total components which has Test </w:t>
      </w:r>
      <w:proofErr w:type="gramStart"/>
      <w:r>
        <w:t>plan</w:t>
      </w:r>
      <w:r w:rsidR="00A5787B">
        <w:t xml:space="preserve"> :</w:t>
      </w:r>
      <w:proofErr w:type="gramEnd"/>
      <w:r w:rsidR="00A5787B">
        <w:t xml:space="preserve"> 35</w:t>
      </w:r>
    </w:p>
    <w:p w:rsidR="00A5787B" w:rsidRDefault="00A5787B" w:rsidP="00E11D0F">
      <w:r>
        <w:t xml:space="preserve">Total components which </w:t>
      </w:r>
      <w:r w:rsidR="007C79F0">
        <w:t xml:space="preserve">has tested out of test </w:t>
      </w:r>
      <w:proofErr w:type="gramStart"/>
      <w:r w:rsidR="007C79F0">
        <w:t>plan :</w:t>
      </w:r>
      <w:proofErr w:type="gramEnd"/>
      <w:r w:rsidR="007C79F0">
        <w:t xml:space="preserve"> 28</w:t>
      </w:r>
      <w:r w:rsidR="00C4287F">
        <w:t xml:space="preserve"> </w:t>
      </w:r>
    </w:p>
    <w:p w:rsidR="00856D29" w:rsidRDefault="00856D29" w:rsidP="00E11D0F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Pr="00856D29" w:rsidRDefault="00856D29" w:rsidP="00856D29"/>
    <w:p w:rsidR="00856D29" w:rsidRDefault="00856D29" w:rsidP="00856D29"/>
    <w:p w:rsidR="00672217" w:rsidRPr="00856D29" w:rsidRDefault="00856D29" w:rsidP="00856D29">
      <w:pPr>
        <w:tabs>
          <w:tab w:val="left" w:pos="6345"/>
        </w:tabs>
      </w:pPr>
      <w:r>
        <w:tab/>
      </w:r>
    </w:p>
    <w:sectPr w:rsidR="00672217" w:rsidRPr="00856D29" w:rsidSect="00E11D0F">
      <w:footerReference w:type="default" r:id="rId8"/>
      <w:headerReference w:type="first" r:id="rId9"/>
      <w:footerReference w:type="first" r:id="rId10"/>
      <w:pgSz w:w="11907" w:h="16839" w:code="9"/>
      <w:pgMar w:top="1440" w:right="1440" w:bottom="1440" w:left="1440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261" w:rsidRDefault="00487261" w:rsidP="000366C0">
      <w:pPr>
        <w:spacing w:after="0" w:line="240" w:lineRule="auto"/>
      </w:pPr>
      <w:r>
        <w:separator/>
      </w:r>
    </w:p>
  </w:endnote>
  <w:endnote w:type="continuationSeparator" w:id="0">
    <w:p w:rsidR="00487261" w:rsidRDefault="00487261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9F0" w:rsidRPr="00065894" w:rsidRDefault="007C79F0">
    <w:pPr>
      <w:pStyle w:val="Footer"/>
      <w:rPr>
        <w:sz w:val="16"/>
        <w:szCs w:val="16"/>
      </w:rPr>
    </w:pP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proofErr w:type="gramStart"/>
    <w:r w:rsidRPr="00065894">
      <w:rPr>
        <w:sz w:val="16"/>
        <w:szCs w:val="16"/>
      </w:rPr>
      <w:t>page</w:t>
    </w:r>
    <w:proofErr w:type="gramEnd"/>
    <w:r w:rsidRPr="00065894">
      <w:rPr>
        <w:sz w:val="16"/>
        <w:szCs w:val="16"/>
      </w:rPr>
      <w:t xml:space="preserve"> </w:t>
    </w:r>
    <w:r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Pr="00065894">
      <w:rPr>
        <w:sz w:val="16"/>
        <w:szCs w:val="16"/>
      </w:rPr>
      <w:fldChar w:fldCharType="separate"/>
    </w:r>
    <w:r w:rsidR="00DD7555">
      <w:rPr>
        <w:noProof/>
        <w:sz w:val="16"/>
        <w:szCs w:val="16"/>
      </w:rPr>
      <w:t>3</w:t>
    </w:r>
    <w:r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r w:rsidR="00487261">
      <w:fldChar w:fldCharType="begin"/>
    </w:r>
    <w:r w:rsidR="00487261">
      <w:instrText xml:space="preserve"> NUMPAGES  \* Arabic  \* MERGEFORMAT </w:instrText>
    </w:r>
    <w:r w:rsidR="00487261">
      <w:fldChar w:fldCharType="separate"/>
    </w:r>
    <w:r w:rsidR="00DD7555" w:rsidRPr="00DD7555">
      <w:rPr>
        <w:noProof/>
        <w:sz w:val="16"/>
        <w:szCs w:val="16"/>
      </w:rPr>
      <w:t>3</w:t>
    </w:r>
    <w:r w:rsidR="00487261">
      <w:rPr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9F0" w:rsidRPr="00065894" w:rsidRDefault="007C79F0" w:rsidP="00065894">
    <w:pPr>
      <w:pStyle w:val="Footer"/>
      <w:rPr>
        <w:sz w:val="16"/>
        <w:szCs w:val="16"/>
      </w:rPr>
    </w:pPr>
    <w:r w:rsidRPr="00D609C1">
      <w:rPr>
        <w:sz w:val="16"/>
        <w:szCs w:val="16"/>
      </w:rPr>
      <w:fldChar w:fldCharType="begin"/>
    </w:r>
    <w:r w:rsidRPr="00D609C1">
      <w:rPr>
        <w:sz w:val="16"/>
        <w:szCs w:val="16"/>
      </w:rPr>
      <w:instrText xml:space="preserve"> FILENAME  \p  \* MERGEFORMAT </w:instrText>
    </w:r>
    <w:r w:rsidRPr="00D609C1">
      <w:rPr>
        <w:sz w:val="16"/>
        <w:szCs w:val="16"/>
      </w:rPr>
      <w:fldChar w:fldCharType="separate"/>
    </w:r>
    <w:r>
      <w:rPr>
        <w:noProof/>
        <w:sz w:val="16"/>
        <w:szCs w:val="16"/>
      </w:rPr>
      <w:t>\\ZODIAC\Keep Development\Testing\Esther\Regression Test Plan Schedule.docx</w:t>
    </w:r>
    <w:r w:rsidRPr="00D609C1">
      <w:rPr>
        <w:sz w:val="16"/>
        <w:szCs w:val="16"/>
      </w:rPr>
      <w:fldChar w:fldCharType="end"/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Pr="00065894">
      <w:rPr>
        <w:sz w:val="16"/>
        <w:szCs w:val="16"/>
      </w:rPr>
      <w:fldChar w:fldCharType="separate"/>
    </w:r>
    <w:r w:rsidR="00DD7555">
      <w:rPr>
        <w:noProof/>
        <w:sz w:val="16"/>
        <w:szCs w:val="16"/>
      </w:rPr>
      <w:t>1</w:t>
    </w:r>
    <w:r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r w:rsidR="00487261">
      <w:fldChar w:fldCharType="begin"/>
    </w:r>
    <w:r w:rsidR="00487261">
      <w:instrText xml:space="preserve"> NUMPAGES  \* Arabic  \* MERGEFORMAT </w:instrText>
    </w:r>
    <w:r w:rsidR="00487261">
      <w:fldChar w:fldCharType="separate"/>
    </w:r>
    <w:r w:rsidR="00DD7555" w:rsidRPr="00DD7555">
      <w:rPr>
        <w:noProof/>
        <w:sz w:val="16"/>
        <w:szCs w:val="16"/>
      </w:rPr>
      <w:t>1</w:t>
    </w:r>
    <w:r w:rsidR="00487261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261" w:rsidRDefault="00487261" w:rsidP="000366C0">
      <w:pPr>
        <w:spacing w:after="0" w:line="240" w:lineRule="auto"/>
      </w:pPr>
      <w:r>
        <w:separator/>
      </w:r>
    </w:p>
  </w:footnote>
  <w:footnote w:type="continuationSeparator" w:id="0">
    <w:p w:rsidR="00487261" w:rsidRDefault="00487261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9F0" w:rsidRDefault="007C79F0" w:rsidP="00E11D0F">
    <w:pPr>
      <w:pStyle w:val="Tit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287F">
      <w:t xml:space="preserve">09.09.00 </w:t>
    </w:r>
    <w:r>
      <w:t>Regression Test Summary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16149"/>
    <w:multiLevelType w:val="hybridMultilevel"/>
    <w:tmpl w:val="DEAE62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A09"/>
    <w:rsid w:val="00012A25"/>
    <w:rsid w:val="00022C00"/>
    <w:rsid w:val="000366C0"/>
    <w:rsid w:val="00041588"/>
    <w:rsid w:val="00065894"/>
    <w:rsid w:val="000906CE"/>
    <w:rsid w:val="000941EF"/>
    <w:rsid w:val="000A61C8"/>
    <w:rsid w:val="000E4B66"/>
    <w:rsid w:val="000E5918"/>
    <w:rsid w:val="000F2A09"/>
    <w:rsid w:val="00152A85"/>
    <w:rsid w:val="001F3AC1"/>
    <w:rsid w:val="00226028"/>
    <w:rsid w:val="002E0024"/>
    <w:rsid w:val="002E39DD"/>
    <w:rsid w:val="002F1C89"/>
    <w:rsid w:val="00333F8F"/>
    <w:rsid w:val="0035519C"/>
    <w:rsid w:val="00367943"/>
    <w:rsid w:val="003A3F9D"/>
    <w:rsid w:val="003F3EBA"/>
    <w:rsid w:val="00400B9C"/>
    <w:rsid w:val="004107F6"/>
    <w:rsid w:val="0041767D"/>
    <w:rsid w:val="004337C8"/>
    <w:rsid w:val="004451C6"/>
    <w:rsid w:val="00446E8E"/>
    <w:rsid w:val="00487261"/>
    <w:rsid w:val="00495551"/>
    <w:rsid w:val="004B7870"/>
    <w:rsid w:val="005214D5"/>
    <w:rsid w:val="00547FFA"/>
    <w:rsid w:val="005805C6"/>
    <w:rsid w:val="005843E4"/>
    <w:rsid w:val="00596FA8"/>
    <w:rsid w:val="005C0EEE"/>
    <w:rsid w:val="005D7C22"/>
    <w:rsid w:val="005E3855"/>
    <w:rsid w:val="005E416A"/>
    <w:rsid w:val="006000EA"/>
    <w:rsid w:val="00600714"/>
    <w:rsid w:val="00613850"/>
    <w:rsid w:val="00672217"/>
    <w:rsid w:val="00674530"/>
    <w:rsid w:val="00687240"/>
    <w:rsid w:val="006A53BE"/>
    <w:rsid w:val="006D5517"/>
    <w:rsid w:val="0074343B"/>
    <w:rsid w:val="00744089"/>
    <w:rsid w:val="00757AAF"/>
    <w:rsid w:val="00791967"/>
    <w:rsid w:val="007A2F9B"/>
    <w:rsid w:val="007B0DC9"/>
    <w:rsid w:val="007B1836"/>
    <w:rsid w:val="007C00EE"/>
    <w:rsid w:val="007C79F0"/>
    <w:rsid w:val="007E7ECA"/>
    <w:rsid w:val="0080172F"/>
    <w:rsid w:val="00807E8D"/>
    <w:rsid w:val="00837D76"/>
    <w:rsid w:val="00850B14"/>
    <w:rsid w:val="00856D29"/>
    <w:rsid w:val="00872B68"/>
    <w:rsid w:val="0088109D"/>
    <w:rsid w:val="00886FAD"/>
    <w:rsid w:val="008900BD"/>
    <w:rsid w:val="00890AC9"/>
    <w:rsid w:val="00894FB1"/>
    <w:rsid w:val="008C68F6"/>
    <w:rsid w:val="009126D5"/>
    <w:rsid w:val="00967DBC"/>
    <w:rsid w:val="00980C9B"/>
    <w:rsid w:val="009A12DB"/>
    <w:rsid w:val="009C2531"/>
    <w:rsid w:val="009D5959"/>
    <w:rsid w:val="00A27096"/>
    <w:rsid w:val="00A31D7D"/>
    <w:rsid w:val="00A53ACC"/>
    <w:rsid w:val="00A5787B"/>
    <w:rsid w:val="00A86BC2"/>
    <w:rsid w:val="00AD06D7"/>
    <w:rsid w:val="00AD4063"/>
    <w:rsid w:val="00AF5613"/>
    <w:rsid w:val="00AF5D83"/>
    <w:rsid w:val="00B079BC"/>
    <w:rsid w:val="00B16F9A"/>
    <w:rsid w:val="00B3141D"/>
    <w:rsid w:val="00B34550"/>
    <w:rsid w:val="00B509DA"/>
    <w:rsid w:val="00BB23E8"/>
    <w:rsid w:val="00BD27AB"/>
    <w:rsid w:val="00BE4D73"/>
    <w:rsid w:val="00C040C8"/>
    <w:rsid w:val="00C3595B"/>
    <w:rsid w:val="00C4287F"/>
    <w:rsid w:val="00C43746"/>
    <w:rsid w:val="00C55196"/>
    <w:rsid w:val="00C71902"/>
    <w:rsid w:val="00C753CD"/>
    <w:rsid w:val="00CB13FE"/>
    <w:rsid w:val="00CB6C51"/>
    <w:rsid w:val="00CE52DE"/>
    <w:rsid w:val="00CF535C"/>
    <w:rsid w:val="00CF6737"/>
    <w:rsid w:val="00D17105"/>
    <w:rsid w:val="00D17B19"/>
    <w:rsid w:val="00D33567"/>
    <w:rsid w:val="00D609C1"/>
    <w:rsid w:val="00D86C7B"/>
    <w:rsid w:val="00DB36CE"/>
    <w:rsid w:val="00DD7555"/>
    <w:rsid w:val="00E11D0F"/>
    <w:rsid w:val="00E40FDC"/>
    <w:rsid w:val="00E453A7"/>
    <w:rsid w:val="00E45E81"/>
    <w:rsid w:val="00E72B6C"/>
    <w:rsid w:val="00E826F2"/>
    <w:rsid w:val="00E931A2"/>
    <w:rsid w:val="00EA7494"/>
    <w:rsid w:val="00EB114A"/>
    <w:rsid w:val="00EE0D8C"/>
    <w:rsid w:val="00F254F5"/>
    <w:rsid w:val="00F51F3E"/>
    <w:rsid w:val="00F81A3F"/>
    <w:rsid w:val="00F95A06"/>
    <w:rsid w:val="00FA2CFA"/>
    <w:rsid w:val="00FA6D37"/>
    <w:rsid w:val="00FB6F03"/>
    <w:rsid w:val="00FC2C15"/>
    <w:rsid w:val="00FC3BCD"/>
    <w:rsid w:val="00FE758C"/>
    <w:rsid w:val="00FE76C3"/>
    <w:rsid w:val="00FF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paragraph" w:styleId="Header">
    <w:name w:val="header"/>
    <w:basedOn w:val="Normal"/>
    <w:link w:val="HeaderChar"/>
    <w:uiPriority w:val="99"/>
    <w:unhideWhenUsed/>
    <w:rsid w:val="000366C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unhideWhenUsed/>
    <w:rsid w:val="000366C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table" w:styleId="TableGrid">
    <w:name w:val="Table Grid"/>
    <w:basedOn w:val="TableNormal"/>
    <w:uiPriority w:val="59"/>
    <w:rsid w:val="000F2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0F2A0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A86B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paragraph" w:styleId="Header">
    <w:name w:val="header"/>
    <w:basedOn w:val="Normal"/>
    <w:link w:val="HeaderChar"/>
    <w:uiPriority w:val="99"/>
    <w:unhideWhenUsed/>
    <w:rsid w:val="000366C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unhideWhenUsed/>
    <w:rsid w:val="000366C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table" w:styleId="TableGrid">
    <w:name w:val="Table Grid"/>
    <w:basedOn w:val="TableNormal"/>
    <w:uiPriority w:val="59"/>
    <w:rsid w:val="000F2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0F2A0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A86B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All%20Staff\Templates\TEM004%20General%20Doc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TEM004 General Doc Template</Template>
  <TotalTime>0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Buchman</dc:creator>
  <cp:lastModifiedBy>Bette Cosgrove</cp:lastModifiedBy>
  <cp:revision>2</cp:revision>
  <cp:lastPrinted>2014-07-31T03:53:00Z</cp:lastPrinted>
  <dcterms:created xsi:type="dcterms:W3CDTF">2015-03-24T00:57:00Z</dcterms:created>
  <dcterms:modified xsi:type="dcterms:W3CDTF">2015-03-24T00:57:00Z</dcterms:modified>
</cp:coreProperties>
</file>