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530205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645359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1467A5" w:rsidP="00645359">
            <w:pPr>
              <w:cnfStyle w:val="100000000000"/>
            </w:pPr>
            <w:r>
              <w:t>Finance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645359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136DF2" w:rsidP="00645359">
            <w:pPr>
              <w:cnfStyle w:val="000000100000"/>
            </w:pPr>
            <w:r>
              <w:t>Finance module deals with financial transactions concerning students and organisations.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645359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136DF2" w:rsidP="00645359">
            <w:pPr>
              <w:cnfStyle w:val="000000000000"/>
            </w:pPr>
            <w:r>
              <w:t>Windows 7/Apache 2.4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645359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136DF2" w:rsidP="00645359">
            <w:pPr>
              <w:cnfStyle w:val="000000100000"/>
            </w:pPr>
            <w:r>
              <w:t>Manual 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645359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BB3EB0" w:rsidRDefault="001467A5" w:rsidP="00645359">
            <w:pPr>
              <w:cnfStyle w:val="000000000000"/>
              <w:rPr>
                <w:b/>
              </w:rPr>
            </w:pPr>
            <w:r w:rsidRPr="00BB3EB0">
              <w:rPr>
                <w:b/>
              </w:rPr>
              <w:t>Finance Batch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645359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1467A5" w:rsidP="00645359">
            <w:pPr>
              <w:cnfStyle w:val="000000100000"/>
            </w:pPr>
            <w:r>
              <w:t>34.1 - 34.10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645359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645359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645359">
            <w:pPr>
              <w:cnfStyle w:val="100000000000"/>
            </w:pPr>
            <w:r>
              <w:t>Date</w:t>
            </w:r>
          </w:p>
        </w:tc>
      </w:tr>
      <w:tr w:rsidR="00D25C2F" w:rsidTr="00645359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645359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645359">
            <w:pPr>
              <w:cnfStyle w:val="000000100000"/>
            </w:pPr>
          </w:p>
        </w:tc>
      </w:tr>
    </w:tbl>
    <w:p w:rsidR="00D25C2F" w:rsidRDefault="00D25C2F" w:rsidP="001B4450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527769183"/>
        <w:docPartObj>
          <w:docPartGallery w:val="Table of Contents"/>
          <w:docPartUnique/>
        </w:docPartObj>
      </w:sdtPr>
      <w:sdtContent>
        <w:p w:rsidR="00853C4E" w:rsidRDefault="00853C4E">
          <w:pPr>
            <w:pStyle w:val="TOCHeading"/>
          </w:pPr>
          <w:r>
            <w:t>Contents</w:t>
          </w:r>
        </w:p>
        <w:p w:rsidR="001331B5" w:rsidRDefault="002C2C5C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 w:rsidR="00853C4E">
            <w:instrText xml:space="preserve"> TOC \o "1-3" \h \z \u </w:instrText>
          </w:r>
          <w:r>
            <w:fldChar w:fldCharType="separate"/>
          </w:r>
          <w:hyperlink w:anchor="_Toc360530205" w:history="1">
            <w:r w:rsidR="001331B5" w:rsidRPr="007B0D9C">
              <w:rPr>
                <w:rStyle w:val="Hyperlink"/>
                <w:noProof/>
              </w:rPr>
              <w:t>Test Plan</w:t>
            </w:r>
            <w:r w:rsidR="001331B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31B5">
              <w:rPr>
                <w:noProof/>
                <w:webHidden/>
              </w:rPr>
              <w:instrText xml:space="preserve"> PAGEREF _Toc360530205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1B5" w:rsidRDefault="002C2C5C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06" w:history="1">
            <w:r w:rsidR="001331B5" w:rsidRPr="007B0D9C">
              <w:rPr>
                <w:rStyle w:val="Hyperlink"/>
                <w:noProof/>
              </w:rPr>
              <w:t>Test Cases</w:t>
            </w:r>
            <w:r w:rsidR="001331B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31B5">
              <w:rPr>
                <w:noProof/>
                <w:webHidden/>
              </w:rPr>
              <w:instrText xml:space="preserve"> PAGEREF _Toc360530206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07" w:history="1">
            <w:r w:rsidR="001331B5" w:rsidRPr="001331B5">
              <w:rPr>
                <w:rStyle w:val="Hyperlink"/>
                <w:noProof/>
              </w:rPr>
              <w:t>34.1 Search Payment batches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_Toc360530207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08" w:history="1">
            <w:r w:rsidR="001331B5" w:rsidRPr="001331B5">
              <w:rPr>
                <w:rStyle w:val="Hyperlink"/>
                <w:noProof/>
              </w:rPr>
              <w:t>34.2.1 Add a Payment Batch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_Toc360530208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09" w:history="1">
            <w:r w:rsidR="001331B5" w:rsidRPr="001331B5">
              <w:rPr>
                <w:rStyle w:val="Hyperlink"/>
                <w:noProof/>
              </w:rPr>
              <w:t>34.2.2 Edit a payment batch record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_Toc360530209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10" w:history="1">
            <w:r w:rsidR="001331B5" w:rsidRPr="001331B5">
              <w:rPr>
                <w:rStyle w:val="Hyperlink"/>
                <w:noProof/>
              </w:rPr>
              <w:t>34.2.3 Delete a payment batch record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_Toc360530210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11" w:history="1">
            <w:r w:rsidR="001331B5" w:rsidRPr="001331B5">
              <w:rPr>
                <w:rStyle w:val="Hyperlink"/>
                <w:noProof/>
              </w:rPr>
              <w:t>34.2.4 Save a payment batch record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_Toc360530211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12" w:history="1">
            <w:r w:rsidR="001331B5" w:rsidRPr="001331B5">
              <w:rPr>
                <w:rStyle w:val="Hyperlink"/>
                <w:noProof/>
              </w:rPr>
              <w:t>34.2.5 Cancel a payment batch record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_Toc360530212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13" w:history="1">
            <w:r w:rsidR="001331B5" w:rsidRPr="001331B5">
              <w:rPr>
                <w:rStyle w:val="Hyperlink"/>
                <w:noProof/>
              </w:rPr>
              <w:t>34.2.6 Print a payment batch record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_Toc360530213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14" w:history="1">
            <w:r w:rsidR="001331B5" w:rsidRPr="001331B5">
              <w:rPr>
                <w:rStyle w:val="Hyperlink"/>
                <w:noProof/>
              </w:rPr>
              <w:t>34.3.1 Add a Batch Payment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_Toc360530214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15" w:history="1">
            <w:r w:rsidR="001331B5" w:rsidRPr="001331B5">
              <w:rPr>
                <w:rStyle w:val="Hyperlink"/>
                <w:noProof/>
              </w:rPr>
              <w:t>34.3.2 Edit a Batch Payment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_Toc360530215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16" w:history="1">
            <w:r w:rsidR="001331B5" w:rsidRPr="001331B5">
              <w:rPr>
                <w:rStyle w:val="Hyperlink"/>
                <w:noProof/>
              </w:rPr>
              <w:t>34.3.3 Delete a Batch Payment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_Toc360530216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17" w:history="1">
            <w:r w:rsidR="001331B5" w:rsidRPr="001331B5">
              <w:rPr>
                <w:rStyle w:val="Hyperlink"/>
                <w:noProof/>
              </w:rPr>
              <w:t>34.3.4 Print Receipt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_Toc360530217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18" w:history="1">
            <w:r w:rsidR="001331B5" w:rsidRPr="001331B5">
              <w:rPr>
                <w:rStyle w:val="Hyperlink"/>
                <w:noProof/>
              </w:rPr>
              <w:t>34.4.1 Search for GL Transfer entries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_Toc360530218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19" w:history="1">
            <w:r w:rsidR="001331B5" w:rsidRPr="001331B5">
              <w:rPr>
                <w:rStyle w:val="Hyperlink"/>
                <w:noProof/>
              </w:rPr>
              <w:t>34.4.2 Create new GL Transfer Batch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_Toc360530219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20" w:history="1">
            <w:r w:rsidR="001331B5" w:rsidRPr="001331B5">
              <w:rPr>
                <w:rStyle w:val="Hyperlink"/>
                <w:noProof/>
              </w:rPr>
              <w:t>34.4.3 Re-Generate new GL Transfer Batch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_Toc360530220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21" w:history="1">
            <w:r w:rsidR="001331B5" w:rsidRPr="001331B5">
              <w:rPr>
                <w:rStyle w:val="Hyperlink"/>
                <w:noProof/>
              </w:rPr>
              <w:t>34.4.4 Save GL Transfer Batch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_Toc360530221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22" w:history="1">
            <w:r w:rsidR="001331B5" w:rsidRPr="001331B5">
              <w:rPr>
                <w:rStyle w:val="Hyperlink"/>
                <w:noProof/>
              </w:rPr>
              <w:t>34.4.5 Print GL Transfer Batch Detail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_Toc360530222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23" w:history="1">
            <w:r w:rsidR="001331B5" w:rsidRPr="001331B5">
              <w:rPr>
                <w:rStyle w:val="Hyperlink"/>
                <w:noProof/>
              </w:rPr>
              <w:t>34.4.6 Print GL Transfer Batch Summary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_Toc360530223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24" w:history="1">
            <w:r w:rsidR="001331B5" w:rsidRPr="001331B5">
              <w:rPr>
                <w:rStyle w:val="Hyperlink"/>
                <w:noProof/>
              </w:rPr>
              <w:t>34.5 Import Batch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_Toc360530224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25" w:history="1">
            <w:r w:rsidR="001331B5" w:rsidRPr="001331B5">
              <w:rPr>
                <w:rStyle w:val="Hyperlink"/>
                <w:noProof/>
              </w:rPr>
              <w:t>34.6 Import Payments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_Toc360530225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26" w:history="1">
            <w:r w:rsidR="001331B5" w:rsidRPr="001331B5">
              <w:rPr>
                <w:rStyle w:val="Hyperlink"/>
                <w:noProof/>
              </w:rPr>
              <w:t>34.7.1 Document Printing  - Print Invoices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_Toc360530226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27" w:history="1">
            <w:r w:rsidR="001331B5" w:rsidRPr="001331B5">
              <w:rPr>
                <w:rStyle w:val="Hyperlink"/>
                <w:noProof/>
              </w:rPr>
              <w:t>34.7.2 Document Printing  - Print Receipts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_Toc360530227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28" w:history="1">
            <w:r w:rsidR="001331B5" w:rsidRPr="001331B5">
              <w:rPr>
                <w:rStyle w:val="Hyperlink"/>
                <w:noProof/>
              </w:rPr>
              <w:t>34.7.3 Document Printing - Print Credit Notes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_Toc360530228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29" w:history="1">
            <w:r w:rsidR="001331B5" w:rsidRPr="001331B5">
              <w:rPr>
                <w:rStyle w:val="Hyperlink"/>
                <w:noProof/>
              </w:rPr>
              <w:t>34.7.4 Document Printing - Print Refunds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_Toc360530229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30" w:history="1">
            <w:r w:rsidR="001331B5" w:rsidRPr="001331B5">
              <w:rPr>
                <w:rStyle w:val="Hyperlink"/>
                <w:noProof/>
              </w:rPr>
              <w:t>34.8.1 Debtor processing - Run Ageing Process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_Toc360530230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31" w:history="1">
            <w:r w:rsidR="001331B5" w:rsidRPr="001331B5">
              <w:rPr>
                <w:rStyle w:val="Hyperlink"/>
                <w:noProof/>
              </w:rPr>
              <w:t>34.8.2 Debtor processing - Aged Debtors report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_Toc360530231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32" w:history="1">
            <w:r w:rsidR="001331B5" w:rsidRPr="001331B5">
              <w:rPr>
                <w:rStyle w:val="Hyperlink"/>
                <w:noProof/>
              </w:rPr>
              <w:t>34.8.3 Debtor processing - Update Credit status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_Toc360530232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33" w:history="1">
            <w:r w:rsidR="001331B5" w:rsidRPr="001331B5">
              <w:rPr>
                <w:rStyle w:val="Hyperlink"/>
                <w:noProof/>
              </w:rPr>
              <w:t>34.8.4 Debtor processing - print Statements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_Toc360530233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34" w:history="1">
            <w:r w:rsidR="001331B5" w:rsidRPr="001331B5">
              <w:rPr>
                <w:rStyle w:val="Hyperlink"/>
                <w:noProof/>
              </w:rPr>
              <w:t>34.9.1 Other Processes - Bank Lodgement Report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_Toc360530234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35" w:history="1">
            <w:r w:rsidR="001331B5" w:rsidRPr="001331B5">
              <w:rPr>
                <w:rStyle w:val="Hyperlink"/>
                <w:noProof/>
              </w:rPr>
              <w:t>34.9.2 Other Processes - Convert Future Transactions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_Toc360530235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1331B5" w:rsidRPr="001331B5" w:rsidRDefault="002C2C5C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530236" w:history="1">
            <w:r w:rsidR="001331B5" w:rsidRPr="001331B5">
              <w:rPr>
                <w:rStyle w:val="Hyperlink"/>
                <w:noProof/>
              </w:rPr>
              <w:t>34.9.3 Other Processes - Year End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_Toc360530236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</w:p>
        <w:p w:rsidR="00853C4E" w:rsidRDefault="002C2C5C" w:rsidP="00853C4E">
          <w:pPr>
            <w:pStyle w:val="TOC3"/>
            <w:tabs>
              <w:tab w:val="right" w:leader="dot" w:pos="13949"/>
            </w:tabs>
          </w:pPr>
          <w:hyperlink w:anchor="_Toc360530237" w:history="1">
            <w:r w:rsidR="001331B5" w:rsidRPr="001331B5">
              <w:rPr>
                <w:rStyle w:val="Hyperlink"/>
                <w:noProof/>
              </w:rPr>
              <w:t>34.10 Print Generic Finance Reports</w:t>
            </w:r>
            <w:r w:rsidR="001331B5" w:rsidRPr="001331B5">
              <w:rPr>
                <w:noProof/>
                <w:webHidden/>
              </w:rPr>
              <w:tab/>
            </w:r>
            <w:r w:rsidRPr="001331B5">
              <w:rPr>
                <w:noProof/>
                <w:webHidden/>
              </w:rPr>
              <w:fldChar w:fldCharType="begin"/>
            </w:r>
            <w:r w:rsidR="001331B5" w:rsidRPr="001331B5">
              <w:rPr>
                <w:noProof/>
                <w:webHidden/>
              </w:rPr>
              <w:instrText xml:space="preserve"> PAGEREF _Toc360530237 \h </w:instrText>
            </w:r>
            <w:r w:rsidRPr="001331B5">
              <w:rPr>
                <w:noProof/>
                <w:webHidden/>
              </w:rPr>
            </w:r>
            <w:r w:rsidRPr="001331B5">
              <w:rPr>
                <w:noProof/>
                <w:webHidden/>
              </w:rPr>
              <w:fldChar w:fldCharType="separate"/>
            </w:r>
            <w:r w:rsidR="00BE7B4A">
              <w:rPr>
                <w:noProof/>
                <w:webHidden/>
              </w:rPr>
              <w:t>2</w:t>
            </w:r>
            <w:r w:rsidRPr="001331B5">
              <w:rPr>
                <w:noProof/>
                <w:webHidden/>
              </w:rPr>
              <w:fldChar w:fldCharType="end"/>
            </w:r>
          </w:hyperlink>
          <w:r>
            <w:fldChar w:fldCharType="end"/>
          </w:r>
        </w:p>
      </w:sdtContent>
    </w:sdt>
    <w:p w:rsidR="00136DF2" w:rsidRDefault="00136DF2" w:rsidP="001B4450">
      <w:pPr>
        <w:pStyle w:val="Heading2"/>
      </w:pPr>
      <w:bookmarkStart w:id="1" w:name="_Toc360530206"/>
    </w:p>
    <w:p w:rsidR="001B4450" w:rsidRDefault="007C7B85" w:rsidP="001B4450">
      <w:pPr>
        <w:pStyle w:val="Heading2"/>
      </w:pPr>
      <w:r>
        <w:t>Test Cases</w:t>
      </w:r>
      <w:bookmarkEnd w:id="1"/>
    </w:p>
    <w:tbl>
      <w:tblPr>
        <w:tblStyle w:val="LightList-Accent11"/>
        <w:tblW w:w="5000" w:type="pct"/>
        <w:tblLook w:val="04A0"/>
      </w:tblPr>
      <w:tblGrid>
        <w:gridCol w:w="2660"/>
        <w:gridCol w:w="1846"/>
        <w:gridCol w:w="1690"/>
        <w:gridCol w:w="2829"/>
        <w:gridCol w:w="1637"/>
        <w:gridCol w:w="1293"/>
        <w:gridCol w:w="1117"/>
        <w:gridCol w:w="1103"/>
      </w:tblGrid>
      <w:tr w:rsidR="00D91E88" w:rsidTr="00136DF2">
        <w:trPr>
          <w:cnfStyle w:val="100000000000"/>
          <w:tblHeader/>
        </w:trPr>
        <w:tc>
          <w:tcPr>
            <w:cnfStyle w:val="001000000000"/>
            <w:tcW w:w="938" w:type="pct"/>
          </w:tcPr>
          <w:p w:rsidR="007C7B85" w:rsidRPr="006C607F" w:rsidRDefault="007C7B85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7C7B85" w:rsidRPr="006C607F" w:rsidRDefault="007C7B85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651" w:type="pct"/>
          </w:tcPr>
          <w:p w:rsidR="007C7B85" w:rsidRPr="006C607F" w:rsidRDefault="007C7B85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596" w:type="pct"/>
          </w:tcPr>
          <w:p w:rsidR="007C7B85" w:rsidRPr="006C607F" w:rsidRDefault="007C7B85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998" w:type="pct"/>
          </w:tcPr>
          <w:p w:rsidR="007C7B85" w:rsidRPr="006C607F" w:rsidRDefault="007C7B85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577" w:type="pct"/>
          </w:tcPr>
          <w:p w:rsidR="007C7B85" w:rsidRPr="006C607F" w:rsidRDefault="007C7B85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456" w:type="pct"/>
          </w:tcPr>
          <w:p w:rsidR="007C7B85" w:rsidRPr="006C607F" w:rsidRDefault="007C7B85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394" w:type="pct"/>
          </w:tcPr>
          <w:p w:rsidR="007C7B85" w:rsidRPr="006C607F" w:rsidRDefault="007C7B85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389" w:type="pct"/>
          </w:tcPr>
          <w:p w:rsidR="007C7B85" w:rsidRPr="006C607F" w:rsidRDefault="007C7B85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C458A0" w:rsidRPr="00881AD2" w:rsidRDefault="00C458A0" w:rsidP="00881AD2">
            <w:pPr>
              <w:pStyle w:val="Heading3"/>
              <w:outlineLvl w:val="2"/>
            </w:pPr>
            <w:bookmarkStart w:id="2" w:name="_Toc360530207"/>
            <w:r w:rsidRPr="00881AD2">
              <w:t>34.1 Search Payment batches</w:t>
            </w:r>
            <w:bookmarkEnd w:id="2"/>
          </w:p>
        </w:tc>
        <w:tc>
          <w:tcPr>
            <w:tcW w:w="651" w:type="pct"/>
            <w:vMerge w:val="restart"/>
          </w:tcPr>
          <w:p w:rsidR="00C458A0" w:rsidRDefault="00C458A0" w:rsidP="001467A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458A0" w:rsidRDefault="00C458A0" w:rsidP="001467A5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Finance Batch</w:t>
            </w:r>
          </w:p>
        </w:tc>
        <w:tc>
          <w:tcPr>
            <w:tcW w:w="596" w:type="pct"/>
          </w:tcPr>
          <w:p w:rsidR="00C458A0" w:rsidRDefault="00C458A0" w:rsidP="001467A5">
            <w:pPr>
              <w:pStyle w:val="ListParagraph"/>
              <w:ind w:left="0"/>
              <w:cnfStyle w:val="0000001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C458A0" w:rsidRDefault="00C458A0" w:rsidP="00645359">
            <w:pPr>
              <w:cnfStyle w:val="000000100000"/>
            </w:pPr>
          </w:p>
        </w:tc>
        <w:tc>
          <w:tcPr>
            <w:tcW w:w="577" w:type="pct"/>
          </w:tcPr>
          <w:p w:rsidR="00C458A0" w:rsidRDefault="00C458A0" w:rsidP="00645359">
            <w:pPr>
              <w:cnfStyle w:val="0000001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C458A0" w:rsidRDefault="00C458A0" w:rsidP="00645359">
            <w:pPr>
              <w:cnfStyle w:val="000000100000"/>
            </w:pPr>
          </w:p>
        </w:tc>
        <w:tc>
          <w:tcPr>
            <w:tcW w:w="394" w:type="pct"/>
          </w:tcPr>
          <w:p w:rsidR="00C458A0" w:rsidRDefault="00C458A0" w:rsidP="00645359">
            <w:pPr>
              <w:cnfStyle w:val="000000100000"/>
            </w:pPr>
          </w:p>
        </w:tc>
        <w:tc>
          <w:tcPr>
            <w:tcW w:w="389" w:type="pct"/>
          </w:tcPr>
          <w:p w:rsidR="00C458A0" w:rsidRDefault="00C458A0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C458A0" w:rsidRDefault="00C458A0" w:rsidP="00645359"/>
        </w:tc>
        <w:tc>
          <w:tcPr>
            <w:tcW w:w="651" w:type="pct"/>
            <w:vMerge/>
          </w:tcPr>
          <w:p w:rsidR="00C458A0" w:rsidRDefault="00C458A0" w:rsidP="00645359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C458A0" w:rsidRDefault="00C458A0" w:rsidP="00E5041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136DF2">
              <w:rPr>
                <w:b/>
              </w:rPr>
              <w:t>Payment Batch Entry tab</w:t>
            </w:r>
            <w:r>
              <w:t xml:space="preserve"> if it's not loaded by default</w:t>
            </w:r>
          </w:p>
        </w:tc>
        <w:tc>
          <w:tcPr>
            <w:tcW w:w="998" w:type="pct"/>
          </w:tcPr>
          <w:p w:rsidR="00C458A0" w:rsidRDefault="00C458A0" w:rsidP="00645359">
            <w:pPr>
              <w:cnfStyle w:val="000000000000"/>
            </w:pPr>
          </w:p>
        </w:tc>
        <w:tc>
          <w:tcPr>
            <w:tcW w:w="577" w:type="pct"/>
          </w:tcPr>
          <w:p w:rsidR="00C458A0" w:rsidRDefault="00C458A0" w:rsidP="00645359">
            <w:pPr>
              <w:cnfStyle w:val="000000000000"/>
            </w:pPr>
          </w:p>
        </w:tc>
        <w:tc>
          <w:tcPr>
            <w:tcW w:w="456" w:type="pct"/>
          </w:tcPr>
          <w:p w:rsidR="00C458A0" w:rsidRDefault="00C458A0" w:rsidP="00645359">
            <w:pPr>
              <w:cnfStyle w:val="000000000000"/>
            </w:pPr>
          </w:p>
        </w:tc>
        <w:tc>
          <w:tcPr>
            <w:tcW w:w="394" w:type="pct"/>
          </w:tcPr>
          <w:p w:rsidR="00C458A0" w:rsidRDefault="00C458A0" w:rsidP="00645359">
            <w:pPr>
              <w:cnfStyle w:val="000000000000"/>
            </w:pPr>
          </w:p>
        </w:tc>
        <w:tc>
          <w:tcPr>
            <w:tcW w:w="389" w:type="pct"/>
          </w:tcPr>
          <w:p w:rsidR="00C458A0" w:rsidRDefault="00C458A0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C458A0" w:rsidRDefault="00C458A0" w:rsidP="00645359"/>
        </w:tc>
        <w:tc>
          <w:tcPr>
            <w:tcW w:w="651" w:type="pct"/>
            <w:vMerge/>
          </w:tcPr>
          <w:p w:rsidR="00C458A0" w:rsidRDefault="00C458A0" w:rsidP="00645359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C458A0" w:rsidRDefault="00C458A0" w:rsidP="00E50418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C458A0" w:rsidRDefault="00C458A0" w:rsidP="00E5041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Batch Number</w:t>
            </w:r>
          </w:p>
          <w:p w:rsidR="00C458A0" w:rsidRDefault="00C458A0" w:rsidP="00E5041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Status</w:t>
            </w:r>
          </w:p>
          <w:p w:rsidR="00C458A0" w:rsidRDefault="00C458A0" w:rsidP="00E50418">
            <w:pPr>
              <w:pStyle w:val="ListParagraph"/>
              <w:numPr>
                <w:ilvl w:val="0"/>
                <w:numId w:val="5"/>
              </w:numPr>
              <w:cnfStyle w:val="000000100000"/>
            </w:pPr>
            <w:r>
              <w:t>Condition</w:t>
            </w:r>
          </w:p>
        </w:tc>
        <w:tc>
          <w:tcPr>
            <w:tcW w:w="577" w:type="pct"/>
          </w:tcPr>
          <w:p w:rsidR="00C458A0" w:rsidRDefault="00C458A0" w:rsidP="00645359">
            <w:pPr>
              <w:cnfStyle w:val="000000100000"/>
            </w:pPr>
            <w:r>
              <w:t>Data is visible</w:t>
            </w:r>
          </w:p>
        </w:tc>
        <w:tc>
          <w:tcPr>
            <w:tcW w:w="456" w:type="pct"/>
          </w:tcPr>
          <w:p w:rsidR="00C458A0" w:rsidRDefault="00C458A0" w:rsidP="00645359">
            <w:pPr>
              <w:cnfStyle w:val="000000100000"/>
            </w:pPr>
          </w:p>
        </w:tc>
        <w:tc>
          <w:tcPr>
            <w:tcW w:w="394" w:type="pct"/>
          </w:tcPr>
          <w:p w:rsidR="00C458A0" w:rsidRDefault="00C458A0" w:rsidP="00645359">
            <w:pPr>
              <w:cnfStyle w:val="000000100000"/>
            </w:pPr>
          </w:p>
        </w:tc>
        <w:tc>
          <w:tcPr>
            <w:tcW w:w="389" w:type="pct"/>
          </w:tcPr>
          <w:p w:rsidR="00C458A0" w:rsidRDefault="00C458A0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C458A0" w:rsidRDefault="00C458A0" w:rsidP="00645359"/>
        </w:tc>
        <w:tc>
          <w:tcPr>
            <w:tcW w:w="651" w:type="pct"/>
            <w:vMerge/>
          </w:tcPr>
          <w:p w:rsidR="00C458A0" w:rsidRDefault="00C458A0" w:rsidP="00645359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C458A0" w:rsidRDefault="00C458A0" w:rsidP="00E50418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136DF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998" w:type="pct"/>
          </w:tcPr>
          <w:p w:rsidR="00C458A0" w:rsidRDefault="00C458A0" w:rsidP="00645359">
            <w:pPr>
              <w:cnfStyle w:val="000000000000"/>
            </w:pPr>
          </w:p>
        </w:tc>
        <w:tc>
          <w:tcPr>
            <w:tcW w:w="577" w:type="pct"/>
          </w:tcPr>
          <w:p w:rsidR="00C458A0" w:rsidRDefault="00C458A0" w:rsidP="00645359">
            <w:pPr>
              <w:cnfStyle w:val="000000000000"/>
            </w:pPr>
            <w:r>
              <w:t>Search displays list of Batches and corresponding batch payments.</w:t>
            </w:r>
          </w:p>
        </w:tc>
        <w:tc>
          <w:tcPr>
            <w:tcW w:w="456" w:type="pct"/>
          </w:tcPr>
          <w:p w:rsidR="00C458A0" w:rsidRDefault="00C458A0" w:rsidP="00645359">
            <w:pPr>
              <w:cnfStyle w:val="000000000000"/>
            </w:pPr>
          </w:p>
        </w:tc>
        <w:tc>
          <w:tcPr>
            <w:tcW w:w="394" w:type="pct"/>
          </w:tcPr>
          <w:p w:rsidR="00C458A0" w:rsidRDefault="00C458A0" w:rsidP="00645359">
            <w:pPr>
              <w:cnfStyle w:val="000000000000"/>
            </w:pPr>
          </w:p>
        </w:tc>
        <w:tc>
          <w:tcPr>
            <w:tcW w:w="389" w:type="pct"/>
          </w:tcPr>
          <w:p w:rsidR="00C458A0" w:rsidRDefault="00C458A0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FF7A12" w:rsidRPr="00881AD2" w:rsidRDefault="00FF7A12" w:rsidP="00413B6A">
            <w:pPr>
              <w:pStyle w:val="Heading3"/>
              <w:outlineLvl w:val="2"/>
            </w:pPr>
            <w:bookmarkStart w:id="3" w:name="_34.2.1_Add_a"/>
            <w:bookmarkStart w:id="4" w:name="_Toc360530208"/>
            <w:bookmarkEnd w:id="3"/>
            <w:r w:rsidRPr="00881AD2">
              <w:t>34.2.1 Add a Batch</w:t>
            </w:r>
            <w:bookmarkEnd w:id="4"/>
          </w:p>
        </w:tc>
        <w:tc>
          <w:tcPr>
            <w:tcW w:w="651" w:type="pct"/>
            <w:vMerge w:val="restart"/>
          </w:tcPr>
          <w:p w:rsidR="00FF7A12" w:rsidRDefault="00FF7A12" w:rsidP="00645359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FF7A12" w:rsidRDefault="00FF7A12" w:rsidP="00645359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Batch</w:t>
            </w:r>
          </w:p>
        </w:tc>
        <w:tc>
          <w:tcPr>
            <w:tcW w:w="596" w:type="pct"/>
          </w:tcPr>
          <w:p w:rsidR="00FF7A12" w:rsidRDefault="00FF7A12" w:rsidP="00645359">
            <w:pPr>
              <w:pStyle w:val="ListParagraph"/>
              <w:ind w:left="0"/>
              <w:cnfStyle w:val="0000001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577" w:type="pct"/>
          </w:tcPr>
          <w:p w:rsidR="00FF7A12" w:rsidRDefault="00FF7A12" w:rsidP="00645359">
            <w:pPr>
              <w:cnfStyle w:val="0000001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645359"/>
        </w:tc>
        <w:tc>
          <w:tcPr>
            <w:tcW w:w="651" w:type="pct"/>
            <w:vMerge/>
          </w:tcPr>
          <w:p w:rsidR="00FF7A12" w:rsidRDefault="00FF7A12" w:rsidP="00645359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64535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136DF2">
              <w:rPr>
                <w:b/>
              </w:rPr>
              <w:t>Payment Batch Entry tab</w:t>
            </w:r>
            <w:r>
              <w:t xml:space="preserve"> if it's not loaded by default.</w:t>
            </w:r>
          </w:p>
        </w:tc>
        <w:tc>
          <w:tcPr>
            <w:tcW w:w="998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577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645359"/>
        </w:tc>
        <w:tc>
          <w:tcPr>
            <w:tcW w:w="651" w:type="pct"/>
            <w:vMerge/>
          </w:tcPr>
          <w:p w:rsidR="00FF7A12" w:rsidRDefault="00FF7A12" w:rsidP="00645359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645359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C458A0">
              <w:rPr>
                <w:b/>
              </w:rPr>
              <w:t>Add button</w:t>
            </w:r>
            <w:r>
              <w:t xml:space="preserve"> that is just beside the payment batch title.</w:t>
            </w:r>
          </w:p>
        </w:tc>
        <w:tc>
          <w:tcPr>
            <w:tcW w:w="998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577" w:type="pct"/>
          </w:tcPr>
          <w:p w:rsidR="00FF7A12" w:rsidRDefault="00FF7A12" w:rsidP="00645359">
            <w:pPr>
              <w:cnfStyle w:val="000000100000"/>
            </w:pPr>
            <w:r>
              <w:t>A new line added to the grid with default values.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645359"/>
        </w:tc>
        <w:tc>
          <w:tcPr>
            <w:tcW w:w="651" w:type="pct"/>
            <w:vMerge/>
          </w:tcPr>
          <w:p w:rsidR="00FF7A12" w:rsidRDefault="00FF7A12" w:rsidP="00645359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645359">
            <w:pPr>
              <w:pStyle w:val="ListParagraph"/>
              <w:ind w:left="0"/>
              <w:cnfStyle w:val="000000000000"/>
            </w:pPr>
            <w:r>
              <w:t>Enter the data in Batch header area (to the right side of the screen)</w:t>
            </w:r>
          </w:p>
        </w:tc>
        <w:tc>
          <w:tcPr>
            <w:tcW w:w="998" w:type="pct"/>
          </w:tcPr>
          <w:p w:rsidR="00FF7A12" w:rsidRDefault="00FF7A12" w:rsidP="00C458A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Reference</w:t>
            </w:r>
          </w:p>
          <w:p w:rsidR="00FF7A12" w:rsidRDefault="00FF7A12" w:rsidP="00C458A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Batch Total</w:t>
            </w:r>
          </w:p>
          <w:p w:rsidR="00FF7A12" w:rsidRDefault="00FF7A12" w:rsidP="00C458A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Future Year</w:t>
            </w:r>
          </w:p>
          <w:p w:rsidR="00FF7A12" w:rsidRDefault="00FF7A12" w:rsidP="00C458A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Select Invoice</w:t>
            </w:r>
          </w:p>
          <w:p w:rsidR="00FF7A12" w:rsidRDefault="00FF7A12" w:rsidP="00C458A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Bank account</w:t>
            </w:r>
          </w:p>
          <w:p w:rsidR="00FF7A12" w:rsidRDefault="00FF7A12" w:rsidP="00C458A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Print Receipt</w:t>
            </w:r>
          </w:p>
        </w:tc>
        <w:tc>
          <w:tcPr>
            <w:tcW w:w="577" w:type="pct"/>
          </w:tcPr>
          <w:p w:rsidR="00FF7A12" w:rsidRDefault="00FF7A12" w:rsidP="00645359">
            <w:pPr>
              <w:cnfStyle w:val="000000000000"/>
            </w:pPr>
            <w:r>
              <w:t>Data is visible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645359"/>
        </w:tc>
        <w:tc>
          <w:tcPr>
            <w:tcW w:w="651" w:type="pct"/>
            <w:vMerge/>
          </w:tcPr>
          <w:p w:rsidR="00FF7A12" w:rsidRDefault="00FF7A12" w:rsidP="00645359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64535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458A0">
              <w:rPr>
                <w:b/>
              </w:rPr>
              <w:t>Save Batch Header</w:t>
            </w:r>
            <w:r>
              <w:t xml:space="preserve"> button.</w:t>
            </w:r>
          </w:p>
        </w:tc>
        <w:tc>
          <w:tcPr>
            <w:tcW w:w="998" w:type="pct"/>
          </w:tcPr>
          <w:p w:rsidR="00FF7A12" w:rsidRDefault="00FF7A12" w:rsidP="00C458A0">
            <w:pPr>
              <w:pStyle w:val="ListParagraph"/>
              <w:ind w:left="0"/>
              <w:cnfStyle w:val="000000100000"/>
            </w:pPr>
          </w:p>
        </w:tc>
        <w:tc>
          <w:tcPr>
            <w:tcW w:w="577" w:type="pct"/>
          </w:tcPr>
          <w:p w:rsidR="00FF7A12" w:rsidRDefault="00FF7A12" w:rsidP="00C458A0">
            <w:pPr>
              <w:cnfStyle w:val="000000100000"/>
            </w:pPr>
            <w:r>
              <w:t>Batch record created successfully.</w:t>
            </w:r>
          </w:p>
          <w:p w:rsidR="00FF7A12" w:rsidRDefault="00FF7A12" w:rsidP="00C458A0">
            <w:pPr>
              <w:cnfStyle w:val="000000100000"/>
            </w:pPr>
          </w:p>
          <w:p w:rsidR="00FF7A12" w:rsidRDefault="00FF7A12" w:rsidP="00C458A0">
            <w:pPr>
              <w:cnfStyle w:val="000000100000"/>
            </w:pPr>
            <w:r>
              <w:t>Record will be highlighted under Payment Batch Grid.</w:t>
            </w:r>
          </w:p>
          <w:p w:rsidR="00FF7A12" w:rsidRDefault="00FF7A12" w:rsidP="00C458A0">
            <w:pPr>
              <w:cnfStyle w:val="000000100000"/>
            </w:pPr>
          </w:p>
          <w:p w:rsidR="00FF7A12" w:rsidRDefault="00FF7A12" w:rsidP="005152BC">
            <w:pPr>
              <w:cnfStyle w:val="000000100000"/>
            </w:pPr>
            <w:r>
              <w:t xml:space="preserve">Batch Status Shows as </w:t>
            </w:r>
            <w:r w:rsidRPr="005152BC">
              <w:rPr>
                <w:b/>
              </w:rPr>
              <w:t>I</w:t>
            </w:r>
            <w:r>
              <w:t xml:space="preserve"> </w:t>
            </w:r>
            <w:r w:rsidRPr="005152BC">
              <w:rPr>
                <w:b/>
              </w:rPr>
              <w:t>(In Progress)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 w:val="restart"/>
          </w:tcPr>
          <w:p w:rsidR="00FF7A12" w:rsidRPr="00881AD2" w:rsidRDefault="00FF7A12" w:rsidP="00413B6A">
            <w:pPr>
              <w:pStyle w:val="Heading3"/>
              <w:outlineLvl w:val="2"/>
            </w:pPr>
            <w:bookmarkStart w:id="5" w:name="_Toc360530209"/>
            <w:r w:rsidRPr="00881AD2">
              <w:t>34.2.2 Edit a batch record</w:t>
            </w:r>
            <w:bookmarkEnd w:id="5"/>
          </w:p>
        </w:tc>
        <w:tc>
          <w:tcPr>
            <w:tcW w:w="651" w:type="pct"/>
            <w:vMerge w:val="restart"/>
          </w:tcPr>
          <w:p w:rsidR="00FF7A12" w:rsidRDefault="00FF7A12" w:rsidP="005C48F5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FF7A12" w:rsidRDefault="00FF7A12" w:rsidP="005C48F5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Batch</w:t>
            </w:r>
          </w:p>
          <w:p w:rsidR="00136DF2" w:rsidRDefault="00136DF2" w:rsidP="00136DF2">
            <w:pPr>
              <w:cnfStyle w:val="000000000000"/>
            </w:pPr>
          </w:p>
          <w:p w:rsidR="00136DF2" w:rsidRDefault="00136DF2" w:rsidP="00136DF2">
            <w:pPr>
              <w:cnfStyle w:val="000000000000"/>
            </w:pPr>
            <w:r>
              <w:t xml:space="preserve">Must have existing batch header record. To create one refer </w:t>
            </w:r>
            <w:r>
              <w:lastRenderedPageBreak/>
              <w:t>to</w:t>
            </w:r>
          </w:p>
          <w:p w:rsidR="00136DF2" w:rsidRDefault="002C2C5C" w:rsidP="00413B6A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4.2.1_Add_a" w:history="1">
              <w:r w:rsidR="00136DF2" w:rsidRPr="00136DF2">
                <w:rPr>
                  <w:rStyle w:val="Hyperlink"/>
                </w:rPr>
                <w:t>34.2.1 Add batch record</w:t>
              </w:r>
            </w:hyperlink>
          </w:p>
        </w:tc>
        <w:tc>
          <w:tcPr>
            <w:tcW w:w="596" w:type="pct"/>
          </w:tcPr>
          <w:p w:rsidR="00FF7A12" w:rsidRDefault="00FF7A12" w:rsidP="005C48F5">
            <w:pPr>
              <w:pStyle w:val="ListParagraph"/>
              <w:ind w:left="0"/>
              <w:cnfStyle w:val="0000000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FF7A12" w:rsidRDefault="00FF7A12" w:rsidP="005C48F5">
            <w:pPr>
              <w:cnfStyle w:val="000000000000"/>
            </w:pPr>
          </w:p>
        </w:tc>
        <w:tc>
          <w:tcPr>
            <w:tcW w:w="577" w:type="pct"/>
          </w:tcPr>
          <w:p w:rsidR="00FF7A12" w:rsidRDefault="00FF7A12" w:rsidP="005C48F5">
            <w:pPr>
              <w:cnfStyle w:val="0000000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645359"/>
        </w:tc>
        <w:tc>
          <w:tcPr>
            <w:tcW w:w="651" w:type="pct"/>
            <w:vMerge/>
          </w:tcPr>
          <w:p w:rsidR="00FF7A12" w:rsidRDefault="00FF7A12" w:rsidP="005C48F5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5C48F5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136DF2">
              <w:rPr>
                <w:b/>
              </w:rPr>
              <w:t>Payment Batch Entry tab</w:t>
            </w:r>
            <w:r>
              <w:t xml:space="preserve"> if it's not loaded by default.</w:t>
            </w:r>
          </w:p>
        </w:tc>
        <w:tc>
          <w:tcPr>
            <w:tcW w:w="998" w:type="pct"/>
          </w:tcPr>
          <w:p w:rsidR="00FF7A12" w:rsidRDefault="00FF7A12" w:rsidP="005C48F5">
            <w:pPr>
              <w:cnfStyle w:val="000000100000"/>
            </w:pPr>
          </w:p>
        </w:tc>
        <w:tc>
          <w:tcPr>
            <w:tcW w:w="577" w:type="pct"/>
          </w:tcPr>
          <w:p w:rsidR="00FF7A12" w:rsidRDefault="00FF7A12" w:rsidP="005C48F5">
            <w:pPr>
              <w:cnfStyle w:val="0000001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645359"/>
        </w:tc>
        <w:tc>
          <w:tcPr>
            <w:tcW w:w="651" w:type="pct"/>
            <w:vMerge/>
          </w:tcPr>
          <w:p w:rsidR="00FF7A12" w:rsidRDefault="00FF7A12" w:rsidP="005C48F5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5C48F5">
            <w:pPr>
              <w:pStyle w:val="ListParagraph"/>
              <w:ind w:left="0"/>
              <w:cnfStyle w:val="000000000000"/>
            </w:pPr>
            <w:r>
              <w:t>Enter batch number in the text field</w:t>
            </w:r>
          </w:p>
        </w:tc>
        <w:tc>
          <w:tcPr>
            <w:tcW w:w="998" w:type="pct"/>
          </w:tcPr>
          <w:p w:rsidR="00FF7A12" w:rsidRDefault="00FF7A12" w:rsidP="008F4292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Batch Number</w:t>
            </w:r>
          </w:p>
        </w:tc>
        <w:tc>
          <w:tcPr>
            <w:tcW w:w="577" w:type="pct"/>
          </w:tcPr>
          <w:p w:rsidR="00FF7A12" w:rsidRDefault="00FF7A12" w:rsidP="005C48F5">
            <w:pPr>
              <w:cnfStyle w:val="0000000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645359"/>
        </w:tc>
        <w:tc>
          <w:tcPr>
            <w:tcW w:w="651" w:type="pct"/>
            <w:vMerge/>
          </w:tcPr>
          <w:p w:rsidR="00FF7A12" w:rsidRDefault="00FF7A12" w:rsidP="005C48F5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5C48F5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F429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998" w:type="pct"/>
          </w:tcPr>
          <w:p w:rsidR="00FF7A12" w:rsidRDefault="00FF7A12" w:rsidP="008F4292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FF7A12" w:rsidRDefault="00FF7A12" w:rsidP="005C48F5">
            <w:pPr>
              <w:cnfStyle w:val="000000100000"/>
            </w:pPr>
            <w:r>
              <w:t>Search brings up the record and displays in the below grid.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645359"/>
        </w:tc>
        <w:tc>
          <w:tcPr>
            <w:tcW w:w="651" w:type="pct"/>
            <w:vMerge/>
          </w:tcPr>
          <w:p w:rsidR="00FF7A12" w:rsidRDefault="00FF7A12" w:rsidP="005C48F5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8F4292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>
              <w:rPr>
                <w:b/>
              </w:rPr>
              <w:t>Edit</w:t>
            </w:r>
            <w:r w:rsidRPr="00C458A0">
              <w:rPr>
                <w:b/>
              </w:rPr>
              <w:t xml:space="preserve"> button</w:t>
            </w:r>
            <w:r>
              <w:t xml:space="preserve"> that is just beside the payment batch title.</w:t>
            </w:r>
          </w:p>
        </w:tc>
        <w:tc>
          <w:tcPr>
            <w:tcW w:w="998" w:type="pct"/>
          </w:tcPr>
          <w:p w:rsidR="00FF7A12" w:rsidRDefault="00FF7A12" w:rsidP="005C48F5">
            <w:pPr>
              <w:cnfStyle w:val="000000000000"/>
            </w:pPr>
          </w:p>
        </w:tc>
        <w:tc>
          <w:tcPr>
            <w:tcW w:w="577" w:type="pct"/>
          </w:tcPr>
          <w:p w:rsidR="00FF7A12" w:rsidRDefault="00FF7A12" w:rsidP="005C48F5">
            <w:pPr>
              <w:cnfStyle w:val="000000000000"/>
            </w:pPr>
            <w:r>
              <w:t>All the batch header fields turns in to editable fields.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645359"/>
        </w:tc>
        <w:tc>
          <w:tcPr>
            <w:tcW w:w="651" w:type="pct"/>
            <w:vMerge/>
          </w:tcPr>
          <w:p w:rsidR="00FF7A12" w:rsidRDefault="00FF7A12" w:rsidP="005C48F5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5C48F5">
            <w:pPr>
              <w:pStyle w:val="ListParagraph"/>
              <w:ind w:left="0"/>
              <w:cnfStyle w:val="000000100000"/>
            </w:pPr>
            <w:r>
              <w:t>Enter the data in Batch header area (to the right side of the screen)</w:t>
            </w:r>
          </w:p>
        </w:tc>
        <w:tc>
          <w:tcPr>
            <w:tcW w:w="998" w:type="pct"/>
          </w:tcPr>
          <w:p w:rsidR="00FF7A12" w:rsidRDefault="00FF7A12" w:rsidP="005C48F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Reference</w:t>
            </w:r>
          </w:p>
          <w:p w:rsidR="00FF7A12" w:rsidRDefault="00FF7A12" w:rsidP="005C48F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Batch Total</w:t>
            </w:r>
          </w:p>
          <w:p w:rsidR="00FF7A12" w:rsidRDefault="00FF7A12" w:rsidP="005C48F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Future Year</w:t>
            </w:r>
          </w:p>
          <w:p w:rsidR="00FF7A12" w:rsidRDefault="00FF7A12" w:rsidP="005C48F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Select Invoice</w:t>
            </w:r>
          </w:p>
          <w:p w:rsidR="00FF7A12" w:rsidRDefault="00FF7A12" w:rsidP="005C48F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Bank account</w:t>
            </w:r>
          </w:p>
          <w:p w:rsidR="00FF7A12" w:rsidRDefault="00FF7A12" w:rsidP="005C48F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Print Receipt</w:t>
            </w:r>
          </w:p>
        </w:tc>
        <w:tc>
          <w:tcPr>
            <w:tcW w:w="577" w:type="pct"/>
          </w:tcPr>
          <w:p w:rsidR="00FF7A12" w:rsidRDefault="00FF7A12" w:rsidP="005C48F5">
            <w:pPr>
              <w:cnfStyle w:val="000000100000"/>
            </w:pPr>
            <w:r>
              <w:t>Data is visible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645359"/>
        </w:tc>
        <w:tc>
          <w:tcPr>
            <w:tcW w:w="651" w:type="pct"/>
            <w:vMerge/>
          </w:tcPr>
          <w:p w:rsidR="00FF7A12" w:rsidRDefault="00FF7A12" w:rsidP="005C48F5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5C48F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458A0">
              <w:rPr>
                <w:b/>
              </w:rPr>
              <w:t>Save Batch Header</w:t>
            </w:r>
            <w:r>
              <w:t xml:space="preserve"> button</w:t>
            </w:r>
          </w:p>
        </w:tc>
        <w:tc>
          <w:tcPr>
            <w:tcW w:w="998" w:type="pct"/>
          </w:tcPr>
          <w:p w:rsidR="00FF7A12" w:rsidRDefault="00FF7A12" w:rsidP="005C48F5">
            <w:pPr>
              <w:pStyle w:val="ListParagraph"/>
              <w:ind w:left="0"/>
              <w:cnfStyle w:val="000000000000"/>
            </w:pPr>
          </w:p>
        </w:tc>
        <w:tc>
          <w:tcPr>
            <w:tcW w:w="577" w:type="pct"/>
          </w:tcPr>
          <w:p w:rsidR="00FF7A12" w:rsidRDefault="00FF7A12" w:rsidP="005C48F5">
            <w:pPr>
              <w:cnfStyle w:val="000000000000"/>
            </w:pPr>
            <w:r>
              <w:t>Batch record updated successfully.</w:t>
            </w:r>
          </w:p>
          <w:p w:rsidR="00FF7A12" w:rsidRDefault="00FF7A12" w:rsidP="005C48F5">
            <w:pPr>
              <w:cnfStyle w:val="000000000000"/>
            </w:pPr>
          </w:p>
          <w:p w:rsidR="00FF7A12" w:rsidRDefault="00FF7A12" w:rsidP="005C48F5">
            <w:pPr>
              <w:cnfStyle w:val="000000000000"/>
            </w:pPr>
            <w:r>
              <w:t>Record will be highlighted under Payment Batch Grid.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FF7A12" w:rsidRPr="00881AD2" w:rsidRDefault="00FF7A12" w:rsidP="00413B6A">
            <w:pPr>
              <w:pStyle w:val="Heading3"/>
              <w:outlineLvl w:val="2"/>
            </w:pPr>
            <w:bookmarkStart w:id="6" w:name="_Toc360530210"/>
            <w:r w:rsidRPr="00881AD2">
              <w:t>34.2.3 Delete a batch record</w:t>
            </w:r>
            <w:bookmarkEnd w:id="6"/>
          </w:p>
        </w:tc>
        <w:tc>
          <w:tcPr>
            <w:tcW w:w="651" w:type="pct"/>
            <w:vMerge w:val="restar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FF7A12" w:rsidRDefault="00FF7A12" w:rsidP="0000735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Batch</w:t>
            </w:r>
          </w:p>
          <w:p w:rsidR="00FF7A12" w:rsidRDefault="00FF7A12" w:rsidP="00007355">
            <w:pPr>
              <w:cnfStyle w:val="000000100000"/>
            </w:pPr>
          </w:p>
          <w:p w:rsidR="00136DF2" w:rsidRDefault="00136DF2" w:rsidP="00136DF2">
            <w:pPr>
              <w:cnfStyle w:val="000000100000"/>
            </w:pPr>
            <w:r>
              <w:lastRenderedPageBreak/>
              <w:t>Must have existing batch header record. To create one refer to</w:t>
            </w:r>
          </w:p>
          <w:p w:rsidR="00136DF2" w:rsidRDefault="002C2C5C" w:rsidP="00136DF2">
            <w:pPr>
              <w:pStyle w:val="ListParagraph"/>
              <w:numPr>
                <w:ilvl w:val="0"/>
                <w:numId w:val="6"/>
              </w:numPr>
              <w:cnfStyle w:val="000000100000"/>
            </w:pPr>
            <w:hyperlink w:anchor="_34.2.1_Add_a" w:history="1">
              <w:r w:rsidR="00136DF2" w:rsidRPr="00136DF2">
                <w:rPr>
                  <w:rStyle w:val="Hyperlink"/>
                </w:rPr>
                <w:t>34.2.1 Add batch record</w:t>
              </w:r>
            </w:hyperlink>
          </w:p>
          <w:p w:rsidR="00136DF2" w:rsidRDefault="00136DF2" w:rsidP="00136DF2">
            <w:pPr>
              <w:cnfStyle w:val="000000100000"/>
            </w:pPr>
          </w:p>
          <w:p w:rsidR="00136DF2" w:rsidRDefault="00136DF2" w:rsidP="00136DF2">
            <w:pPr>
              <w:cnfStyle w:val="000000100000"/>
            </w:pPr>
            <w:r>
              <w:t xml:space="preserve">The batch status must be in </w:t>
            </w:r>
            <w:r w:rsidRPr="00007355">
              <w:rPr>
                <w:b/>
              </w:rPr>
              <w:t>Printed</w:t>
            </w:r>
            <w:r>
              <w:t xml:space="preserve"> or </w:t>
            </w:r>
            <w:r w:rsidRPr="00007355">
              <w:rPr>
                <w:b/>
              </w:rPr>
              <w:t>Cancelled</w:t>
            </w:r>
            <w:r>
              <w:t xml:space="preserve"> Status.</w:t>
            </w:r>
          </w:p>
          <w:p w:rsidR="00136DF2" w:rsidRDefault="00136DF2" w:rsidP="00136DF2">
            <w:pPr>
              <w:cnfStyle w:val="0000001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FF7A12" w:rsidRDefault="00FF7A12" w:rsidP="00007355">
            <w:pPr>
              <w:cnfStyle w:val="0000001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1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>
              <w:lastRenderedPageBreak/>
              <w:t>Payment Batch Entry tab if it's not loaded by default.</w:t>
            </w:r>
          </w:p>
        </w:tc>
        <w:tc>
          <w:tcPr>
            <w:tcW w:w="998" w:type="pct"/>
          </w:tcPr>
          <w:p w:rsidR="00FF7A12" w:rsidRDefault="00FF7A12" w:rsidP="00007355">
            <w:pPr>
              <w:cnfStyle w:val="0000000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0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t>Enter batch number in the text field</w:t>
            </w:r>
          </w:p>
        </w:tc>
        <w:tc>
          <w:tcPr>
            <w:tcW w:w="998" w:type="pct"/>
          </w:tcPr>
          <w:p w:rsidR="00FF7A12" w:rsidRDefault="00FF7A12" w:rsidP="0000735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Batch Number</w:t>
            </w:r>
          </w:p>
        </w:tc>
        <w:tc>
          <w:tcPr>
            <w:tcW w:w="577" w:type="pct"/>
          </w:tcPr>
          <w:p w:rsidR="00FF7A12" w:rsidRDefault="00FF7A12" w:rsidP="00007355">
            <w:pPr>
              <w:cnfStyle w:val="0000001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8F429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998" w:type="pct"/>
          </w:tcPr>
          <w:p w:rsidR="00FF7A12" w:rsidRDefault="00FF7A12" w:rsidP="00007355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000000"/>
            </w:pPr>
            <w:r>
              <w:t>Search brings up the record and displays in the below grid.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5152BC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>
              <w:rPr>
                <w:b/>
              </w:rPr>
              <w:t>Delete</w:t>
            </w:r>
            <w:r w:rsidRPr="00C458A0">
              <w:rPr>
                <w:b/>
              </w:rPr>
              <w:t xml:space="preserve"> button</w:t>
            </w:r>
            <w:r>
              <w:t xml:space="preserve"> that is just beside the payment batch title.</w:t>
            </w:r>
          </w:p>
        </w:tc>
        <w:tc>
          <w:tcPr>
            <w:tcW w:w="998" w:type="pct"/>
          </w:tcPr>
          <w:p w:rsidR="00FF7A12" w:rsidRDefault="00FF7A12" w:rsidP="00007355">
            <w:pPr>
              <w:cnfStyle w:val="0000001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100000"/>
            </w:pPr>
            <w:r>
              <w:t>A confirmation message asking user to confirm the deletion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5152BC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998" w:type="pc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000000"/>
            </w:pPr>
            <w:r>
              <w:t>Batch record deleted successfully.</w:t>
            </w:r>
          </w:p>
          <w:p w:rsidR="00FF7A12" w:rsidRDefault="00FF7A12" w:rsidP="00007355">
            <w:pPr>
              <w:cnfStyle w:val="000000000000"/>
            </w:pPr>
          </w:p>
          <w:p w:rsidR="00FF7A12" w:rsidRDefault="00FF7A12" w:rsidP="005152BC">
            <w:pPr>
              <w:cnfStyle w:val="000000000000"/>
            </w:pPr>
            <w:r>
              <w:t>Record will be removed from Payment Batch Grid.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FF7A12" w:rsidRPr="00881AD2" w:rsidRDefault="00FF7A12" w:rsidP="00413B6A">
            <w:pPr>
              <w:pStyle w:val="Heading3"/>
              <w:outlineLvl w:val="2"/>
            </w:pPr>
            <w:bookmarkStart w:id="7" w:name="_Toc360530211"/>
            <w:r w:rsidRPr="00881AD2">
              <w:t>34.2.4 Save a batch record</w:t>
            </w:r>
            <w:bookmarkEnd w:id="7"/>
          </w:p>
        </w:tc>
        <w:tc>
          <w:tcPr>
            <w:tcW w:w="651" w:type="pct"/>
            <w:vMerge w:val="restar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FF7A12" w:rsidRDefault="00FF7A12" w:rsidP="0000735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Batch</w:t>
            </w:r>
          </w:p>
          <w:p w:rsidR="00FF7A12" w:rsidRDefault="00FF7A12" w:rsidP="00007355">
            <w:pPr>
              <w:pStyle w:val="ListParagraph"/>
              <w:ind w:left="360"/>
              <w:cnfStyle w:val="000000100000"/>
            </w:pPr>
          </w:p>
          <w:p w:rsidR="00136DF2" w:rsidRDefault="00136DF2" w:rsidP="00007355">
            <w:pPr>
              <w:pStyle w:val="ListParagraph"/>
              <w:ind w:left="360"/>
              <w:cnfStyle w:val="000000100000"/>
            </w:pPr>
          </w:p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lastRenderedPageBreak/>
              <w:t xml:space="preserve">Batch Status must be in </w:t>
            </w:r>
            <w:r w:rsidRPr="00007355">
              <w:rPr>
                <w:b/>
              </w:rPr>
              <w:t>In Progress</w:t>
            </w:r>
            <w:r>
              <w:t xml:space="preserve"> Status</w:t>
            </w: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FF7A12" w:rsidRDefault="00FF7A12" w:rsidP="00007355">
            <w:pPr>
              <w:cnfStyle w:val="0000001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1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  <w:r>
              <w:t xml:space="preserve">Click on the Payment Batch </w:t>
            </w:r>
            <w:r>
              <w:lastRenderedPageBreak/>
              <w:t>Entry tab if it's not loaded by default.</w:t>
            </w:r>
          </w:p>
        </w:tc>
        <w:tc>
          <w:tcPr>
            <w:tcW w:w="998" w:type="pct"/>
          </w:tcPr>
          <w:p w:rsidR="00FF7A12" w:rsidRDefault="00FF7A12" w:rsidP="00007355">
            <w:pPr>
              <w:cnfStyle w:val="0000000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0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t>Enter batch number in the text field</w:t>
            </w:r>
          </w:p>
        </w:tc>
        <w:tc>
          <w:tcPr>
            <w:tcW w:w="998" w:type="pct"/>
          </w:tcPr>
          <w:p w:rsidR="00FF7A12" w:rsidRDefault="00FF7A12" w:rsidP="0000735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Batch Number</w:t>
            </w:r>
          </w:p>
          <w:p w:rsidR="00FF7A12" w:rsidRDefault="00FF7A12" w:rsidP="0000735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 xml:space="preserve">Status as </w:t>
            </w:r>
            <w:r w:rsidRPr="00007355">
              <w:rPr>
                <w:b/>
              </w:rPr>
              <w:t>In Progress</w:t>
            </w:r>
          </w:p>
        </w:tc>
        <w:tc>
          <w:tcPr>
            <w:tcW w:w="577" w:type="pct"/>
          </w:tcPr>
          <w:p w:rsidR="00FF7A12" w:rsidRDefault="00FF7A12" w:rsidP="00007355">
            <w:pPr>
              <w:cnfStyle w:val="0000001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8F429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998" w:type="pct"/>
          </w:tcPr>
          <w:p w:rsidR="00FF7A12" w:rsidRDefault="00FF7A12" w:rsidP="00007355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000000"/>
            </w:pPr>
            <w:r>
              <w:t>Search brings up the record and displays in the below grid.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458A0">
              <w:rPr>
                <w:b/>
              </w:rPr>
              <w:t xml:space="preserve">Save </w:t>
            </w:r>
            <w:r>
              <w:rPr>
                <w:b/>
              </w:rPr>
              <w:t>Payment</w:t>
            </w:r>
            <w:r>
              <w:t xml:space="preserve"> </w:t>
            </w:r>
            <w:r w:rsidRPr="00C458A0">
              <w:rPr>
                <w:b/>
              </w:rPr>
              <w:t xml:space="preserve">Batch </w:t>
            </w:r>
            <w:r>
              <w:rPr>
                <w:b/>
              </w:rPr>
              <w:t xml:space="preserve"> </w:t>
            </w:r>
            <w:r>
              <w:t>button (which is on bottom right side of the screen)</w:t>
            </w:r>
          </w:p>
        </w:tc>
        <w:tc>
          <w:tcPr>
            <w:tcW w:w="998" w:type="pc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100000"/>
            </w:pPr>
            <w:r>
              <w:t xml:space="preserve">Status of the batch updated successfully to </w:t>
            </w:r>
            <w:r w:rsidRPr="00007355">
              <w:rPr>
                <w:b/>
              </w:rPr>
              <w:t>S</w:t>
            </w:r>
            <w:r>
              <w:t xml:space="preserve"> (Saved).</w:t>
            </w:r>
          </w:p>
          <w:p w:rsidR="00FF7A12" w:rsidRDefault="00FF7A12" w:rsidP="00007355">
            <w:pPr>
              <w:cnfStyle w:val="000000100000"/>
            </w:pPr>
          </w:p>
          <w:p w:rsidR="00FF7A12" w:rsidRDefault="00FF7A12" w:rsidP="00007355">
            <w:pPr>
              <w:cnfStyle w:val="0000001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 w:val="restart"/>
          </w:tcPr>
          <w:p w:rsidR="00FF7A12" w:rsidRPr="00881AD2" w:rsidRDefault="00FF7A12" w:rsidP="00413B6A">
            <w:pPr>
              <w:pStyle w:val="Heading3"/>
              <w:outlineLvl w:val="2"/>
            </w:pPr>
            <w:bookmarkStart w:id="8" w:name="_Toc360530212"/>
            <w:r w:rsidRPr="00881AD2">
              <w:t>34.2.5 Cancel a batch record</w:t>
            </w:r>
            <w:bookmarkEnd w:id="8"/>
          </w:p>
        </w:tc>
        <w:tc>
          <w:tcPr>
            <w:tcW w:w="651" w:type="pct"/>
            <w:vMerge w:val="restar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FF7A12" w:rsidRDefault="00FF7A12" w:rsidP="00007355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Batch</w:t>
            </w:r>
          </w:p>
          <w:p w:rsidR="00FF7A12" w:rsidRDefault="00FF7A12" w:rsidP="00007355">
            <w:pPr>
              <w:pStyle w:val="ListParagraph"/>
              <w:ind w:left="360"/>
              <w:cnfStyle w:val="000000000000"/>
            </w:pPr>
          </w:p>
          <w:p w:rsidR="00136DF2" w:rsidRDefault="00136DF2" w:rsidP="00136DF2">
            <w:pPr>
              <w:cnfStyle w:val="000000000000"/>
            </w:pPr>
            <w:r>
              <w:t>Must have existing batch header record. To create one refer to</w:t>
            </w:r>
          </w:p>
          <w:p w:rsidR="00136DF2" w:rsidRDefault="002C2C5C" w:rsidP="00136DF2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4.2.1_Add_a" w:history="1">
              <w:r w:rsidR="00136DF2" w:rsidRPr="00136DF2">
                <w:rPr>
                  <w:rStyle w:val="Hyperlink"/>
                </w:rPr>
                <w:t>34.2.1 Add batch record</w:t>
              </w:r>
            </w:hyperlink>
          </w:p>
          <w:p w:rsidR="00136DF2" w:rsidRDefault="00136DF2" w:rsidP="00007355">
            <w:pPr>
              <w:pStyle w:val="ListParagraph"/>
              <w:ind w:left="360"/>
              <w:cnfStyle w:val="000000000000"/>
            </w:pPr>
          </w:p>
          <w:p w:rsidR="00FF7A12" w:rsidRDefault="00FF7A12" w:rsidP="00007355">
            <w:pPr>
              <w:pStyle w:val="ListParagraph"/>
              <w:ind w:left="0"/>
              <w:cnfStyle w:val="000000000000"/>
            </w:pPr>
            <w:r>
              <w:t xml:space="preserve">Batch Status must be in </w:t>
            </w:r>
            <w:r w:rsidRPr="00007355">
              <w:rPr>
                <w:b/>
              </w:rPr>
              <w:t>In Progress</w:t>
            </w:r>
            <w:r>
              <w:t xml:space="preserve"> </w:t>
            </w:r>
            <w:r>
              <w:lastRenderedPageBreak/>
              <w:t>Status</w:t>
            </w: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FF7A12" w:rsidRDefault="00FF7A12" w:rsidP="00007355">
            <w:pPr>
              <w:cnfStyle w:val="0000000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0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t>Click on the Payment Batch Entry tab if it's not loaded by default.</w:t>
            </w:r>
          </w:p>
        </w:tc>
        <w:tc>
          <w:tcPr>
            <w:tcW w:w="998" w:type="pct"/>
          </w:tcPr>
          <w:p w:rsidR="00FF7A12" w:rsidRDefault="00FF7A12" w:rsidP="00007355">
            <w:pPr>
              <w:cnfStyle w:val="0000001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1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  <w:r>
              <w:t>Enter batch number in the text field</w:t>
            </w:r>
          </w:p>
        </w:tc>
        <w:tc>
          <w:tcPr>
            <w:tcW w:w="998" w:type="pct"/>
          </w:tcPr>
          <w:p w:rsidR="00FF7A12" w:rsidRDefault="00FF7A12" w:rsidP="00007355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Batch Number</w:t>
            </w:r>
          </w:p>
          <w:p w:rsidR="00FF7A12" w:rsidRDefault="00FF7A12" w:rsidP="00007355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 xml:space="preserve">Status as </w:t>
            </w:r>
            <w:r w:rsidRPr="00007355">
              <w:rPr>
                <w:b/>
              </w:rPr>
              <w:t>In Progress</w:t>
            </w:r>
          </w:p>
        </w:tc>
        <w:tc>
          <w:tcPr>
            <w:tcW w:w="577" w:type="pct"/>
          </w:tcPr>
          <w:p w:rsidR="00FF7A12" w:rsidRDefault="00FF7A12" w:rsidP="00007355">
            <w:pPr>
              <w:cnfStyle w:val="0000000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F4292">
              <w:rPr>
                <w:b/>
              </w:rPr>
              <w:t>Search</w:t>
            </w:r>
            <w:r>
              <w:t xml:space="preserve"> button.</w:t>
            </w:r>
          </w:p>
        </w:tc>
        <w:tc>
          <w:tcPr>
            <w:tcW w:w="998" w:type="pct"/>
          </w:tcPr>
          <w:p w:rsidR="00FF7A12" w:rsidRDefault="00FF7A12" w:rsidP="00007355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100000"/>
            </w:pPr>
            <w:r>
              <w:t xml:space="preserve">Search brings up the record and displays in </w:t>
            </w:r>
            <w:r>
              <w:lastRenderedPageBreak/>
              <w:t>the below grid.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Cancel Payment Batch</w:t>
            </w:r>
            <w:r>
              <w:t xml:space="preserve"> button (which is on bottom right side of the screen)</w:t>
            </w:r>
          </w:p>
        </w:tc>
        <w:tc>
          <w:tcPr>
            <w:tcW w:w="998" w:type="pct"/>
          </w:tcPr>
          <w:p w:rsidR="00FF7A12" w:rsidRDefault="00FF7A12" w:rsidP="00007355">
            <w:pPr>
              <w:pStyle w:val="ListParagraph"/>
              <w:ind w:left="0"/>
              <w:cnfStyle w:val="000000000000"/>
            </w:pPr>
          </w:p>
        </w:tc>
        <w:tc>
          <w:tcPr>
            <w:tcW w:w="577" w:type="pct"/>
          </w:tcPr>
          <w:p w:rsidR="00FF7A12" w:rsidRDefault="00FF7A12" w:rsidP="00007355">
            <w:pPr>
              <w:cnfStyle w:val="000000000000"/>
            </w:pPr>
            <w:r>
              <w:t>A confirmation message asking user to Confirm batch Cancellation.</w:t>
            </w:r>
          </w:p>
          <w:p w:rsidR="00FF7A12" w:rsidRDefault="00FF7A12" w:rsidP="00007355">
            <w:pPr>
              <w:cnfStyle w:val="0000000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007355"/>
        </w:tc>
        <w:tc>
          <w:tcPr>
            <w:tcW w:w="651" w:type="pct"/>
            <w:vMerge/>
          </w:tcPr>
          <w:p w:rsidR="00FF7A12" w:rsidRDefault="00FF7A12" w:rsidP="00007355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8D07EE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998" w:type="pct"/>
          </w:tcPr>
          <w:p w:rsidR="00FF7A12" w:rsidRDefault="00FF7A12" w:rsidP="00007355">
            <w:pPr>
              <w:pStyle w:val="ListParagraph"/>
              <w:ind w:left="0"/>
              <w:cnfStyle w:val="000000100000"/>
            </w:pPr>
          </w:p>
        </w:tc>
        <w:tc>
          <w:tcPr>
            <w:tcW w:w="577" w:type="pct"/>
          </w:tcPr>
          <w:p w:rsidR="00FF7A12" w:rsidRDefault="00FF7A12" w:rsidP="008D07EE">
            <w:pPr>
              <w:cnfStyle w:val="000000100000"/>
            </w:pPr>
            <w:r>
              <w:t xml:space="preserve">Status of the batch updated successfully to </w:t>
            </w:r>
            <w:r>
              <w:rPr>
                <w:b/>
              </w:rPr>
              <w:t>C</w:t>
            </w:r>
            <w:r>
              <w:t xml:space="preserve"> (Cancelled).</w:t>
            </w:r>
          </w:p>
          <w:p w:rsidR="00FF7A12" w:rsidRDefault="00FF7A12" w:rsidP="00007355">
            <w:pPr>
              <w:cnfStyle w:val="0000001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 w:val="restart"/>
          </w:tcPr>
          <w:p w:rsidR="00FF7A12" w:rsidRPr="00881AD2" w:rsidRDefault="00FF7A12" w:rsidP="00413B6A">
            <w:pPr>
              <w:pStyle w:val="Heading3"/>
              <w:outlineLvl w:val="2"/>
            </w:pPr>
            <w:bookmarkStart w:id="9" w:name="_Toc360530213"/>
            <w:r w:rsidRPr="00881AD2">
              <w:t>34.2.6 Print a batch record</w:t>
            </w:r>
            <w:bookmarkEnd w:id="9"/>
          </w:p>
        </w:tc>
        <w:tc>
          <w:tcPr>
            <w:tcW w:w="651" w:type="pct"/>
            <w:vMerge w:val="restart"/>
          </w:tcPr>
          <w:p w:rsidR="00FF7A12" w:rsidRDefault="00FF7A12" w:rsidP="00136DF2">
            <w:pPr>
              <w:pStyle w:val="ListParagraph"/>
              <w:ind w:left="0"/>
              <w:jc w:val="center"/>
              <w:cnfStyle w:val="000000000000"/>
            </w:pPr>
            <w:r>
              <w:t>Must have security access to</w:t>
            </w:r>
          </w:p>
          <w:p w:rsidR="00FF7A12" w:rsidRDefault="00FF7A12" w:rsidP="00136DF2">
            <w:pPr>
              <w:pStyle w:val="ListParagraph"/>
              <w:numPr>
                <w:ilvl w:val="0"/>
                <w:numId w:val="6"/>
              </w:numPr>
              <w:jc w:val="center"/>
              <w:cnfStyle w:val="000000000000"/>
            </w:pPr>
            <w:r>
              <w:t>Finance Batch</w:t>
            </w:r>
          </w:p>
          <w:p w:rsidR="00FF7A12" w:rsidRDefault="00FF7A12" w:rsidP="00136DF2">
            <w:pPr>
              <w:pStyle w:val="ListParagraph"/>
              <w:ind w:left="360"/>
              <w:jc w:val="center"/>
              <w:cnfStyle w:val="000000000000"/>
            </w:pPr>
          </w:p>
          <w:p w:rsidR="00FF7A12" w:rsidRDefault="00FF7A12" w:rsidP="00136DF2">
            <w:pPr>
              <w:pStyle w:val="ListParagraph"/>
              <w:ind w:left="0"/>
              <w:cnfStyle w:val="000000000000"/>
            </w:pPr>
            <w:r>
              <w:t xml:space="preserve">Batch Status must be in </w:t>
            </w:r>
            <w:r>
              <w:rPr>
                <w:b/>
              </w:rPr>
              <w:t>Saved</w:t>
            </w:r>
            <w:r>
              <w:t xml:space="preserve"> Status</w:t>
            </w:r>
            <w:r w:rsidR="00136DF2">
              <w:t>. To save the batch refer to</w:t>
            </w:r>
          </w:p>
          <w:p w:rsidR="00136DF2" w:rsidRDefault="002C2C5C" w:rsidP="00136DF2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4.2.1_Add_a" w:history="1">
              <w:r w:rsidR="00136DF2">
                <w:rPr>
                  <w:rStyle w:val="Hyperlink"/>
                </w:rPr>
                <w:t>34.2.4</w:t>
              </w:r>
              <w:r w:rsidR="00136DF2" w:rsidRPr="00136DF2">
                <w:rPr>
                  <w:rStyle w:val="Hyperlink"/>
                </w:rPr>
                <w:t xml:space="preserve"> </w:t>
              </w:r>
              <w:r w:rsidR="00136DF2">
                <w:rPr>
                  <w:rStyle w:val="Hyperlink"/>
                </w:rPr>
                <w:t>Save</w:t>
              </w:r>
              <w:r w:rsidR="00136DF2" w:rsidRPr="00136DF2">
                <w:rPr>
                  <w:rStyle w:val="Hyperlink"/>
                </w:rPr>
                <w:t xml:space="preserve"> batch record</w:t>
              </w:r>
            </w:hyperlink>
          </w:p>
          <w:p w:rsidR="00136DF2" w:rsidRDefault="00136DF2" w:rsidP="00136DF2">
            <w:pPr>
              <w:pStyle w:val="ListParagraph"/>
              <w:ind w:left="0"/>
              <w:jc w:val="center"/>
              <w:cnfStyle w:val="000000000000"/>
            </w:pPr>
          </w:p>
        </w:tc>
        <w:tc>
          <w:tcPr>
            <w:tcW w:w="596" w:type="pct"/>
          </w:tcPr>
          <w:p w:rsidR="00FF7A12" w:rsidRDefault="00FF7A12" w:rsidP="00497D40">
            <w:pPr>
              <w:pStyle w:val="ListParagraph"/>
              <w:ind w:left="0"/>
              <w:cnfStyle w:val="0000000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FF7A12" w:rsidRDefault="00FF7A12" w:rsidP="00497D40">
            <w:pPr>
              <w:cnfStyle w:val="000000000000"/>
            </w:pPr>
          </w:p>
        </w:tc>
        <w:tc>
          <w:tcPr>
            <w:tcW w:w="577" w:type="pct"/>
          </w:tcPr>
          <w:p w:rsidR="00FF7A12" w:rsidRDefault="00FF7A12" w:rsidP="00497D40">
            <w:pPr>
              <w:cnfStyle w:val="0000000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497D40"/>
        </w:tc>
        <w:tc>
          <w:tcPr>
            <w:tcW w:w="651" w:type="pct"/>
            <w:vMerge/>
          </w:tcPr>
          <w:p w:rsidR="00FF7A12" w:rsidRDefault="00FF7A12" w:rsidP="00497D4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497D40">
            <w:pPr>
              <w:pStyle w:val="ListParagraph"/>
              <w:ind w:left="0"/>
              <w:cnfStyle w:val="000000100000"/>
            </w:pPr>
            <w:r>
              <w:t>Click on the Payment Batch Entry tab if it's not loaded by default.</w:t>
            </w:r>
          </w:p>
        </w:tc>
        <w:tc>
          <w:tcPr>
            <w:tcW w:w="998" w:type="pct"/>
          </w:tcPr>
          <w:p w:rsidR="00FF7A12" w:rsidRDefault="00FF7A12" w:rsidP="00497D40">
            <w:pPr>
              <w:cnfStyle w:val="000000100000"/>
            </w:pPr>
          </w:p>
        </w:tc>
        <w:tc>
          <w:tcPr>
            <w:tcW w:w="577" w:type="pct"/>
          </w:tcPr>
          <w:p w:rsidR="00FF7A12" w:rsidRDefault="00FF7A12" w:rsidP="00497D40">
            <w:pPr>
              <w:cnfStyle w:val="0000001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497D40"/>
        </w:tc>
        <w:tc>
          <w:tcPr>
            <w:tcW w:w="651" w:type="pct"/>
            <w:vMerge/>
          </w:tcPr>
          <w:p w:rsidR="00FF7A12" w:rsidRDefault="00FF7A12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8D07EE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998" w:type="pct"/>
          </w:tcPr>
          <w:p w:rsidR="00FF7A12" w:rsidRDefault="00FF7A12" w:rsidP="00497D4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Batch Number</w:t>
            </w:r>
          </w:p>
          <w:p w:rsidR="00FF7A12" w:rsidRDefault="00FF7A12" w:rsidP="008D07EE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 xml:space="preserve">Status as </w:t>
            </w:r>
            <w:r w:rsidRPr="008D07EE">
              <w:rPr>
                <w:b/>
              </w:rPr>
              <w:t>Saved</w:t>
            </w:r>
          </w:p>
        </w:tc>
        <w:tc>
          <w:tcPr>
            <w:tcW w:w="577" w:type="pct"/>
          </w:tcPr>
          <w:p w:rsidR="00FF7A12" w:rsidRDefault="00FF7A12" w:rsidP="00497D40">
            <w:pPr>
              <w:cnfStyle w:val="0000000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497D40"/>
        </w:tc>
        <w:tc>
          <w:tcPr>
            <w:tcW w:w="651" w:type="pct"/>
            <w:vMerge/>
          </w:tcPr>
          <w:p w:rsidR="00FF7A12" w:rsidRDefault="00FF7A12" w:rsidP="00497D4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497D4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F4292">
              <w:rPr>
                <w:b/>
              </w:rPr>
              <w:t>Search</w:t>
            </w:r>
            <w:r>
              <w:t xml:space="preserve"> button.</w:t>
            </w:r>
          </w:p>
        </w:tc>
        <w:tc>
          <w:tcPr>
            <w:tcW w:w="998" w:type="pct"/>
          </w:tcPr>
          <w:p w:rsidR="00FF7A12" w:rsidRDefault="00FF7A12" w:rsidP="00497D40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FF7A12" w:rsidRDefault="00FF7A12" w:rsidP="00497D40">
            <w:pPr>
              <w:cnfStyle w:val="000000100000"/>
            </w:pPr>
            <w:r>
              <w:t>Search brings up the Saved records and displays in the below grid.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497D40"/>
        </w:tc>
        <w:tc>
          <w:tcPr>
            <w:tcW w:w="651" w:type="pct"/>
            <w:vMerge/>
          </w:tcPr>
          <w:p w:rsidR="00FF7A12" w:rsidRDefault="00FF7A12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497D40">
            <w:pPr>
              <w:pStyle w:val="ListParagraph"/>
              <w:ind w:left="0"/>
              <w:cnfStyle w:val="000000000000"/>
            </w:pPr>
            <w:r>
              <w:t xml:space="preserve">Click on the selected record that you wish to </w:t>
            </w:r>
            <w:r>
              <w:lastRenderedPageBreak/>
              <w:t>take the print</w:t>
            </w:r>
          </w:p>
        </w:tc>
        <w:tc>
          <w:tcPr>
            <w:tcW w:w="998" w:type="pct"/>
          </w:tcPr>
          <w:p w:rsidR="00FF7A12" w:rsidRDefault="00FF7A12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FF7A12" w:rsidRDefault="00FF7A12" w:rsidP="00497D40">
            <w:pPr>
              <w:cnfStyle w:val="000000000000"/>
            </w:pP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FF7A12" w:rsidRDefault="00FF7A12" w:rsidP="00497D40"/>
        </w:tc>
        <w:tc>
          <w:tcPr>
            <w:tcW w:w="651" w:type="pct"/>
            <w:vMerge/>
          </w:tcPr>
          <w:p w:rsidR="00FF7A12" w:rsidRDefault="00FF7A12" w:rsidP="00497D4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FF7A12" w:rsidRDefault="00FF7A12" w:rsidP="00497D4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8D07EE">
              <w:rPr>
                <w:b/>
              </w:rPr>
              <w:t>Print Payment Batch</w:t>
            </w:r>
          </w:p>
        </w:tc>
        <w:tc>
          <w:tcPr>
            <w:tcW w:w="998" w:type="pct"/>
          </w:tcPr>
          <w:p w:rsidR="00FF7A12" w:rsidRDefault="00FF7A12" w:rsidP="00497D40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FF7A12" w:rsidRDefault="00FF7A12" w:rsidP="00497D40">
            <w:pPr>
              <w:cnfStyle w:val="000000100000"/>
            </w:pPr>
            <w:r>
              <w:t>Report opens in new tab keeping the current one open.</w:t>
            </w:r>
          </w:p>
          <w:p w:rsidR="00FF7A12" w:rsidRDefault="00FF7A12" w:rsidP="00497D40">
            <w:pPr>
              <w:cnfStyle w:val="000000100000"/>
            </w:pPr>
          </w:p>
          <w:p w:rsidR="00FF7A12" w:rsidRDefault="00FF7A12" w:rsidP="00497D40">
            <w:pPr>
              <w:cnfStyle w:val="000000100000"/>
            </w:pPr>
            <w:r>
              <w:t>Simultaneously, a confirmation message appears on screen asking user to confirm the batch was printed.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1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FF7A12" w:rsidRDefault="00FF7A12" w:rsidP="00497D40"/>
        </w:tc>
        <w:tc>
          <w:tcPr>
            <w:tcW w:w="651" w:type="pct"/>
            <w:vMerge/>
          </w:tcPr>
          <w:p w:rsidR="00FF7A12" w:rsidRDefault="00FF7A12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FF7A12" w:rsidRDefault="00FF7A12" w:rsidP="00497D40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8D07EE">
              <w:rPr>
                <w:b/>
              </w:rPr>
              <w:t>Yes</w:t>
            </w:r>
            <w:r>
              <w:t xml:space="preserve"> on the confirmation message.</w:t>
            </w:r>
          </w:p>
        </w:tc>
        <w:tc>
          <w:tcPr>
            <w:tcW w:w="998" w:type="pct"/>
          </w:tcPr>
          <w:p w:rsidR="00FF7A12" w:rsidRDefault="00FF7A12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FF7A12" w:rsidRDefault="00FF7A12" w:rsidP="00497D40">
            <w:pPr>
              <w:cnfStyle w:val="000000000000"/>
            </w:pPr>
            <w:r>
              <w:t>The status of the selected batch changes to P (Printed)</w:t>
            </w:r>
          </w:p>
        </w:tc>
        <w:tc>
          <w:tcPr>
            <w:tcW w:w="456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94" w:type="pct"/>
          </w:tcPr>
          <w:p w:rsidR="00FF7A12" w:rsidRDefault="00FF7A12" w:rsidP="00645359">
            <w:pPr>
              <w:cnfStyle w:val="000000000000"/>
            </w:pPr>
          </w:p>
        </w:tc>
        <w:tc>
          <w:tcPr>
            <w:tcW w:w="389" w:type="pct"/>
          </w:tcPr>
          <w:p w:rsidR="00FF7A12" w:rsidRDefault="00FF7A1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3057AD" w:rsidRPr="00881AD2" w:rsidRDefault="003057AD" w:rsidP="00413B6A">
            <w:pPr>
              <w:pStyle w:val="Heading3"/>
              <w:outlineLvl w:val="2"/>
            </w:pPr>
            <w:bookmarkStart w:id="10" w:name="_34.3.1_Add_a"/>
            <w:bookmarkStart w:id="11" w:name="_Toc360530214"/>
            <w:bookmarkEnd w:id="10"/>
            <w:r w:rsidRPr="00881AD2">
              <w:t>34.3.1 Add a Payment</w:t>
            </w:r>
            <w:bookmarkEnd w:id="11"/>
            <w:r w:rsidR="00413B6A">
              <w:t xml:space="preserve"> to the batch</w:t>
            </w:r>
          </w:p>
        </w:tc>
        <w:tc>
          <w:tcPr>
            <w:tcW w:w="651" w:type="pct"/>
            <w:vMerge w:val="restart"/>
          </w:tcPr>
          <w:p w:rsidR="003057AD" w:rsidRDefault="003057AD" w:rsidP="00497D40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3057AD" w:rsidRDefault="003057AD" w:rsidP="00497D40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Batch</w:t>
            </w:r>
          </w:p>
          <w:p w:rsidR="003057AD" w:rsidRDefault="003057AD" w:rsidP="00497D40">
            <w:pPr>
              <w:pStyle w:val="ListParagraph"/>
              <w:ind w:left="360"/>
              <w:cnfStyle w:val="000000100000"/>
            </w:pPr>
          </w:p>
          <w:p w:rsidR="003057AD" w:rsidRDefault="003057AD" w:rsidP="00497D40">
            <w:pPr>
              <w:pStyle w:val="ListParagraph"/>
              <w:ind w:left="0"/>
              <w:cnfStyle w:val="000000100000"/>
            </w:pPr>
            <w:r>
              <w:t xml:space="preserve">Batch Status must be in </w:t>
            </w:r>
            <w:r>
              <w:rPr>
                <w:b/>
              </w:rPr>
              <w:t>In-Progress</w:t>
            </w:r>
            <w:r>
              <w:t xml:space="preserve"> Status</w:t>
            </w:r>
          </w:p>
        </w:tc>
        <w:tc>
          <w:tcPr>
            <w:tcW w:w="596" w:type="pct"/>
          </w:tcPr>
          <w:p w:rsidR="003057AD" w:rsidRDefault="003057AD" w:rsidP="00497D40">
            <w:pPr>
              <w:pStyle w:val="ListParagraph"/>
              <w:ind w:left="0"/>
              <w:cnfStyle w:val="0000001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3057AD" w:rsidRDefault="003057AD" w:rsidP="00497D40">
            <w:pPr>
              <w:cnfStyle w:val="000000100000"/>
            </w:pPr>
          </w:p>
        </w:tc>
        <w:tc>
          <w:tcPr>
            <w:tcW w:w="577" w:type="pct"/>
          </w:tcPr>
          <w:p w:rsidR="003057AD" w:rsidRDefault="003057AD" w:rsidP="00497D40">
            <w:pPr>
              <w:cnfStyle w:val="0000001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497D4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3B6A">
              <w:rPr>
                <w:b/>
              </w:rPr>
              <w:t>Payment Batch Entry tab</w:t>
            </w:r>
            <w:r>
              <w:t xml:space="preserve"> if it's not loaded by default.</w:t>
            </w:r>
          </w:p>
        </w:tc>
        <w:tc>
          <w:tcPr>
            <w:tcW w:w="998" w:type="pct"/>
          </w:tcPr>
          <w:p w:rsidR="003057AD" w:rsidRDefault="003057AD" w:rsidP="00497D40">
            <w:pPr>
              <w:cnfStyle w:val="000000000000"/>
            </w:pPr>
          </w:p>
        </w:tc>
        <w:tc>
          <w:tcPr>
            <w:tcW w:w="577" w:type="pct"/>
          </w:tcPr>
          <w:p w:rsidR="003057AD" w:rsidRDefault="003057AD" w:rsidP="00497D40">
            <w:pPr>
              <w:cnfStyle w:val="000000000000"/>
            </w:pP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497D40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3057AD" w:rsidRDefault="003057AD" w:rsidP="00CD247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Batch Number</w:t>
            </w:r>
          </w:p>
          <w:p w:rsidR="003057AD" w:rsidRDefault="003057AD" w:rsidP="00CD247A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Status as In-Progress</w:t>
            </w:r>
          </w:p>
        </w:tc>
        <w:tc>
          <w:tcPr>
            <w:tcW w:w="577" w:type="pct"/>
          </w:tcPr>
          <w:p w:rsidR="003057AD" w:rsidRDefault="003057AD" w:rsidP="00497D40">
            <w:pPr>
              <w:cnfStyle w:val="000000100000"/>
            </w:pPr>
            <w:r>
              <w:t>Data is visible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497D40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13B6A">
              <w:rPr>
                <w:b/>
              </w:rPr>
              <w:t>Search</w:t>
            </w:r>
            <w:r>
              <w:t xml:space="preserve"> </w:t>
            </w:r>
            <w:r>
              <w:lastRenderedPageBreak/>
              <w:t>button</w:t>
            </w:r>
          </w:p>
        </w:tc>
        <w:tc>
          <w:tcPr>
            <w:tcW w:w="998" w:type="pct"/>
          </w:tcPr>
          <w:p w:rsidR="003057AD" w:rsidRDefault="003057AD" w:rsidP="00866B67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057AD" w:rsidRDefault="003057AD" w:rsidP="00497D40">
            <w:pPr>
              <w:cnfStyle w:val="000000000000"/>
            </w:pPr>
            <w:r>
              <w:t xml:space="preserve">Search displays </w:t>
            </w:r>
            <w:r>
              <w:lastRenderedPageBreak/>
              <w:t>list of available batches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497D40">
            <w:pPr>
              <w:pStyle w:val="ListParagraph"/>
              <w:ind w:left="0"/>
              <w:cnfStyle w:val="000000100000"/>
            </w:pPr>
            <w:r>
              <w:t>Click on a batch record that you wish to Add Payments</w:t>
            </w:r>
          </w:p>
        </w:tc>
        <w:tc>
          <w:tcPr>
            <w:tcW w:w="998" w:type="pct"/>
          </w:tcPr>
          <w:p w:rsidR="003057AD" w:rsidRDefault="003057AD" w:rsidP="00866B67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057AD" w:rsidRDefault="003057AD" w:rsidP="00497D40">
            <w:pPr>
              <w:cnfStyle w:val="000000100000"/>
            </w:pPr>
            <w:r>
              <w:t>Item selected</w:t>
            </w:r>
          </w:p>
          <w:p w:rsidR="003057AD" w:rsidRDefault="003057AD" w:rsidP="00497D40">
            <w:pPr>
              <w:cnfStyle w:val="000000100000"/>
            </w:pPr>
          </w:p>
          <w:p w:rsidR="003057AD" w:rsidRDefault="003057AD" w:rsidP="00497D40">
            <w:pPr>
              <w:cnfStyle w:val="000000100000"/>
            </w:pPr>
            <w:r>
              <w:t>Displays list of Batch Payments if they are any existing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497D4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866B67">
              <w:rPr>
                <w:b/>
              </w:rPr>
              <w:t>Add button</w:t>
            </w:r>
            <w:r>
              <w:t xml:space="preserve"> near to Batch Payments Title</w:t>
            </w:r>
          </w:p>
        </w:tc>
        <w:tc>
          <w:tcPr>
            <w:tcW w:w="998" w:type="pct"/>
          </w:tcPr>
          <w:p w:rsidR="003057AD" w:rsidRDefault="003057AD" w:rsidP="00866B67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057AD" w:rsidRDefault="003057AD" w:rsidP="00866B67">
            <w:pPr>
              <w:cnfStyle w:val="000000000000"/>
            </w:pPr>
            <w:r>
              <w:t>Payer Search Pop up window appears on screen.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497D40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3057AD" w:rsidRDefault="003057AD" w:rsidP="00866B67">
            <w:pPr>
              <w:pStyle w:val="ListParagraph"/>
              <w:ind w:left="0"/>
              <w:cnfStyle w:val="000000100000"/>
            </w:pPr>
            <w:r>
              <w:t xml:space="preserve">If the payer is </w:t>
            </w:r>
            <w:r w:rsidRPr="00866B67">
              <w:rPr>
                <w:b/>
              </w:rPr>
              <w:t>person</w:t>
            </w:r>
            <w:r>
              <w:t xml:space="preserve"> enter any of the below details</w:t>
            </w:r>
          </w:p>
          <w:p w:rsidR="003057AD" w:rsidRDefault="003057AD" w:rsidP="00866B6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Surname</w:t>
            </w:r>
          </w:p>
          <w:p w:rsidR="003057AD" w:rsidRDefault="003057AD" w:rsidP="00866B6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First Name</w:t>
            </w:r>
          </w:p>
          <w:p w:rsidR="003057AD" w:rsidRDefault="003057AD" w:rsidP="00866B6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Student ID</w:t>
            </w:r>
          </w:p>
          <w:p w:rsidR="003057AD" w:rsidRDefault="003057AD" w:rsidP="00866B6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Debtor ID</w:t>
            </w:r>
          </w:p>
          <w:p w:rsidR="003057AD" w:rsidRDefault="003057AD" w:rsidP="00866B67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Invoice No</w:t>
            </w:r>
          </w:p>
          <w:p w:rsidR="00413B6A" w:rsidRDefault="00413B6A" w:rsidP="00866B67">
            <w:pPr>
              <w:pStyle w:val="ListParagraph"/>
              <w:ind w:left="0"/>
              <w:cnfStyle w:val="000000100000"/>
            </w:pPr>
          </w:p>
          <w:p w:rsidR="003057AD" w:rsidRDefault="003057AD" w:rsidP="00866B67">
            <w:pPr>
              <w:pStyle w:val="ListParagraph"/>
              <w:ind w:left="0"/>
              <w:cnfStyle w:val="000000100000"/>
            </w:pPr>
            <w:r>
              <w:t xml:space="preserve">If the payer is an </w:t>
            </w:r>
            <w:r w:rsidRPr="00866B67">
              <w:rPr>
                <w:b/>
              </w:rPr>
              <w:t>Organisation</w:t>
            </w:r>
            <w:r>
              <w:t xml:space="preserve"> enter any of the below details</w:t>
            </w:r>
          </w:p>
          <w:p w:rsidR="003057AD" w:rsidRDefault="003057AD" w:rsidP="00866B67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Name in Quick Find</w:t>
            </w:r>
          </w:p>
          <w:p w:rsidR="003057AD" w:rsidRDefault="003057AD" w:rsidP="00866B67">
            <w:pPr>
              <w:cnfStyle w:val="000000100000"/>
            </w:pPr>
          </w:p>
        </w:tc>
        <w:tc>
          <w:tcPr>
            <w:tcW w:w="577" w:type="pct"/>
          </w:tcPr>
          <w:p w:rsidR="003057AD" w:rsidRDefault="003057AD" w:rsidP="00866B67">
            <w:pPr>
              <w:cnfStyle w:val="000000100000"/>
            </w:pPr>
            <w:r>
              <w:t>Data is visible in text fields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866B67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>
              <w:rPr>
                <w:b/>
              </w:rPr>
              <w:t>Search</w:t>
            </w:r>
            <w:r>
              <w:t xml:space="preserve"> button on the pop up screen</w:t>
            </w:r>
          </w:p>
        </w:tc>
        <w:tc>
          <w:tcPr>
            <w:tcW w:w="998" w:type="pct"/>
          </w:tcPr>
          <w:p w:rsidR="003057AD" w:rsidRDefault="003057AD" w:rsidP="00866B67">
            <w:pPr>
              <w:pStyle w:val="ListParagraph"/>
              <w:ind w:left="0"/>
              <w:cnfStyle w:val="000000000000"/>
            </w:pPr>
          </w:p>
        </w:tc>
        <w:tc>
          <w:tcPr>
            <w:tcW w:w="577" w:type="pct"/>
          </w:tcPr>
          <w:p w:rsidR="003057AD" w:rsidRDefault="003057AD" w:rsidP="00866B67">
            <w:pPr>
              <w:cnfStyle w:val="000000000000"/>
            </w:pPr>
            <w:r>
              <w:t>Result will be displayed in corresponding grids.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866B67">
            <w:pPr>
              <w:pStyle w:val="ListParagraph"/>
              <w:ind w:left="0"/>
              <w:cnfStyle w:val="000000100000"/>
            </w:pPr>
            <w:r>
              <w:t xml:space="preserve">Select a payer </w:t>
            </w:r>
            <w:r>
              <w:lastRenderedPageBreak/>
              <w:t>record that you wish to add it to the batch</w:t>
            </w:r>
          </w:p>
        </w:tc>
        <w:tc>
          <w:tcPr>
            <w:tcW w:w="998" w:type="pct"/>
          </w:tcPr>
          <w:p w:rsidR="003057AD" w:rsidRDefault="003057AD" w:rsidP="00866B67">
            <w:pPr>
              <w:pStyle w:val="ListParagraph"/>
              <w:ind w:left="0"/>
              <w:cnfStyle w:val="000000100000"/>
            </w:pPr>
          </w:p>
        </w:tc>
        <w:tc>
          <w:tcPr>
            <w:tcW w:w="577" w:type="pct"/>
          </w:tcPr>
          <w:p w:rsidR="003057AD" w:rsidRDefault="003057AD" w:rsidP="00866B67">
            <w:pPr>
              <w:cnfStyle w:val="000000100000"/>
            </w:pPr>
            <w:r>
              <w:t>Item Selected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866B67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>
              <w:rPr>
                <w:b/>
              </w:rPr>
              <w:t>S</w:t>
            </w:r>
            <w:r w:rsidRPr="00866B67">
              <w:rPr>
                <w:b/>
              </w:rPr>
              <w:t>elect</w:t>
            </w:r>
            <w:r>
              <w:t xml:space="preserve"> button at the bottom of the screen</w:t>
            </w:r>
          </w:p>
        </w:tc>
        <w:tc>
          <w:tcPr>
            <w:tcW w:w="998" w:type="pct"/>
          </w:tcPr>
          <w:p w:rsidR="003057AD" w:rsidRDefault="003057AD" w:rsidP="00866B67">
            <w:pPr>
              <w:pStyle w:val="ListParagraph"/>
              <w:ind w:left="0"/>
              <w:cnfStyle w:val="000000000000"/>
            </w:pPr>
          </w:p>
        </w:tc>
        <w:tc>
          <w:tcPr>
            <w:tcW w:w="577" w:type="pct"/>
          </w:tcPr>
          <w:p w:rsidR="003057AD" w:rsidRDefault="003057AD" w:rsidP="00866B67">
            <w:pPr>
              <w:cnfStyle w:val="000000000000"/>
            </w:pPr>
            <w:r>
              <w:t>Payer will be added to the Batch payments grid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866B67">
            <w:pPr>
              <w:pStyle w:val="ListParagraph"/>
              <w:ind w:left="0"/>
              <w:cnfStyle w:val="000000100000"/>
            </w:pPr>
            <w:r>
              <w:t>Enter the data to the right side of the screen (Batch Payment)</w:t>
            </w:r>
          </w:p>
        </w:tc>
        <w:tc>
          <w:tcPr>
            <w:tcW w:w="998" w:type="pct"/>
          </w:tcPr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Invoice No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Amount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Cash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Bank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Branch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Reference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Future Year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Activation Date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Study Contract</w:t>
            </w:r>
          </w:p>
        </w:tc>
        <w:tc>
          <w:tcPr>
            <w:tcW w:w="577" w:type="pct"/>
          </w:tcPr>
          <w:p w:rsidR="003057AD" w:rsidRDefault="003057AD" w:rsidP="00866B67">
            <w:pPr>
              <w:cnfStyle w:val="000000100000"/>
            </w:pPr>
            <w:r>
              <w:t>Data is visible in text fields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497D40"/>
        </w:tc>
        <w:tc>
          <w:tcPr>
            <w:tcW w:w="651" w:type="pct"/>
            <w:vMerge/>
          </w:tcPr>
          <w:p w:rsidR="003057AD" w:rsidRDefault="003057AD" w:rsidP="00497D4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3E08D9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3E08D9">
              <w:rPr>
                <w:b/>
              </w:rPr>
              <w:t>Save Payment</w:t>
            </w:r>
            <w:r>
              <w:t xml:space="preserve"> button that is on the right side of the screen or </w:t>
            </w:r>
          </w:p>
          <w:p w:rsidR="003057AD" w:rsidRDefault="003057AD" w:rsidP="003E08D9">
            <w:pPr>
              <w:pStyle w:val="ListParagraph"/>
              <w:ind w:left="0"/>
              <w:cnfStyle w:val="000000000000"/>
            </w:pPr>
            <w:r w:rsidRPr="003E08D9">
              <w:rPr>
                <w:b/>
              </w:rPr>
              <w:t>Save</w:t>
            </w:r>
            <w:r>
              <w:t xml:space="preserve"> button near to Batch Payments title</w:t>
            </w:r>
          </w:p>
        </w:tc>
        <w:tc>
          <w:tcPr>
            <w:tcW w:w="998" w:type="pct"/>
          </w:tcPr>
          <w:p w:rsidR="003057AD" w:rsidRDefault="003057AD" w:rsidP="003E08D9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057AD" w:rsidRDefault="003057AD" w:rsidP="00866B67">
            <w:pPr>
              <w:cnfStyle w:val="000000000000"/>
            </w:pPr>
            <w:r>
              <w:t>Payment batch will be saved successfully.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3057AD" w:rsidRPr="00881AD2" w:rsidRDefault="003057AD" w:rsidP="00881AD2">
            <w:pPr>
              <w:pStyle w:val="Heading3"/>
              <w:outlineLvl w:val="2"/>
            </w:pPr>
            <w:bookmarkStart w:id="12" w:name="_Toc360530215"/>
            <w:r w:rsidRPr="00881AD2">
              <w:t>34.3.2 Edit a Batch Payment</w:t>
            </w:r>
            <w:bookmarkEnd w:id="12"/>
          </w:p>
        </w:tc>
        <w:tc>
          <w:tcPr>
            <w:tcW w:w="651" w:type="pct"/>
            <w:vMerge w:val="restart"/>
          </w:tcPr>
          <w:p w:rsidR="003057AD" w:rsidRDefault="003057AD" w:rsidP="003E08D9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Batch</w:t>
            </w:r>
          </w:p>
          <w:p w:rsidR="003057AD" w:rsidRDefault="003057AD" w:rsidP="003E08D9">
            <w:pPr>
              <w:pStyle w:val="ListParagraph"/>
              <w:ind w:left="0"/>
              <w:cnfStyle w:val="000000100000"/>
            </w:pPr>
          </w:p>
          <w:p w:rsidR="00413B6A" w:rsidRDefault="00413B6A" w:rsidP="003E08D9">
            <w:pPr>
              <w:pStyle w:val="ListParagraph"/>
              <w:ind w:left="0"/>
              <w:cnfStyle w:val="000000100000"/>
            </w:pPr>
            <w:r>
              <w:t xml:space="preserve">Must have existing payment made to the </w:t>
            </w:r>
            <w:r>
              <w:lastRenderedPageBreak/>
              <w:t>batch. To create one refer to</w:t>
            </w:r>
          </w:p>
          <w:p w:rsidR="00413B6A" w:rsidRDefault="002C2C5C" w:rsidP="00413B6A">
            <w:pPr>
              <w:pStyle w:val="ListParagraph"/>
              <w:numPr>
                <w:ilvl w:val="0"/>
                <w:numId w:val="6"/>
              </w:numPr>
              <w:cnfStyle w:val="000000100000"/>
            </w:pPr>
            <w:hyperlink w:anchor="_34.3.1_Add_a" w:history="1">
              <w:r w:rsidR="00413B6A" w:rsidRPr="00413B6A">
                <w:rPr>
                  <w:rStyle w:val="Hyperlink"/>
                </w:rPr>
                <w:t>34.3.1 Add a payment to the Batch</w:t>
              </w:r>
            </w:hyperlink>
          </w:p>
        </w:tc>
        <w:tc>
          <w:tcPr>
            <w:tcW w:w="596" w:type="pct"/>
          </w:tcPr>
          <w:p w:rsidR="003057AD" w:rsidRDefault="003057AD" w:rsidP="003E08D9">
            <w:pPr>
              <w:pStyle w:val="ListParagraph"/>
              <w:ind w:left="0"/>
              <w:cnfStyle w:val="0000001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3057AD" w:rsidRDefault="003057AD" w:rsidP="003E08D9">
            <w:pPr>
              <w:cnfStyle w:val="000000100000"/>
            </w:pPr>
          </w:p>
        </w:tc>
        <w:tc>
          <w:tcPr>
            <w:tcW w:w="577" w:type="pct"/>
          </w:tcPr>
          <w:p w:rsidR="003057AD" w:rsidRDefault="003057AD" w:rsidP="003E08D9">
            <w:pPr>
              <w:cnfStyle w:val="0000001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3E08D9"/>
        </w:tc>
        <w:tc>
          <w:tcPr>
            <w:tcW w:w="651" w:type="pct"/>
            <w:vMerge/>
          </w:tcPr>
          <w:p w:rsidR="003057AD" w:rsidRDefault="003057AD" w:rsidP="003E08D9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3E08D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3B6A">
              <w:rPr>
                <w:b/>
              </w:rPr>
              <w:t>Payment Batch Entry</w:t>
            </w:r>
            <w:r>
              <w:t xml:space="preserve"> tab if it's not loaded by </w:t>
            </w:r>
            <w:r>
              <w:lastRenderedPageBreak/>
              <w:t>default.</w:t>
            </w:r>
          </w:p>
        </w:tc>
        <w:tc>
          <w:tcPr>
            <w:tcW w:w="998" w:type="pct"/>
          </w:tcPr>
          <w:p w:rsidR="003057AD" w:rsidRDefault="003057AD" w:rsidP="003E08D9">
            <w:pPr>
              <w:cnfStyle w:val="000000000000"/>
            </w:pPr>
          </w:p>
        </w:tc>
        <w:tc>
          <w:tcPr>
            <w:tcW w:w="577" w:type="pct"/>
          </w:tcPr>
          <w:p w:rsidR="003057AD" w:rsidRDefault="003057AD" w:rsidP="003E08D9">
            <w:pPr>
              <w:cnfStyle w:val="000000000000"/>
            </w:pP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3E08D9"/>
        </w:tc>
        <w:tc>
          <w:tcPr>
            <w:tcW w:w="651" w:type="pct"/>
            <w:vMerge/>
          </w:tcPr>
          <w:p w:rsidR="003057AD" w:rsidRDefault="003057AD" w:rsidP="003E08D9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3E08D9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3057AD" w:rsidRDefault="003057AD" w:rsidP="003E08D9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Batch Number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Status as In-Progress</w:t>
            </w:r>
          </w:p>
        </w:tc>
        <w:tc>
          <w:tcPr>
            <w:tcW w:w="577" w:type="pct"/>
          </w:tcPr>
          <w:p w:rsidR="003057AD" w:rsidRDefault="003057AD" w:rsidP="003E08D9">
            <w:pPr>
              <w:cnfStyle w:val="000000100000"/>
            </w:pPr>
            <w:r>
              <w:t>Data is visible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3E08D9"/>
        </w:tc>
        <w:tc>
          <w:tcPr>
            <w:tcW w:w="651" w:type="pct"/>
            <w:vMerge/>
          </w:tcPr>
          <w:p w:rsidR="003057AD" w:rsidRDefault="003057AD" w:rsidP="003E08D9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3E08D9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13B6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998" w:type="pct"/>
          </w:tcPr>
          <w:p w:rsidR="003057AD" w:rsidRDefault="003057AD" w:rsidP="003E08D9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057AD" w:rsidRDefault="003057AD" w:rsidP="003E08D9">
            <w:pPr>
              <w:cnfStyle w:val="000000000000"/>
            </w:pPr>
            <w:r>
              <w:t>Search displays list of available batches and its payments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3E08D9"/>
        </w:tc>
        <w:tc>
          <w:tcPr>
            <w:tcW w:w="651" w:type="pct"/>
            <w:vMerge/>
          </w:tcPr>
          <w:p w:rsidR="003057AD" w:rsidRDefault="003057AD" w:rsidP="003E08D9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413B6A">
            <w:pPr>
              <w:pStyle w:val="ListParagraph"/>
              <w:ind w:left="0"/>
              <w:cnfStyle w:val="000000100000"/>
            </w:pPr>
            <w:r>
              <w:t xml:space="preserve">Click on a </w:t>
            </w:r>
            <w:r w:rsidRPr="00413B6A">
              <w:rPr>
                <w:b/>
              </w:rPr>
              <w:t>batch record</w:t>
            </w:r>
            <w:r>
              <w:t xml:space="preserve"> that you wish to Edit Payments.</w:t>
            </w:r>
          </w:p>
        </w:tc>
        <w:tc>
          <w:tcPr>
            <w:tcW w:w="998" w:type="pct"/>
          </w:tcPr>
          <w:p w:rsidR="003057AD" w:rsidRDefault="003057AD" w:rsidP="003E08D9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057AD" w:rsidRDefault="003057AD" w:rsidP="003E08D9">
            <w:pPr>
              <w:cnfStyle w:val="000000100000"/>
            </w:pPr>
            <w:r>
              <w:t>Item selected</w:t>
            </w:r>
          </w:p>
          <w:p w:rsidR="003057AD" w:rsidRDefault="003057AD" w:rsidP="003E08D9">
            <w:pPr>
              <w:cnfStyle w:val="000000100000"/>
            </w:pPr>
          </w:p>
          <w:p w:rsidR="003057AD" w:rsidRDefault="003057AD" w:rsidP="003E08D9">
            <w:pPr>
              <w:cnfStyle w:val="000000100000"/>
            </w:pPr>
            <w:r>
              <w:t>Displays list of Batch Payments if they are any existing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3E08D9"/>
        </w:tc>
        <w:tc>
          <w:tcPr>
            <w:tcW w:w="651" w:type="pct"/>
            <w:vMerge/>
          </w:tcPr>
          <w:p w:rsidR="003057AD" w:rsidRDefault="003057AD" w:rsidP="003E08D9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413B6A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3B6A">
              <w:rPr>
                <w:b/>
              </w:rPr>
              <w:t>Payment</w:t>
            </w:r>
            <w:r>
              <w:t xml:space="preserve"> that you want to make changes.</w:t>
            </w:r>
          </w:p>
        </w:tc>
        <w:tc>
          <w:tcPr>
            <w:tcW w:w="998" w:type="pct"/>
          </w:tcPr>
          <w:p w:rsidR="003057AD" w:rsidRDefault="003057AD" w:rsidP="003E08D9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057AD" w:rsidRDefault="003057AD" w:rsidP="003E08D9">
            <w:pPr>
              <w:cnfStyle w:val="000000000000"/>
            </w:pPr>
            <w:r>
              <w:t>Item selected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3E08D9"/>
        </w:tc>
        <w:tc>
          <w:tcPr>
            <w:tcW w:w="651" w:type="pct"/>
            <w:vMerge/>
          </w:tcPr>
          <w:p w:rsidR="003057AD" w:rsidRDefault="003057AD" w:rsidP="003E08D9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3E08D9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>
              <w:rPr>
                <w:b/>
              </w:rPr>
              <w:t xml:space="preserve">Edit </w:t>
            </w:r>
            <w:r w:rsidRPr="00866B67">
              <w:rPr>
                <w:b/>
              </w:rPr>
              <w:t>button</w:t>
            </w:r>
            <w:r>
              <w:t xml:space="preserve"> near to Batch Payments Title</w:t>
            </w:r>
          </w:p>
        </w:tc>
        <w:tc>
          <w:tcPr>
            <w:tcW w:w="998" w:type="pct"/>
          </w:tcPr>
          <w:p w:rsidR="003057AD" w:rsidRDefault="003057AD" w:rsidP="003E08D9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057AD" w:rsidRDefault="003057AD" w:rsidP="003E08D9">
            <w:pPr>
              <w:cnfStyle w:val="000000100000"/>
            </w:pP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3E08D9"/>
        </w:tc>
        <w:tc>
          <w:tcPr>
            <w:tcW w:w="651" w:type="pct"/>
            <w:vMerge/>
          </w:tcPr>
          <w:p w:rsidR="003057AD" w:rsidRDefault="003057AD" w:rsidP="003E08D9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3E08D9">
            <w:pPr>
              <w:pStyle w:val="ListParagraph"/>
              <w:ind w:left="0"/>
              <w:cnfStyle w:val="000000000000"/>
            </w:pPr>
            <w:r>
              <w:t>Enter the data to the right side of the screen (Batch Payment)</w:t>
            </w:r>
          </w:p>
        </w:tc>
        <w:tc>
          <w:tcPr>
            <w:tcW w:w="998" w:type="pct"/>
          </w:tcPr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Invoice No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Amount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Cash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Bank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Branch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Reference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Future Year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t>Activation Date</w:t>
            </w:r>
          </w:p>
          <w:p w:rsidR="003057AD" w:rsidRDefault="003057AD" w:rsidP="003E08D9">
            <w:pPr>
              <w:pStyle w:val="ListParagraph"/>
              <w:numPr>
                <w:ilvl w:val="0"/>
                <w:numId w:val="8"/>
              </w:numPr>
              <w:cnfStyle w:val="000000000000"/>
            </w:pPr>
            <w:r>
              <w:lastRenderedPageBreak/>
              <w:t>Study Contract</w:t>
            </w:r>
          </w:p>
        </w:tc>
        <w:tc>
          <w:tcPr>
            <w:tcW w:w="577" w:type="pct"/>
          </w:tcPr>
          <w:p w:rsidR="003057AD" w:rsidRDefault="003057AD" w:rsidP="003E08D9">
            <w:pPr>
              <w:cnfStyle w:val="000000000000"/>
            </w:pPr>
            <w:r>
              <w:lastRenderedPageBreak/>
              <w:t>Data is visible in text fields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3E08D9"/>
        </w:tc>
        <w:tc>
          <w:tcPr>
            <w:tcW w:w="651" w:type="pct"/>
            <w:vMerge/>
          </w:tcPr>
          <w:p w:rsidR="003057AD" w:rsidRDefault="003057AD" w:rsidP="003E08D9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3E08D9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3E08D9">
              <w:rPr>
                <w:b/>
              </w:rPr>
              <w:t>Save Payment</w:t>
            </w:r>
            <w:r>
              <w:t xml:space="preserve"> button that is on the right side of the screen or </w:t>
            </w:r>
          </w:p>
          <w:p w:rsidR="003057AD" w:rsidRDefault="003057AD" w:rsidP="003E08D9">
            <w:pPr>
              <w:pStyle w:val="ListParagraph"/>
              <w:ind w:left="0"/>
              <w:cnfStyle w:val="000000100000"/>
            </w:pPr>
            <w:r w:rsidRPr="003E08D9">
              <w:rPr>
                <w:b/>
              </w:rPr>
              <w:t>Save</w:t>
            </w:r>
            <w:r>
              <w:t xml:space="preserve"> button near to Batch Payments title</w:t>
            </w:r>
          </w:p>
        </w:tc>
        <w:tc>
          <w:tcPr>
            <w:tcW w:w="998" w:type="pct"/>
          </w:tcPr>
          <w:p w:rsidR="003057AD" w:rsidRDefault="003057AD" w:rsidP="003E08D9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057AD" w:rsidRDefault="003057AD" w:rsidP="003E08D9">
            <w:pPr>
              <w:cnfStyle w:val="000000100000"/>
            </w:pPr>
            <w:r>
              <w:t>Payment batch will be saved successfully.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 w:val="restart"/>
          </w:tcPr>
          <w:p w:rsidR="003057AD" w:rsidRPr="00881AD2" w:rsidRDefault="001331B5" w:rsidP="00881AD2">
            <w:pPr>
              <w:pStyle w:val="Heading3"/>
              <w:outlineLvl w:val="2"/>
            </w:pPr>
            <w:bookmarkStart w:id="13" w:name="_Toc360530216"/>
            <w:r>
              <w:t>34.3.3</w:t>
            </w:r>
            <w:r w:rsidR="003057AD" w:rsidRPr="00881AD2">
              <w:t xml:space="preserve"> Delete a Batch Payment</w:t>
            </w:r>
            <w:bookmarkEnd w:id="13"/>
          </w:p>
        </w:tc>
        <w:tc>
          <w:tcPr>
            <w:tcW w:w="651" w:type="pct"/>
            <w:vMerge w:val="restart"/>
          </w:tcPr>
          <w:p w:rsidR="003057AD" w:rsidRDefault="003057AD" w:rsidP="00C55FD0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3057AD" w:rsidRDefault="003057AD" w:rsidP="00C55FD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Batch</w:t>
            </w:r>
          </w:p>
          <w:p w:rsidR="003057AD" w:rsidRDefault="003057AD" w:rsidP="00C55FD0">
            <w:pPr>
              <w:pStyle w:val="ListParagraph"/>
              <w:ind w:left="0"/>
              <w:cnfStyle w:val="000000000000"/>
            </w:pPr>
          </w:p>
          <w:p w:rsidR="003057AD" w:rsidRDefault="003057AD" w:rsidP="00413B6A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batch status in </w:t>
            </w:r>
            <w:r w:rsidRPr="005E2B50">
              <w:rPr>
                <w:b/>
              </w:rPr>
              <w:t>In-Progress</w:t>
            </w:r>
          </w:p>
          <w:p w:rsidR="00413B6A" w:rsidRDefault="00413B6A" w:rsidP="00413B6A">
            <w:pPr>
              <w:pStyle w:val="ListParagraph"/>
              <w:ind w:left="0"/>
              <w:cnfStyle w:val="000000000000"/>
              <w:rPr>
                <w:b/>
              </w:rPr>
            </w:pPr>
          </w:p>
          <w:p w:rsidR="00413B6A" w:rsidRDefault="00413B6A" w:rsidP="00413B6A">
            <w:pPr>
              <w:pStyle w:val="ListParagraph"/>
              <w:ind w:left="0"/>
              <w:cnfStyle w:val="000000000000"/>
            </w:pPr>
            <w:r>
              <w:t>Must have existing payment made to the batch. To create one refer to</w:t>
            </w:r>
          </w:p>
          <w:p w:rsidR="00413B6A" w:rsidRDefault="002C2C5C" w:rsidP="00413B6A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4.3.1_Add_a" w:history="1">
              <w:r w:rsidR="00413B6A" w:rsidRPr="00413B6A">
                <w:rPr>
                  <w:rStyle w:val="Hyperlink"/>
                </w:rPr>
                <w:t>34.3.1 Add a payment to the Batch</w:t>
              </w:r>
            </w:hyperlink>
          </w:p>
        </w:tc>
        <w:tc>
          <w:tcPr>
            <w:tcW w:w="596" w:type="pct"/>
          </w:tcPr>
          <w:p w:rsidR="003057AD" w:rsidRDefault="003057AD" w:rsidP="00C55FD0">
            <w:pPr>
              <w:pStyle w:val="ListParagraph"/>
              <w:ind w:left="0"/>
              <w:cnfStyle w:val="0000000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3057AD" w:rsidRDefault="003057AD" w:rsidP="00C55FD0">
            <w:pPr>
              <w:cnfStyle w:val="0000000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0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C55FD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13B6A">
              <w:rPr>
                <w:b/>
              </w:rPr>
              <w:t>Payment Batch Entry</w:t>
            </w:r>
            <w:r>
              <w:t xml:space="preserve"> tab if it's not loaded by default.</w:t>
            </w:r>
          </w:p>
        </w:tc>
        <w:tc>
          <w:tcPr>
            <w:tcW w:w="998" w:type="pct"/>
          </w:tcPr>
          <w:p w:rsidR="003057AD" w:rsidRDefault="003057AD" w:rsidP="00C55FD0">
            <w:pPr>
              <w:cnfStyle w:val="0000001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100000"/>
            </w:pP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C55FD0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Batch Number</w:t>
            </w:r>
          </w:p>
          <w:p w:rsidR="003057AD" w:rsidRDefault="003057AD" w:rsidP="00C55FD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Status as In-Progress</w:t>
            </w:r>
          </w:p>
        </w:tc>
        <w:tc>
          <w:tcPr>
            <w:tcW w:w="577" w:type="pct"/>
          </w:tcPr>
          <w:p w:rsidR="003057AD" w:rsidRDefault="003057AD" w:rsidP="00C55FD0">
            <w:pPr>
              <w:cnfStyle w:val="000000000000"/>
            </w:pPr>
            <w:r>
              <w:t>Data is visible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C55FD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13B6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100000"/>
            </w:pPr>
            <w:r>
              <w:t>Search displays list of available batches and its payments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413B6A">
            <w:pPr>
              <w:pStyle w:val="ListParagraph"/>
              <w:ind w:left="0"/>
              <w:cnfStyle w:val="000000000000"/>
            </w:pPr>
            <w:r>
              <w:t xml:space="preserve">Click on a </w:t>
            </w:r>
            <w:r w:rsidRPr="00413B6A">
              <w:rPr>
                <w:b/>
              </w:rPr>
              <w:t>batch</w:t>
            </w:r>
            <w:r>
              <w:t xml:space="preserve"> record that you wish to Delete Payments.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000000"/>
            </w:pPr>
            <w:r>
              <w:t>Item selected</w:t>
            </w:r>
          </w:p>
          <w:p w:rsidR="003057AD" w:rsidRDefault="003057AD" w:rsidP="00C55FD0">
            <w:pPr>
              <w:cnfStyle w:val="000000000000"/>
            </w:pPr>
          </w:p>
          <w:p w:rsidR="003057AD" w:rsidRDefault="003057AD" w:rsidP="00C55FD0">
            <w:pPr>
              <w:cnfStyle w:val="000000000000"/>
            </w:pPr>
            <w:r>
              <w:t>Displays list of Batch Payments if they are any existing.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413B6A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13B6A">
              <w:rPr>
                <w:b/>
              </w:rPr>
              <w:t>Payment</w:t>
            </w:r>
            <w:r>
              <w:t xml:space="preserve"> that you want to delete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100000"/>
            </w:pPr>
            <w:r>
              <w:t>Item selected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5E2B5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>
              <w:rPr>
                <w:b/>
              </w:rPr>
              <w:t xml:space="preserve">Delete </w:t>
            </w:r>
            <w:r w:rsidRPr="00866B67">
              <w:rPr>
                <w:b/>
              </w:rPr>
              <w:t>button</w:t>
            </w:r>
            <w:r>
              <w:t xml:space="preserve"> near to Batch Payments Title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000000"/>
            </w:pPr>
            <w:r>
              <w:t>A confirmation message appears on screen asking user to confirm the deletion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C55FD0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5E2B50">
              <w:rPr>
                <w:b/>
              </w:rPr>
              <w:t>Yes</w:t>
            </w:r>
            <w:r>
              <w:t xml:space="preserve"> on the confirmation message.</w:t>
            </w:r>
          </w:p>
        </w:tc>
        <w:tc>
          <w:tcPr>
            <w:tcW w:w="998" w:type="pct"/>
          </w:tcPr>
          <w:p w:rsidR="003057AD" w:rsidRDefault="003057AD" w:rsidP="005E2B50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057AD" w:rsidRDefault="003057AD" w:rsidP="005E2B50">
            <w:pPr>
              <w:cnfStyle w:val="000000100000"/>
            </w:pPr>
            <w:r>
              <w:t>Record will be deleted from the Batch Payments grid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 w:val="restart"/>
          </w:tcPr>
          <w:p w:rsidR="003057AD" w:rsidRPr="00881AD2" w:rsidRDefault="003057AD" w:rsidP="001331B5">
            <w:pPr>
              <w:pStyle w:val="Heading3"/>
              <w:outlineLvl w:val="2"/>
            </w:pPr>
            <w:bookmarkStart w:id="14" w:name="_Toc360530217"/>
            <w:r w:rsidRPr="00881AD2">
              <w:t>34.3.</w:t>
            </w:r>
            <w:r w:rsidR="001331B5">
              <w:t>4</w:t>
            </w:r>
            <w:r w:rsidRPr="00881AD2">
              <w:t xml:space="preserve"> Print Receipt</w:t>
            </w:r>
            <w:bookmarkEnd w:id="14"/>
          </w:p>
        </w:tc>
        <w:tc>
          <w:tcPr>
            <w:tcW w:w="651" w:type="pct"/>
            <w:vMerge w:val="restart"/>
          </w:tcPr>
          <w:p w:rsidR="003057AD" w:rsidRDefault="003057AD" w:rsidP="00C55FD0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3057AD" w:rsidRDefault="003057AD" w:rsidP="00C55FD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Batch</w:t>
            </w:r>
          </w:p>
          <w:p w:rsidR="00413B6A" w:rsidRDefault="00413B6A" w:rsidP="00413B6A">
            <w:pPr>
              <w:cnfStyle w:val="000000000000"/>
            </w:pPr>
          </w:p>
          <w:p w:rsidR="00413B6A" w:rsidRDefault="00413B6A" w:rsidP="00413B6A">
            <w:pPr>
              <w:cnfStyle w:val="000000000000"/>
            </w:pPr>
            <w:r>
              <w:t xml:space="preserve">Must have existing payments made to the batch. To create on refer to </w:t>
            </w:r>
          </w:p>
          <w:p w:rsidR="00413B6A" w:rsidRDefault="002C2C5C" w:rsidP="00413B6A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4.3.1_Add_a" w:history="1">
              <w:r w:rsidR="00413B6A" w:rsidRPr="00413B6A">
                <w:rPr>
                  <w:rStyle w:val="Hyperlink"/>
                </w:rPr>
                <w:t>34.3.1 Add a payment to the Batch</w:t>
              </w:r>
            </w:hyperlink>
          </w:p>
          <w:p w:rsidR="003057AD" w:rsidRDefault="003057AD" w:rsidP="00C55FD0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3057AD" w:rsidRDefault="003057AD" w:rsidP="00C55FD0">
            <w:pPr>
              <w:pStyle w:val="ListParagraph"/>
              <w:ind w:left="0"/>
              <w:cnfStyle w:val="0000000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3057AD" w:rsidRDefault="003057AD" w:rsidP="00C55FD0">
            <w:pPr>
              <w:cnfStyle w:val="0000000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0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C55FD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13B6A">
              <w:rPr>
                <w:b/>
              </w:rPr>
              <w:t>Payment Batch Entry</w:t>
            </w:r>
            <w:r>
              <w:t xml:space="preserve"> tab if it's not loaded by default.</w:t>
            </w:r>
          </w:p>
        </w:tc>
        <w:tc>
          <w:tcPr>
            <w:tcW w:w="998" w:type="pct"/>
          </w:tcPr>
          <w:p w:rsidR="003057AD" w:rsidRDefault="003057AD" w:rsidP="00C55FD0">
            <w:pPr>
              <w:cnfStyle w:val="0000001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100000"/>
            </w:pP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C55FD0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Batch Number</w:t>
            </w:r>
          </w:p>
          <w:p w:rsidR="003057AD" w:rsidRDefault="003057AD" w:rsidP="00C55FD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Status as In-Progress or Saved</w:t>
            </w:r>
          </w:p>
        </w:tc>
        <w:tc>
          <w:tcPr>
            <w:tcW w:w="577" w:type="pct"/>
          </w:tcPr>
          <w:p w:rsidR="003057AD" w:rsidRDefault="003057AD" w:rsidP="00C55FD0">
            <w:pPr>
              <w:cnfStyle w:val="000000000000"/>
            </w:pPr>
            <w:r>
              <w:t>Data is visible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C55FD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13B6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100000"/>
            </w:pPr>
            <w:r>
              <w:t>Search displays list of available batches and its payments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413B6A">
            <w:pPr>
              <w:pStyle w:val="ListParagraph"/>
              <w:ind w:left="0"/>
              <w:cnfStyle w:val="000000000000"/>
            </w:pPr>
            <w:r>
              <w:t xml:space="preserve">Click on a </w:t>
            </w:r>
            <w:r w:rsidRPr="00413B6A">
              <w:rPr>
                <w:b/>
              </w:rPr>
              <w:t>batch</w:t>
            </w:r>
            <w:r>
              <w:t xml:space="preserve"> </w:t>
            </w:r>
            <w:r>
              <w:lastRenderedPageBreak/>
              <w:t>record that you wish to Print Payments.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000000"/>
            </w:pPr>
            <w:r>
              <w:t>Item selected</w:t>
            </w:r>
          </w:p>
          <w:p w:rsidR="003057AD" w:rsidRDefault="003057AD" w:rsidP="00C55FD0">
            <w:pPr>
              <w:cnfStyle w:val="000000000000"/>
            </w:pPr>
          </w:p>
          <w:p w:rsidR="003057AD" w:rsidRDefault="003057AD" w:rsidP="00C55FD0">
            <w:pPr>
              <w:cnfStyle w:val="000000000000"/>
            </w:pPr>
            <w:r>
              <w:t>Displays list of Batch Payments if they are any existing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413B6A">
            <w:pPr>
              <w:pStyle w:val="ListParagraph"/>
              <w:ind w:left="0"/>
              <w:cnfStyle w:val="000000100000"/>
            </w:pPr>
            <w:r>
              <w:t>Click on the Payment that you want to Print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100000"/>
            </w:pPr>
            <w:r>
              <w:t>Item selected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057AD" w:rsidRDefault="003057AD" w:rsidP="00270BB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70BB4">
              <w:rPr>
                <w:b/>
              </w:rPr>
              <w:t>Batch Payment</w:t>
            </w:r>
            <w:r>
              <w:t xml:space="preserve"> button near to Payments Total text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057AD" w:rsidRDefault="003057AD" w:rsidP="00C55FD0">
            <w:pPr>
              <w:cnfStyle w:val="000000000000"/>
            </w:pPr>
            <w:r>
              <w:t>That displays a batch payment form to the right side of the screen.</w:t>
            </w:r>
          </w:p>
        </w:tc>
        <w:tc>
          <w:tcPr>
            <w:tcW w:w="456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0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057AD" w:rsidRDefault="003057AD" w:rsidP="00C55FD0"/>
        </w:tc>
        <w:tc>
          <w:tcPr>
            <w:tcW w:w="651" w:type="pct"/>
            <w:vMerge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057AD" w:rsidRDefault="003057AD" w:rsidP="00C55FD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270BB4">
              <w:rPr>
                <w:b/>
              </w:rPr>
              <w:t>Print Receipt</w:t>
            </w:r>
            <w:r>
              <w:t xml:space="preserve"> Button</w:t>
            </w:r>
          </w:p>
        </w:tc>
        <w:tc>
          <w:tcPr>
            <w:tcW w:w="998" w:type="pct"/>
          </w:tcPr>
          <w:p w:rsidR="003057AD" w:rsidRDefault="003057AD" w:rsidP="00C55FD0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057AD" w:rsidRDefault="003057AD" w:rsidP="00270BB4">
            <w:pPr>
              <w:cnfStyle w:val="000000100000"/>
            </w:pPr>
            <w:r>
              <w:t>Report will be Opened in a new tab keeping the current one open.</w:t>
            </w:r>
          </w:p>
          <w:p w:rsidR="003057AD" w:rsidRDefault="003057AD" w:rsidP="00270BB4">
            <w:pPr>
              <w:cnfStyle w:val="000000100000"/>
            </w:pPr>
            <w:r>
              <w:t>And</w:t>
            </w:r>
          </w:p>
          <w:p w:rsidR="003057AD" w:rsidRDefault="003057AD" w:rsidP="00270BB4">
            <w:pPr>
              <w:cnfStyle w:val="000000100000"/>
            </w:pPr>
            <w:r>
              <w:t xml:space="preserve">Status of the payment will change to </w:t>
            </w:r>
            <w:r w:rsidRPr="00270BB4">
              <w:rPr>
                <w:b/>
              </w:rPr>
              <w:t>P</w:t>
            </w:r>
            <w:r>
              <w:rPr>
                <w:b/>
              </w:rPr>
              <w:t xml:space="preserve"> (Printed)</w:t>
            </w:r>
          </w:p>
          <w:p w:rsidR="003057AD" w:rsidRDefault="003057AD" w:rsidP="00270BB4">
            <w:pPr>
              <w:cnfStyle w:val="000000100000"/>
            </w:pPr>
          </w:p>
        </w:tc>
        <w:tc>
          <w:tcPr>
            <w:tcW w:w="456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94" w:type="pct"/>
          </w:tcPr>
          <w:p w:rsidR="003057AD" w:rsidRDefault="003057AD" w:rsidP="00645359">
            <w:pPr>
              <w:cnfStyle w:val="000000100000"/>
            </w:pPr>
          </w:p>
        </w:tc>
        <w:tc>
          <w:tcPr>
            <w:tcW w:w="389" w:type="pct"/>
          </w:tcPr>
          <w:p w:rsidR="003057AD" w:rsidRDefault="003057AD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 w:val="restart"/>
          </w:tcPr>
          <w:p w:rsidR="00253584" w:rsidRPr="00881AD2" w:rsidRDefault="00253584" w:rsidP="00881AD2">
            <w:pPr>
              <w:pStyle w:val="Heading3"/>
              <w:outlineLvl w:val="2"/>
            </w:pPr>
            <w:bookmarkStart w:id="15" w:name="_Toc360530218"/>
            <w:r w:rsidRPr="00881AD2">
              <w:t>34.4.1 Search for GL Transfer entries</w:t>
            </w:r>
            <w:bookmarkEnd w:id="15"/>
          </w:p>
        </w:tc>
        <w:tc>
          <w:tcPr>
            <w:tcW w:w="651" w:type="pct"/>
            <w:vMerge w:val="restart"/>
          </w:tcPr>
          <w:p w:rsidR="00253584" w:rsidRDefault="00253584" w:rsidP="00CC689C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253584" w:rsidRDefault="00253584" w:rsidP="00CC689C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Batch</w:t>
            </w:r>
          </w:p>
          <w:p w:rsidR="00253584" w:rsidRDefault="00253584" w:rsidP="00CC689C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253584" w:rsidRDefault="00253584" w:rsidP="00CC689C">
            <w:pPr>
              <w:pStyle w:val="ListParagraph"/>
              <w:ind w:left="0"/>
              <w:cnfStyle w:val="0000000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253584" w:rsidRDefault="00253584" w:rsidP="00CC689C">
            <w:pPr>
              <w:cnfStyle w:val="000000000000"/>
            </w:pPr>
          </w:p>
        </w:tc>
        <w:tc>
          <w:tcPr>
            <w:tcW w:w="577" w:type="pct"/>
          </w:tcPr>
          <w:p w:rsidR="00253584" w:rsidRDefault="00253584" w:rsidP="00CC689C">
            <w:pPr>
              <w:cnfStyle w:val="0000000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253584" w:rsidRDefault="00253584" w:rsidP="00645359">
            <w:pPr>
              <w:cnfStyle w:val="000000000000"/>
            </w:pPr>
          </w:p>
        </w:tc>
        <w:tc>
          <w:tcPr>
            <w:tcW w:w="394" w:type="pct"/>
          </w:tcPr>
          <w:p w:rsidR="00253584" w:rsidRDefault="00253584" w:rsidP="00645359">
            <w:pPr>
              <w:cnfStyle w:val="000000000000"/>
            </w:pPr>
          </w:p>
        </w:tc>
        <w:tc>
          <w:tcPr>
            <w:tcW w:w="389" w:type="pct"/>
          </w:tcPr>
          <w:p w:rsidR="00253584" w:rsidRDefault="00253584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253584" w:rsidRDefault="00253584" w:rsidP="00253584"/>
        </w:tc>
        <w:tc>
          <w:tcPr>
            <w:tcW w:w="651" w:type="pct"/>
            <w:vMerge/>
          </w:tcPr>
          <w:p w:rsidR="00253584" w:rsidRDefault="00253584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253584" w:rsidRDefault="00253584" w:rsidP="0025358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13B6A">
              <w:rPr>
                <w:b/>
              </w:rPr>
              <w:t xml:space="preserve">GL </w:t>
            </w:r>
            <w:r w:rsidRPr="00413B6A">
              <w:rPr>
                <w:b/>
              </w:rPr>
              <w:lastRenderedPageBreak/>
              <w:t>Transfer</w:t>
            </w:r>
            <w:r>
              <w:t xml:space="preserve"> tab</w:t>
            </w:r>
          </w:p>
        </w:tc>
        <w:tc>
          <w:tcPr>
            <w:tcW w:w="998" w:type="pct"/>
          </w:tcPr>
          <w:p w:rsidR="00253584" w:rsidRDefault="00253584" w:rsidP="00CC689C">
            <w:pPr>
              <w:cnfStyle w:val="000000100000"/>
            </w:pPr>
          </w:p>
        </w:tc>
        <w:tc>
          <w:tcPr>
            <w:tcW w:w="577" w:type="pct"/>
          </w:tcPr>
          <w:p w:rsidR="00253584" w:rsidRDefault="00253584" w:rsidP="00CC689C">
            <w:pPr>
              <w:cnfStyle w:val="000000100000"/>
            </w:pPr>
          </w:p>
        </w:tc>
        <w:tc>
          <w:tcPr>
            <w:tcW w:w="456" w:type="pct"/>
          </w:tcPr>
          <w:p w:rsidR="00253584" w:rsidRDefault="00253584" w:rsidP="00645359">
            <w:pPr>
              <w:cnfStyle w:val="000000100000"/>
            </w:pPr>
          </w:p>
        </w:tc>
        <w:tc>
          <w:tcPr>
            <w:tcW w:w="394" w:type="pct"/>
          </w:tcPr>
          <w:p w:rsidR="00253584" w:rsidRDefault="00253584" w:rsidP="00645359">
            <w:pPr>
              <w:cnfStyle w:val="000000100000"/>
            </w:pPr>
          </w:p>
        </w:tc>
        <w:tc>
          <w:tcPr>
            <w:tcW w:w="389" w:type="pct"/>
          </w:tcPr>
          <w:p w:rsidR="00253584" w:rsidRDefault="00253584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253584" w:rsidRDefault="00253584" w:rsidP="00253584"/>
        </w:tc>
        <w:tc>
          <w:tcPr>
            <w:tcW w:w="651" w:type="pct"/>
            <w:vMerge/>
          </w:tcPr>
          <w:p w:rsidR="00253584" w:rsidRDefault="00253584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253584" w:rsidRDefault="00253584" w:rsidP="00CC689C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998" w:type="pct"/>
          </w:tcPr>
          <w:p w:rsidR="00253584" w:rsidRDefault="00253584" w:rsidP="00CC689C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Batch Number</w:t>
            </w:r>
          </w:p>
          <w:p w:rsidR="00253584" w:rsidRDefault="00253584" w:rsidP="00CC689C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Status as In-Progress or Saved</w:t>
            </w:r>
          </w:p>
        </w:tc>
        <w:tc>
          <w:tcPr>
            <w:tcW w:w="577" w:type="pct"/>
          </w:tcPr>
          <w:p w:rsidR="00253584" w:rsidRDefault="00253584" w:rsidP="00CC689C">
            <w:pPr>
              <w:cnfStyle w:val="000000000000"/>
            </w:pPr>
            <w:r>
              <w:t>Data is visible</w:t>
            </w:r>
          </w:p>
        </w:tc>
        <w:tc>
          <w:tcPr>
            <w:tcW w:w="456" w:type="pct"/>
          </w:tcPr>
          <w:p w:rsidR="00253584" w:rsidRDefault="00253584" w:rsidP="00645359">
            <w:pPr>
              <w:cnfStyle w:val="000000000000"/>
            </w:pPr>
          </w:p>
        </w:tc>
        <w:tc>
          <w:tcPr>
            <w:tcW w:w="394" w:type="pct"/>
          </w:tcPr>
          <w:p w:rsidR="00253584" w:rsidRDefault="00253584" w:rsidP="00645359">
            <w:pPr>
              <w:cnfStyle w:val="000000000000"/>
            </w:pPr>
          </w:p>
        </w:tc>
        <w:tc>
          <w:tcPr>
            <w:tcW w:w="389" w:type="pct"/>
          </w:tcPr>
          <w:p w:rsidR="00253584" w:rsidRDefault="00253584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253584" w:rsidRDefault="00253584" w:rsidP="00253584"/>
        </w:tc>
        <w:tc>
          <w:tcPr>
            <w:tcW w:w="651" w:type="pct"/>
            <w:vMerge/>
          </w:tcPr>
          <w:p w:rsidR="00253584" w:rsidRDefault="00253584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253584" w:rsidRDefault="00253584" w:rsidP="00CC689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13B6A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998" w:type="pct"/>
          </w:tcPr>
          <w:p w:rsidR="00253584" w:rsidRDefault="00253584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253584" w:rsidRDefault="00253584" w:rsidP="00253584">
            <w:pPr>
              <w:cnfStyle w:val="000000100000"/>
            </w:pPr>
            <w:r>
              <w:t>Search displays list of available GL entries.</w:t>
            </w:r>
          </w:p>
        </w:tc>
        <w:tc>
          <w:tcPr>
            <w:tcW w:w="456" w:type="pct"/>
          </w:tcPr>
          <w:p w:rsidR="00253584" w:rsidRDefault="00253584" w:rsidP="00645359">
            <w:pPr>
              <w:cnfStyle w:val="000000100000"/>
            </w:pPr>
          </w:p>
        </w:tc>
        <w:tc>
          <w:tcPr>
            <w:tcW w:w="394" w:type="pct"/>
          </w:tcPr>
          <w:p w:rsidR="00253584" w:rsidRDefault="00253584" w:rsidP="00645359">
            <w:pPr>
              <w:cnfStyle w:val="000000100000"/>
            </w:pPr>
          </w:p>
        </w:tc>
        <w:tc>
          <w:tcPr>
            <w:tcW w:w="389" w:type="pct"/>
          </w:tcPr>
          <w:p w:rsidR="00253584" w:rsidRDefault="00253584" w:rsidP="00645359">
            <w:pPr>
              <w:cnfStyle w:val="000000100000"/>
            </w:pPr>
          </w:p>
        </w:tc>
      </w:tr>
      <w:tr w:rsidR="00881AD2" w:rsidTr="00136DF2">
        <w:tc>
          <w:tcPr>
            <w:cnfStyle w:val="001000000000"/>
            <w:tcW w:w="938" w:type="pct"/>
            <w:vMerge w:val="restart"/>
          </w:tcPr>
          <w:p w:rsidR="00881AD2" w:rsidRPr="00881AD2" w:rsidRDefault="00881AD2" w:rsidP="00881AD2">
            <w:pPr>
              <w:pStyle w:val="Heading3"/>
              <w:outlineLvl w:val="2"/>
            </w:pPr>
            <w:bookmarkStart w:id="16" w:name="_34.4.2_Create_new"/>
            <w:bookmarkStart w:id="17" w:name="_Toc360530219"/>
            <w:bookmarkEnd w:id="16"/>
            <w:r w:rsidRPr="00881AD2">
              <w:t>34.4.2 Create new GL Transfer Batch</w:t>
            </w:r>
            <w:bookmarkEnd w:id="17"/>
          </w:p>
        </w:tc>
        <w:tc>
          <w:tcPr>
            <w:tcW w:w="651" w:type="pct"/>
            <w:vMerge w:val="restart"/>
          </w:tcPr>
          <w:p w:rsidR="00881AD2" w:rsidRDefault="00881AD2" w:rsidP="00CC689C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881AD2" w:rsidRDefault="00881AD2" w:rsidP="00CC689C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Batch</w:t>
            </w:r>
          </w:p>
          <w:p w:rsidR="00881AD2" w:rsidRDefault="00881AD2" w:rsidP="00CC689C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881AD2" w:rsidRDefault="00881AD2" w:rsidP="00CC689C">
            <w:pPr>
              <w:pStyle w:val="ListParagraph"/>
              <w:ind w:left="0"/>
              <w:cnfStyle w:val="0000000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881AD2" w:rsidRDefault="00881AD2" w:rsidP="00CC689C">
            <w:pPr>
              <w:cnfStyle w:val="000000000000"/>
            </w:pPr>
          </w:p>
        </w:tc>
        <w:tc>
          <w:tcPr>
            <w:tcW w:w="577" w:type="pct"/>
          </w:tcPr>
          <w:p w:rsidR="00881AD2" w:rsidRDefault="00881AD2" w:rsidP="00CC689C">
            <w:pPr>
              <w:cnfStyle w:val="0000000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881AD2" w:rsidRDefault="00881AD2" w:rsidP="00645359">
            <w:pPr>
              <w:cnfStyle w:val="000000000000"/>
            </w:pPr>
          </w:p>
        </w:tc>
        <w:tc>
          <w:tcPr>
            <w:tcW w:w="394" w:type="pct"/>
          </w:tcPr>
          <w:p w:rsidR="00881AD2" w:rsidRDefault="00881AD2" w:rsidP="00645359">
            <w:pPr>
              <w:cnfStyle w:val="000000000000"/>
            </w:pPr>
          </w:p>
        </w:tc>
        <w:tc>
          <w:tcPr>
            <w:tcW w:w="389" w:type="pct"/>
          </w:tcPr>
          <w:p w:rsidR="00881AD2" w:rsidRDefault="00881AD2" w:rsidP="00645359">
            <w:pPr>
              <w:cnfStyle w:val="000000000000"/>
            </w:pPr>
          </w:p>
        </w:tc>
      </w:tr>
      <w:tr w:rsidR="00881AD2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881AD2" w:rsidRDefault="00881AD2" w:rsidP="00CC689C"/>
        </w:tc>
        <w:tc>
          <w:tcPr>
            <w:tcW w:w="651" w:type="pct"/>
            <w:vMerge/>
          </w:tcPr>
          <w:p w:rsidR="00881AD2" w:rsidRDefault="00881AD2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881AD2" w:rsidRDefault="00881AD2" w:rsidP="00CC689C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13B6A">
              <w:rPr>
                <w:b/>
              </w:rPr>
              <w:t>GL Transfer</w:t>
            </w:r>
            <w:r>
              <w:t xml:space="preserve"> tab</w:t>
            </w:r>
          </w:p>
        </w:tc>
        <w:tc>
          <w:tcPr>
            <w:tcW w:w="998" w:type="pct"/>
          </w:tcPr>
          <w:p w:rsidR="00881AD2" w:rsidRDefault="00881AD2" w:rsidP="00CC689C">
            <w:pPr>
              <w:cnfStyle w:val="000000100000"/>
            </w:pPr>
          </w:p>
        </w:tc>
        <w:tc>
          <w:tcPr>
            <w:tcW w:w="577" w:type="pct"/>
          </w:tcPr>
          <w:p w:rsidR="00881AD2" w:rsidRDefault="00881AD2" w:rsidP="00CC689C">
            <w:pPr>
              <w:cnfStyle w:val="000000100000"/>
            </w:pPr>
          </w:p>
        </w:tc>
        <w:tc>
          <w:tcPr>
            <w:tcW w:w="456" w:type="pct"/>
          </w:tcPr>
          <w:p w:rsidR="00881AD2" w:rsidRDefault="00881AD2" w:rsidP="00645359">
            <w:pPr>
              <w:cnfStyle w:val="000000100000"/>
            </w:pPr>
          </w:p>
        </w:tc>
        <w:tc>
          <w:tcPr>
            <w:tcW w:w="394" w:type="pct"/>
          </w:tcPr>
          <w:p w:rsidR="00881AD2" w:rsidRDefault="00881AD2" w:rsidP="00645359">
            <w:pPr>
              <w:cnfStyle w:val="000000100000"/>
            </w:pPr>
          </w:p>
        </w:tc>
        <w:tc>
          <w:tcPr>
            <w:tcW w:w="389" w:type="pct"/>
          </w:tcPr>
          <w:p w:rsidR="00881AD2" w:rsidRDefault="00881AD2" w:rsidP="00645359">
            <w:pPr>
              <w:cnfStyle w:val="000000100000"/>
            </w:pPr>
          </w:p>
        </w:tc>
      </w:tr>
      <w:tr w:rsidR="00881AD2" w:rsidTr="00136DF2">
        <w:tc>
          <w:tcPr>
            <w:cnfStyle w:val="001000000000"/>
            <w:tcW w:w="938" w:type="pct"/>
            <w:vMerge/>
          </w:tcPr>
          <w:p w:rsidR="00881AD2" w:rsidRDefault="00881AD2" w:rsidP="00CC689C"/>
        </w:tc>
        <w:tc>
          <w:tcPr>
            <w:tcW w:w="651" w:type="pct"/>
            <w:vMerge/>
          </w:tcPr>
          <w:p w:rsidR="00881AD2" w:rsidRDefault="00881AD2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881AD2" w:rsidRDefault="00881AD2" w:rsidP="00B2689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13B6A">
              <w:rPr>
                <w:b/>
              </w:rPr>
              <w:t>create new GL Transfer</w:t>
            </w:r>
            <w:r>
              <w:t xml:space="preserve"> </w:t>
            </w:r>
            <w:r w:rsidRPr="00413B6A">
              <w:rPr>
                <w:b/>
              </w:rPr>
              <w:t>Batch</w:t>
            </w:r>
            <w:r>
              <w:t xml:space="preserve"> button to the right side of the screen</w:t>
            </w:r>
          </w:p>
        </w:tc>
        <w:tc>
          <w:tcPr>
            <w:tcW w:w="998" w:type="pct"/>
          </w:tcPr>
          <w:p w:rsidR="00881AD2" w:rsidRDefault="00881AD2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881AD2" w:rsidRDefault="00881AD2" w:rsidP="00CC689C">
            <w:pPr>
              <w:cnfStyle w:val="000000000000"/>
            </w:pPr>
            <w:r>
              <w:t>Select Date Pop up appears on screen.</w:t>
            </w:r>
          </w:p>
        </w:tc>
        <w:tc>
          <w:tcPr>
            <w:tcW w:w="456" w:type="pct"/>
          </w:tcPr>
          <w:p w:rsidR="00881AD2" w:rsidRDefault="00881AD2" w:rsidP="00645359">
            <w:pPr>
              <w:cnfStyle w:val="000000000000"/>
            </w:pPr>
          </w:p>
        </w:tc>
        <w:tc>
          <w:tcPr>
            <w:tcW w:w="394" w:type="pct"/>
          </w:tcPr>
          <w:p w:rsidR="00881AD2" w:rsidRDefault="00881AD2" w:rsidP="00645359">
            <w:pPr>
              <w:cnfStyle w:val="000000000000"/>
            </w:pPr>
          </w:p>
        </w:tc>
        <w:tc>
          <w:tcPr>
            <w:tcW w:w="389" w:type="pct"/>
          </w:tcPr>
          <w:p w:rsidR="00881AD2" w:rsidRDefault="00881AD2" w:rsidP="00645359">
            <w:pPr>
              <w:cnfStyle w:val="000000000000"/>
            </w:pPr>
          </w:p>
        </w:tc>
      </w:tr>
      <w:tr w:rsidR="00881AD2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881AD2" w:rsidRDefault="00881AD2" w:rsidP="00CC689C"/>
        </w:tc>
        <w:tc>
          <w:tcPr>
            <w:tcW w:w="651" w:type="pct"/>
            <w:vMerge/>
          </w:tcPr>
          <w:p w:rsidR="00881AD2" w:rsidRDefault="00881AD2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881AD2" w:rsidRDefault="00881AD2" w:rsidP="00B26894">
            <w:pPr>
              <w:pStyle w:val="ListParagraph"/>
              <w:ind w:left="0"/>
              <w:cnfStyle w:val="000000100000"/>
            </w:pPr>
            <w:r>
              <w:t>Select a date for activating transactions prior to that date</w:t>
            </w:r>
          </w:p>
        </w:tc>
        <w:tc>
          <w:tcPr>
            <w:tcW w:w="998" w:type="pct"/>
          </w:tcPr>
          <w:p w:rsidR="00881AD2" w:rsidRDefault="00881AD2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881AD2" w:rsidRDefault="00881AD2" w:rsidP="00CC689C">
            <w:pPr>
              <w:cnfStyle w:val="000000100000"/>
            </w:pPr>
            <w:r>
              <w:t>Date selected</w:t>
            </w:r>
          </w:p>
        </w:tc>
        <w:tc>
          <w:tcPr>
            <w:tcW w:w="456" w:type="pct"/>
          </w:tcPr>
          <w:p w:rsidR="00881AD2" w:rsidRDefault="00881AD2" w:rsidP="00645359">
            <w:pPr>
              <w:cnfStyle w:val="000000100000"/>
            </w:pPr>
          </w:p>
        </w:tc>
        <w:tc>
          <w:tcPr>
            <w:tcW w:w="394" w:type="pct"/>
          </w:tcPr>
          <w:p w:rsidR="00881AD2" w:rsidRDefault="00881AD2" w:rsidP="00645359">
            <w:pPr>
              <w:cnfStyle w:val="000000100000"/>
            </w:pPr>
          </w:p>
        </w:tc>
        <w:tc>
          <w:tcPr>
            <w:tcW w:w="389" w:type="pct"/>
          </w:tcPr>
          <w:p w:rsidR="00881AD2" w:rsidRDefault="00881AD2" w:rsidP="00645359">
            <w:pPr>
              <w:cnfStyle w:val="000000100000"/>
            </w:pPr>
          </w:p>
        </w:tc>
      </w:tr>
      <w:tr w:rsidR="00881AD2" w:rsidTr="00136DF2">
        <w:tc>
          <w:tcPr>
            <w:cnfStyle w:val="001000000000"/>
            <w:tcW w:w="938" w:type="pct"/>
            <w:vMerge/>
          </w:tcPr>
          <w:p w:rsidR="00881AD2" w:rsidRDefault="00881AD2" w:rsidP="00CC689C"/>
        </w:tc>
        <w:tc>
          <w:tcPr>
            <w:tcW w:w="651" w:type="pct"/>
            <w:vMerge/>
          </w:tcPr>
          <w:p w:rsidR="00881AD2" w:rsidRDefault="00881AD2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881AD2" w:rsidRDefault="00881AD2" w:rsidP="00B2689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26894">
              <w:rPr>
                <w:b/>
              </w:rPr>
              <w:t>Save</w:t>
            </w:r>
            <w:r>
              <w:t xml:space="preserve"> button on the pop up</w:t>
            </w:r>
          </w:p>
        </w:tc>
        <w:tc>
          <w:tcPr>
            <w:tcW w:w="998" w:type="pct"/>
          </w:tcPr>
          <w:p w:rsidR="00881AD2" w:rsidRDefault="00881AD2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881AD2" w:rsidRDefault="00881AD2" w:rsidP="00CC689C">
            <w:pPr>
              <w:cnfStyle w:val="000000000000"/>
              <w:rPr>
                <w:b/>
              </w:rPr>
            </w:pPr>
            <w:r>
              <w:t xml:space="preserve">A new GL transfer batch has been created successfully with the status In-Progress </w:t>
            </w:r>
            <w:r w:rsidRPr="00B26894">
              <w:rPr>
                <w:b/>
              </w:rPr>
              <w:t>(I)</w:t>
            </w:r>
            <w:r>
              <w:rPr>
                <w:b/>
              </w:rPr>
              <w:t>.</w:t>
            </w:r>
          </w:p>
          <w:p w:rsidR="00881AD2" w:rsidRDefault="00881AD2" w:rsidP="00CC689C">
            <w:pPr>
              <w:cnfStyle w:val="000000000000"/>
              <w:rPr>
                <w:b/>
              </w:rPr>
            </w:pPr>
          </w:p>
          <w:p w:rsidR="00881AD2" w:rsidRPr="00D0051E" w:rsidRDefault="00881AD2" w:rsidP="00CC689C">
            <w:pPr>
              <w:cnfStyle w:val="000000000000"/>
            </w:pPr>
            <w:r w:rsidRPr="00D0051E">
              <w:t>A long running process runs in the back ground which shows whether the process is complete or not.</w:t>
            </w:r>
          </w:p>
        </w:tc>
        <w:tc>
          <w:tcPr>
            <w:tcW w:w="456" w:type="pct"/>
          </w:tcPr>
          <w:p w:rsidR="00881AD2" w:rsidRDefault="00881AD2" w:rsidP="00645359">
            <w:pPr>
              <w:cnfStyle w:val="000000000000"/>
            </w:pPr>
          </w:p>
        </w:tc>
        <w:tc>
          <w:tcPr>
            <w:tcW w:w="394" w:type="pct"/>
          </w:tcPr>
          <w:p w:rsidR="00881AD2" w:rsidRDefault="00881AD2" w:rsidP="00645359">
            <w:pPr>
              <w:cnfStyle w:val="000000000000"/>
            </w:pPr>
          </w:p>
        </w:tc>
        <w:tc>
          <w:tcPr>
            <w:tcW w:w="389" w:type="pct"/>
          </w:tcPr>
          <w:p w:rsidR="00881AD2" w:rsidRDefault="00881AD2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32468C" w:rsidRPr="00881AD2" w:rsidRDefault="0032468C" w:rsidP="00881AD2">
            <w:pPr>
              <w:pStyle w:val="Heading3"/>
              <w:outlineLvl w:val="2"/>
            </w:pPr>
            <w:bookmarkStart w:id="18" w:name="_Toc360530220"/>
            <w:r w:rsidRPr="00881AD2">
              <w:lastRenderedPageBreak/>
              <w:t>34.4.3 Re-Generate new GL Transfer Batch</w:t>
            </w:r>
            <w:bookmarkEnd w:id="18"/>
          </w:p>
        </w:tc>
        <w:tc>
          <w:tcPr>
            <w:tcW w:w="651" w:type="pct"/>
            <w:vMerge w:val="restart"/>
          </w:tcPr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32468C" w:rsidRDefault="0032468C" w:rsidP="00CC689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Batch</w:t>
            </w:r>
          </w:p>
          <w:p w:rsidR="0032468C" w:rsidRDefault="0032468C" w:rsidP="00CC689C">
            <w:pPr>
              <w:pStyle w:val="ListParagraph"/>
              <w:ind w:left="0"/>
              <w:cnfStyle w:val="000000100000"/>
            </w:pPr>
          </w:p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t xml:space="preserve">Must have GL Transfer batch status in </w:t>
            </w:r>
            <w:r w:rsidRPr="00B26894">
              <w:rPr>
                <w:b/>
              </w:rPr>
              <w:t>In-Progress</w:t>
            </w: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32468C" w:rsidRDefault="0032468C" w:rsidP="00CC689C">
            <w:pPr>
              <w:cnfStyle w:val="0000001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1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3B6A">
              <w:rPr>
                <w:b/>
              </w:rPr>
              <w:t>GL Transfer</w:t>
            </w:r>
            <w:r>
              <w:t xml:space="preserve"> tab</w:t>
            </w:r>
          </w:p>
        </w:tc>
        <w:tc>
          <w:tcPr>
            <w:tcW w:w="998" w:type="pct"/>
          </w:tcPr>
          <w:p w:rsidR="0032468C" w:rsidRDefault="0032468C" w:rsidP="00CC689C">
            <w:pPr>
              <w:cnfStyle w:val="0000000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000000"/>
            </w:pP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2468C" w:rsidRDefault="0032468C" w:rsidP="00B26894">
            <w:pPr>
              <w:pStyle w:val="ListParagraph"/>
              <w:ind w:left="0"/>
              <w:cnfStyle w:val="000000100000"/>
            </w:pPr>
            <w:r>
              <w:t xml:space="preserve">Click on a record that is in </w:t>
            </w:r>
            <w:r w:rsidRPr="00B26894">
              <w:rPr>
                <w:b/>
              </w:rPr>
              <w:t>'In progress'</w:t>
            </w:r>
            <w:r>
              <w:t xml:space="preserve"> status (I)</w:t>
            </w:r>
          </w:p>
        </w:tc>
        <w:tc>
          <w:tcPr>
            <w:tcW w:w="998" w:type="pct"/>
          </w:tcPr>
          <w:p w:rsidR="0032468C" w:rsidRDefault="0032468C" w:rsidP="00CC689C">
            <w:pPr>
              <w:cnfStyle w:val="0000001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100000"/>
            </w:pP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2468C" w:rsidRDefault="0032468C" w:rsidP="00B2689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13B6A">
              <w:rPr>
                <w:b/>
              </w:rPr>
              <w:t>Regenerate GL Transfer Batch</w:t>
            </w:r>
            <w:r>
              <w:t xml:space="preserve"> button to the right side of the screen</w:t>
            </w:r>
          </w:p>
        </w:tc>
        <w:tc>
          <w:tcPr>
            <w:tcW w:w="998" w:type="pct"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000000"/>
            </w:pPr>
            <w:r>
              <w:t>A confirmation message pop up appears on screen asking to confirm the regeneration.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B26894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998" w:type="pct"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100000"/>
            </w:pPr>
            <w:r>
              <w:t>Grid will be refreshed shortly.</w:t>
            </w:r>
          </w:p>
          <w:p w:rsidR="00D0051E" w:rsidRDefault="00D0051E" w:rsidP="00CC689C">
            <w:pPr>
              <w:cnfStyle w:val="000000100000"/>
            </w:pPr>
          </w:p>
          <w:p w:rsidR="00D0051E" w:rsidRDefault="00D0051E" w:rsidP="00CC689C">
            <w:pPr>
              <w:cnfStyle w:val="000000100000"/>
            </w:pPr>
            <w:r w:rsidRPr="00D0051E">
              <w:t xml:space="preserve">A long running process runs in the back </w:t>
            </w:r>
            <w:r w:rsidRPr="00D0051E">
              <w:lastRenderedPageBreak/>
              <w:t>ground which shows whether the process is complete or not.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 w:val="restart"/>
          </w:tcPr>
          <w:p w:rsidR="0032468C" w:rsidRPr="00881AD2" w:rsidRDefault="0032468C" w:rsidP="001331B5">
            <w:pPr>
              <w:pStyle w:val="Heading3"/>
              <w:outlineLvl w:val="2"/>
            </w:pPr>
            <w:bookmarkStart w:id="19" w:name="_Toc360530221"/>
            <w:r w:rsidRPr="00881AD2">
              <w:lastRenderedPageBreak/>
              <w:t>34.4.</w:t>
            </w:r>
            <w:r w:rsidR="001331B5">
              <w:t>4</w:t>
            </w:r>
            <w:r w:rsidRPr="00881AD2">
              <w:t xml:space="preserve"> Save GL Transfer Batch</w:t>
            </w:r>
            <w:bookmarkEnd w:id="19"/>
          </w:p>
        </w:tc>
        <w:tc>
          <w:tcPr>
            <w:tcW w:w="651" w:type="pct"/>
            <w:vMerge w:val="restar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32468C" w:rsidRDefault="0032468C" w:rsidP="00CC689C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Batch</w:t>
            </w:r>
          </w:p>
          <w:p w:rsidR="0032468C" w:rsidRDefault="0032468C" w:rsidP="00CC689C">
            <w:pPr>
              <w:pStyle w:val="ListParagraph"/>
              <w:ind w:left="0"/>
              <w:cnfStyle w:val="000000000000"/>
            </w:pPr>
          </w:p>
          <w:p w:rsidR="00413B6A" w:rsidRPr="00413B6A" w:rsidRDefault="00413B6A" w:rsidP="00413B6A">
            <w:pPr>
              <w:pStyle w:val="ListParagraph"/>
              <w:ind w:left="0"/>
              <w:cnfStyle w:val="000000000000"/>
            </w:pPr>
            <w:r w:rsidRPr="00413B6A">
              <w:t>Must have existing GL Transfer Batch. To create one refer to</w:t>
            </w:r>
          </w:p>
          <w:p w:rsidR="00413B6A" w:rsidRPr="00413B6A" w:rsidRDefault="002C2C5C" w:rsidP="00413B6A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4.4.2_Create_new" w:history="1">
              <w:r w:rsidR="00413B6A" w:rsidRPr="00413B6A">
                <w:rPr>
                  <w:rStyle w:val="Hyperlink"/>
                </w:rPr>
                <w:t>34.4.2 Create GL Transfer Batch</w:t>
              </w:r>
            </w:hyperlink>
          </w:p>
          <w:p w:rsidR="00413B6A" w:rsidRDefault="00413B6A" w:rsidP="00413B6A">
            <w:pPr>
              <w:pStyle w:val="ListParagraph"/>
              <w:ind w:left="0"/>
              <w:cnfStyle w:val="000000000000"/>
            </w:pPr>
          </w:p>
          <w:p w:rsidR="007417F0" w:rsidRDefault="007417F0" w:rsidP="007417F0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GL Transfer batch status in </w:t>
            </w:r>
            <w:r w:rsidRPr="00B26894">
              <w:rPr>
                <w:b/>
              </w:rPr>
              <w:t>In-Progress</w:t>
            </w:r>
          </w:p>
          <w:p w:rsidR="007417F0" w:rsidRDefault="007417F0" w:rsidP="00413B6A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32468C" w:rsidRDefault="0032468C" w:rsidP="00CC689C">
            <w:pPr>
              <w:cnfStyle w:val="0000000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0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t>Click on the GL Transfer tab</w:t>
            </w:r>
          </w:p>
        </w:tc>
        <w:tc>
          <w:tcPr>
            <w:tcW w:w="998" w:type="pct"/>
          </w:tcPr>
          <w:p w:rsidR="0032468C" w:rsidRDefault="0032468C" w:rsidP="00CC689C">
            <w:pPr>
              <w:cnfStyle w:val="0000001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100000"/>
            </w:pP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 xml:space="preserve">Click on a record that is in </w:t>
            </w:r>
            <w:r w:rsidRPr="00B26894">
              <w:rPr>
                <w:b/>
              </w:rPr>
              <w:t>'In progress'</w:t>
            </w:r>
            <w:r>
              <w:t xml:space="preserve"> status (I)</w:t>
            </w:r>
          </w:p>
        </w:tc>
        <w:tc>
          <w:tcPr>
            <w:tcW w:w="998" w:type="pct"/>
          </w:tcPr>
          <w:p w:rsidR="0032468C" w:rsidRDefault="0032468C" w:rsidP="00CC689C">
            <w:pPr>
              <w:cnfStyle w:val="0000000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000000"/>
            </w:pP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2468C" w:rsidRDefault="0032468C" w:rsidP="0035554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5554F">
              <w:rPr>
                <w:b/>
              </w:rPr>
              <w:t>Save GL Transfer Batch</w:t>
            </w:r>
            <w:r>
              <w:t xml:space="preserve"> button to the right side of the screen</w:t>
            </w:r>
          </w:p>
        </w:tc>
        <w:tc>
          <w:tcPr>
            <w:tcW w:w="998" w:type="pct"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2468C" w:rsidRDefault="0032468C" w:rsidP="0035554F">
            <w:pPr>
              <w:cnfStyle w:val="000000100000"/>
            </w:pPr>
            <w:r>
              <w:t>A confirmation message pop up appears on screen asking to confirm batch Save.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B26894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998" w:type="pct"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000000"/>
            </w:pPr>
            <w:r>
              <w:t xml:space="preserve">Grid will be refreshed shortly with the status being changed to </w:t>
            </w:r>
            <w:r w:rsidRPr="0035554F">
              <w:rPr>
                <w:b/>
              </w:rPr>
              <w:t xml:space="preserve">S </w:t>
            </w:r>
            <w:r>
              <w:t>(Saved).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32468C" w:rsidRPr="00881AD2" w:rsidRDefault="0032468C" w:rsidP="001331B5">
            <w:pPr>
              <w:pStyle w:val="Heading3"/>
              <w:outlineLvl w:val="2"/>
            </w:pPr>
            <w:bookmarkStart w:id="20" w:name="_Toc360530222"/>
            <w:r w:rsidRPr="00881AD2">
              <w:t>34.4.</w:t>
            </w:r>
            <w:r w:rsidR="001331B5">
              <w:t>5</w:t>
            </w:r>
            <w:r w:rsidRPr="00881AD2">
              <w:t xml:space="preserve"> Print GL Transfer Batch Detail</w:t>
            </w:r>
            <w:bookmarkEnd w:id="20"/>
          </w:p>
        </w:tc>
        <w:tc>
          <w:tcPr>
            <w:tcW w:w="651" w:type="pct"/>
            <w:vMerge w:val="restart"/>
          </w:tcPr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32468C" w:rsidRDefault="0032468C" w:rsidP="00CC689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Batch</w:t>
            </w:r>
          </w:p>
          <w:p w:rsidR="0032468C" w:rsidRDefault="0032468C" w:rsidP="00CC689C">
            <w:pPr>
              <w:pStyle w:val="ListParagraph"/>
              <w:ind w:left="0"/>
              <w:cnfStyle w:val="000000100000"/>
            </w:pPr>
          </w:p>
          <w:p w:rsidR="007417F0" w:rsidRPr="00413B6A" w:rsidRDefault="007417F0" w:rsidP="007417F0">
            <w:pPr>
              <w:pStyle w:val="ListParagraph"/>
              <w:ind w:left="0"/>
              <w:cnfStyle w:val="000000100000"/>
            </w:pPr>
            <w:r w:rsidRPr="00413B6A">
              <w:lastRenderedPageBreak/>
              <w:t>Must have existing GL Transfer Batch. To create one refer to</w:t>
            </w:r>
          </w:p>
          <w:p w:rsidR="007417F0" w:rsidRPr="00413B6A" w:rsidRDefault="002C2C5C" w:rsidP="007417F0">
            <w:pPr>
              <w:pStyle w:val="ListParagraph"/>
              <w:numPr>
                <w:ilvl w:val="0"/>
                <w:numId w:val="6"/>
              </w:numPr>
              <w:cnfStyle w:val="000000100000"/>
            </w:pPr>
            <w:hyperlink w:anchor="_34.4.2_Create_new" w:history="1">
              <w:r w:rsidR="007417F0" w:rsidRPr="00413B6A">
                <w:rPr>
                  <w:rStyle w:val="Hyperlink"/>
                </w:rPr>
                <w:t>34.4.2 Create GL Transfer Batch</w:t>
              </w:r>
            </w:hyperlink>
          </w:p>
          <w:p w:rsidR="007417F0" w:rsidRDefault="007417F0" w:rsidP="00CC689C">
            <w:pPr>
              <w:pStyle w:val="ListParagraph"/>
              <w:ind w:left="0"/>
              <w:cnfStyle w:val="000000100000"/>
            </w:pPr>
          </w:p>
          <w:p w:rsidR="007417F0" w:rsidRDefault="007417F0" w:rsidP="007417F0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GL Transfer batch status in </w:t>
            </w:r>
            <w:r w:rsidRPr="00B26894">
              <w:rPr>
                <w:b/>
              </w:rPr>
              <w:t>In-Progress</w:t>
            </w:r>
          </w:p>
          <w:p w:rsidR="007417F0" w:rsidRDefault="007417F0" w:rsidP="00CC689C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32468C" w:rsidRDefault="0032468C" w:rsidP="00CC689C">
            <w:pPr>
              <w:cnfStyle w:val="0000001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1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 xml:space="preserve">Click on the GL </w:t>
            </w:r>
            <w:r>
              <w:lastRenderedPageBreak/>
              <w:t>Transfer tab</w:t>
            </w:r>
          </w:p>
        </w:tc>
        <w:tc>
          <w:tcPr>
            <w:tcW w:w="998" w:type="pct"/>
          </w:tcPr>
          <w:p w:rsidR="0032468C" w:rsidRDefault="0032468C" w:rsidP="00CC689C">
            <w:pPr>
              <w:cnfStyle w:val="0000000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000000"/>
            </w:pP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32468C" w:rsidRDefault="0032468C" w:rsidP="0035554F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Batch Number</w:t>
            </w:r>
          </w:p>
          <w:p w:rsidR="0032468C" w:rsidRDefault="0032468C" w:rsidP="0035554F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Status</w:t>
            </w:r>
          </w:p>
        </w:tc>
        <w:tc>
          <w:tcPr>
            <w:tcW w:w="577" w:type="pct"/>
          </w:tcPr>
          <w:p w:rsidR="0032468C" w:rsidRDefault="0032468C" w:rsidP="00CC689C">
            <w:pPr>
              <w:cnfStyle w:val="000000100000"/>
            </w:pP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7417F0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998" w:type="pct"/>
          </w:tcPr>
          <w:p w:rsidR="0032468C" w:rsidRDefault="0032468C" w:rsidP="0035554F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000000"/>
            </w:pPr>
            <w:r>
              <w:t>Search displays the relevant record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2468C" w:rsidRDefault="0032468C" w:rsidP="0035554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7417F0">
              <w:rPr>
                <w:b/>
              </w:rPr>
              <w:t>Print GL Transfer Batch</w:t>
            </w:r>
            <w:r>
              <w:t xml:space="preserve"> detail button to the right side of the screen</w:t>
            </w:r>
          </w:p>
        </w:tc>
        <w:tc>
          <w:tcPr>
            <w:tcW w:w="998" w:type="pct"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2468C" w:rsidRDefault="0032468C" w:rsidP="0035554F">
            <w:pPr>
              <w:cnfStyle w:val="000000100000"/>
            </w:pPr>
            <w:r>
              <w:t>A confirmation message pop up appears on screen asking to confirm user that the batch was printed.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B26894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998" w:type="pct"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2468C" w:rsidRDefault="0032468C" w:rsidP="0035554F">
            <w:pPr>
              <w:cnfStyle w:val="000000000000"/>
            </w:pPr>
            <w:r>
              <w:t xml:space="preserve">Grid will be refreshed shortly with the </w:t>
            </w:r>
            <w:r w:rsidRPr="0035554F">
              <w:rPr>
                <w:b/>
              </w:rPr>
              <w:t>Times printed</w:t>
            </w:r>
            <w:r>
              <w:t xml:space="preserve"> column being updated to the number of times it has printed.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32468C" w:rsidRPr="00881AD2" w:rsidRDefault="0032468C" w:rsidP="001331B5">
            <w:pPr>
              <w:pStyle w:val="Heading3"/>
              <w:outlineLvl w:val="2"/>
            </w:pPr>
            <w:bookmarkStart w:id="21" w:name="_Toc360530223"/>
            <w:r w:rsidRPr="00881AD2">
              <w:t>34.4.</w:t>
            </w:r>
            <w:r w:rsidR="001331B5">
              <w:t>6</w:t>
            </w:r>
            <w:r w:rsidRPr="00881AD2">
              <w:t xml:space="preserve"> Print GL Transfer Batch Summary</w:t>
            </w:r>
            <w:bookmarkEnd w:id="21"/>
          </w:p>
        </w:tc>
        <w:tc>
          <w:tcPr>
            <w:tcW w:w="651" w:type="pct"/>
            <w:vMerge w:val="restart"/>
          </w:tcPr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32468C" w:rsidRDefault="0032468C" w:rsidP="00CC689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Batch</w:t>
            </w:r>
          </w:p>
          <w:p w:rsidR="0032468C" w:rsidRDefault="0032468C" w:rsidP="00CC689C">
            <w:pPr>
              <w:pStyle w:val="ListParagraph"/>
              <w:ind w:left="0"/>
              <w:cnfStyle w:val="000000100000"/>
            </w:pPr>
          </w:p>
          <w:p w:rsidR="005D7112" w:rsidRPr="00413B6A" w:rsidRDefault="005D7112" w:rsidP="005D7112">
            <w:pPr>
              <w:pStyle w:val="ListParagraph"/>
              <w:ind w:left="0"/>
              <w:cnfStyle w:val="000000100000"/>
            </w:pPr>
            <w:r w:rsidRPr="00413B6A">
              <w:t xml:space="preserve">Must have existing GL Transfer Batch. To create one refer </w:t>
            </w:r>
            <w:r w:rsidRPr="00413B6A">
              <w:lastRenderedPageBreak/>
              <w:t>to</w:t>
            </w:r>
          </w:p>
          <w:p w:rsidR="005D7112" w:rsidRPr="00413B6A" w:rsidRDefault="002C2C5C" w:rsidP="005D7112">
            <w:pPr>
              <w:pStyle w:val="ListParagraph"/>
              <w:numPr>
                <w:ilvl w:val="0"/>
                <w:numId w:val="6"/>
              </w:numPr>
              <w:cnfStyle w:val="000000100000"/>
            </w:pPr>
            <w:hyperlink w:anchor="_34.4.2_Create_new" w:history="1">
              <w:r w:rsidR="005D7112" w:rsidRPr="00413B6A">
                <w:rPr>
                  <w:rStyle w:val="Hyperlink"/>
                </w:rPr>
                <w:t>34.4.2 Create GL Transfer Batch</w:t>
              </w:r>
            </w:hyperlink>
          </w:p>
          <w:p w:rsidR="0032468C" w:rsidRDefault="0032468C" w:rsidP="00CC689C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32468C" w:rsidRDefault="0032468C" w:rsidP="00CC689C">
            <w:pPr>
              <w:cnfStyle w:val="0000001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1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>Click on the GL Transfer tab</w:t>
            </w:r>
          </w:p>
        </w:tc>
        <w:tc>
          <w:tcPr>
            <w:tcW w:w="998" w:type="pct"/>
          </w:tcPr>
          <w:p w:rsidR="0032468C" w:rsidRDefault="0032468C" w:rsidP="00CC689C">
            <w:pPr>
              <w:cnfStyle w:val="0000000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000000"/>
            </w:pP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32468C" w:rsidRDefault="0032468C" w:rsidP="00CC689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Batch Number</w:t>
            </w:r>
          </w:p>
          <w:p w:rsidR="0032468C" w:rsidRDefault="0032468C" w:rsidP="00CC689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Status</w:t>
            </w:r>
          </w:p>
        </w:tc>
        <w:tc>
          <w:tcPr>
            <w:tcW w:w="577" w:type="pct"/>
          </w:tcPr>
          <w:p w:rsidR="0032468C" w:rsidRDefault="0032468C" w:rsidP="00CC689C">
            <w:pPr>
              <w:cnfStyle w:val="000000100000"/>
            </w:pP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5D7112">
              <w:rPr>
                <w:b/>
              </w:rPr>
              <w:t>Search</w:t>
            </w:r>
            <w:r>
              <w:t xml:space="preserve"> </w:t>
            </w:r>
            <w:r>
              <w:lastRenderedPageBreak/>
              <w:t>button</w:t>
            </w:r>
          </w:p>
        </w:tc>
        <w:tc>
          <w:tcPr>
            <w:tcW w:w="998" w:type="pct"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000000"/>
            </w:pPr>
            <w:r>
              <w:t xml:space="preserve">Search displays </w:t>
            </w:r>
            <w:r>
              <w:lastRenderedPageBreak/>
              <w:t>the relevant record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32468C" w:rsidRDefault="0032468C" w:rsidP="0035554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5D7112">
              <w:rPr>
                <w:b/>
              </w:rPr>
              <w:t xml:space="preserve">Print GL Transfer Batch summary </w:t>
            </w:r>
            <w:r>
              <w:t>button to the right side of the screen</w:t>
            </w:r>
          </w:p>
        </w:tc>
        <w:tc>
          <w:tcPr>
            <w:tcW w:w="998" w:type="pct"/>
          </w:tcPr>
          <w:p w:rsidR="0032468C" w:rsidRDefault="0032468C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100000"/>
            </w:pPr>
            <w:r>
              <w:t>A confirmation message pop up appears on screen asking to confirm user that the batch was printed.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1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32468C" w:rsidRDefault="0032468C" w:rsidP="00CC689C"/>
        </w:tc>
        <w:tc>
          <w:tcPr>
            <w:tcW w:w="651" w:type="pct"/>
            <w:vMerge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32468C" w:rsidRDefault="0032468C" w:rsidP="00CC689C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B26894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998" w:type="pct"/>
          </w:tcPr>
          <w:p w:rsidR="0032468C" w:rsidRDefault="0032468C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32468C" w:rsidRDefault="0032468C" w:rsidP="00CC689C">
            <w:pPr>
              <w:cnfStyle w:val="000000000000"/>
            </w:pPr>
            <w:r>
              <w:t xml:space="preserve">Grid will be refreshed shortly with the </w:t>
            </w:r>
            <w:r w:rsidRPr="0035554F">
              <w:rPr>
                <w:b/>
              </w:rPr>
              <w:t>Times printed</w:t>
            </w:r>
            <w:r>
              <w:t xml:space="preserve"> column being updated to the number of times it has printed.</w:t>
            </w:r>
          </w:p>
        </w:tc>
        <w:tc>
          <w:tcPr>
            <w:tcW w:w="456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94" w:type="pct"/>
          </w:tcPr>
          <w:p w:rsidR="0032468C" w:rsidRDefault="0032468C" w:rsidP="00645359">
            <w:pPr>
              <w:cnfStyle w:val="000000000000"/>
            </w:pPr>
          </w:p>
        </w:tc>
        <w:tc>
          <w:tcPr>
            <w:tcW w:w="389" w:type="pct"/>
          </w:tcPr>
          <w:p w:rsidR="0032468C" w:rsidRDefault="0032468C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4B2B56" w:rsidRPr="00881AD2" w:rsidRDefault="004B2B56" w:rsidP="00881AD2">
            <w:pPr>
              <w:pStyle w:val="Heading3"/>
              <w:outlineLvl w:val="2"/>
            </w:pPr>
            <w:bookmarkStart w:id="22" w:name="_Toc360530224"/>
            <w:r w:rsidRPr="00881AD2">
              <w:t>34.5 Import Batch</w:t>
            </w:r>
            <w:bookmarkEnd w:id="22"/>
          </w:p>
        </w:tc>
        <w:tc>
          <w:tcPr>
            <w:tcW w:w="651" w:type="pct"/>
            <w:vMerge w:val="restart"/>
          </w:tcPr>
          <w:p w:rsidR="004B2B56" w:rsidRDefault="004B2B56" w:rsidP="00CC689C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B2B56" w:rsidRDefault="004B2B56" w:rsidP="00CC689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Batch</w:t>
            </w:r>
          </w:p>
          <w:p w:rsidR="004B2B56" w:rsidRDefault="004B2B56" w:rsidP="00CC689C">
            <w:pPr>
              <w:cnfStyle w:val="000000100000"/>
            </w:pPr>
          </w:p>
          <w:p w:rsidR="004B2B56" w:rsidRDefault="004B2B56" w:rsidP="00CC689C">
            <w:pPr>
              <w:cnfStyle w:val="000000100000"/>
            </w:pPr>
            <w:r>
              <w:t>Must have the payments file generated from finance one.</w:t>
            </w:r>
          </w:p>
          <w:p w:rsidR="004B2B56" w:rsidRDefault="004B2B56" w:rsidP="00CC689C">
            <w:pPr>
              <w:cnfStyle w:val="000000100000"/>
            </w:pPr>
          </w:p>
          <w:p w:rsidR="004B2B56" w:rsidRDefault="004B2B56" w:rsidP="00CC689C">
            <w:pPr>
              <w:cnfStyle w:val="000000100000"/>
            </w:pPr>
            <w:r>
              <w:t>The file must be in .csv format</w:t>
            </w:r>
            <w:r w:rsidR="005D7112">
              <w:t>.</w:t>
            </w:r>
          </w:p>
          <w:p w:rsidR="005D7112" w:rsidRDefault="005D7112" w:rsidP="00CC689C">
            <w:pPr>
              <w:cnfStyle w:val="000000100000"/>
            </w:pPr>
          </w:p>
        </w:tc>
        <w:tc>
          <w:tcPr>
            <w:tcW w:w="596" w:type="pct"/>
          </w:tcPr>
          <w:p w:rsidR="004B2B56" w:rsidRDefault="004B2B56" w:rsidP="00CC689C">
            <w:pPr>
              <w:pStyle w:val="ListParagraph"/>
              <w:ind w:left="0"/>
              <w:cnfStyle w:val="0000001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4B2B56" w:rsidRDefault="004B2B56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4B2B56" w:rsidRDefault="004B2B56" w:rsidP="00CC689C">
            <w:pPr>
              <w:cnfStyle w:val="000000100000"/>
            </w:pPr>
            <w:r>
              <w:t>Finance Batch module is loaded.</w:t>
            </w:r>
          </w:p>
        </w:tc>
        <w:tc>
          <w:tcPr>
            <w:tcW w:w="456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B2B56" w:rsidRDefault="004B2B56" w:rsidP="00CC689C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D7112">
              <w:rPr>
                <w:b/>
              </w:rPr>
              <w:t>Payment Batch Entry</w:t>
            </w:r>
            <w:r>
              <w:t xml:space="preserve"> tab</w:t>
            </w:r>
          </w:p>
        </w:tc>
        <w:tc>
          <w:tcPr>
            <w:tcW w:w="998" w:type="pct"/>
          </w:tcPr>
          <w:p w:rsidR="004B2B56" w:rsidRDefault="004B2B56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4B2B56" w:rsidRDefault="004B2B56" w:rsidP="00CC689C">
            <w:pPr>
              <w:cnfStyle w:val="000000000000"/>
            </w:pPr>
          </w:p>
        </w:tc>
        <w:tc>
          <w:tcPr>
            <w:tcW w:w="456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96" w:type="pct"/>
          </w:tcPr>
          <w:p w:rsidR="004B2B56" w:rsidRDefault="004B2B56" w:rsidP="00CC689C">
            <w:pPr>
              <w:pStyle w:val="ListParagraph"/>
              <w:ind w:left="0"/>
              <w:cnfStyle w:val="000000100000"/>
            </w:pPr>
            <w:r>
              <w:t>Click on the Import Batch button</w:t>
            </w:r>
          </w:p>
        </w:tc>
        <w:tc>
          <w:tcPr>
            <w:tcW w:w="998" w:type="pct"/>
          </w:tcPr>
          <w:p w:rsidR="004B2B56" w:rsidRDefault="004B2B56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4B2B56" w:rsidRDefault="004B2B56" w:rsidP="00786DD8">
            <w:pPr>
              <w:cnfStyle w:val="000000100000"/>
            </w:pPr>
            <w:r>
              <w:t>A window opens asking user to select the file from file explorer.</w:t>
            </w:r>
          </w:p>
        </w:tc>
        <w:tc>
          <w:tcPr>
            <w:tcW w:w="456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96" w:type="pct"/>
          </w:tcPr>
          <w:p w:rsidR="004B2B56" w:rsidRDefault="004B2B56" w:rsidP="00CC689C">
            <w:pPr>
              <w:pStyle w:val="ListParagraph"/>
              <w:ind w:left="0"/>
              <w:cnfStyle w:val="000000000000"/>
            </w:pPr>
            <w:r>
              <w:t xml:space="preserve">Select the </w:t>
            </w:r>
            <w:r>
              <w:lastRenderedPageBreak/>
              <w:t>Payments file from the file explorer and click open</w:t>
            </w:r>
          </w:p>
        </w:tc>
        <w:tc>
          <w:tcPr>
            <w:tcW w:w="998" w:type="pct"/>
          </w:tcPr>
          <w:p w:rsidR="004B2B56" w:rsidRDefault="004B2B56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4B2B56" w:rsidRDefault="004B2B56" w:rsidP="00CC689C">
            <w:pPr>
              <w:cnfStyle w:val="000000000000"/>
            </w:pPr>
            <w:r>
              <w:t xml:space="preserve">Opens the file </w:t>
            </w:r>
            <w:r>
              <w:lastRenderedPageBreak/>
              <w:t>by performing all validations.</w:t>
            </w:r>
          </w:p>
          <w:p w:rsidR="004B2B56" w:rsidRDefault="004B2B56" w:rsidP="00CC689C">
            <w:pPr>
              <w:cnfStyle w:val="000000000000"/>
            </w:pPr>
          </w:p>
          <w:p w:rsidR="004B2B56" w:rsidRDefault="004B2B56" w:rsidP="00786DD8">
            <w:pPr>
              <w:cnfStyle w:val="000000000000"/>
            </w:pPr>
            <w:r>
              <w:t>Batch headers with associate Payments will be imported to the corresponding grid from the file.</w:t>
            </w:r>
          </w:p>
          <w:p w:rsidR="004B2B56" w:rsidRDefault="004B2B56" w:rsidP="00786DD8">
            <w:pPr>
              <w:cnfStyle w:val="000000000000"/>
            </w:pPr>
          </w:p>
          <w:p w:rsidR="004B2B56" w:rsidRDefault="004B2B56" w:rsidP="00786DD8">
            <w:pPr>
              <w:cnfStyle w:val="000000000000"/>
            </w:pPr>
            <w:r>
              <w:t>Any file import errors will be shown in a log file.</w:t>
            </w:r>
          </w:p>
        </w:tc>
        <w:tc>
          <w:tcPr>
            <w:tcW w:w="456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4B2B56" w:rsidRPr="00881AD2" w:rsidRDefault="004B2B56" w:rsidP="00881AD2">
            <w:pPr>
              <w:pStyle w:val="Heading3"/>
              <w:outlineLvl w:val="2"/>
            </w:pPr>
            <w:bookmarkStart w:id="23" w:name="_Toc360530225"/>
            <w:r w:rsidRPr="00881AD2">
              <w:lastRenderedPageBreak/>
              <w:t>34.6 Import Payments</w:t>
            </w:r>
            <w:bookmarkEnd w:id="23"/>
          </w:p>
        </w:tc>
        <w:tc>
          <w:tcPr>
            <w:tcW w:w="651" w:type="pct"/>
            <w:vMerge w:val="restart"/>
          </w:tcPr>
          <w:p w:rsidR="004B2B56" w:rsidRDefault="004B2B56" w:rsidP="00074F5C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B2B56" w:rsidRDefault="004B2B56" w:rsidP="00074F5C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Batch</w:t>
            </w:r>
          </w:p>
          <w:p w:rsidR="004B2B56" w:rsidRDefault="004B2B56" w:rsidP="00074F5C">
            <w:pPr>
              <w:cnfStyle w:val="000000100000"/>
            </w:pPr>
          </w:p>
          <w:p w:rsidR="004B2B56" w:rsidRDefault="004B2B56" w:rsidP="00074F5C">
            <w:pPr>
              <w:cnfStyle w:val="000000100000"/>
            </w:pPr>
            <w:r>
              <w:t>Must have</w:t>
            </w:r>
            <w:r w:rsidR="005D7112">
              <w:t xml:space="preserve"> existing batch. To create one refer to</w:t>
            </w:r>
          </w:p>
          <w:p w:rsidR="004B2B56" w:rsidRPr="005D7112" w:rsidRDefault="002C2C5C" w:rsidP="00074F5C">
            <w:pPr>
              <w:pStyle w:val="ListParagraph"/>
              <w:numPr>
                <w:ilvl w:val="0"/>
                <w:numId w:val="6"/>
              </w:numPr>
              <w:cnfStyle w:val="000000100000"/>
            </w:pPr>
            <w:hyperlink w:anchor="_34.2.1_Add_a" w:history="1">
              <w:r w:rsidR="004B2B56" w:rsidRPr="005D7112">
                <w:rPr>
                  <w:rStyle w:val="Hyperlink"/>
                </w:rPr>
                <w:t>34.2.1</w:t>
              </w:r>
              <w:r w:rsidR="005D7112" w:rsidRPr="005D7112">
                <w:rPr>
                  <w:rStyle w:val="Hyperlink"/>
                </w:rPr>
                <w:t xml:space="preserve"> Add a Batch</w:t>
              </w:r>
            </w:hyperlink>
            <w:r w:rsidR="004B2B56" w:rsidRPr="005D7112">
              <w:t xml:space="preserve"> </w:t>
            </w:r>
          </w:p>
          <w:p w:rsidR="005D7112" w:rsidRDefault="005D7112" w:rsidP="005D7112">
            <w:pPr>
              <w:pStyle w:val="ListParagraph"/>
              <w:ind w:left="360"/>
              <w:cnfStyle w:val="000000100000"/>
            </w:pPr>
          </w:p>
          <w:p w:rsidR="004B2B56" w:rsidRDefault="004B2B56" w:rsidP="00074F5C">
            <w:pPr>
              <w:cnfStyle w:val="000000100000"/>
              <w:rPr>
                <w:b/>
              </w:rPr>
            </w:pPr>
            <w:r>
              <w:t xml:space="preserve">Must have batch status in </w:t>
            </w:r>
            <w:r w:rsidRPr="00BC25A2">
              <w:rPr>
                <w:b/>
              </w:rPr>
              <w:t>In-Progress</w:t>
            </w:r>
          </w:p>
          <w:p w:rsidR="004B2B56" w:rsidRDefault="004B2B56" w:rsidP="00074F5C">
            <w:pPr>
              <w:cnfStyle w:val="000000100000"/>
              <w:rPr>
                <w:b/>
              </w:rPr>
            </w:pPr>
          </w:p>
          <w:p w:rsidR="004B2B56" w:rsidRPr="00396113" w:rsidRDefault="004B2B56" w:rsidP="00074F5C">
            <w:pPr>
              <w:cnfStyle w:val="000000100000"/>
            </w:pPr>
            <w:r w:rsidRPr="00396113">
              <w:lastRenderedPageBreak/>
              <w:t xml:space="preserve">The </w:t>
            </w:r>
            <w:r>
              <w:t xml:space="preserve">import payments </w:t>
            </w:r>
            <w:r w:rsidRPr="00396113">
              <w:t>file must be in .Pay format</w:t>
            </w:r>
          </w:p>
        </w:tc>
        <w:tc>
          <w:tcPr>
            <w:tcW w:w="596" w:type="pct"/>
          </w:tcPr>
          <w:p w:rsidR="004B2B56" w:rsidRDefault="004B2B56" w:rsidP="00BC25A2">
            <w:pPr>
              <w:pStyle w:val="ListParagraph"/>
              <w:ind w:left="0"/>
              <w:cnfStyle w:val="0000001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4B2B56" w:rsidRDefault="004B2B56" w:rsidP="00CC689C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4B2B56" w:rsidRDefault="00F94002" w:rsidP="00CC689C">
            <w:pPr>
              <w:cnfStyle w:val="0000001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074F5C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4B2B56" w:rsidRDefault="004B2B56" w:rsidP="00BC25A2">
            <w:pPr>
              <w:pStyle w:val="ListParagraph"/>
              <w:ind w:left="0"/>
              <w:cnfStyle w:val="000000000000"/>
            </w:pPr>
            <w:r>
              <w:t>Click on the Payment Batch Entry tab</w:t>
            </w:r>
          </w:p>
        </w:tc>
        <w:tc>
          <w:tcPr>
            <w:tcW w:w="998" w:type="pct"/>
          </w:tcPr>
          <w:p w:rsidR="004B2B56" w:rsidRDefault="004B2B56" w:rsidP="00CC689C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4B2B56" w:rsidRDefault="004B2B56" w:rsidP="00CC689C">
            <w:pPr>
              <w:cnfStyle w:val="000000000000"/>
            </w:pPr>
          </w:p>
        </w:tc>
        <w:tc>
          <w:tcPr>
            <w:tcW w:w="456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074F5C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4B2B56" w:rsidRDefault="004B2B56" w:rsidP="00BC25A2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4B2B56" w:rsidRDefault="004B2B56" w:rsidP="00BC25A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Batch Number</w:t>
            </w:r>
          </w:p>
          <w:p w:rsidR="004B2B56" w:rsidRDefault="004B2B56" w:rsidP="00BC25A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 xml:space="preserve">Status in </w:t>
            </w:r>
            <w:r w:rsidRPr="00BC25A2">
              <w:rPr>
                <w:b/>
              </w:rPr>
              <w:t>In-Progress</w:t>
            </w:r>
          </w:p>
        </w:tc>
        <w:tc>
          <w:tcPr>
            <w:tcW w:w="577" w:type="pct"/>
          </w:tcPr>
          <w:p w:rsidR="004B2B56" w:rsidRDefault="004B2B56" w:rsidP="00CC689C">
            <w:pPr>
              <w:cnfStyle w:val="000000100000"/>
            </w:pPr>
            <w:r>
              <w:t>Data is visible</w:t>
            </w:r>
          </w:p>
        </w:tc>
        <w:tc>
          <w:tcPr>
            <w:tcW w:w="456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074F5C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4B2B56" w:rsidRDefault="004B2B56" w:rsidP="00BC25A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C25A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998" w:type="pct"/>
          </w:tcPr>
          <w:p w:rsidR="004B2B56" w:rsidRDefault="004B2B56" w:rsidP="00BC25A2">
            <w:pPr>
              <w:pStyle w:val="ListParagraph"/>
              <w:ind w:left="523"/>
              <w:cnfStyle w:val="000000000000"/>
            </w:pPr>
          </w:p>
        </w:tc>
        <w:tc>
          <w:tcPr>
            <w:tcW w:w="577" w:type="pct"/>
          </w:tcPr>
          <w:p w:rsidR="004B2B56" w:rsidRDefault="004B2B56" w:rsidP="00CC689C">
            <w:pPr>
              <w:cnfStyle w:val="000000000000"/>
            </w:pPr>
            <w:r>
              <w:t xml:space="preserve">Search displays list of batches that are with </w:t>
            </w:r>
            <w:r w:rsidRPr="00BC25A2">
              <w:rPr>
                <w:b/>
              </w:rPr>
              <w:t>In-Progress</w:t>
            </w:r>
            <w:r>
              <w:t xml:space="preserve"> state.</w:t>
            </w:r>
          </w:p>
        </w:tc>
        <w:tc>
          <w:tcPr>
            <w:tcW w:w="456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074F5C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4B2B56" w:rsidRDefault="004B2B56" w:rsidP="00BC25A2">
            <w:pPr>
              <w:pStyle w:val="ListParagraph"/>
              <w:ind w:left="0"/>
              <w:cnfStyle w:val="000000100000"/>
            </w:pPr>
            <w:r>
              <w:t xml:space="preserve">Click on a record that you </w:t>
            </w:r>
            <w:r>
              <w:lastRenderedPageBreak/>
              <w:t>wish to Import payments</w:t>
            </w:r>
          </w:p>
        </w:tc>
        <w:tc>
          <w:tcPr>
            <w:tcW w:w="998" w:type="pct"/>
          </w:tcPr>
          <w:p w:rsidR="004B2B56" w:rsidRDefault="004B2B56" w:rsidP="00BC25A2">
            <w:pPr>
              <w:pStyle w:val="ListParagraph"/>
              <w:ind w:left="523"/>
              <w:cnfStyle w:val="000000100000"/>
            </w:pPr>
          </w:p>
        </w:tc>
        <w:tc>
          <w:tcPr>
            <w:tcW w:w="577" w:type="pct"/>
          </w:tcPr>
          <w:p w:rsidR="004B2B56" w:rsidRDefault="004B2B56" w:rsidP="00CC689C">
            <w:pPr>
              <w:cnfStyle w:val="000000100000"/>
            </w:pPr>
            <w:r>
              <w:t>Item Selected</w:t>
            </w:r>
          </w:p>
        </w:tc>
        <w:tc>
          <w:tcPr>
            <w:tcW w:w="456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074F5C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4B2B56" w:rsidRDefault="004B2B56" w:rsidP="00BC25A2">
            <w:pPr>
              <w:pStyle w:val="ListParagraph"/>
              <w:ind w:left="0"/>
              <w:cnfStyle w:val="000000000000"/>
            </w:pPr>
            <w:r>
              <w:t>Click on Import Payments button</w:t>
            </w:r>
          </w:p>
        </w:tc>
        <w:tc>
          <w:tcPr>
            <w:tcW w:w="998" w:type="pct"/>
          </w:tcPr>
          <w:p w:rsidR="004B2B56" w:rsidRDefault="004B2B56" w:rsidP="00BC25A2">
            <w:pPr>
              <w:pStyle w:val="ListParagraph"/>
              <w:ind w:left="523"/>
              <w:cnfStyle w:val="000000000000"/>
            </w:pPr>
          </w:p>
        </w:tc>
        <w:tc>
          <w:tcPr>
            <w:tcW w:w="577" w:type="pct"/>
          </w:tcPr>
          <w:p w:rsidR="004B2B56" w:rsidRDefault="004B2B56" w:rsidP="00CC689C">
            <w:pPr>
              <w:cnfStyle w:val="000000000000"/>
            </w:pPr>
            <w:r>
              <w:t>Payment Import Detail popup appears on screen</w:t>
            </w:r>
          </w:p>
        </w:tc>
        <w:tc>
          <w:tcPr>
            <w:tcW w:w="456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074F5C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4B2B56" w:rsidRDefault="004B2B56" w:rsidP="00BC25A2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4B2B56" w:rsidRDefault="004B2B56" w:rsidP="00396113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Payment Method</w:t>
            </w:r>
          </w:p>
          <w:p w:rsidR="004B2B56" w:rsidRDefault="004B2B56" w:rsidP="00396113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Payer Name</w:t>
            </w:r>
          </w:p>
        </w:tc>
        <w:tc>
          <w:tcPr>
            <w:tcW w:w="577" w:type="pct"/>
          </w:tcPr>
          <w:p w:rsidR="004B2B56" w:rsidRDefault="004B2B56" w:rsidP="00CC689C">
            <w:pPr>
              <w:cnfStyle w:val="000000100000"/>
            </w:pPr>
          </w:p>
        </w:tc>
        <w:tc>
          <w:tcPr>
            <w:tcW w:w="456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100000"/>
            </w:pPr>
          </w:p>
        </w:tc>
      </w:tr>
      <w:tr w:rsidR="00D91E88" w:rsidTr="00136DF2"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074F5C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4B2B56" w:rsidRDefault="004B2B56" w:rsidP="00BC25A2">
            <w:pPr>
              <w:pStyle w:val="ListParagraph"/>
              <w:ind w:left="0"/>
              <w:cnfStyle w:val="000000000000"/>
            </w:pPr>
            <w:r>
              <w:t>Click on Save button on the pop up window</w:t>
            </w:r>
          </w:p>
        </w:tc>
        <w:tc>
          <w:tcPr>
            <w:tcW w:w="998" w:type="pct"/>
          </w:tcPr>
          <w:p w:rsidR="004B2B56" w:rsidRDefault="004B2B56" w:rsidP="00396113">
            <w:pPr>
              <w:pStyle w:val="ListParagraph"/>
              <w:numPr>
                <w:ilvl w:val="0"/>
                <w:numId w:val="9"/>
              </w:numPr>
              <w:cnfStyle w:val="000000000000"/>
            </w:pPr>
          </w:p>
        </w:tc>
        <w:tc>
          <w:tcPr>
            <w:tcW w:w="577" w:type="pct"/>
          </w:tcPr>
          <w:p w:rsidR="004B2B56" w:rsidRDefault="004B2B56" w:rsidP="00CC689C">
            <w:pPr>
              <w:cnfStyle w:val="000000000000"/>
            </w:pPr>
            <w:r>
              <w:t>A window opens asking user to select the payments file from file explorer.</w:t>
            </w:r>
          </w:p>
        </w:tc>
        <w:tc>
          <w:tcPr>
            <w:tcW w:w="456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0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000000"/>
            </w:pPr>
          </w:p>
        </w:tc>
      </w:tr>
      <w:tr w:rsidR="00D91E88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4B2B56" w:rsidRDefault="004B2B56" w:rsidP="00CC689C"/>
        </w:tc>
        <w:tc>
          <w:tcPr>
            <w:tcW w:w="651" w:type="pct"/>
            <w:vMerge/>
          </w:tcPr>
          <w:p w:rsidR="004B2B56" w:rsidRDefault="004B2B56" w:rsidP="00074F5C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4B2B56" w:rsidRDefault="004B2B56" w:rsidP="00BC25A2">
            <w:pPr>
              <w:pStyle w:val="ListParagraph"/>
              <w:ind w:left="0"/>
              <w:cnfStyle w:val="000000100000"/>
            </w:pPr>
            <w:r>
              <w:t>Select the file and click open</w:t>
            </w:r>
          </w:p>
        </w:tc>
        <w:tc>
          <w:tcPr>
            <w:tcW w:w="998" w:type="pct"/>
          </w:tcPr>
          <w:p w:rsidR="004B2B56" w:rsidRDefault="004B2B56" w:rsidP="004B2B56">
            <w:pPr>
              <w:pStyle w:val="ListParagraph"/>
              <w:ind w:left="411"/>
              <w:cnfStyle w:val="000000100000"/>
            </w:pPr>
          </w:p>
        </w:tc>
        <w:tc>
          <w:tcPr>
            <w:tcW w:w="577" w:type="pct"/>
          </w:tcPr>
          <w:p w:rsidR="004B2B56" w:rsidRDefault="004B2B56" w:rsidP="004B2B56">
            <w:pPr>
              <w:cnfStyle w:val="000000100000"/>
            </w:pPr>
            <w:r>
              <w:t>Validations will be done to  the import process and if the process went successful the payments will be displayed in the corresponding grid.</w:t>
            </w:r>
          </w:p>
        </w:tc>
        <w:tc>
          <w:tcPr>
            <w:tcW w:w="456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94" w:type="pct"/>
          </w:tcPr>
          <w:p w:rsidR="004B2B56" w:rsidRDefault="004B2B56" w:rsidP="00645359">
            <w:pPr>
              <w:cnfStyle w:val="000000100000"/>
            </w:pPr>
          </w:p>
        </w:tc>
        <w:tc>
          <w:tcPr>
            <w:tcW w:w="389" w:type="pct"/>
          </w:tcPr>
          <w:p w:rsidR="004B2B56" w:rsidRDefault="004B2B56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 w:val="restart"/>
          </w:tcPr>
          <w:p w:rsidR="007144CE" w:rsidRPr="00881AD2" w:rsidRDefault="007144CE" w:rsidP="00881AD2">
            <w:pPr>
              <w:pStyle w:val="Heading3"/>
              <w:outlineLvl w:val="2"/>
            </w:pPr>
            <w:bookmarkStart w:id="24" w:name="_Toc360530226"/>
            <w:r w:rsidRPr="00881AD2">
              <w:t>34.7.1 Document Printing  - Print Invoices</w:t>
            </w:r>
            <w:bookmarkEnd w:id="24"/>
          </w:p>
        </w:tc>
        <w:tc>
          <w:tcPr>
            <w:tcW w:w="651" w:type="pct"/>
            <w:vMerge w:val="restart"/>
          </w:tcPr>
          <w:p w:rsidR="007144CE" w:rsidRDefault="007144CE" w:rsidP="00F94002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144CE" w:rsidRDefault="007144CE" w:rsidP="00F94002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Finance Batch</w:t>
            </w:r>
          </w:p>
          <w:p w:rsidR="007144CE" w:rsidRDefault="007144CE" w:rsidP="00F94002">
            <w:pPr>
              <w:cnfStyle w:val="000000000000"/>
            </w:pPr>
          </w:p>
          <w:p w:rsidR="007144CE" w:rsidRDefault="007144CE" w:rsidP="00F94002">
            <w:pPr>
              <w:cnfStyle w:val="000000000000"/>
            </w:pPr>
            <w:r>
              <w:lastRenderedPageBreak/>
              <w:t>Make sure to configure reports path in config.php.</w:t>
            </w:r>
          </w:p>
          <w:p w:rsidR="007144CE" w:rsidRDefault="007144CE" w:rsidP="00074F5C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F94002">
            <w:pPr>
              <w:pStyle w:val="ListParagraph"/>
              <w:ind w:left="0"/>
              <w:cnfStyle w:val="0000000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7144CE" w:rsidRDefault="007144CE" w:rsidP="00F94002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F94002">
            <w:pPr>
              <w:cnfStyle w:val="0000000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CC689C"/>
        </w:tc>
        <w:tc>
          <w:tcPr>
            <w:tcW w:w="651" w:type="pct"/>
            <w:vMerge/>
          </w:tcPr>
          <w:p w:rsidR="007144CE" w:rsidRDefault="007144CE" w:rsidP="00F94002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F9400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556D8">
              <w:rPr>
                <w:b/>
              </w:rPr>
              <w:t xml:space="preserve">Document </w:t>
            </w:r>
            <w:r w:rsidRPr="00E556D8">
              <w:rPr>
                <w:b/>
              </w:rPr>
              <w:lastRenderedPageBreak/>
              <w:t>Printing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F94002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F94002">
            <w:pPr>
              <w:cnfStyle w:val="000000100000"/>
            </w:pPr>
            <w:r>
              <w:t>Shows sub menu items</w:t>
            </w:r>
          </w:p>
        </w:tc>
        <w:tc>
          <w:tcPr>
            <w:tcW w:w="456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CC689C"/>
        </w:tc>
        <w:tc>
          <w:tcPr>
            <w:tcW w:w="651" w:type="pct"/>
            <w:vMerge/>
          </w:tcPr>
          <w:p w:rsidR="007144CE" w:rsidRDefault="007144CE" w:rsidP="00F94002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F9400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6120E">
              <w:rPr>
                <w:b/>
              </w:rPr>
              <w:t>Print Invoices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F94002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F94002">
            <w:pPr>
              <w:cnfStyle w:val="000000000000"/>
            </w:pPr>
            <w:r>
              <w:t>A confirmation message asking user to confirm the printing of all the invoices that are in queue.</w:t>
            </w:r>
          </w:p>
        </w:tc>
        <w:tc>
          <w:tcPr>
            <w:tcW w:w="456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CC689C"/>
        </w:tc>
        <w:tc>
          <w:tcPr>
            <w:tcW w:w="651" w:type="pct"/>
            <w:vMerge/>
          </w:tcPr>
          <w:p w:rsidR="007144CE" w:rsidRDefault="007144CE" w:rsidP="00F94002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F94002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E556D8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998" w:type="pct"/>
          </w:tcPr>
          <w:p w:rsidR="007144CE" w:rsidRDefault="007144CE" w:rsidP="00F94002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F94002">
            <w:pPr>
              <w:cnfStyle w:val="000000100000"/>
            </w:pPr>
            <w:r>
              <w:t xml:space="preserve">Report opens in a separate tab keeping the current one open. </w:t>
            </w:r>
          </w:p>
          <w:p w:rsidR="007144CE" w:rsidRDefault="007144CE" w:rsidP="00F94002">
            <w:pPr>
              <w:cnfStyle w:val="000000100000"/>
            </w:pPr>
            <w:r>
              <w:t xml:space="preserve">And </w:t>
            </w:r>
          </w:p>
          <w:p w:rsidR="007144CE" w:rsidRDefault="007144CE" w:rsidP="00F94002">
            <w:pPr>
              <w:cnfStyle w:val="000000100000"/>
            </w:pPr>
            <w:r>
              <w:t>Simultaneously, another confirmation message appears asking users to confirm the status of the invoices to be printed.</w:t>
            </w:r>
          </w:p>
          <w:p w:rsidR="007144CE" w:rsidRDefault="007144CE" w:rsidP="00F94002">
            <w:pPr>
              <w:cnfStyle w:val="000000100000"/>
            </w:pPr>
          </w:p>
        </w:tc>
        <w:tc>
          <w:tcPr>
            <w:tcW w:w="456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 w:val="restart"/>
          </w:tcPr>
          <w:p w:rsidR="007144CE" w:rsidRPr="00881AD2" w:rsidRDefault="007144CE" w:rsidP="00881AD2">
            <w:pPr>
              <w:pStyle w:val="Heading3"/>
              <w:outlineLvl w:val="2"/>
            </w:pPr>
            <w:bookmarkStart w:id="25" w:name="_Toc360530227"/>
            <w:r w:rsidRPr="00881AD2">
              <w:t>34.7.2 Document Printing  - Print Receipts</w:t>
            </w:r>
            <w:bookmarkEnd w:id="25"/>
          </w:p>
        </w:tc>
        <w:tc>
          <w:tcPr>
            <w:tcW w:w="651" w:type="pct"/>
            <w:vMerge w:val="restar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144CE" w:rsidRDefault="007144CE" w:rsidP="006B7FEB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Finance Batch</w:t>
            </w:r>
          </w:p>
          <w:p w:rsidR="007144CE" w:rsidRDefault="007144CE" w:rsidP="006B7FEB">
            <w:pPr>
              <w:cnfStyle w:val="000000000000"/>
            </w:pPr>
          </w:p>
          <w:p w:rsidR="007144CE" w:rsidRDefault="007144CE" w:rsidP="006B7FEB">
            <w:pPr>
              <w:cnfStyle w:val="000000000000"/>
            </w:pPr>
            <w:r>
              <w:t xml:space="preserve">Make sure to </w:t>
            </w:r>
            <w:r>
              <w:lastRenderedPageBreak/>
              <w:t>configure reports path in config.php.</w:t>
            </w:r>
          </w:p>
          <w:p w:rsidR="007144CE" w:rsidRDefault="007144CE" w:rsidP="006B7FE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556D8">
              <w:rPr>
                <w:b/>
              </w:rPr>
              <w:t>Document Printing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100000"/>
            </w:pPr>
            <w:r>
              <w:t>Shows sub menu items</w:t>
            </w:r>
          </w:p>
        </w:tc>
        <w:tc>
          <w:tcPr>
            <w:tcW w:w="456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6120E">
              <w:rPr>
                <w:b/>
              </w:rPr>
              <w:t xml:space="preserve">Print </w:t>
            </w:r>
            <w:r w:rsidRPr="006B7FEB">
              <w:rPr>
                <w:b/>
              </w:rPr>
              <w:t>Receipts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>A confirmation message asking user to confirm the printing of all the receipts that are in queue.</w:t>
            </w:r>
          </w:p>
        </w:tc>
        <w:tc>
          <w:tcPr>
            <w:tcW w:w="456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E556D8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100000"/>
            </w:pPr>
            <w:r>
              <w:t xml:space="preserve">Report opens in a separate tab keeping the current one open. </w:t>
            </w:r>
          </w:p>
          <w:p w:rsidR="007144CE" w:rsidRDefault="007144CE" w:rsidP="006B7FEB">
            <w:pPr>
              <w:cnfStyle w:val="000000100000"/>
            </w:pPr>
            <w:r>
              <w:t xml:space="preserve">And </w:t>
            </w:r>
          </w:p>
          <w:p w:rsidR="007144CE" w:rsidRDefault="007144CE" w:rsidP="006B7FEB">
            <w:pPr>
              <w:cnfStyle w:val="000000100000"/>
            </w:pPr>
            <w:r>
              <w:t>Simultaneously, another confirmation message appears asking users to confirm the status of the receipts to be printed.</w:t>
            </w:r>
          </w:p>
          <w:p w:rsidR="007144CE" w:rsidRDefault="007144CE" w:rsidP="006B7FEB">
            <w:pPr>
              <w:cnfStyle w:val="000000100000"/>
            </w:pPr>
          </w:p>
        </w:tc>
        <w:tc>
          <w:tcPr>
            <w:tcW w:w="456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 w:val="restart"/>
          </w:tcPr>
          <w:p w:rsidR="007144CE" w:rsidRPr="00881AD2" w:rsidRDefault="007144CE" w:rsidP="00881AD2">
            <w:pPr>
              <w:pStyle w:val="Heading3"/>
              <w:outlineLvl w:val="2"/>
            </w:pPr>
            <w:bookmarkStart w:id="26" w:name="_Toc360530228"/>
            <w:r w:rsidRPr="00881AD2">
              <w:t>34.7.3 Document Printing - Print Credit Notes</w:t>
            </w:r>
            <w:bookmarkEnd w:id="26"/>
          </w:p>
        </w:tc>
        <w:tc>
          <w:tcPr>
            <w:tcW w:w="651" w:type="pct"/>
            <w:vMerge w:val="restar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144CE" w:rsidRDefault="007144CE" w:rsidP="006B7FEB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Finance Batch</w:t>
            </w:r>
          </w:p>
          <w:p w:rsidR="007144CE" w:rsidRDefault="007144CE" w:rsidP="006B7FEB">
            <w:pPr>
              <w:cnfStyle w:val="000000000000"/>
            </w:pPr>
          </w:p>
          <w:p w:rsidR="007144CE" w:rsidRDefault="007144CE" w:rsidP="006B7FEB">
            <w:pPr>
              <w:cnfStyle w:val="000000000000"/>
            </w:pPr>
            <w:r>
              <w:t xml:space="preserve">Make sure to configure reports </w:t>
            </w:r>
            <w:r>
              <w:lastRenderedPageBreak/>
              <w:t>path in config.php.</w:t>
            </w:r>
          </w:p>
          <w:p w:rsidR="007144CE" w:rsidRDefault="007144CE" w:rsidP="006B7FE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556D8">
              <w:rPr>
                <w:b/>
              </w:rPr>
              <w:t>Document Printing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100000"/>
            </w:pPr>
            <w:r>
              <w:t>Shows sub menu items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6120E">
              <w:rPr>
                <w:b/>
              </w:rPr>
              <w:t xml:space="preserve">Print </w:t>
            </w:r>
            <w:r>
              <w:rPr>
                <w:b/>
              </w:rPr>
              <w:lastRenderedPageBreak/>
              <w:t>Credit Notes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 xml:space="preserve">A confirmation </w:t>
            </w:r>
            <w:r>
              <w:lastRenderedPageBreak/>
              <w:t>message asking user to confirm the printing of all the Credit notes that are in queue.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E556D8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100000"/>
            </w:pPr>
            <w:r>
              <w:t xml:space="preserve">Report opens in a separate tab keeping the current one open. </w:t>
            </w:r>
          </w:p>
          <w:p w:rsidR="007144CE" w:rsidRDefault="007144CE" w:rsidP="006B7FEB">
            <w:pPr>
              <w:cnfStyle w:val="000000100000"/>
            </w:pPr>
            <w:r>
              <w:t xml:space="preserve">And </w:t>
            </w:r>
          </w:p>
          <w:p w:rsidR="007144CE" w:rsidRDefault="007144CE" w:rsidP="006B7FEB">
            <w:pPr>
              <w:cnfStyle w:val="000000100000"/>
            </w:pPr>
            <w:r>
              <w:t>Simultaneously, another confirmation message appears asking users to confirm the status of the credit notes to be printed.</w:t>
            </w:r>
          </w:p>
          <w:p w:rsidR="007144CE" w:rsidRDefault="007144CE" w:rsidP="006B7FEB">
            <w:pPr>
              <w:cnfStyle w:val="000000100000"/>
            </w:pP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 w:val="restart"/>
          </w:tcPr>
          <w:p w:rsidR="007144CE" w:rsidRPr="00881AD2" w:rsidRDefault="007144CE" w:rsidP="00881AD2">
            <w:pPr>
              <w:pStyle w:val="Heading3"/>
              <w:outlineLvl w:val="2"/>
            </w:pPr>
            <w:bookmarkStart w:id="27" w:name="_Toc360530229"/>
            <w:r w:rsidRPr="00881AD2">
              <w:t>34.7.4 Document Printing - Print Refunds</w:t>
            </w:r>
            <w:bookmarkEnd w:id="27"/>
          </w:p>
        </w:tc>
        <w:tc>
          <w:tcPr>
            <w:tcW w:w="651" w:type="pct"/>
            <w:vMerge w:val="restar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144CE" w:rsidRDefault="007144CE" w:rsidP="006B7FEB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Finance Batch</w:t>
            </w:r>
          </w:p>
          <w:p w:rsidR="007144CE" w:rsidRDefault="007144CE" w:rsidP="006B7FEB">
            <w:pPr>
              <w:cnfStyle w:val="000000000000"/>
            </w:pPr>
          </w:p>
          <w:p w:rsidR="007144CE" w:rsidRDefault="007144CE" w:rsidP="006B7FEB">
            <w:pPr>
              <w:cnfStyle w:val="000000000000"/>
            </w:pPr>
            <w:r>
              <w:t xml:space="preserve">Make sure to configure reports path in </w:t>
            </w:r>
            <w:r>
              <w:lastRenderedPageBreak/>
              <w:t>config.php.</w:t>
            </w:r>
          </w:p>
          <w:p w:rsidR="007144CE" w:rsidRDefault="007144CE" w:rsidP="006B7FE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556D8">
              <w:rPr>
                <w:b/>
              </w:rPr>
              <w:t>Document Printing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100000"/>
            </w:pPr>
            <w:r>
              <w:t>Shows sub menu items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6120E">
              <w:rPr>
                <w:b/>
              </w:rPr>
              <w:t xml:space="preserve">Print </w:t>
            </w:r>
            <w:r>
              <w:rPr>
                <w:b/>
              </w:rPr>
              <w:t>Refunds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 xml:space="preserve">A confirmation message asking </w:t>
            </w:r>
            <w:r>
              <w:lastRenderedPageBreak/>
              <w:t>user to confirm the printing of all the refunds that are in queue.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E556D8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100000"/>
            </w:pPr>
            <w:r>
              <w:t xml:space="preserve">Report opens in a separate tab keeping the current one open. </w:t>
            </w:r>
          </w:p>
          <w:p w:rsidR="007144CE" w:rsidRDefault="007144CE" w:rsidP="006B7FEB">
            <w:pPr>
              <w:cnfStyle w:val="000000100000"/>
            </w:pPr>
            <w:r>
              <w:t xml:space="preserve">And </w:t>
            </w:r>
          </w:p>
          <w:p w:rsidR="007144CE" w:rsidRDefault="007144CE" w:rsidP="006B7FEB">
            <w:pPr>
              <w:cnfStyle w:val="000000100000"/>
            </w:pPr>
            <w:r>
              <w:t>Simultaneously, another confirmation message appears asking users to confirm the status of the refunds to be printed.</w:t>
            </w:r>
          </w:p>
          <w:p w:rsidR="007144CE" w:rsidRDefault="007144CE" w:rsidP="006B7FEB">
            <w:pPr>
              <w:cnfStyle w:val="000000100000"/>
            </w:pP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 w:val="restart"/>
          </w:tcPr>
          <w:p w:rsidR="007144CE" w:rsidRPr="00881AD2" w:rsidRDefault="007144CE" w:rsidP="00881AD2">
            <w:pPr>
              <w:pStyle w:val="Heading3"/>
              <w:outlineLvl w:val="2"/>
            </w:pPr>
            <w:bookmarkStart w:id="28" w:name="_34.8.1_Debtor_processing"/>
            <w:bookmarkStart w:id="29" w:name="_Toc360530230"/>
            <w:bookmarkEnd w:id="28"/>
            <w:r w:rsidRPr="00881AD2">
              <w:t>34.8.1 Debtor processing - Run Ageing Process</w:t>
            </w:r>
            <w:bookmarkEnd w:id="29"/>
          </w:p>
        </w:tc>
        <w:tc>
          <w:tcPr>
            <w:tcW w:w="651" w:type="pct"/>
            <w:vMerge w:val="restar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144CE" w:rsidRDefault="007144CE" w:rsidP="006B7FEB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Finance Batch</w:t>
            </w:r>
          </w:p>
          <w:p w:rsidR="007144CE" w:rsidRDefault="007144CE" w:rsidP="006B7FEB">
            <w:pPr>
              <w:cnfStyle w:val="000000000000"/>
            </w:pPr>
          </w:p>
          <w:p w:rsidR="007144CE" w:rsidRDefault="007144CE" w:rsidP="00D0051E">
            <w:pPr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Debtor</w:t>
            </w:r>
            <w:r w:rsidRPr="00E556D8">
              <w:rPr>
                <w:b/>
              </w:rPr>
              <w:t xml:space="preserve"> </w:t>
            </w:r>
            <w:r>
              <w:rPr>
                <w:b/>
              </w:rPr>
              <w:t>Processing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100000"/>
            </w:pPr>
            <w:r>
              <w:t>Shows sub menu items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Run Ageing Process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 xml:space="preserve">Enter an Ageing date pop up appears on </w:t>
            </w:r>
            <w:r>
              <w:lastRenderedPageBreak/>
              <w:t>screen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Activate transactions prior to</w:t>
            </w:r>
          </w:p>
          <w:p w:rsidR="007144CE" w:rsidRDefault="007144CE" w:rsidP="006B7FEB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By Year</w:t>
            </w:r>
          </w:p>
          <w:p w:rsidR="007144CE" w:rsidRDefault="007144CE" w:rsidP="006B7FEB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Include all the payments.</w:t>
            </w:r>
          </w:p>
        </w:tc>
        <w:tc>
          <w:tcPr>
            <w:tcW w:w="577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6B7FEB">
              <w:rPr>
                <w:b/>
              </w:rPr>
              <w:t>Save</w:t>
            </w:r>
            <w:r>
              <w:t xml:space="preserve"> button on the popup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411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>Ageing process will be run in the background.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7144CE" w:rsidRPr="00881AD2" w:rsidRDefault="007144CE" w:rsidP="00881AD2">
            <w:pPr>
              <w:pStyle w:val="Heading3"/>
              <w:outlineLvl w:val="2"/>
            </w:pPr>
            <w:bookmarkStart w:id="30" w:name="_Toc360530231"/>
            <w:r w:rsidRPr="00881AD2">
              <w:t>34.8.2 Debtor processing - Aged Debtors report</w:t>
            </w:r>
            <w:bookmarkEnd w:id="30"/>
          </w:p>
        </w:tc>
        <w:tc>
          <w:tcPr>
            <w:tcW w:w="651" w:type="pct"/>
            <w:vMerge w:val="restart"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144CE" w:rsidRDefault="007144CE" w:rsidP="006B7FEB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Finance Batch</w:t>
            </w:r>
          </w:p>
          <w:p w:rsidR="007144CE" w:rsidRDefault="007144CE" w:rsidP="00D0051E">
            <w:pPr>
              <w:cnfStyle w:val="000000100000"/>
            </w:pPr>
          </w:p>
          <w:p w:rsidR="007144CE" w:rsidRDefault="007144CE" w:rsidP="00D0051E">
            <w:pPr>
              <w:cnfStyle w:val="000000100000"/>
            </w:pPr>
            <w:r>
              <w:t>Make sure to configure reports path in config.php.</w:t>
            </w:r>
          </w:p>
          <w:p w:rsidR="007144CE" w:rsidRDefault="007144CE" w:rsidP="00D0051E">
            <w:pPr>
              <w:cnfStyle w:val="000000100000"/>
            </w:pPr>
          </w:p>
          <w:p w:rsidR="007144CE" w:rsidRDefault="007144CE" w:rsidP="00D0051E">
            <w:pPr>
              <w:cnfStyle w:val="000000100000"/>
            </w:pPr>
            <w:r w:rsidRPr="00716441">
              <w:t>Must have run the Ageing process</w:t>
            </w:r>
            <w:r w:rsidR="00716441">
              <w:t>. To run, refer to</w:t>
            </w:r>
          </w:p>
          <w:p w:rsidR="00716441" w:rsidRPr="00716441" w:rsidRDefault="002C2C5C" w:rsidP="00716441">
            <w:pPr>
              <w:pStyle w:val="ListParagraph"/>
              <w:numPr>
                <w:ilvl w:val="0"/>
                <w:numId w:val="9"/>
              </w:numPr>
              <w:cnfStyle w:val="000000100000"/>
            </w:pPr>
            <w:hyperlink w:anchor="_34.8.1_Debtor_processing" w:history="1">
              <w:r w:rsidR="00716441" w:rsidRPr="00716441">
                <w:rPr>
                  <w:rStyle w:val="Hyperlink"/>
                </w:rPr>
                <w:t>34.8.1 Debtor Processing - Run Ageing Process</w:t>
              </w:r>
            </w:hyperlink>
          </w:p>
          <w:p w:rsidR="00716441" w:rsidRPr="00716441" w:rsidRDefault="00716441" w:rsidP="00D0051E">
            <w:pPr>
              <w:cnfStyle w:val="0000001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1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Debtor</w:t>
            </w:r>
            <w:r w:rsidRPr="00E556D8">
              <w:rPr>
                <w:b/>
              </w:rPr>
              <w:t xml:space="preserve"> </w:t>
            </w:r>
            <w:r>
              <w:rPr>
                <w:b/>
              </w:rPr>
              <w:t>Processing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>Shows sub menu items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D0051E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0051E">
              <w:rPr>
                <w:b/>
              </w:rPr>
              <w:t>Aged Debtors report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D0051E">
            <w:pPr>
              <w:cnfStyle w:val="000000100000"/>
            </w:pPr>
            <w:r>
              <w:t>A confirmation message asking user to confirm whether he/she have run Ageing process before.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6B7FEB"/>
        </w:tc>
        <w:tc>
          <w:tcPr>
            <w:tcW w:w="651" w:type="pct"/>
            <w:vMerge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B7FEB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D0051E">
              <w:rPr>
                <w:b/>
              </w:rPr>
              <w:t>yes</w:t>
            </w:r>
            <w:r>
              <w:t xml:space="preserve"> on the confirmation message.</w:t>
            </w:r>
          </w:p>
        </w:tc>
        <w:tc>
          <w:tcPr>
            <w:tcW w:w="998" w:type="pct"/>
          </w:tcPr>
          <w:p w:rsidR="007144CE" w:rsidRDefault="007144CE" w:rsidP="006B7FEB">
            <w:pPr>
              <w:pStyle w:val="ListParagraph"/>
              <w:ind w:left="411"/>
              <w:cnfStyle w:val="000000000000"/>
            </w:pPr>
          </w:p>
        </w:tc>
        <w:tc>
          <w:tcPr>
            <w:tcW w:w="577" w:type="pct"/>
          </w:tcPr>
          <w:p w:rsidR="007144CE" w:rsidRDefault="007144CE" w:rsidP="006B7FEB">
            <w:pPr>
              <w:cnfStyle w:val="000000000000"/>
            </w:pPr>
            <w:r>
              <w:t>Report navigates to new tab keeping the current one open.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7144CE" w:rsidRPr="00881AD2" w:rsidRDefault="007144CE" w:rsidP="001331B5">
            <w:pPr>
              <w:pStyle w:val="Heading3"/>
              <w:outlineLvl w:val="2"/>
            </w:pPr>
            <w:bookmarkStart w:id="31" w:name="_Toc360530232"/>
            <w:r w:rsidRPr="00881AD2">
              <w:lastRenderedPageBreak/>
              <w:t>34.8.</w:t>
            </w:r>
            <w:r w:rsidR="001331B5">
              <w:t>3</w:t>
            </w:r>
            <w:r w:rsidRPr="00881AD2">
              <w:t xml:space="preserve"> Debtor processing - Update Credit status</w:t>
            </w:r>
            <w:bookmarkEnd w:id="31"/>
          </w:p>
        </w:tc>
        <w:tc>
          <w:tcPr>
            <w:tcW w:w="651" w:type="pct"/>
            <w:vMerge w:val="restart"/>
          </w:tcPr>
          <w:p w:rsidR="007144CE" w:rsidRDefault="007144CE" w:rsidP="006419F8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144CE" w:rsidRDefault="007144CE" w:rsidP="006419F8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Finance Batch</w:t>
            </w:r>
          </w:p>
          <w:p w:rsidR="007144CE" w:rsidRDefault="007144CE" w:rsidP="006419F8">
            <w:pPr>
              <w:cnfStyle w:val="000000100000"/>
            </w:pPr>
          </w:p>
          <w:p w:rsidR="007144CE" w:rsidRDefault="007144CE" w:rsidP="006419F8">
            <w:pPr>
              <w:cnfStyle w:val="000000100000"/>
            </w:pPr>
            <w:r>
              <w:t>Make sure to configure reports path in config.php.</w:t>
            </w:r>
          </w:p>
          <w:p w:rsidR="007144CE" w:rsidRDefault="007144CE" w:rsidP="006419F8">
            <w:pPr>
              <w:cnfStyle w:val="000000100000"/>
            </w:pPr>
          </w:p>
          <w:p w:rsidR="00E162E0" w:rsidRDefault="00E162E0" w:rsidP="00E162E0">
            <w:pPr>
              <w:cnfStyle w:val="000000100000"/>
            </w:pPr>
            <w:r w:rsidRPr="00716441">
              <w:t>Must have run the Ageing process</w:t>
            </w:r>
            <w:r>
              <w:t>. To run, refer to</w:t>
            </w:r>
          </w:p>
          <w:p w:rsidR="00E162E0" w:rsidRPr="00716441" w:rsidRDefault="002C2C5C" w:rsidP="00E162E0">
            <w:pPr>
              <w:pStyle w:val="ListParagraph"/>
              <w:numPr>
                <w:ilvl w:val="0"/>
                <w:numId w:val="9"/>
              </w:numPr>
              <w:cnfStyle w:val="000000100000"/>
            </w:pPr>
            <w:hyperlink w:anchor="_34.8.1_Debtor_processing" w:history="1">
              <w:r w:rsidR="00E162E0" w:rsidRPr="00716441">
                <w:rPr>
                  <w:rStyle w:val="Hyperlink"/>
                </w:rPr>
                <w:t>34.8.1 Debtor Processing - Run Ageing Process</w:t>
              </w:r>
            </w:hyperlink>
          </w:p>
          <w:p w:rsidR="007144CE" w:rsidRPr="00716441" w:rsidRDefault="007144CE" w:rsidP="006419F8">
            <w:pPr>
              <w:cnfStyle w:val="000000100000"/>
            </w:pPr>
          </w:p>
        </w:tc>
        <w:tc>
          <w:tcPr>
            <w:tcW w:w="596" w:type="pct"/>
          </w:tcPr>
          <w:p w:rsidR="007144CE" w:rsidRDefault="007144CE" w:rsidP="006419F8">
            <w:pPr>
              <w:pStyle w:val="ListParagraph"/>
              <w:ind w:left="0"/>
              <w:cnfStyle w:val="0000001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7144CE" w:rsidRDefault="007144CE" w:rsidP="006419F8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6419F8">
            <w:pPr>
              <w:cnfStyle w:val="0000001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6419F8"/>
        </w:tc>
        <w:tc>
          <w:tcPr>
            <w:tcW w:w="651" w:type="pct"/>
            <w:vMerge/>
          </w:tcPr>
          <w:p w:rsidR="007144CE" w:rsidRDefault="007144CE" w:rsidP="006419F8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419F8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Debtor</w:t>
            </w:r>
            <w:r w:rsidRPr="00E556D8">
              <w:rPr>
                <w:b/>
              </w:rPr>
              <w:t xml:space="preserve"> </w:t>
            </w:r>
            <w:r>
              <w:rPr>
                <w:b/>
              </w:rPr>
              <w:t>Processing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419F8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6419F8">
            <w:pPr>
              <w:cnfStyle w:val="000000000000"/>
            </w:pPr>
            <w:r>
              <w:t>Shows sub menu items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419F8"/>
        </w:tc>
        <w:tc>
          <w:tcPr>
            <w:tcW w:w="651" w:type="pct"/>
            <w:vMerge/>
          </w:tcPr>
          <w:p w:rsidR="007144CE" w:rsidRDefault="007144CE" w:rsidP="006419F8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6419F8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0F1585">
              <w:rPr>
                <w:b/>
              </w:rPr>
              <w:t>Update Credit status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6419F8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6419F8">
            <w:pPr>
              <w:cnfStyle w:val="000000100000"/>
            </w:pPr>
            <w:r>
              <w:t>A confirmation message asking user to confirm whether he/she have run Ageing process before.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6419F8"/>
        </w:tc>
        <w:tc>
          <w:tcPr>
            <w:tcW w:w="651" w:type="pct"/>
            <w:vMerge/>
          </w:tcPr>
          <w:p w:rsidR="007144CE" w:rsidRDefault="007144CE" w:rsidP="006419F8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419F8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D0051E">
              <w:rPr>
                <w:b/>
              </w:rPr>
              <w:t>yes</w:t>
            </w:r>
            <w:r>
              <w:t xml:space="preserve"> on the confirmation message.</w:t>
            </w:r>
          </w:p>
        </w:tc>
        <w:tc>
          <w:tcPr>
            <w:tcW w:w="998" w:type="pct"/>
          </w:tcPr>
          <w:p w:rsidR="007144CE" w:rsidRDefault="007144CE" w:rsidP="006419F8">
            <w:pPr>
              <w:pStyle w:val="ListParagraph"/>
              <w:ind w:left="411"/>
              <w:cnfStyle w:val="000000000000"/>
            </w:pPr>
          </w:p>
        </w:tc>
        <w:tc>
          <w:tcPr>
            <w:tcW w:w="577" w:type="pct"/>
          </w:tcPr>
          <w:p w:rsidR="007144CE" w:rsidRDefault="007144CE" w:rsidP="006419F8">
            <w:pPr>
              <w:cnfStyle w:val="000000000000"/>
            </w:pPr>
            <w:r>
              <w:t>Credit Status codes pop up appears on screen.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6419F8"/>
        </w:tc>
        <w:tc>
          <w:tcPr>
            <w:tcW w:w="651" w:type="pct"/>
            <w:vMerge/>
          </w:tcPr>
          <w:p w:rsidR="007144CE" w:rsidRDefault="007144CE" w:rsidP="006419F8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6419F8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7144CE" w:rsidRDefault="007144CE" w:rsidP="000F1585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Under 30 days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Under 60 days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Under 90 days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Over 90 days</w:t>
            </w:r>
          </w:p>
        </w:tc>
        <w:tc>
          <w:tcPr>
            <w:tcW w:w="577" w:type="pct"/>
          </w:tcPr>
          <w:p w:rsidR="007144CE" w:rsidRDefault="007144CE" w:rsidP="006419F8">
            <w:pPr>
              <w:cnfStyle w:val="000000100000"/>
            </w:pPr>
            <w:r>
              <w:t>Data is visible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6419F8"/>
        </w:tc>
        <w:tc>
          <w:tcPr>
            <w:tcW w:w="651" w:type="pct"/>
            <w:vMerge/>
          </w:tcPr>
          <w:p w:rsidR="007144CE" w:rsidRDefault="007144CE" w:rsidP="006419F8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6419F8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0F1585">
              <w:rPr>
                <w:b/>
              </w:rPr>
              <w:t>save</w:t>
            </w:r>
            <w:r>
              <w:t xml:space="preserve"> button on the pop up.</w:t>
            </w:r>
          </w:p>
        </w:tc>
        <w:tc>
          <w:tcPr>
            <w:tcW w:w="998" w:type="pct"/>
          </w:tcPr>
          <w:p w:rsidR="007144CE" w:rsidRDefault="007144CE" w:rsidP="000F1585">
            <w:pPr>
              <w:pStyle w:val="ListParagraph"/>
              <w:ind w:left="411"/>
              <w:cnfStyle w:val="000000000000"/>
            </w:pPr>
          </w:p>
        </w:tc>
        <w:tc>
          <w:tcPr>
            <w:tcW w:w="577" w:type="pct"/>
          </w:tcPr>
          <w:p w:rsidR="007144CE" w:rsidRDefault="007144CE" w:rsidP="006419F8">
            <w:pPr>
              <w:cnfStyle w:val="000000000000"/>
            </w:pPr>
            <w:r>
              <w:t>A process runs in the background to update the credit status of the debtors.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7144CE" w:rsidRPr="00881AD2" w:rsidRDefault="007144CE" w:rsidP="001331B5">
            <w:pPr>
              <w:pStyle w:val="Heading3"/>
              <w:outlineLvl w:val="2"/>
            </w:pPr>
            <w:bookmarkStart w:id="32" w:name="_Toc360530233"/>
            <w:r w:rsidRPr="00881AD2">
              <w:lastRenderedPageBreak/>
              <w:t>34.8.</w:t>
            </w:r>
            <w:r w:rsidR="001331B5">
              <w:t>4</w:t>
            </w:r>
            <w:r w:rsidRPr="00881AD2">
              <w:t xml:space="preserve"> Debtor processing - print Statements</w:t>
            </w:r>
            <w:bookmarkEnd w:id="32"/>
          </w:p>
        </w:tc>
        <w:tc>
          <w:tcPr>
            <w:tcW w:w="651" w:type="pct"/>
            <w:vMerge w:val="restart"/>
          </w:tcPr>
          <w:p w:rsidR="007144CE" w:rsidRDefault="007144CE" w:rsidP="000F158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Finance Batch</w:t>
            </w:r>
          </w:p>
          <w:p w:rsidR="007144CE" w:rsidRDefault="007144CE" w:rsidP="000F1585">
            <w:pPr>
              <w:cnfStyle w:val="000000100000"/>
            </w:pPr>
          </w:p>
          <w:p w:rsidR="007144CE" w:rsidRDefault="007144CE" w:rsidP="000F1585">
            <w:pPr>
              <w:cnfStyle w:val="000000100000"/>
            </w:pPr>
            <w:r>
              <w:t>Make sure to configure reports path in config.php.</w:t>
            </w:r>
          </w:p>
          <w:p w:rsidR="007144CE" w:rsidRDefault="007144CE" w:rsidP="000F1585">
            <w:pPr>
              <w:cnfStyle w:val="000000100000"/>
            </w:pPr>
          </w:p>
          <w:p w:rsidR="007144CE" w:rsidRPr="00D0051E" w:rsidRDefault="007144CE" w:rsidP="000F1585">
            <w:pPr>
              <w:cnfStyle w:val="000000100000"/>
              <w:rPr>
                <w:b/>
              </w:rPr>
            </w:pPr>
          </w:p>
        </w:tc>
        <w:tc>
          <w:tcPr>
            <w:tcW w:w="596" w:type="pct"/>
          </w:tcPr>
          <w:p w:rsidR="007144CE" w:rsidRDefault="007144CE" w:rsidP="000F1585">
            <w:pPr>
              <w:pStyle w:val="ListParagraph"/>
              <w:ind w:left="0"/>
              <w:cnfStyle w:val="0000001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7144CE" w:rsidRDefault="007144CE" w:rsidP="000F1585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0F1585">
            <w:pPr>
              <w:cnfStyle w:val="0000001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0F1585"/>
        </w:tc>
        <w:tc>
          <w:tcPr>
            <w:tcW w:w="651" w:type="pct"/>
            <w:vMerge/>
          </w:tcPr>
          <w:p w:rsidR="007144CE" w:rsidRDefault="007144CE" w:rsidP="000F1585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0F158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Debtor</w:t>
            </w:r>
            <w:r w:rsidRPr="00E556D8">
              <w:rPr>
                <w:b/>
              </w:rPr>
              <w:t xml:space="preserve"> </w:t>
            </w:r>
            <w:r>
              <w:rPr>
                <w:b/>
              </w:rPr>
              <w:t>Processing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0F1585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7144CE" w:rsidRDefault="007144CE" w:rsidP="000F1585">
            <w:pPr>
              <w:cnfStyle w:val="000000000000"/>
            </w:pPr>
            <w:r>
              <w:t>Shows sub menu items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0F1585"/>
        </w:tc>
        <w:tc>
          <w:tcPr>
            <w:tcW w:w="651" w:type="pct"/>
            <w:vMerge/>
          </w:tcPr>
          <w:p w:rsidR="007144CE" w:rsidRDefault="007144CE" w:rsidP="000F1585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0F1585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Print Statements</w:t>
            </w:r>
            <w:r>
              <w:t xml:space="preserve"> button</w:t>
            </w:r>
          </w:p>
        </w:tc>
        <w:tc>
          <w:tcPr>
            <w:tcW w:w="998" w:type="pct"/>
          </w:tcPr>
          <w:p w:rsidR="007144CE" w:rsidRDefault="007144CE" w:rsidP="000F1585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7144CE" w:rsidRDefault="007144CE" w:rsidP="000F1585">
            <w:pPr>
              <w:cnfStyle w:val="000000100000"/>
            </w:pPr>
            <w:r>
              <w:t>Enter Statement parameters pop up appears on screen.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7144CE" w:rsidTr="00136DF2">
        <w:tc>
          <w:tcPr>
            <w:cnfStyle w:val="001000000000"/>
            <w:tcW w:w="938" w:type="pct"/>
            <w:vMerge/>
          </w:tcPr>
          <w:p w:rsidR="007144CE" w:rsidRDefault="007144CE" w:rsidP="000F1585"/>
        </w:tc>
        <w:tc>
          <w:tcPr>
            <w:tcW w:w="651" w:type="pct"/>
            <w:vMerge/>
          </w:tcPr>
          <w:p w:rsidR="007144CE" w:rsidRDefault="007144CE" w:rsidP="000F1585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7144CE" w:rsidRDefault="007144CE" w:rsidP="000F1585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998" w:type="pct"/>
          </w:tcPr>
          <w:p w:rsidR="007144CE" w:rsidRDefault="007144CE" w:rsidP="000F1585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Include transactions up to and including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Record type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include the following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Nil Balance Debtors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Credit Balance Debtors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No Statement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Debtors with at least one transaction after</w:t>
            </w:r>
          </w:p>
          <w:p w:rsidR="007144CE" w:rsidRDefault="007144CE" w:rsidP="000F1585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View Only</w:t>
            </w:r>
          </w:p>
        </w:tc>
        <w:tc>
          <w:tcPr>
            <w:tcW w:w="577" w:type="pct"/>
          </w:tcPr>
          <w:p w:rsidR="007144CE" w:rsidRDefault="007144CE" w:rsidP="000F1585">
            <w:pPr>
              <w:cnfStyle w:val="000000000000"/>
            </w:pPr>
            <w:r>
              <w:t>Data is visible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0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0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000000"/>
            </w:pPr>
          </w:p>
        </w:tc>
      </w:tr>
      <w:tr w:rsidR="007144CE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7144CE" w:rsidRDefault="007144CE" w:rsidP="000F1585"/>
        </w:tc>
        <w:tc>
          <w:tcPr>
            <w:tcW w:w="651" w:type="pct"/>
            <w:vMerge/>
          </w:tcPr>
          <w:p w:rsidR="007144CE" w:rsidRDefault="007144CE" w:rsidP="000F1585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7144CE" w:rsidRDefault="007144CE" w:rsidP="000F1585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0F1585">
              <w:rPr>
                <w:b/>
              </w:rPr>
              <w:t>save</w:t>
            </w:r>
            <w:r>
              <w:t xml:space="preserve"> button on the pop up.</w:t>
            </w:r>
          </w:p>
        </w:tc>
        <w:tc>
          <w:tcPr>
            <w:tcW w:w="998" w:type="pct"/>
          </w:tcPr>
          <w:p w:rsidR="007144CE" w:rsidRDefault="007144CE" w:rsidP="000F1585">
            <w:pPr>
              <w:pStyle w:val="ListParagraph"/>
              <w:ind w:left="411"/>
              <w:cnfStyle w:val="000000100000"/>
            </w:pPr>
          </w:p>
        </w:tc>
        <w:tc>
          <w:tcPr>
            <w:tcW w:w="577" w:type="pct"/>
          </w:tcPr>
          <w:p w:rsidR="007144CE" w:rsidRDefault="007144CE" w:rsidP="000F1585">
            <w:pPr>
              <w:cnfStyle w:val="000000100000"/>
            </w:pPr>
            <w:r>
              <w:t>Report navigates to new tab keeping the current one open.</w:t>
            </w:r>
          </w:p>
          <w:p w:rsidR="007144CE" w:rsidRDefault="007144CE" w:rsidP="000F1585">
            <w:pPr>
              <w:cnfStyle w:val="000000100000"/>
            </w:pPr>
          </w:p>
          <w:p w:rsidR="007144CE" w:rsidRDefault="007144CE" w:rsidP="000F1585">
            <w:pPr>
              <w:cnfStyle w:val="000000100000"/>
            </w:pPr>
            <w:r>
              <w:t xml:space="preserve">Simultaneously, </w:t>
            </w:r>
            <w:r>
              <w:lastRenderedPageBreak/>
              <w:t>a confirmation message appears asking user to confirm whether the statements have been printed successfully or not.</w:t>
            </w:r>
          </w:p>
        </w:tc>
        <w:tc>
          <w:tcPr>
            <w:tcW w:w="456" w:type="pct"/>
          </w:tcPr>
          <w:p w:rsidR="007144CE" w:rsidRDefault="007144CE" w:rsidP="006B7FEB">
            <w:pPr>
              <w:cnfStyle w:val="000000100000"/>
            </w:pPr>
          </w:p>
        </w:tc>
        <w:tc>
          <w:tcPr>
            <w:tcW w:w="394" w:type="pct"/>
          </w:tcPr>
          <w:p w:rsidR="007144CE" w:rsidRDefault="007144CE" w:rsidP="00645359">
            <w:pPr>
              <w:cnfStyle w:val="000000100000"/>
            </w:pPr>
          </w:p>
        </w:tc>
        <w:tc>
          <w:tcPr>
            <w:tcW w:w="389" w:type="pct"/>
          </w:tcPr>
          <w:p w:rsidR="007144CE" w:rsidRDefault="007144CE" w:rsidP="00645359">
            <w:pPr>
              <w:cnfStyle w:val="000000100000"/>
            </w:pPr>
          </w:p>
        </w:tc>
      </w:tr>
      <w:tr w:rsidR="00105895" w:rsidTr="00136DF2">
        <w:tc>
          <w:tcPr>
            <w:cnfStyle w:val="001000000000"/>
            <w:tcW w:w="938" w:type="pct"/>
            <w:vMerge w:val="restart"/>
          </w:tcPr>
          <w:p w:rsidR="00105895" w:rsidRPr="00881AD2" w:rsidRDefault="00105895" w:rsidP="00881AD2">
            <w:pPr>
              <w:pStyle w:val="Heading3"/>
              <w:outlineLvl w:val="2"/>
            </w:pPr>
            <w:bookmarkStart w:id="33" w:name="_Toc360530234"/>
            <w:r w:rsidRPr="00881AD2">
              <w:lastRenderedPageBreak/>
              <w:t>34.9.1 Other Processes - Bank Lodgement Report</w:t>
            </w:r>
            <w:bookmarkEnd w:id="33"/>
          </w:p>
        </w:tc>
        <w:tc>
          <w:tcPr>
            <w:tcW w:w="651" w:type="pct"/>
            <w:vMerge w:val="restart"/>
          </w:tcPr>
          <w:p w:rsidR="00105895" w:rsidRDefault="00105895" w:rsidP="00CF664B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105895" w:rsidRDefault="00105895" w:rsidP="00CF664B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Finance Batch</w:t>
            </w:r>
          </w:p>
          <w:p w:rsidR="00105895" w:rsidRDefault="00105895" w:rsidP="00CF664B">
            <w:pPr>
              <w:cnfStyle w:val="000000000000"/>
            </w:pPr>
          </w:p>
          <w:p w:rsidR="00105895" w:rsidRDefault="00105895" w:rsidP="00CF664B">
            <w:pPr>
              <w:cnfStyle w:val="000000000000"/>
            </w:pPr>
            <w:r>
              <w:t>Make sure to configure reports path in config.php.</w:t>
            </w:r>
          </w:p>
          <w:p w:rsidR="00105895" w:rsidRPr="00D0051E" w:rsidRDefault="00105895" w:rsidP="00CF664B">
            <w:pPr>
              <w:cnfStyle w:val="000000000000"/>
              <w:rPr>
                <w:b/>
              </w:rPr>
            </w:pPr>
          </w:p>
        </w:tc>
        <w:tc>
          <w:tcPr>
            <w:tcW w:w="596" w:type="pct"/>
          </w:tcPr>
          <w:p w:rsidR="00105895" w:rsidRDefault="00105895" w:rsidP="00CF664B">
            <w:pPr>
              <w:pStyle w:val="ListParagraph"/>
              <w:ind w:left="0"/>
              <w:cnfStyle w:val="0000000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105895" w:rsidRDefault="00105895" w:rsidP="00CF664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105895" w:rsidRDefault="00105895" w:rsidP="00CF664B">
            <w:pPr>
              <w:cnfStyle w:val="0000000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105895" w:rsidRDefault="00105895" w:rsidP="006B7FEB">
            <w:pPr>
              <w:cnfStyle w:val="0000000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0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000000"/>
            </w:pPr>
          </w:p>
        </w:tc>
      </w:tr>
      <w:tr w:rsidR="00105895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105895" w:rsidRDefault="00105895" w:rsidP="00CF664B"/>
        </w:tc>
        <w:tc>
          <w:tcPr>
            <w:tcW w:w="651" w:type="pct"/>
            <w:vMerge/>
          </w:tcPr>
          <w:p w:rsidR="00105895" w:rsidRDefault="00105895" w:rsidP="00CF664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105895" w:rsidRDefault="00105895" w:rsidP="00D91E88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Other</w:t>
            </w:r>
            <w:r w:rsidRPr="00E556D8">
              <w:rPr>
                <w:b/>
              </w:rPr>
              <w:t xml:space="preserve"> </w:t>
            </w:r>
            <w:r>
              <w:rPr>
                <w:b/>
              </w:rPr>
              <w:t xml:space="preserve">Processes </w:t>
            </w:r>
            <w:r>
              <w:t>button</w:t>
            </w:r>
          </w:p>
        </w:tc>
        <w:tc>
          <w:tcPr>
            <w:tcW w:w="998" w:type="pct"/>
          </w:tcPr>
          <w:p w:rsidR="00105895" w:rsidRDefault="00105895" w:rsidP="00CF664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105895" w:rsidRDefault="00105895" w:rsidP="00CF664B">
            <w:pPr>
              <w:cnfStyle w:val="000000100000"/>
            </w:pPr>
            <w:r>
              <w:t>Shows sub menu items</w:t>
            </w:r>
          </w:p>
        </w:tc>
        <w:tc>
          <w:tcPr>
            <w:tcW w:w="456" w:type="pct"/>
          </w:tcPr>
          <w:p w:rsidR="00105895" w:rsidRDefault="00105895" w:rsidP="006B7FEB">
            <w:pPr>
              <w:cnfStyle w:val="0000001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1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100000"/>
            </w:pPr>
          </w:p>
        </w:tc>
      </w:tr>
      <w:tr w:rsidR="00105895" w:rsidTr="00136DF2">
        <w:tc>
          <w:tcPr>
            <w:cnfStyle w:val="001000000000"/>
            <w:tcW w:w="938" w:type="pct"/>
            <w:vMerge/>
          </w:tcPr>
          <w:p w:rsidR="00105895" w:rsidRDefault="00105895" w:rsidP="00CF664B"/>
        </w:tc>
        <w:tc>
          <w:tcPr>
            <w:tcW w:w="651" w:type="pct"/>
            <w:vMerge/>
          </w:tcPr>
          <w:p w:rsidR="00105895" w:rsidRDefault="00105895" w:rsidP="00CF664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105895" w:rsidRDefault="00105895" w:rsidP="00D91E88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91E88">
              <w:rPr>
                <w:b/>
              </w:rPr>
              <w:t>Bank Lodgement Report</w:t>
            </w:r>
            <w:r>
              <w:t xml:space="preserve"> button</w:t>
            </w:r>
          </w:p>
        </w:tc>
        <w:tc>
          <w:tcPr>
            <w:tcW w:w="998" w:type="pct"/>
          </w:tcPr>
          <w:p w:rsidR="00105895" w:rsidRDefault="00105895" w:rsidP="00CF664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105895" w:rsidRDefault="00105895" w:rsidP="00CF664B">
            <w:pPr>
              <w:cnfStyle w:val="000000000000"/>
            </w:pPr>
            <w:r>
              <w:t>Report opens in new tab keeping the current one open.</w:t>
            </w:r>
          </w:p>
        </w:tc>
        <w:tc>
          <w:tcPr>
            <w:tcW w:w="456" w:type="pct"/>
          </w:tcPr>
          <w:p w:rsidR="00105895" w:rsidRDefault="00105895" w:rsidP="006B7FEB">
            <w:pPr>
              <w:cnfStyle w:val="0000000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0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000000"/>
            </w:pPr>
          </w:p>
        </w:tc>
      </w:tr>
      <w:tr w:rsidR="00105895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105895" w:rsidRPr="00881AD2" w:rsidRDefault="00105895" w:rsidP="00881AD2">
            <w:pPr>
              <w:pStyle w:val="Heading3"/>
              <w:outlineLvl w:val="2"/>
            </w:pPr>
            <w:bookmarkStart w:id="34" w:name="_Toc360530235"/>
            <w:r w:rsidRPr="00881AD2">
              <w:t>34.9.2 Other Processes - Convert Future Transactions</w:t>
            </w:r>
            <w:bookmarkEnd w:id="34"/>
          </w:p>
        </w:tc>
        <w:tc>
          <w:tcPr>
            <w:tcW w:w="651" w:type="pct"/>
            <w:vMerge w:val="restart"/>
          </w:tcPr>
          <w:p w:rsidR="00105895" w:rsidRDefault="00105895" w:rsidP="00CF664B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105895" w:rsidRDefault="00105895" w:rsidP="00CF664B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Finance Batch</w:t>
            </w:r>
          </w:p>
          <w:p w:rsidR="00105895" w:rsidRDefault="00105895" w:rsidP="00CF664B">
            <w:pPr>
              <w:cnfStyle w:val="000000100000"/>
            </w:pPr>
          </w:p>
          <w:p w:rsidR="00105895" w:rsidRDefault="00105895" w:rsidP="00CF664B">
            <w:pPr>
              <w:cnfStyle w:val="000000100000"/>
            </w:pPr>
            <w:r>
              <w:t>Make sure to configure reports path in config.php.</w:t>
            </w:r>
          </w:p>
          <w:p w:rsidR="00105895" w:rsidRPr="00D0051E" w:rsidRDefault="00105895" w:rsidP="00CF664B">
            <w:pPr>
              <w:cnfStyle w:val="000000100000"/>
              <w:rPr>
                <w:b/>
              </w:rPr>
            </w:pPr>
          </w:p>
        </w:tc>
        <w:tc>
          <w:tcPr>
            <w:tcW w:w="596" w:type="pct"/>
          </w:tcPr>
          <w:p w:rsidR="00105895" w:rsidRDefault="00105895" w:rsidP="00CF664B">
            <w:pPr>
              <w:pStyle w:val="ListParagraph"/>
              <w:ind w:left="0"/>
              <w:cnfStyle w:val="0000001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105895" w:rsidRDefault="00105895" w:rsidP="00CF664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105895" w:rsidRDefault="00105895" w:rsidP="00CF664B">
            <w:pPr>
              <w:cnfStyle w:val="0000001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105895" w:rsidRDefault="00105895" w:rsidP="006B7FEB">
            <w:pPr>
              <w:cnfStyle w:val="0000001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1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100000"/>
            </w:pPr>
          </w:p>
        </w:tc>
      </w:tr>
      <w:tr w:rsidR="00105895" w:rsidTr="00136DF2">
        <w:tc>
          <w:tcPr>
            <w:cnfStyle w:val="001000000000"/>
            <w:tcW w:w="938" w:type="pct"/>
            <w:vMerge/>
          </w:tcPr>
          <w:p w:rsidR="00105895" w:rsidRDefault="00105895" w:rsidP="00CF664B"/>
        </w:tc>
        <w:tc>
          <w:tcPr>
            <w:tcW w:w="651" w:type="pct"/>
            <w:vMerge/>
          </w:tcPr>
          <w:p w:rsidR="00105895" w:rsidRDefault="00105895" w:rsidP="00CF664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105895" w:rsidRDefault="00105895" w:rsidP="00CF664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Other</w:t>
            </w:r>
            <w:r w:rsidRPr="00E556D8">
              <w:rPr>
                <w:b/>
              </w:rPr>
              <w:t xml:space="preserve"> </w:t>
            </w:r>
            <w:r>
              <w:rPr>
                <w:b/>
              </w:rPr>
              <w:t xml:space="preserve">Processes </w:t>
            </w:r>
            <w:r>
              <w:t>button</w:t>
            </w:r>
          </w:p>
        </w:tc>
        <w:tc>
          <w:tcPr>
            <w:tcW w:w="998" w:type="pct"/>
          </w:tcPr>
          <w:p w:rsidR="00105895" w:rsidRDefault="00105895" w:rsidP="00CF664B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105895" w:rsidRDefault="00105895" w:rsidP="00CF664B">
            <w:pPr>
              <w:cnfStyle w:val="000000000000"/>
            </w:pPr>
            <w:r>
              <w:t>Shows sub menu items</w:t>
            </w:r>
          </w:p>
        </w:tc>
        <w:tc>
          <w:tcPr>
            <w:tcW w:w="456" w:type="pct"/>
          </w:tcPr>
          <w:p w:rsidR="00105895" w:rsidRDefault="00105895" w:rsidP="006B7FEB">
            <w:pPr>
              <w:cnfStyle w:val="0000000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0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000000"/>
            </w:pPr>
          </w:p>
        </w:tc>
      </w:tr>
      <w:tr w:rsidR="00105895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105895" w:rsidRDefault="00105895" w:rsidP="00CF664B"/>
        </w:tc>
        <w:tc>
          <w:tcPr>
            <w:tcW w:w="651" w:type="pct"/>
            <w:vMerge/>
          </w:tcPr>
          <w:p w:rsidR="00105895" w:rsidRDefault="00105895" w:rsidP="00CF664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105895" w:rsidRDefault="00105895" w:rsidP="00CF664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Convert Future Transactions</w:t>
            </w:r>
            <w:r w:rsidRPr="00D91E88">
              <w:rPr>
                <w:b/>
              </w:rPr>
              <w:t xml:space="preserve"> </w:t>
            </w:r>
            <w:r>
              <w:lastRenderedPageBreak/>
              <w:t>button</w:t>
            </w:r>
          </w:p>
        </w:tc>
        <w:tc>
          <w:tcPr>
            <w:tcW w:w="998" w:type="pct"/>
          </w:tcPr>
          <w:p w:rsidR="00105895" w:rsidRDefault="00105895" w:rsidP="00CF664B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105895" w:rsidRDefault="00105895" w:rsidP="00CF664B">
            <w:pPr>
              <w:cnfStyle w:val="000000100000"/>
            </w:pPr>
            <w:r>
              <w:t xml:space="preserve">Convert future transactions pop up appears </w:t>
            </w:r>
            <w:r>
              <w:lastRenderedPageBreak/>
              <w:t>on screen</w:t>
            </w:r>
          </w:p>
        </w:tc>
        <w:tc>
          <w:tcPr>
            <w:tcW w:w="456" w:type="pct"/>
          </w:tcPr>
          <w:p w:rsidR="00105895" w:rsidRDefault="00105895" w:rsidP="006B7FEB">
            <w:pPr>
              <w:cnfStyle w:val="0000001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1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100000"/>
            </w:pPr>
          </w:p>
        </w:tc>
      </w:tr>
      <w:tr w:rsidR="00105895" w:rsidTr="00136DF2">
        <w:tc>
          <w:tcPr>
            <w:cnfStyle w:val="001000000000"/>
            <w:tcW w:w="938" w:type="pct"/>
            <w:vMerge/>
          </w:tcPr>
          <w:p w:rsidR="00105895" w:rsidRDefault="00105895" w:rsidP="00CF664B"/>
        </w:tc>
        <w:tc>
          <w:tcPr>
            <w:tcW w:w="651" w:type="pct"/>
            <w:vMerge/>
          </w:tcPr>
          <w:p w:rsidR="00105895" w:rsidRDefault="00105895" w:rsidP="00CF664B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105895" w:rsidRDefault="00105895" w:rsidP="00CF664B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998" w:type="pct"/>
          </w:tcPr>
          <w:p w:rsidR="00105895" w:rsidRDefault="00105895" w:rsidP="00CC0DAC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Activate transactions prior to</w:t>
            </w:r>
          </w:p>
        </w:tc>
        <w:tc>
          <w:tcPr>
            <w:tcW w:w="577" w:type="pct"/>
          </w:tcPr>
          <w:p w:rsidR="00105895" w:rsidRDefault="00105895" w:rsidP="00CF664B">
            <w:pPr>
              <w:cnfStyle w:val="000000000000"/>
            </w:pPr>
          </w:p>
        </w:tc>
        <w:tc>
          <w:tcPr>
            <w:tcW w:w="456" w:type="pct"/>
          </w:tcPr>
          <w:p w:rsidR="00105895" w:rsidRDefault="00105895" w:rsidP="006B7FEB">
            <w:pPr>
              <w:cnfStyle w:val="0000000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0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000000"/>
            </w:pPr>
          </w:p>
        </w:tc>
      </w:tr>
      <w:tr w:rsidR="00105895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105895" w:rsidRDefault="00105895" w:rsidP="00CF664B"/>
        </w:tc>
        <w:tc>
          <w:tcPr>
            <w:tcW w:w="651" w:type="pct"/>
            <w:vMerge/>
          </w:tcPr>
          <w:p w:rsidR="00105895" w:rsidRDefault="00105895" w:rsidP="00CF664B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105895" w:rsidRDefault="00105895" w:rsidP="00CF664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CC0DAC">
              <w:rPr>
                <w:b/>
              </w:rPr>
              <w:t>Save</w:t>
            </w:r>
            <w:r>
              <w:t xml:space="preserve"> button on pop up</w:t>
            </w:r>
          </w:p>
        </w:tc>
        <w:tc>
          <w:tcPr>
            <w:tcW w:w="998" w:type="pct"/>
          </w:tcPr>
          <w:p w:rsidR="00105895" w:rsidRDefault="00105895" w:rsidP="00CC0DAC">
            <w:pPr>
              <w:pStyle w:val="ListParagraph"/>
              <w:ind w:left="411"/>
              <w:cnfStyle w:val="000000100000"/>
            </w:pPr>
          </w:p>
        </w:tc>
        <w:tc>
          <w:tcPr>
            <w:tcW w:w="577" w:type="pct"/>
          </w:tcPr>
          <w:p w:rsidR="00105895" w:rsidRDefault="00105895" w:rsidP="00CF664B">
            <w:pPr>
              <w:cnfStyle w:val="000000100000"/>
            </w:pPr>
            <w:r w:rsidRPr="00D0051E">
              <w:t>A long running process runs in the back ground which shows whether the process is complete or not.</w:t>
            </w:r>
          </w:p>
        </w:tc>
        <w:tc>
          <w:tcPr>
            <w:tcW w:w="456" w:type="pct"/>
          </w:tcPr>
          <w:p w:rsidR="00105895" w:rsidRDefault="00105895" w:rsidP="006B7FEB">
            <w:pPr>
              <w:cnfStyle w:val="0000001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1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100000"/>
            </w:pPr>
          </w:p>
        </w:tc>
      </w:tr>
      <w:tr w:rsidR="00105895" w:rsidTr="00136DF2">
        <w:tc>
          <w:tcPr>
            <w:cnfStyle w:val="001000000000"/>
            <w:tcW w:w="938" w:type="pct"/>
            <w:vMerge w:val="restart"/>
          </w:tcPr>
          <w:p w:rsidR="00105895" w:rsidRPr="00881AD2" w:rsidRDefault="00105895" w:rsidP="00881AD2">
            <w:pPr>
              <w:pStyle w:val="Heading3"/>
              <w:outlineLvl w:val="2"/>
            </w:pPr>
            <w:bookmarkStart w:id="35" w:name="_Toc360530236"/>
            <w:r w:rsidRPr="00881AD2">
              <w:t>34.9.3 Other Processes - Year End</w:t>
            </w:r>
            <w:bookmarkEnd w:id="35"/>
          </w:p>
        </w:tc>
        <w:tc>
          <w:tcPr>
            <w:tcW w:w="651" w:type="pct"/>
            <w:vMerge w:val="restart"/>
          </w:tcPr>
          <w:p w:rsidR="00105895" w:rsidRDefault="00105895" w:rsidP="006659B1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105895" w:rsidRDefault="00105895" w:rsidP="006659B1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Finance Batch</w:t>
            </w:r>
          </w:p>
          <w:p w:rsidR="00105895" w:rsidRDefault="00105895" w:rsidP="006659B1">
            <w:pPr>
              <w:cnfStyle w:val="000000000000"/>
            </w:pPr>
          </w:p>
          <w:p w:rsidR="00105895" w:rsidRDefault="00105895" w:rsidP="006659B1">
            <w:pPr>
              <w:cnfStyle w:val="000000000000"/>
            </w:pPr>
            <w:r>
              <w:t>Make sure to configure reports path in config.php.</w:t>
            </w:r>
          </w:p>
          <w:p w:rsidR="00105895" w:rsidRPr="00D0051E" w:rsidRDefault="00105895" w:rsidP="006659B1">
            <w:pPr>
              <w:cnfStyle w:val="000000000000"/>
              <w:rPr>
                <w:b/>
              </w:rPr>
            </w:pPr>
          </w:p>
        </w:tc>
        <w:tc>
          <w:tcPr>
            <w:tcW w:w="596" w:type="pct"/>
          </w:tcPr>
          <w:p w:rsidR="00105895" w:rsidRDefault="00105895" w:rsidP="006659B1">
            <w:pPr>
              <w:pStyle w:val="ListParagraph"/>
              <w:ind w:left="0"/>
              <w:cnfStyle w:val="000000000000"/>
            </w:pPr>
            <w:r>
              <w:t>Go to Finance and click on Finance Batch</w:t>
            </w:r>
          </w:p>
        </w:tc>
        <w:tc>
          <w:tcPr>
            <w:tcW w:w="998" w:type="pct"/>
          </w:tcPr>
          <w:p w:rsidR="00105895" w:rsidRDefault="00105895" w:rsidP="006659B1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105895" w:rsidRDefault="00105895" w:rsidP="006659B1">
            <w:pPr>
              <w:cnfStyle w:val="0000000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105895" w:rsidRDefault="00105895" w:rsidP="006B7FEB">
            <w:pPr>
              <w:cnfStyle w:val="0000000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0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000000"/>
            </w:pPr>
          </w:p>
        </w:tc>
      </w:tr>
      <w:tr w:rsidR="00105895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105895" w:rsidRDefault="00105895" w:rsidP="006659B1"/>
        </w:tc>
        <w:tc>
          <w:tcPr>
            <w:tcW w:w="651" w:type="pct"/>
            <w:vMerge/>
          </w:tcPr>
          <w:p w:rsidR="00105895" w:rsidRDefault="00105895" w:rsidP="006659B1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105895" w:rsidRDefault="00105895" w:rsidP="006659B1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Other</w:t>
            </w:r>
            <w:r w:rsidRPr="00E556D8">
              <w:rPr>
                <w:b/>
              </w:rPr>
              <w:t xml:space="preserve"> </w:t>
            </w:r>
            <w:r>
              <w:rPr>
                <w:b/>
              </w:rPr>
              <w:t xml:space="preserve">Processes </w:t>
            </w:r>
            <w:r>
              <w:t>button</w:t>
            </w:r>
          </w:p>
        </w:tc>
        <w:tc>
          <w:tcPr>
            <w:tcW w:w="998" w:type="pct"/>
          </w:tcPr>
          <w:p w:rsidR="00105895" w:rsidRDefault="00105895" w:rsidP="006659B1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105895" w:rsidRDefault="00105895" w:rsidP="006659B1">
            <w:pPr>
              <w:cnfStyle w:val="000000100000"/>
            </w:pPr>
            <w:r>
              <w:t>Shows sub menu items</w:t>
            </w:r>
          </w:p>
        </w:tc>
        <w:tc>
          <w:tcPr>
            <w:tcW w:w="456" w:type="pct"/>
          </w:tcPr>
          <w:p w:rsidR="00105895" w:rsidRDefault="00105895" w:rsidP="006B7FEB">
            <w:pPr>
              <w:cnfStyle w:val="0000001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1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100000"/>
            </w:pPr>
          </w:p>
        </w:tc>
      </w:tr>
      <w:tr w:rsidR="00105895" w:rsidTr="00136DF2">
        <w:tc>
          <w:tcPr>
            <w:cnfStyle w:val="001000000000"/>
            <w:tcW w:w="938" w:type="pct"/>
            <w:vMerge/>
          </w:tcPr>
          <w:p w:rsidR="00105895" w:rsidRDefault="00105895" w:rsidP="006659B1"/>
        </w:tc>
        <w:tc>
          <w:tcPr>
            <w:tcW w:w="651" w:type="pct"/>
            <w:vMerge/>
          </w:tcPr>
          <w:p w:rsidR="00105895" w:rsidRDefault="00105895" w:rsidP="006659B1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105895" w:rsidRDefault="00105895" w:rsidP="0010589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Year End</w:t>
            </w:r>
            <w:r w:rsidRPr="00D91E88">
              <w:rPr>
                <w:b/>
              </w:rPr>
              <w:t xml:space="preserve"> </w:t>
            </w:r>
            <w:r>
              <w:t>button</w:t>
            </w:r>
          </w:p>
        </w:tc>
        <w:tc>
          <w:tcPr>
            <w:tcW w:w="998" w:type="pct"/>
          </w:tcPr>
          <w:p w:rsidR="00105895" w:rsidRDefault="00105895" w:rsidP="006659B1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105895" w:rsidRDefault="00105895" w:rsidP="006659B1">
            <w:pPr>
              <w:cnfStyle w:val="000000000000"/>
            </w:pPr>
            <w:r w:rsidRPr="00105895">
              <w:rPr>
                <w:b/>
              </w:rPr>
              <w:t>Enter year End Date</w:t>
            </w:r>
            <w:r>
              <w:t xml:space="preserve"> pop up appears on screen</w:t>
            </w:r>
          </w:p>
        </w:tc>
        <w:tc>
          <w:tcPr>
            <w:tcW w:w="456" w:type="pct"/>
          </w:tcPr>
          <w:p w:rsidR="00105895" w:rsidRDefault="00105895" w:rsidP="006B7FEB">
            <w:pPr>
              <w:cnfStyle w:val="0000000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0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000000"/>
            </w:pPr>
          </w:p>
        </w:tc>
      </w:tr>
      <w:tr w:rsidR="00105895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105895" w:rsidRDefault="00105895" w:rsidP="006659B1"/>
        </w:tc>
        <w:tc>
          <w:tcPr>
            <w:tcW w:w="651" w:type="pct"/>
            <w:vMerge/>
          </w:tcPr>
          <w:p w:rsidR="00105895" w:rsidRDefault="00105895" w:rsidP="006659B1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105895" w:rsidRDefault="00105895" w:rsidP="006659B1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998" w:type="pct"/>
          </w:tcPr>
          <w:p w:rsidR="00105895" w:rsidRDefault="00105895" w:rsidP="006659B1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Activate transactions prior to</w:t>
            </w:r>
          </w:p>
        </w:tc>
        <w:tc>
          <w:tcPr>
            <w:tcW w:w="577" w:type="pct"/>
          </w:tcPr>
          <w:p w:rsidR="00105895" w:rsidRDefault="00105895" w:rsidP="006659B1">
            <w:pPr>
              <w:cnfStyle w:val="000000100000"/>
            </w:pPr>
          </w:p>
        </w:tc>
        <w:tc>
          <w:tcPr>
            <w:tcW w:w="456" w:type="pct"/>
          </w:tcPr>
          <w:p w:rsidR="00105895" w:rsidRDefault="00105895" w:rsidP="006B7FEB">
            <w:pPr>
              <w:cnfStyle w:val="0000001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1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100000"/>
            </w:pPr>
          </w:p>
        </w:tc>
      </w:tr>
      <w:tr w:rsidR="00105895" w:rsidTr="00136DF2">
        <w:tc>
          <w:tcPr>
            <w:cnfStyle w:val="001000000000"/>
            <w:tcW w:w="938" w:type="pct"/>
            <w:vMerge/>
          </w:tcPr>
          <w:p w:rsidR="00105895" w:rsidRDefault="00105895" w:rsidP="006659B1"/>
        </w:tc>
        <w:tc>
          <w:tcPr>
            <w:tcW w:w="651" w:type="pct"/>
            <w:vMerge/>
          </w:tcPr>
          <w:p w:rsidR="00105895" w:rsidRDefault="00105895" w:rsidP="006659B1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105895" w:rsidRDefault="00105895" w:rsidP="006659B1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CC0DAC">
              <w:rPr>
                <w:b/>
              </w:rPr>
              <w:t>Save</w:t>
            </w:r>
            <w:r>
              <w:t xml:space="preserve"> button on pop up</w:t>
            </w:r>
          </w:p>
        </w:tc>
        <w:tc>
          <w:tcPr>
            <w:tcW w:w="998" w:type="pct"/>
          </w:tcPr>
          <w:p w:rsidR="00105895" w:rsidRDefault="00105895" w:rsidP="006659B1">
            <w:pPr>
              <w:pStyle w:val="ListParagraph"/>
              <w:ind w:left="411"/>
              <w:cnfStyle w:val="000000000000"/>
            </w:pPr>
          </w:p>
        </w:tc>
        <w:tc>
          <w:tcPr>
            <w:tcW w:w="577" w:type="pct"/>
          </w:tcPr>
          <w:p w:rsidR="00105895" w:rsidRDefault="00105895" w:rsidP="006659B1">
            <w:pPr>
              <w:cnfStyle w:val="000000000000"/>
            </w:pPr>
          </w:p>
        </w:tc>
        <w:tc>
          <w:tcPr>
            <w:tcW w:w="456" w:type="pct"/>
          </w:tcPr>
          <w:p w:rsidR="00105895" w:rsidRDefault="00105895" w:rsidP="006B7FEB">
            <w:pPr>
              <w:cnfStyle w:val="000000000000"/>
            </w:pPr>
          </w:p>
        </w:tc>
        <w:tc>
          <w:tcPr>
            <w:tcW w:w="394" w:type="pct"/>
          </w:tcPr>
          <w:p w:rsidR="00105895" w:rsidRDefault="00105895" w:rsidP="00645359">
            <w:pPr>
              <w:cnfStyle w:val="000000000000"/>
            </w:pPr>
          </w:p>
        </w:tc>
        <w:tc>
          <w:tcPr>
            <w:tcW w:w="389" w:type="pct"/>
          </w:tcPr>
          <w:p w:rsidR="00105895" w:rsidRDefault="00105895" w:rsidP="00645359">
            <w:pPr>
              <w:cnfStyle w:val="000000000000"/>
            </w:pPr>
          </w:p>
        </w:tc>
      </w:tr>
      <w:tr w:rsidR="00E162E0" w:rsidTr="00136DF2">
        <w:trPr>
          <w:cnfStyle w:val="000000100000"/>
        </w:trPr>
        <w:tc>
          <w:tcPr>
            <w:cnfStyle w:val="001000000000"/>
            <w:tcW w:w="938" w:type="pct"/>
            <w:vMerge w:val="restart"/>
          </w:tcPr>
          <w:p w:rsidR="00E162E0" w:rsidRPr="00881AD2" w:rsidRDefault="00E162E0" w:rsidP="00881AD2">
            <w:pPr>
              <w:pStyle w:val="Heading3"/>
              <w:outlineLvl w:val="2"/>
            </w:pPr>
            <w:bookmarkStart w:id="36" w:name="_Toc360530237"/>
            <w:r w:rsidRPr="00881AD2">
              <w:t>34.10 Print Generic Finance Reports</w:t>
            </w:r>
            <w:bookmarkEnd w:id="36"/>
          </w:p>
        </w:tc>
        <w:tc>
          <w:tcPr>
            <w:tcW w:w="651" w:type="pct"/>
            <w:vMerge w:val="restart"/>
          </w:tcPr>
          <w:p w:rsidR="00E162E0" w:rsidRDefault="00E162E0" w:rsidP="0010589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E162E0" w:rsidRDefault="00E162E0" w:rsidP="00105895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Finance Batch</w:t>
            </w:r>
          </w:p>
          <w:p w:rsidR="00E162E0" w:rsidRDefault="00E162E0" w:rsidP="00105895">
            <w:pPr>
              <w:cnfStyle w:val="000000100000"/>
            </w:pPr>
          </w:p>
          <w:p w:rsidR="00E162E0" w:rsidRDefault="00E162E0" w:rsidP="00105895">
            <w:pPr>
              <w:cnfStyle w:val="000000100000"/>
            </w:pPr>
            <w:r>
              <w:t>Make sure to configure reports path in config.php.</w:t>
            </w:r>
          </w:p>
          <w:p w:rsidR="00E162E0" w:rsidRPr="00D0051E" w:rsidRDefault="00E162E0" w:rsidP="00105895">
            <w:pPr>
              <w:cnfStyle w:val="000000100000"/>
              <w:rPr>
                <w:b/>
              </w:rPr>
            </w:pPr>
          </w:p>
        </w:tc>
        <w:tc>
          <w:tcPr>
            <w:tcW w:w="596" w:type="pct"/>
          </w:tcPr>
          <w:p w:rsidR="00E162E0" w:rsidRDefault="00E162E0" w:rsidP="00105895">
            <w:pPr>
              <w:pStyle w:val="ListParagraph"/>
              <w:ind w:left="0"/>
              <w:cnfStyle w:val="000000100000"/>
            </w:pPr>
            <w:r>
              <w:lastRenderedPageBreak/>
              <w:t>Go to Finance and click on Finance Batch</w:t>
            </w:r>
          </w:p>
        </w:tc>
        <w:tc>
          <w:tcPr>
            <w:tcW w:w="998" w:type="pct"/>
          </w:tcPr>
          <w:p w:rsidR="00E162E0" w:rsidRDefault="00E162E0" w:rsidP="00105895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E162E0" w:rsidRDefault="00E162E0" w:rsidP="00105895">
            <w:pPr>
              <w:cnfStyle w:val="000000100000"/>
            </w:pPr>
            <w:r>
              <w:t>Finance batch module is loaded</w:t>
            </w:r>
          </w:p>
        </w:tc>
        <w:tc>
          <w:tcPr>
            <w:tcW w:w="456" w:type="pct"/>
          </w:tcPr>
          <w:p w:rsidR="00E162E0" w:rsidRDefault="00E162E0" w:rsidP="006B7FEB">
            <w:pPr>
              <w:cnfStyle w:val="000000100000"/>
            </w:pPr>
          </w:p>
        </w:tc>
        <w:tc>
          <w:tcPr>
            <w:tcW w:w="394" w:type="pct"/>
          </w:tcPr>
          <w:p w:rsidR="00E162E0" w:rsidRDefault="00E162E0" w:rsidP="00645359">
            <w:pPr>
              <w:cnfStyle w:val="000000100000"/>
            </w:pPr>
          </w:p>
        </w:tc>
        <w:tc>
          <w:tcPr>
            <w:tcW w:w="389" w:type="pct"/>
          </w:tcPr>
          <w:p w:rsidR="00E162E0" w:rsidRDefault="00E162E0" w:rsidP="00645359">
            <w:pPr>
              <w:cnfStyle w:val="000000100000"/>
            </w:pPr>
          </w:p>
        </w:tc>
      </w:tr>
      <w:tr w:rsidR="00E162E0" w:rsidTr="00136DF2">
        <w:tc>
          <w:tcPr>
            <w:cnfStyle w:val="001000000000"/>
            <w:tcW w:w="938" w:type="pct"/>
            <w:vMerge/>
          </w:tcPr>
          <w:p w:rsidR="00E162E0" w:rsidRDefault="00E162E0" w:rsidP="00105895"/>
        </w:tc>
        <w:tc>
          <w:tcPr>
            <w:tcW w:w="651" w:type="pct"/>
            <w:vMerge/>
          </w:tcPr>
          <w:p w:rsidR="00E162E0" w:rsidRDefault="00E162E0" w:rsidP="00105895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E162E0" w:rsidRDefault="00E162E0" w:rsidP="00105895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 xml:space="preserve">Print </w:t>
            </w:r>
            <w:r>
              <w:lastRenderedPageBreak/>
              <w:t>button just beside the other processes button</w:t>
            </w:r>
          </w:p>
        </w:tc>
        <w:tc>
          <w:tcPr>
            <w:tcW w:w="998" w:type="pct"/>
          </w:tcPr>
          <w:p w:rsidR="00E162E0" w:rsidRDefault="00E162E0" w:rsidP="00105895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E162E0" w:rsidRDefault="00E162E0" w:rsidP="00105895">
            <w:pPr>
              <w:cnfStyle w:val="000000000000"/>
            </w:pPr>
            <w:r>
              <w:t xml:space="preserve">Report viewer </w:t>
            </w:r>
            <w:r>
              <w:lastRenderedPageBreak/>
              <w:t>popup appears on screen</w:t>
            </w:r>
          </w:p>
        </w:tc>
        <w:tc>
          <w:tcPr>
            <w:tcW w:w="456" w:type="pct"/>
          </w:tcPr>
          <w:p w:rsidR="00E162E0" w:rsidRDefault="00E162E0" w:rsidP="006B7FEB">
            <w:pPr>
              <w:cnfStyle w:val="000000000000"/>
            </w:pPr>
          </w:p>
        </w:tc>
        <w:tc>
          <w:tcPr>
            <w:tcW w:w="394" w:type="pct"/>
          </w:tcPr>
          <w:p w:rsidR="00E162E0" w:rsidRDefault="00E162E0" w:rsidP="00645359">
            <w:pPr>
              <w:cnfStyle w:val="000000000000"/>
            </w:pPr>
          </w:p>
        </w:tc>
        <w:tc>
          <w:tcPr>
            <w:tcW w:w="389" w:type="pct"/>
          </w:tcPr>
          <w:p w:rsidR="00E162E0" w:rsidRDefault="00E162E0" w:rsidP="00645359">
            <w:pPr>
              <w:cnfStyle w:val="000000000000"/>
            </w:pPr>
          </w:p>
        </w:tc>
      </w:tr>
      <w:tr w:rsidR="00E162E0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E162E0" w:rsidRDefault="00E162E0" w:rsidP="00105895"/>
        </w:tc>
        <w:tc>
          <w:tcPr>
            <w:tcW w:w="651" w:type="pct"/>
            <w:vMerge/>
          </w:tcPr>
          <w:p w:rsidR="00E162E0" w:rsidRDefault="00E162E0" w:rsidP="00105895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E162E0" w:rsidRDefault="00E162E0" w:rsidP="00EE4056">
            <w:pPr>
              <w:pStyle w:val="ListParagraph"/>
              <w:ind w:left="0"/>
              <w:cnfStyle w:val="000000100000"/>
            </w:pPr>
            <w:r>
              <w:t>Click on the desired report</w:t>
            </w:r>
          </w:p>
        </w:tc>
        <w:tc>
          <w:tcPr>
            <w:tcW w:w="998" w:type="pct"/>
          </w:tcPr>
          <w:p w:rsidR="00E162E0" w:rsidRDefault="00E162E0" w:rsidP="00EE4056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E162E0" w:rsidRDefault="00E162E0" w:rsidP="00EE4056">
            <w:pPr>
              <w:cnfStyle w:val="000000100000"/>
            </w:pPr>
          </w:p>
        </w:tc>
        <w:tc>
          <w:tcPr>
            <w:tcW w:w="456" w:type="pct"/>
          </w:tcPr>
          <w:p w:rsidR="00E162E0" w:rsidRDefault="00E162E0" w:rsidP="006B7FEB">
            <w:pPr>
              <w:cnfStyle w:val="000000100000"/>
            </w:pPr>
          </w:p>
        </w:tc>
        <w:tc>
          <w:tcPr>
            <w:tcW w:w="394" w:type="pct"/>
          </w:tcPr>
          <w:p w:rsidR="00E162E0" w:rsidRDefault="00E162E0" w:rsidP="00645359">
            <w:pPr>
              <w:cnfStyle w:val="000000100000"/>
            </w:pPr>
          </w:p>
        </w:tc>
        <w:tc>
          <w:tcPr>
            <w:tcW w:w="389" w:type="pct"/>
          </w:tcPr>
          <w:p w:rsidR="00E162E0" w:rsidRDefault="00E162E0" w:rsidP="00645359">
            <w:pPr>
              <w:cnfStyle w:val="000000100000"/>
            </w:pPr>
          </w:p>
        </w:tc>
      </w:tr>
      <w:tr w:rsidR="00E162E0" w:rsidTr="00136DF2">
        <w:tc>
          <w:tcPr>
            <w:cnfStyle w:val="001000000000"/>
            <w:tcW w:w="938" w:type="pct"/>
            <w:vMerge/>
          </w:tcPr>
          <w:p w:rsidR="00E162E0" w:rsidRDefault="00E162E0" w:rsidP="00105895"/>
        </w:tc>
        <w:tc>
          <w:tcPr>
            <w:tcW w:w="651" w:type="pct"/>
            <w:vMerge/>
          </w:tcPr>
          <w:p w:rsidR="00E162E0" w:rsidRDefault="00E162E0" w:rsidP="00105895">
            <w:pPr>
              <w:pStyle w:val="ListParagraph"/>
              <w:ind w:left="0"/>
              <w:cnfStyle w:val="000000000000"/>
            </w:pPr>
          </w:p>
        </w:tc>
        <w:tc>
          <w:tcPr>
            <w:tcW w:w="596" w:type="pct"/>
          </w:tcPr>
          <w:p w:rsidR="00E162E0" w:rsidRDefault="00E162E0" w:rsidP="00EE4056">
            <w:pPr>
              <w:pStyle w:val="ListParagraph"/>
              <w:ind w:left="0"/>
              <w:cnfStyle w:val="000000000000"/>
            </w:pPr>
            <w:r>
              <w:t>If the parameter value is not set, go to Advanced tab and double click on the value to place in a clip board.</w:t>
            </w:r>
          </w:p>
          <w:p w:rsidR="00E162E0" w:rsidRDefault="00E162E0" w:rsidP="00EE4056">
            <w:pPr>
              <w:pStyle w:val="ListParagraph"/>
              <w:ind w:left="0"/>
              <w:cnfStyle w:val="000000000000"/>
            </w:pPr>
          </w:p>
          <w:p w:rsidR="00E162E0" w:rsidRDefault="00E162E0" w:rsidP="00EE4056">
            <w:pPr>
              <w:pStyle w:val="ListParagraph"/>
              <w:ind w:left="0"/>
              <w:cnfStyle w:val="000000000000"/>
            </w:pPr>
            <w:r>
              <w:t>Then Paste the parameter value in the value field.</w:t>
            </w:r>
          </w:p>
        </w:tc>
        <w:tc>
          <w:tcPr>
            <w:tcW w:w="998" w:type="pct"/>
          </w:tcPr>
          <w:p w:rsidR="00E162E0" w:rsidRDefault="00E162E0" w:rsidP="00EE4056">
            <w:pPr>
              <w:pStyle w:val="ListParagraph"/>
              <w:ind w:left="360"/>
              <w:cnfStyle w:val="000000000000"/>
            </w:pPr>
          </w:p>
        </w:tc>
        <w:tc>
          <w:tcPr>
            <w:tcW w:w="577" w:type="pct"/>
          </w:tcPr>
          <w:p w:rsidR="00E162E0" w:rsidRDefault="00E162E0" w:rsidP="00EE4056">
            <w:pPr>
              <w:cnfStyle w:val="000000000000"/>
            </w:pPr>
            <w:r>
              <w:t>Value is visible in text field.</w:t>
            </w:r>
          </w:p>
        </w:tc>
        <w:tc>
          <w:tcPr>
            <w:tcW w:w="456" w:type="pct"/>
          </w:tcPr>
          <w:p w:rsidR="00E162E0" w:rsidRDefault="00E162E0" w:rsidP="006B7FEB">
            <w:pPr>
              <w:cnfStyle w:val="000000000000"/>
            </w:pPr>
          </w:p>
        </w:tc>
        <w:tc>
          <w:tcPr>
            <w:tcW w:w="394" w:type="pct"/>
          </w:tcPr>
          <w:p w:rsidR="00E162E0" w:rsidRDefault="00E162E0" w:rsidP="00645359">
            <w:pPr>
              <w:cnfStyle w:val="000000000000"/>
            </w:pPr>
          </w:p>
        </w:tc>
        <w:tc>
          <w:tcPr>
            <w:tcW w:w="389" w:type="pct"/>
          </w:tcPr>
          <w:p w:rsidR="00E162E0" w:rsidRDefault="00E162E0" w:rsidP="00645359">
            <w:pPr>
              <w:cnfStyle w:val="000000000000"/>
            </w:pPr>
          </w:p>
        </w:tc>
      </w:tr>
      <w:tr w:rsidR="00E162E0" w:rsidTr="00136DF2">
        <w:trPr>
          <w:cnfStyle w:val="000000100000"/>
        </w:trPr>
        <w:tc>
          <w:tcPr>
            <w:cnfStyle w:val="001000000000"/>
            <w:tcW w:w="938" w:type="pct"/>
            <w:vMerge/>
          </w:tcPr>
          <w:p w:rsidR="00E162E0" w:rsidRDefault="00E162E0" w:rsidP="00105895"/>
        </w:tc>
        <w:tc>
          <w:tcPr>
            <w:tcW w:w="651" w:type="pct"/>
            <w:vMerge/>
          </w:tcPr>
          <w:p w:rsidR="00E162E0" w:rsidRDefault="00E162E0" w:rsidP="00105895">
            <w:pPr>
              <w:pStyle w:val="ListParagraph"/>
              <w:ind w:left="0"/>
              <w:cnfStyle w:val="000000100000"/>
            </w:pPr>
          </w:p>
        </w:tc>
        <w:tc>
          <w:tcPr>
            <w:tcW w:w="596" w:type="pct"/>
          </w:tcPr>
          <w:p w:rsidR="00E162E0" w:rsidRDefault="00E162E0" w:rsidP="00EE405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viewer pop up.</w:t>
            </w:r>
          </w:p>
        </w:tc>
        <w:tc>
          <w:tcPr>
            <w:tcW w:w="998" w:type="pct"/>
          </w:tcPr>
          <w:p w:rsidR="00E162E0" w:rsidRDefault="00E162E0" w:rsidP="00EE4056">
            <w:pPr>
              <w:pStyle w:val="ListParagraph"/>
              <w:ind w:left="360"/>
              <w:cnfStyle w:val="000000100000"/>
            </w:pPr>
          </w:p>
        </w:tc>
        <w:tc>
          <w:tcPr>
            <w:tcW w:w="577" w:type="pct"/>
          </w:tcPr>
          <w:p w:rsidR="00E162E0" w:rsidRDefault="00E162E0" w:rsidP="00EE4056">
            <w:pPr>
              <w:cnfStyle w:val="000000100000"/>
            </w:pPr>
            <w:r>
              <w:t>Report navigates to new tab and opens up the report keeping the current window open.</w:t>
            </w:r>
          </w:p>
        </w:tc>
        <w:tc>
          <w:tcPr>
            <w:tcW w:w="456" w:type="pct"/>
          </w:tcPr>
          <w:p w:rsidR="00E162E0" w:rsidRDefault="00E162E0" w:rsidP="006B7FEB">
            <w:pPr>
              <w:cnfStyle w:val="000000100000"/>
            </w:pPr>
          </w:p>
        </w:tc>
        <w:tc>
          <w:tcPr>
            <w:tcW w:w="394" w:type="pct"/>
          </w:tcPr>
          <w:p w:rsidR="00E162E0" w:rsidRDefault="00E162E0" w:rsidP="00645359">
            <w:pPr>
              <w:cnfStyle w:val="000000100000"/>
            </w:pPr>
          </w:p>
        </w:tc>
        <w:tc>
          <w:tcPr>
            <w:tcW w:w="389" w:type="pct"/>
          </w:tcPr>
          <w:p w:rsidR="00E162E0" w:rsidRDefault="00E162E0" w:rsidP="00645359">
            <w:pPr>
              <w:cnfStyle w:val="000000100000"/>
            </w:pPr>
          </w:p>
        </w:tc>
      </w:tr>
    </w:tbl>
    <w:p w:rsidR="00BB39B3" w:rsidRDefault="00BB39B3" w:rsidP="00E11D0F"/>
    <w:p w:rsidR="005C48F5" w:rsidRPr="00E11D0F" w:rsidRDefault="005C48F5" w:rsidP="00E11D0F"/>
    <w:sectPr w:rsidR="005C48F5" w:rsidRPr="00E11D0F" w:rsidSect="00685618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8B4" w:rsidRDefault="00A448B4" w:rsidP="000366C0">
      <w:pPr>
        <w:spacing w:after="0" w:line="240" w:lineRule="auto"/>
      </w:pPr>
      <w:r>
        <w:separator/>
      </w:r>
    </w:p>
  </w:endnote>
  <w:endnote w:type="continuationSeparator" w:id="0">
    <w:p w:rsidR="00A448B4" w:rsidRDefault="00A448B4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6A" w:rsidRPr="00065894" w:rsidRDefault="00413B6A">
    <w:pPr>
      <w:pStyle w:val="Footer"/>
      <w:rPr>
        <w:sz w:val="16"/>
        <w:szCs w:val="16"/>
      </w:rPr>
    </w:pPr>
    <w:r>
      <w:t xml:space="preserve">Regression Test Plan - Finance Batch 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2C2C5C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2C2C5C" w:rsidRPr="00065894">
      <w:rPr>
        <w:sz w:val="16"/>
        <w:szCs w:val="16"/>
      </w:rPr>
      <w:fldChar w:fldCharType="separate"/>
    </w:r>
    <w:r w:rsidR="00BE7B4A">
      <w:rPr>
        <w:noProof/>
        <w:sz w:val="16"/>
        <w:szCs w:val="16"/>
      </w:rPr>
      <w:t>1</w:t>
    </w:r>
    <w:r w:rsidR="002C2C5C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BE7B4A" w:rsidRPr="00BE7B4A">
        <w:rPr>
          <w:noProof/>
          <w:sz w:val="16"/>
          <w:szCs w:val="16"/>
        </w:rPr>
        <w:t>32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6A" w:rsidRPr="00065894" w:rsidRDefault="00413B6A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2C2C5C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2C2C5C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2C2C5C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BE7B4A" w:rsidRPr="00BE7B4A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8B4" w:rsidRDefault="00A448B4" w:rsidP="000366C0">
      <w:pPr>
        <w:spacing w:after="0" w:line="240" w:lineRule="auto"/>
      </w:pPr>
      <w:r>
        <w:separator/>
      </w:r>
    </w:p>
  </w:footnote>
  <w:footnote w:type="continuationSeparator" w:id="0">
    <w:p w:rsidR="00A448B4" w:rsidRDefault="00A448B4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6A" w:rsidRDefault="00413B6A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- Finance Batch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6A" w:rsidRDefault="00413B6A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2C07A41"/>
    <w:multiLevelType w:val="hybridMultilevel"/>
    <w:tmpl w:val="C9E29248"/>
    <w:lvl w:ilvl="0" w:tplc="1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>
    <w:nsid w:val="1553563B"/>
    <w:multiLevelType w:val="hybridMultilevel"/>
    <w:tmpl w:val="FE26BA2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A403FF"/>
    <w:multiLevelType w:val="hybridMultilevel"/>
    <w:tmpl w:val="06541C22"/>
    <w:lvl w:ilvl="0" w:tplc="1409000D">
      <w:start w:val="1"/>
      <w:numFmt w:val="bullet"/>
      <w:lvlText w:val=""/>
      <w:lvlJc w:val="left"/>
      <w:pPr>
        <w:ind w:left="41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4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445EA"/>
    <w:multiLevelType w:val="hybridMultilevel"/>
    <w:tmpl w:val="AA589BA6"/>
    <w:lvl w:ilvl="0" w:tplc="1409000D">
      <w:start w:val="1"/>
      <w:numFmt w:val="bullet"/>
      <w:lvlText w:val=""/>
      <w:lvlJc w:val="left"/>
      <w:pPr>
        <w:ind w:left="41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6">
    <w:nsid w:val="3BA722AF"/>
    <w:multiLevelType w:val="hybridMultilevel"/>
    <w:tmpl w:val="6B7C161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8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866C86"/>
    <w:multiLevelType w:val="hybridMultilevel"/>
    <w:tmpl w:val="21C0127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4ED0432"/>
    <w:multiLevelType w:val="hybridMultilevel"/>
    <w:tmpl w:val="474A314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A448B4"/>
    <w:rsid w:val="00007355"/>
    <w:rsid w:val="000366C0"/>
    <w:rsid w:val="00065894"/>
    <w:rsid w:val="00074F5C"/>
    <w:rsid w:val="00075BCE"/>
    <w:rsid w:val="0008207B"/>
    <w:rsid w:val="000F1585"/>
    <w:rsid w:val="00105895"/>
    <w:rsid w:val="001331B5"/>
    <w:rsid w:val="00136DF2"/>
    <w:rsid w:val="001467A5"/>
    <w:rsid w:val="001B4450"/>
    <w:rsid w:val="001C2DA5"/>
    <w:rsid w:val="001C4734"/>
    <w:rsid w:val="001C6987"/>
    <w:rsid w:val="00226028"/>
    <w:rsid w:val="00253584"/>
    <w:rsid w:val="00270BB4"/>
    <w:rsid w:val="002C2C5C"/>
    <w:rsid w:val="002E0024"/>
    <w:rsid w:val="002E39DD"/>
    <w:rsid w:val="003057AD"/>
    <w:rsid w:val="003133D8"/>
    <w:rsid w:val="0032468C"/>
    <w:rsid w:val="0035554F"/>
    <w:rsid w:val="00396113"/>
    <w:rsid w:val="003B5E35"/>
    <w:rsid w:val="003D7A83"/>
    <w:rsid w:val="003E08D9"/>
    <w:rsid w:val="003F6D3E"/>
    <w:rsid w:val="00400B9C"/>
    <w:rsid w:val="00405B96"/>
    <w:rsid w:val="00413B6A"/>
    <w:rsid w:val="004337C8"/>
    <w:rsid w:val="00497D40"/>
    <w:rsid w:val="004B2B56"/>
    <w:rsid w:val="004B2D4E"/>
    <w:rsid w:val="004B7870"/>
    <w:rsid w:val="005152BC"/>
    <w:rsid w:val="0052626C"/>
    <w:rsid w:val="00544CC9"/>
    <w:rsid w:val="005805C6"/>
    <w:rsid w:val="0059604A"/>
    <w:rsid w:val="00596FA8"/>
    <w:rsid w:val="005C48F5"/>
    <w:rsid w:val="005D7112"/>
    <w:rsid w:val="005D7C22"/>
    <w:rsid w:val="005E2B50"/>
    <w:rsid w:val="00613850"/>
    <w:rsid w:val="006419F8"/>
    <w:rsid w:val="00645359"/>
    <w:rsid w:val="006659B1"/>
    <w:rsid w:val="00685618"/>
    <w:rsid w:val="006B04D9"/>
    <w:rsid w:val="006B7FEB"/>
    <w:rsid w:val="006D5517"/>
    <w:rsid w:val="006F740F"/>
    <w:rsid w:val="007144CE"/>
    <w:rsid w:val="00716441"/>
    <w:rsid w:val="00735741"/>
    <w:rsid w:val="007417F0"/>
    <w:rsid w:val="00743B91"/>
    <w:rsid w:val="00744089"/>
    <w:rsid w:val="0075545C"/>
    <w:rsid w:val="00785BDC"/>
    <w:rsid w:val="00786DD8"/>
    <w:rsid w:val="007A2F9B"/>
    <w:rsid w:val="007B1836"/>
    <w:rsid w:val="007C7B85"/>
    <w:rsid w:val="008435D6"/>
    <w:rsid w:val="00853C4E"/>
    <w:rsid w:val="00866B67"/>
    <w:rsid w:val="00872B68"/>
    <w:rsid w:val="00881AD2"/>
    <w:rsid w:val="008A0088"/>
    <w:rsid w:val="008C68F6"/>
    <w:rsid w:val="008D07EE"/>
    <w:rsid w:val="008D444F"/>
    <w:rsid w:val="008F4292"/>
    <w:rsid w:val="00967DBC"/>
    <w:rsid w:val="00980C9B"/>
    <w:rsid w:val="00A26C8E"/>
    <w:rsid w:val="00A448B4"/>
    <w:rsid w:val="00A53ACC"/>
    <w:rsid w:val="00A6120E"/>
    <w:rsid w:val="00AD63BB"/>
    <w:rsid w:val="00AF5D83"/>
    <w:rsid w:val="00B16F9A"/>
    <w:rsid w:val="00B26894"/>
    <w:rsid w:val="00B86AC9"/>
    <w:rsid w:val="00BB23E8"/>
    <w:rsid w:val="00BB39B3"/>
    <w:rsid w:val="00BB3EB0"/>
    <w:rsid w:val="00BC25A2"/>
    <w:rsid w:val="00BD27AB"/>
    <w:rsid w:val="00BE7B4A"/>
    <w:rsid w:val="00C3595B"/>
    <w:rsid w:val="00C43746"/>
    <w:rsid w:val="00C458A0"/>
    <w:rsid w:val="00C55FD0"/>
    <w:rsid w:val="00CC0DAC"/>
    <w:rsid w:val="00CC689C"/>
    <w:rsid w:val="00CD247A"/>
    <w:rsid w:val="00CF664B"/>
    <w:rsid w:val="00D0051E"/>
    <w:rsid w:val="00D25C2F"/>
    <w:rsid w:val="00D33567"/>
    <w:rsid w:val="00D91E88"/>
    <w:rsid w:val="00DD7AC8"/>
    <w:rsid w:val="00E11D0F"/>
    <w:rsid w:val="00E162E0"/>
    <w:rsid w:val="00E50418"/>
    <w:rsid w:val="00E556D8"/>
    <w:rsid w:val="00E826F2"/>
    <w:rsid w:val="00EE6F06"/>
    <w:rsid w:val="00F254F5"/>
    <w:rsid w:val="00F3190F"/>
    <w:rsid w:val="00F500F8"/>
    <w:rsid w:val="00F51F3E"/>
    <w:rsid w:val="00F94002"/>
    <w:rsid w:val="00F95A06"/>
    <w:rsid w:val="00FA2CFA"/>
    <w:rsid w:val="00FB6F03"/>
    <w:rsid w:val="00FC3BCD"/>
    <w:rsid w:val="00FC7711"/>
    <w:rsid w:val="00FE5F96"/>
    <w:rsid w:val="00FE758C"/>
    <w:rsid w:val="00FE76C3"/>
    <w:rsid w:val="00FF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1A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emplates">
    <w:name w:val="Templates"/>
    <w:basedOn w:val="Normal"/>
    <w:link w:val="TemplatesChar"/>
    <w:qFormat/>
    <w:rsid w:val="004B2D4E"/>
    <w:pPr>
      <w:spacing w:after="0" w:line="240" w:lineRule="auto"/>
    </w:pPr>
    <w:rPr>
      <w:b/>
      <w:bCs/>
    </w:rPr>
  </w:style>
  <w:style w:type="character" w:customStyle="1" w:styleId="TemplatesChar">
    <w:name w:val="Templates Char"/>
    <w:basedOn w:val="DefaultParagraphFont"/>
    <w:link w:val="Templates"/>
    <w:rsid w:val="004B2D4E"/>
    <w:rPr>
      <w:b/>
      <w:bCs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rsid w:val="00881AD2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3C4E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853C4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53C4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53C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3B6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Finance\Test%20Plan_Finance%20Bat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28483-5E8F-4EE8-AD1E-0C2902554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 Plan_Finance Batch</Template>
  <TotalTime>0</TotalTime>
  <Pages>32</Pages>
  <Words>3976</Words>
  <Characters>22665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26588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2013-08-29T21:36:00Z</dcterms:created>
  <dcterms:modified xsi:type="dcterms:W3CDTF">2013-08-29T21:36:00Z</dcterms:modified>
</cp:coreProperties>
</file>