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807496"/>
      <w:r w:rsidRPr="00317182">
        <w:t>Test Plan</w:t>
      </w:r>
      <w:bookmarkEnd w:id="0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1B4450" w:rsidTr="001C2DA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246927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</w:t>
            </w:r>
          </w:p>
        </w:tc>
        <w:tc>
          <w:tcPr>
            <w:tcW w:w="7087" w:type="dxa"/>
          </w:tcPr>
          <w:p w:rsidR="001B4450" w:rsidRDefault="00246927" w:rsidP="00096986">
            <w:pPr>
              <w:cnfStyle w:val="100000000000"/>
            </w:pPr>
            <w:r>
              <w:t>NSI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096986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Default="00512264" w:rsidP="00512264">
            <w:pPr>
              <w:cnfStyle w:val="000000100000"/>
            </w:pPr>
            <w:r>
              <w:t>The National Student Index (NSI) is a system that assigns unique identifiers (National Student Number (NSN)) to tertiary students.</w:t>
            </w:r>
          </w:p>
        </w:tc>
      </w:tr>
      <w:tr w:rsidR="001B4450" w:rsidTr="001C2DA5">
        <w:tc>
          <w:tcPr>
            <w:cnfStyle w:val="001000000000"/>
            <w:tcW w:w="7087" w:type="dxa"/>
          </w:tcPr>
          <w:p w:rsidR="001B4450" w:rsidRDefault="001B4450" w:rsidP="00096986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A67620" w:rsidP="00096986">
            <w:pPr>
              <w:cnfStyle w:val="000000000000"/>
            </w:pPr>
            <w:r>
              <w:t>Windows 7/Apache 2.4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096986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A67620" w:rsidP="00096986">
            <w:pPr>
              <w:cnfStyle w:val="000000100000"/>
            </w:pPr>
            <w:r>
              <w:t xml:space="preserve">Manual </w:t>
            </w:r>
            <w:r w:rsidR="00246927">
              <w:t>Regression Testing</w:t>
            </w:r>
          </w:p>
        </w:tc>
      </w:tr>
      <w:tr w:rsidR="00D25C2F" w:rsidTr="001C2DA5">
        <w:tc>
          <w:tcPr>
            <w:cnfStyle w:val="001000000000"/>
            <w:tcW w:w="7087" w:type="dxa"/>
          </w:tcPr>
          <w:p w:rsidR="00D25C2F" w:rsidRDefault="00D25C2F" w:rsidP="00096986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A67620" w:rsidRDefault="00355EE4" w:rsidP="00096986">
            <w:pPr>
              <w:cnfStyle w:val="000000000000"/>
              <w:rPr>
                <w:b/>
              </w:rPr>
            </w:pPr>
            <w:r w:rsidRPr="00A67620">
              <w:rPr>
                <w:b/>
              </w:rPr>
              <w:t>Client - NSI-Online</w:t>
            </w:r>
            <w:r w:rsidR="0043389D" w:rsidRPr="00A67620">
              <w:rPr>
                <w:b/>
              </w:rPr>
              <w:t xml:space="preserve"> </w:t>
            </w:r>
            <w:r w:rsidRPr="00A67620">
              <w:rPr>
                <w:b/>
              </w:rPr>
              <w:t>/</w:t>
            </w:r>
            <w:r w:rsidR="0043389D" w:rsidRPr="00A67620">
              <w:rPr>
                <w:b/>
              </w:rPr>
              <w:t xml:space="preserve"> </w:t>
            </w:r>
            <w:r w:rsidRPr="00A67620">
              <w:rPr>
                <w:b/>
              </w:rPr>
              <w:t>NSI Batch</w:t>
            </w:r>
          </w:p>
        </w:tc>
      </w:tr>
      <w:tr w:rsidR="008A0088" w:rsidTr="001C2DA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096986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8D6359" w:rsidP="00404CB5">
            <w:pPr>
              <w:cnfStyle w:val="000000100000"/>
            </w:pPr>
            <w:r>
              <w:t>4.3.1 - 4.3.</w:t>
            </w:r>
            <w:r w:rsidR="00404CB5">
              <w:t>4</w:t>
            </w:r>
            <w:r>
              <w:t xml:space="preserve"> / 23.1 - 23.</w:t>
            </w:r>
            <w:r w:rsidR="00404CB5">
              <w:t>9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096986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096986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096986">
            <w:pPr>
              <w:cnfStyle w:val="100000000000"/>
            </w:pPr>
            <w:r>
              <w:t>Date</w:t>
            </w:r>
          </w:p>
        </w:tc>
      </w:tr>
      <w:tr w:rsidR="00D25C2F" w:rsidTr="00096986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096986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096986">
            <w:pPr>
              <w:cnfStyle w:val="000000100000"/>
            </w:pPr>
          </w:p>
        </w:tc>
      </w:tr>
    </w:tbl>
    <w:p w:rsidR="00D25C2F" w:rsidRDefault="00D25C2F" w:rsidP="001B4450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5376138"/>
        <w:docPartObj>
          <w:docPartGallery w:val="Table of Contents"/>
          <w:docPartUnique/>
        </w:docPartObj>
      </w:sdtPr>
      <w:sdtContent>
        <w:p w:rsidR="000F19B7" w:rsidRDefault="000F19B7">
          <w:pPr>
            <w:pStyle w:val="TOCHeading"/>
          </w:pPr>
          <w:r>
            <w:t>Contents</w:t>
          </w:r>
        </w:p>
        <w:p w:rsidR="000F19B7" w:rsidRDefault="002A0300">
          <w:pPr>
            <w:pStyle w:val="TOC2"/>
            <w:tabs>
              <w:tab w:val="right" w:leader="dot" w:pos="13949"/>
            </w:tabs>
            <w:rPr>
              <w:noProof/>
            </w:rPr>
          </w:pPr>
          <w:r>
            <w:fldChar w:fldCharType="begin"/>
          </w:r>
          <w:r w:rsidR="000F19B7">
            <w:instrText xml:space="preserve"> TOC \o "1-3" \h \z \u </w:instrText>
          </w:r>
          <w:r>
            <w:fldChar w:fldCharType="separate"/>
          </w:r>
          <w:hyperlink w:anchor="_Toc360807496" w:history="1">
            <w:r w:rsidR="000F19B7" w:rsidRPr="00D35004">
              <w:rPr>
                <w:rStyle w:val="Hyperlink"/>
                <w:noProof/>
              </w:rPr>
              <w:t>Test Plan</w:t>
            </w:r>
            <w:r w:rsidR="000F19B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F19B7">
              <w:rPr>
                <w:noProof/>
                <w:webHidden/>
              </w:rPr>
              <w:instrText xml:space="preserve"> PAGEREF _Toc360807496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19B7" w:rsidRDefault="002A0300">
          <w:pPr>
            <w:pStyle w:val="TOC2"/>
            <w:tabs>
              <w:tab w:val="right" w:leader="dot" w:pos="13949"/>
            </w:tabs>
            <w:rPr>
              <w:noProof/>
            </w:rPr>
          </w:pPr>
          <w:hyperlink w:anchor="_Toc360807497" w:history="1">
            <w:r w:rsidR="000F19B7" w:rsidRPr="00D35004">
              <w:rPr>
                <w:rStyle w:val="Hyperlink"/>
                <w:noProof/>
              </w:rPr>
              <w:t>Test Cases:</w:t>
            </w:r>
            <w:r w:rsidR="000F19B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F19B7">
              <w:rPr>
                <w:noProof/>
                <w:webHidden/>
              </w:rPr>
              <w:instrText xml:space="preserve"> PAGEREF _Toc360807497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498" w:history="1">
            <w:r w:rsidR="000F19B7" w:rsidRPr="000F19B7">
              <w:rPr>
                <w:rStyle w:val="Hyperlink"/>
                <w:noProof/>
              </w:rPr>
              <w:t>4.3.1 NSI - Online - Insert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_Toc360807498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499" w:history="1">
            <w:r w:rsidR="000F19B7" w:rsidRPr="000F19B7">
              <w:rPr>
                <w:rStyle w:val="Hyperlink"/>
                <w:noProof/>
              </w:rPr>
              <w:t>4.3.2 NSI-online-Update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_Toc360807499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500" w:history="1">
            <w:r w:rsidR="000F19B7" w:rsidRPr="000F19B7">
              <w:rPr>
                <w:rStyle w:val="Hyperlink"/>
                <w:noProof/>
              </w:rPr>
              <w:t>4.3.3 NSI-Online-Search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_Toc360807500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501" w:history="1">
            <w:r w:rsidR="000F19B7" w:rsidRPr="000F19B7">
              <w:rPr>
                <w:rStyle w:val="Hyperlink"/>
                <w:noProof/>
              </w:rPr>
              <w:t>4.3.4 NSI-Online-Clear All Fields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_Toc360807501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502" w:history="1">
            <w:r w:rsidR="000F19B7" w:rsidRPr="000F19B7">
              <w:rPr>
                <w:rStyle w:val="Hyperlink"/>
                <w:noProof/>
              </w:rPr>
              <w:t>23.1 NSI Batch - Insert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_Toc360807502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503" w:history="1">
            <w:r w:rsidR="000F19B7" w:rsidRPr="000F19B7">
              <w:rPr>
                <w:rStyle w:val="Hyperlink"/>
                <w:noProof/>
              </w:rPr>
              <w:t>23.2 NSI Batch - Update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_Toc360807503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504" w:history="1">
            <w:r w:rsidR="000F19B7" w:rsidRPr="000F19B7">
              <w:rPr>
                <w:rStyle w:val="Hyperlink"/>
                <w:noProof/>
              </w:rPr>
              <w:t>23.3 NSI Batch - Search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_Toc360807504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505" w:history="1">
            <w:r w:rsidR="000F19B7" w:rsidRPr="000F19B7">
              <w:rPr>
                <w:rStyle w:val="Hyperlink"/>
                <w:noProof/>
              </w:rPr>
              <w:t>23.4 NSI Batch - Add students to Merge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_Toc360807505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506" w:history="1">
            <w:r w:rsidR="000F19B7" w:rsidRPr="000F19B7">
              <w:rPr>
                <w:rStyle w:val="Hyperlink"/>
                <w:noProof/>
              </w:rPr>
              <w:t>23.5 Delete students from the selected (Insert/Update/Search/Merge) Panel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_Toc360807506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507" w:history="1">
            <w:r w:rsidR="000F19B7" w:rsidRPr="000F19B7">
              <w:rPr>
                <w:rStyle w:val="Hyperlink"/>
                <w:noProof/>
              </w:rPr>
              <w:t>23.6 NSI Batch - Export Merge  students to NSI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_Toc360807507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508" w:history="1">
            <w:r w:rsidR="000F19B7" w:rsidRPr="000F19B7">
              <w:rPr>
                <w:rStyle w:val="Hyperlink"/>
                <w:noProof/>
              </w:rPr>
              <w:t>23.7 Import Change Notifications from NSI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_Toc360807508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Pr="000F19B7" w:rsidRDefault="002A030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807509" w:history="1">
            <w:r w:rsidR="000F19B7" w:rsidRPr="000F19B7">
              <w:rPr>
                <w:rStyle w:val="Hyperlink"/>
                <w:noProof/>
              </w:rPr>
              <w:t>23.8 NSI Batch-Clear All Fields</w:t>
            </w:r>
            <w:r w:rsidR="000F19B7" w:rsidRPr="000F19B7">
              <w:rPr>
                <w:noProof/>
                <w:webHidden/>
              </w:rPr>
              <w:tab/>
            </w:r>
            <w:r w:rsidRPr="000F19B7">
              <w:rPr>
                <w:noProof/>
                <w:webHidden/>
              </w:rPr>
              <w:fldChar w:fldCharType="begin"/>
            </w:r>
            <w:r w:rsidR="000F19B7" w:rsidRPr="000F19B7">
              <w:rPr>
                <w:noProof/>
                <w:webHidden/>
              </w:rPr>
              <w:instrText xml:space="preserve"> PAGEREF _Toc360807509 \h </w:instrText>
            </w:r>
            <w:r w:rsidRPr="000F19B7">
              <w:rPr>
                <w:noProof/>
                <w:webHidden/>
              </w:rPr>
            </w:r>
            <w:r w:rsidRPr="000F19B7">
              <w:rPr>
                <w:noProof/>
                <w:webHidden/>
              </w:rPr>
              <w:fldChar w:fldCharType="separate"/>
            </w:r>
            <w:r w:rsidR="00862131">
              <w:rPr>
                <w:noProof/>
                <w:webHidden/>
              </w:rPr>
              <w:t>2</w:t>
            </w:r>
            <w:r w:rsidRPr="000F19B7">
              <w:rPr>
                <w:noProof/>
                <w:webHidden/>
              </w:rPr>
              <w:fldChar w:fldCharType="end"/>
            </w:r>
          </w:hyperlink>
        </w:p>
        <w:p w:rsidR="000F19B7" w:rsidRDefault="002A0300">
          <w:r>
            <w:fldChar w:fldCharType="end"/>
          </w:r>
        </w:p>
      </w:sdtContent>
    </w:sdt>
    <w:p w:rsidR="00515866" w:rsidRDefault="00515866" w:rsidP="001B4450">
      <w:pPr>
        <w:pStyle w:val="Heading2"/>
      </w:pPr>
      <w:bookmarkStart w:id="1" w:name="_Toc360807497"/>
    </w:p>
    <w:p w:rsidR="001B4450" w:rsidRDefault="001B4450" w:rsidP="001B4450">
      <w:pPr>
        <w:pStyle w:val="Heading2"/>
      </w:pPr>
      <w:r w:rsidRPr="00317182">
        <w:t>Test Cases:</w:t>
      </w:r>
      <w:bookmarkEnd w:id="1"/>
    </w:p>
    <w:tbl>
      <w:tblPr>
        <w:tblStyle w:val="LightList-Accent11"/>
        <w:tblW w:w="5000" w:type="pct"/>
        <w:tblLook w:val="04A0"/>
      </w:tblPr>
      <w:tblGrid>
        <w:gridCol w:w="3987"/>
        <w:gridCol w:w="1925"/>
        <w:gridCol w:w="1644"/>
        <w:gridCol w:w="1996"/>
        <w:gridCol w:w="1372"/>
        <w:gridCol w:w="1125"/>
        <w:gridCol w:w="1069"/>
        <w:gridCol w:w="1057"/>
      </w:tblGrid>
      <w:tr w:rsidR="00F47A00" w:rsidTr="00F47A00">
        <w:trPr>
          <w:cnfStyle w:val="100000000000"/>
          <w:tblHeader/>
        </w:trPr>
        <w:tc>
          <w:tcPr>
            <w:cnfStyle w:val="001000000000"/>
            <w:tcW w:w="1406" w:type="pct"/>
          </w:tcPr>
          <w:p w:rsidR="00F47A00" w:rsidRPr="006C607F" w:rsidRDefault="00F47A00" w:rsidP="0052626C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F47A00" w:rsidRPr="006C607F" w:rsidRDefault="00F47A00" w:rsidP="0052626C">
            <w:pPr>
              <w:jc w:val="center"/>
            </w:pPr>
            <w:r w:rsidRPr="006C607F">
              <w:t>Test Objective</w:t>
            </w:r>
          </w:p>
        </w:tc>
        <w:tc>
          <w:tcPr>
            <w:tcW w:w="679" w:type="pct"/>
          </w:tcPr>
          <w:p w:rsidR="00F47A00" w:rsidRPr="006C607F" w:rsidRDefault="00F47A00" w:rsidP="0052626C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580" w:type="pct"/>
          </w:tcPr>
          <w:p w:rsidR="00F47A00" w:rsidRPr="006C607F" w:rsidRDefault="00F47A00" w:rsidP="0052626C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704" w:type="pct"/>
          </w:tcPr>
          <w:p w:rsidR="00F47A00" w:rsidRPr="006C607F" w:rsidRDefault="00F47A00" w:rsidP="0052626C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484" w:type="pct"/>
          </w:tcPr>
          <w:p w:rsidR="00F47A00" w:rsidRPr="006C607F" w:rsidRDefault="00F47A00" w:rsidP="0052626C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397" w:type="pct"/>
          </w:tcPr>
          <w:p w:rsidR="00F47A00" w:rsidRPr="006C607F" w:rsidRDefault="00F47A00" w:rsidP="0052626C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377" w:type="pct"/>
          </w:tcPr>
          <w:p w:rsidR="00F47A00" w:rsidRPr="006C607F" w:rsidRDefault="00F47A00" w:rsidP="0052626C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373" w:type="pct"/>
          </w:tcPr>
          <w:p w:rsidR="00F47A00" w:rsidRPr="006C607F" w:rsidRDefault="00F47A00" w:rsidP="0052626C">
            <w:pPr>
              <w:jc w:val="center"/>
              <w:cnfStyle w:val="100000000000"/>
            </w:pPr>
            <w:r>
              <w:t>Actions Required</w:t>
            </w: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 w:val="restart"/>
          </w:tcPr>
          <w:p w:rsidR="00F47A00" w:rsidRPr="00F47A00" w:rsidRDefault="00F47A00" w:rsidP="00F47A00">
            <w:pPr>
              <w:pStyle w:val="Heading3"/>
              <w:outlineLvl w:val="2"/>
            </w:pPr>
            <w:bookmarkStart w:id="2" w:name="_Toc360807498"/>
            <w:r w:rsidRPr="00F47A00">
              <w:t xml:space="preserve">4.3.1 NSI - </w:t>
            </w:r>
            <w:bookmarkStart w:id="3" w:name="NSIonlineI"/>
            <w:r w:rsidRPr="00F47A00">
              <w:t xml:space="preserve">Online </w:t>
            </w:r>
            <w:bookmarkEnd w:id="3"/>
            <w:r w:rsidRPr="00F47A00">
              <w:t>- Insert</w:t>
            </w:r>
            <w:bookmarkEnd w:id="2"/>
          </w:p>
        </w:tc>
        <w:tc>
          <w:tcPr>
            <w:tcW w:w="679" w:type="pct"/>
            <w:vMerge w:val="restar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>Must have Existing Person record.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Client</w:t>
            </w:r>
          </w:p>
          <w:p w:rsidR="00F47A00" w:rsidRDefault="00F47A00" w:rsidP="00F47A00">
            <w:pPr>
              <w:pStyle w:val="ListParagraph"/>
              <w:ind w:left="365"/>
              <w:cnfStyle w:val="000000100000"/>
            </w:pPr>
          </w:p>
          <w:p w:rsidR="00F47A00" w:rsidRDefault="00F47A00" w:rsidP="00F47A00">
            <w:pPr>
              <w:pStyle w:val="ListParagraph"/>
              <w:ind w:left="0"/>
              <w:cnfStyle w:val="000000100000"/>
            </w:pPr>
            <w:r>
              <w:t>NSI Parameters must be set up in system Manager-&gt; System parameters</w:t>
            </w:r>
          </w:p>
          <w:p w:rsidR="00F47A00" w:rsidRDefault="00F47A00" w:rsidP="00F47A00">
            <w:pPr>
              <w:pStyle w:val="ListParagraph"/>
              <w:ind w:left="0"/>
              <w:cnfStyle w:val="000000100000"/>
            </w:pP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NSIWS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NSIWP</w:t>
            </w:r>
          </w:p>
          <w:p w:rsidR="00F47A00" w:rsidRDefault="00F47A00" w:rsidP="00F47A00">
            <w:pPr>
              <w:cnfStyle w:val="000000100000"/>
            </w:pPr>
          </w:p>
          <w:p w:rsidR="00F47A00" w:rsidRDefault="00F47A00" w:rsidP="00F47A00">
            <w:pPr>
              <w:cnfStyle w:val="000000100000"/>
            </w:pPr>
            <w:r>
              <w:t>Must have NSI Login credentials to send the data</w:t>
            </w:r>
          </w:p>
          <w:p w:rsidR="00F47A00" w:rsidRPr="00F47A00" w:rsidRDefault="00F47A00" w:rsidP="00F47A00">
            <w:pPr>
              <w:autoSpaceDE w:val="0"/>
              <w:autoSpaceDN w:val="0"/>
              <w:adjustRightInd w:val="0"/>
              <w:cnfStyle w:val="000000100000"/>
              <w:rPr>
                <w:rFonts w:ascii="Comic Sans MS" w:hAnsi="Comic Sans MS" w:cs="Comic Sans MS"/>
                <w:color w:val="000000"/>
                <w:sz w:val="20"/>
                <w:szCs w:val="20"/>
                <w:lang w:val="mi-NZ"/>
              </w:rPr>
            </w:pP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Client Module is loaded.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F47A00" w:rsidRDefault="00F47A00" w:rsidP="0009698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DOB</w:t>
            </w: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47A00">
              <w:rPr>
                <w:b/>
              </w:rPr>
              <w:t>search</w:t>
            </w:r>
            <w:r>
              <w:t xml:space="preserve"> button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Search screen displays list of persons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Screen changes to person view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47A00">
              <w:rPr>
                <w:b/>
              </w:rPr>
              <w:t>student</w:t>
            </w:r>
            <w:r>
              <w:t xml:space="preserve"> button on Person tree</w:t>
            </w: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Screen changes to Student view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F47A00">
              <w:rPr>
                <w:b/>
              </w:rPr>
              <w:t xml:space="preserve">NSI </w:t>
            </w:r>
            <w:r w:rsidRPr="00F47A00">
              <w:rPr>
                <w:b/>
              </w:rPr>
              <w:lastRenderedPageBreak/>
              <w:t>on</w:t>
            </w:r>
            <w:r>
              <w:rPr>
                <w:b/>
              </w:rPr>
              <w:t>-</w:t>
            </w:r>
            <w:r w:rsidRPr="00F47A00">
              <w:rPr>
                <w:b/>
              </w:rPr>
              <w:t>line</w:t>
            </w:r>
            <w:r>
              <w:t xml:space="preserve"> button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 xml:space="preserve">Screen </w:t>
            </w:r>
            <w:r>
              <w:lastRenderedPageBreak/>
              <w:t>changes to NSI view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>Update any information you wish to</w:t>
            </w:r>
          </w:p>
        </w:tc>
        <w:tc>
          <w:tcPr>
            <w:tcW w:w="704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 xml:space="preserve">On </w:t>
            </w:r>
            <w:r w:rsidRPr="00F47A00">
              <w:rPr>
                <w:b/>
              </w:rPr>
              <w:t>student</w:t>
            </w:r>
            <w:r>
              <w:t xml:space="preserve"> Details side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Surname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ForeName1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ForeName2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ForeName3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Alt Surname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 xml:space="preserve">Alt ForeName1 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Alt ForeName2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Alt ForeName3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Preferred Name Indicator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Gender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DOB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Name/DOB Verification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Alt Name/DOB verification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Residential Status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Res. Status Verification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NZQA Paid</w:t>
            </w: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Data is visible in text boxes and drop downs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 xml:space="preserve">Choose </w:t>
            </w:r>
            <w:r>
              <w:rPr>
                <w:b/>
              </w:rPr>
              <w:t>Insert</w:t>
            </w:r>
            <w:r>
              <w:t xml:space="preserve"> radio button.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F47A00">
              <w:rPr>
                <w:b/>
              </w:rPr>
              <w:t>Send data</w:t>
            </w:r>
            <w:r>
              <w:t xml:space="preserve"> button.</w:t>
            </w: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 xml:space="preserve">Data will be sent to MOE and the </w:t>
            </w:r>
            <w:r>
              <w:lastRenderedPageBreak/>
              <w:t>return result will be displayed at the bottom.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 w:val="restart"/>
          </w:tcPr>
          <w:p w:rsidR="00F47A00" w:rsidRPr="00F47A00" w:rsidRDefault="00F47A00" w:rsidP="00F47A00">
            <w:pPr>
              <w:pStyle w:val="Heading3"/>
              <w:outlineLvl w:val="2"/>
            </w:pPr>
            <w:bookmarkStart w:id="4" w:name="_Toc360807499"/>
            <w:r w:rsidRPr="00F47A00">
              <w:lastRenderedPageBreak/>
              <w:t>4.3.2 NSI-</w:t>
            </w:r>
            <w:bookmarkStart w:id="5" w:name="NSIonlineU"/>
            <w:r w:rsidRPr="00F47A00">
              <w:t>online</w:t>
            </w:r>
            <w:bookmarkEnd w:id="5"/>
            <w:r w:rsidRPr="00F47A00">
              <w:t>-Update</w:t>
            </w:r>
            <w:bookmarkEnd w:id="4"/>
          </w:p>
        </w:tc>
        <w:tc>
          <w:tcPr>
            <w:tcW w:w="679" w:type="pct"/>
            <w:vMerge w:val="restar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Must have Existing Person record with Student Role. To Create one refer to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4.1.1 Add Student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  <w:p w:rsidR="00F47A00" w:rsidRDefault="00F47A00" w:rsidP="005C6583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Client</w:t>
            </w:r>
          </w:p>
          <w:p w:rsidR="00F47A00" w:rsidRDefault="00F47A00" w:rsidP="00F47A00">
            <w:pPr>
              <w:pStyle w:val="ListParagraph"/>
              <w:ind w:left="365"/>
              <w:cnfStyle w:val="000000000000"/>
            </w:pP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NSI Parameters must be set up in system Manager-&gt; System parameters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NSIWS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NSIWP</w:t>
            </w:r>
          </w:p>
          <w:p w:rsidR="00F47A00" w:rsidRDefault="00F47A00" w:rsidP="00F47A00">
            <w:pPr>
              <w:cnfStyle w:val="000000000000"/>
            </w:pPr>
          </w:p>
          <w:p w:rsidR="00F47A00" w:rsidRDefault="00F47A00" w:rsidP="00F47A00">
            <w:pPr>
              <w:cnfStyle w:val="000000000000"/>
            </w:pPr>
            <w:r>
              <w:t>Must have NSI Login credentials to send the data</w:t>
            </w:r>
          </w:p>
          <w:p w:rsidR="00F47A00" w:rsidRPr="00F47A00" w:rsidRDefault="00F47A00" w:rsidP="00F47A00">
            <w:pPr>
              <w:autoSpaceDE w:val="0"/>
              <w:autoSpaceDN w:val="0"/>
              <w:adjustRightInd w:val="0"/>
              <w:cnfStyle w:val="000000000000"/>
              <w:rPr>
                <w:rFonts w:ascii="Comic Sans MS" w:hAnsi="Comic Sans MS" w:cs="Comic Sans MS"/>
                <w:color w:val="000000"/>
                <w:sz w:val="20"/>
                <w:szCs w:val="20"/>
                <w:lang w:val="mi-NZ"/>
              </w:rPr>
            </w:pPr>
          </w:p>
          <w:p w:rsidR="00F47A00" w:rsidRDefault="00F47A00" w:rsidP="00F47A00">
            <w:pPr>
              <w:autoSpaceDE w:val="0"/>
              <w:autoSpaceDN w:val="0"/>
              <w:adjustRightInd w:val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lastRenderedPageBreak/>
              <w:t>Go to client module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Client module is loaded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Data is visible in text boxes and drop downs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F47A00">
              <w:rPr>
                <w:b/>
              </w:rPr>
              <w:t>search</w:t>
            </w:r>
            <w:r>
              <w:t xml:space="preserve"> button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Search displays the list of the persons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>Double click on the selected student</w:t>
            </w: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Screen changes to person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F47A00">
              <w:rPr>
                <w:b/>
              </w:rPr>
              <w:t>Student</w:t>
            </w:r>
            <w:r>
              <w:t xml:space="preserve"> button on person tree.</w:t>
            </w: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Screen changes to Student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47A00">
              <w:rPr>
                <w:b/>
              </w:rPr>
              <w:t>NSI on-line</w:t>
            </w:r>
            <w:r>
              <w:t xml:space="preserve"> button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Screen changes to NSI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Update any information you wish to</w:t>
            </w:r>
          </w:p>
        </w:tc>
        <w:tc>
          <w:tcPr>
            <w:tcW w:w="704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On student Details side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Surname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ForeName1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ForeName2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lastRenderedPageBreak/>
              <w:t>ForeName3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Alt Surname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 xml:space="preserve">Alt ForeName1 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Alt ForeName2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Alt ForeName3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Preferred Name Indicator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Gender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DOB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Name/DOB Verification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Alt Name/DOB verification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Residential Status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Res. Status Verification.</w:t>
            </w:r>
          </w:p>
          <w:p w:rsidR="00F47A00" w:rsidRDefault="00F47A00" w:rsidP="0024692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NZQA Paid</w:t>
            </w: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lastRenderedPageBreak/>
              <w:t>Data is visible in text boxes and drop downs.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 xml:space="preserve">Choose </w:t>
            </w:r>
            <w:r>
              <w:rPr>
                <w:b/>
              </w:rPr>
              <w:t>Update</w:t>
            </w:r>
            <w:r>
              <w:t xml:space="preserve"> radio button.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F47A00">
              <w:rPr>
                <w:b/>
              </w:rPr>
              <w:t>Send data</w:t>
            </w:r>
            <w:r>
              <w:t xml:space="preserve"> button.</w:t>
            </w: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Data will be sent to MOE and the return result will be displayed at the bottom.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 w:val="restart"/>
          </w:tcPr>
          <w:p w:rsidR="00F47A00" w:rsidRPr="00F47A00" w:rsidRDefault="00F47A00" w:rsidP="00F47A00">
            <w:pPr>
              <w:pStyle w:val="Heading3"/>
              <w:outlineLvl w:val="2"/>
            </w:pPr>
            <w:bookmarkStart w:id="6" w:name="_Toc360807500"/>
            <w:r w:rsidRPr="00F47A00">
              <w:lastRenderedPageBreak/>
              <w:t>4.3.3 NSI-</w:t>
            </w:r>
            <w:bookmarkStart w:id="7" w:name="NSIonlineS"/>
            <w:r w:rsidRPr="00F47A00">
              <w:t>Online</w:t>
            </w:r>
            <w:bookmarkEnd w:id="7"/>
            <w:r w:rsidRPr="00F47A00">
              <w:t>-Search</w:t>
            </w:r>
            <w:bookmarkEnd w:id="6"/>
          </w:p>
        </w:tc>
        <w:tc>
          <w:tcPr>
            <w:tcW w:w="679" w:type="pct"/>
            <w:vMerge w:val="restar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>Must have Existing Person record with student role.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4.1.1 Add Student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  <w:p w:rsidR="00F47A00" w:rsidRDefault="00F47A00" w:rsidP="00084E9C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Client</w:t>
            </w:r>
          </w:p>
          <w:p w:rsidR="00F47A00" w:rsidRDefault="00F47A00" w:rsidP="00F47A00">
            <w:pPr>
              <w:pStyle w:val="ListParagraph"/>
              <w:ind w:left="365"/>
              <w:cnfStyle w:val="000000100000"/>
            </w:pPr>
          </w:p>
          <w:p w:rsidR="00F47A00" w:rsidRDefault="00F47A00" w:rsidP="00F47A00">
            <w:pPr>
              <w:pStyle w:val="ListParagraph"/>
              <w:ind w:left="0"/>
              <w:cnfStyle w:val="000000100000"/>
            </w:pPr>
            <w:r>
              <w:t>NSI Parameters must be set up in system Manager-&gt; System parameters</w:t>
            </w:r>
          </w:p>
          <w:p w:rsidR="00F47A00" w:rsidRDefault="00F47A00" w:rsidP="00F47A00">
            <w:pPr>
              <w:pStyle w:val="ListParagraph"/>
              <w:ind w:left="0"/>
              <w:cnfStyle w:val="000000100000"/>
            </w:pP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NSIWS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NSIWP</w:t>
            </w:r>
          </w:p>
          <w:p w:rsidR="00F47A00" w:rsidRDefault="00F47A00" w:rsidP="00F47A00">
            <w:pPr>
              <w:cnfStyle w:val="000000100000"/>
            </w:pPr>
          </w:p>
          <w:p w:rsidR="00F47A00" w:rsidRDefault="00F47A00" w:rsidP="00F47A00">
            <w:pPr>
              <w:cnfStyle w:val="000000100000"/>
            </w:pPr>
            <w:r>
              <w:t>Must have NSI Login credentials to send the data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Client module is loaded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F47A00" w:rsidRDefault="00F47A00" w:rsidP="0009698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DOB</w:t>
            </w:r>
          </w:p>
          <w:p w:rsidR="00F47A00" w:rsidRDefault="00F47A00" w:rsidP="00F47A00">
            <w:pPr>
              <w:pStyle w:val="ListParagraph"/>
              <w:ind w:left="643"/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Data is visible in text fields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47A00">
              <w:rPr>
                <w:b/>
              </w:rPr>
              <w:t>search</w:t>
            </w:r>
            <w:r>
              <w:t xml:space="preserve"> button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Search displays list of persons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Screen changes to Person View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>Click on the student button on person tree</w:t>
            </w: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Screen changes to Student View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F47A00">
              <w:rPr>
                <w:b/>
              </w:rPr>
              <w:t>NSI on</w:t>
            </w:r>
            <w:r>
              <w:rPr>
                <w:b/>
              </w:rPr>
              <w:t>-</w:t>
            </w:r>
            <w:r w:rsidRPr="00F47A00">
              <w:rPr>
                <w:b/>
              </w:rPr>
              <w:t>line</w:t>
            </w:r>
            <w:r>
              <w:t xml:space="preserve"> button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Screen changes to NSI View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 xml:space="preserve">Choose </w:t>
            </w:r>
            <w:r>
              <w:rPr>
                <w:b/>
              </w:rPr>
              <w:t>Search</w:t>
            </w:r>
            <w:r>
              <w:t xml:space="preserve"> radio button on NSI Operation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rPr>
          <w:trHeight w:val="1934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F47A00">
              <w:rPr>
                <w:b/>
              </w:rPr>
              <w:t>Send data</w:t>
            </w:r>
            <w:r>
              <w:t xml:space="preserve"> button.</w:t>
            </w: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Data will be sent to NSI and the return result will be displayed at the bottom.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 w:val="restart"/>
          </w:tcPr>
          <w:p w:rsidR="00F47A00" w:rsidRPr="00F47A00" w:rsidRDefault="00F47A00" w:rsidP="00F47A00">
            <w:pPr>
              <w:pStyle w:val="Heading3"/>
              <w:outlineLvl w:val="2"/>
            </w:pPr>
            <w:bookmarkStart w:id="8" w:name="_Toc360807501"/>
            <w:r w:rsidRPr="00F47A00">
              <w:t>4.3.4 NSI-Online-Clear All Fields</w:t>
            </w:r>
            <w:bookmarkStart w:id="9" w:name="ClearOnline"/>
            <w:bookmarkEnd w:id="8"/>
            <w:bookmarkEnd w:id="9"/>
          </w:p>
        </w:tc>
        <w:tc>
          <w:tcPr>
            <w:tcW w:w="679" w:type="pct"/>
            <w:vMerge w:val="restart"/>
          </w:tcPr>
          <w:p w:rsidR="00F47A00" w:rsidRDefault="00F47A00" w:rsidP="00F47A00">
            <w:pPr>
              <w:pStyle w:val="ListParagraph"/>
              <w:ind w:left="0"/>
              <w:cnfStyle w:val="000000100000"/>
            </w:pPr>
            <w:r>
              <w:t>Must have Existing Person record with student role.</w:t>
            </w:r>
          </w:p>
          <w:p w:rsidR="00F47A00" w:rsidRDefault="00F47A00" w:rsidP="00F47A00">
            <w:pPr>
              <w:pStyle w:val="ListParagraph"/>
              <w:ind w:left="0"/>
              <w:cnfStyle w:val="000000100000"/>
            </w:pPr>
          </w:p>
          <w:p w:rsidR="00F47A00" w:rsidRDefault="00F47A00" w:rsidP="00F47A00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Client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Student Data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NSI tab</w:t>
            </w:r>
          </w:p>
          <w:p w:rsidR="00F47A00" w:rsidRDefault="00F47A00" w:rsidP="00F47A00">
            <w:pPr>
              <w:pStyle w:val="ListParagraph"/>
              <w:ind w:left="0"/>
              <w:cnfStyle w:val="000000100000"/>
            </w:pPr>
          </w:p>
          <w:p w:rsidR="00F47A00" w:rsidRDefault="00F47A00" w:rsidP="00F47A00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F47A00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  <w:p w:rsidR="00F47A00" w:rsidRDefault="00F47A00" w:rsidP="00F47A00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F47A00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F47A00">
            <w:pPr>
              <w:cnfStyle w:val="000000100000"/>
            </w:pPr>
            <w:r>
              <w:t>Client module is loaded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F47A00"/>
        </w:tc>
        <w:tc>
          <w:tcPr>
            <w:tcW w:w="679" w:type="pct"/>
            <w:vMerge/>
          </w:tcPr>
          <w:p w:rsidR="00F47A00" w:rsidRDefault="00F47A00" w:rsidP="00F47A00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F47A00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F47A00" w:rsidRDefault="00F47A00" w:rsidP="00F47A00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F47A00" w:rsidRDefault="00F47A00" w:rsidP="00F47A00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DOB</w:t>
            </w:r>
          </w:p>
          <w:p w:rsidR="00F47A00" w:rsidRDefault="00F47A00" w:rsidP="00F47A00">
            <w:pPr>
              <w:pStyle w:val="ListParagraph"/>
              <w:ind w:left="643"/>
              <w:cnfStyle w:val="000000000000"/>
            </w:pPr>
          </w:p>
        </w:tc>
        <w:tc>
          <w:tcPr>
            <w:tcW w:w="484" w:type="pct"/>
          </w:tcPr>
          <w:p w:rsidR="00F47A00" w:rsidRDefault="00F47A00" w:rsidP="00F47A00">
            <w:pPr>
              <w:cnfStyle w:val="000000000000"/>
            </w:pPr>
            <w:r>
              <w:t>Data is visible in text fields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F47A00"/>
        </w:tc>
        <w:tc>
          <w:tcPr>
            <w:tcW w:w="679" w:type="pct"/>
            <w:vMerge/>
          </w:tcPr>
          <w:p w:rsidR="00F47A00" w:rsidRDefault="00F47A00" w:rsidP="00F47A00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F47A0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47A00">
              <w:rPr>
                <w:b/>
              </w:rPr>
              <w:t>search</w:t>
            </w:r>
            <w:r>
              <w:t xml:space="preserve"> button</w:t>
            </w:r>
          </w:p>
          <w:p w:rsidR="00F47A00" w:rsidRDefault="00F47A00" w:rsidP="00F47A00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F47A00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F47A00">
            <w:pPr>
              <w:cnfStyle w:val="000000100000"/>
            </w:pPr>
            <w:r>
              <w:t>Search displays list of persons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F47A00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04" w:type="pct"/>
          </w:tcPr>
          <w:p w:rsidR="00F47A00" w:rsidRDefault="00F47A00" w:rsidP="00F47A00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F47A00">
            <w:pPr>
              <w:cnfStyle w:val="000000000000"/>
            </w:pPr>
            <w:r>
              <w:t>Screen changes to Person View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F47A0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47A00">
              <w:rPr>
                <w:b/>
              </w:rPr>
              <w:t>student</w:t>
            </w:r>
            <w:r>
              <w:t xml:space="preserve"> button on person tree</w:t>
            </w:r>
          </w:p>
        </w:tc>
        <w:tc>
          <w:tcPr>
            <w:tcW w:w="704" w:type="pct"/>
          </w:tcPr>
          <w:p w:rsidR="00F47A00" w:rsidRDefault="00F47A00" w:rsidP="00F47A00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F47A00">
            <w:pPr>
              <w:cnfStyle w:val="000000100000"/>
            </w:pPr>
            <w:r>
              <w:t>Screen changes to Student View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F47A00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F47A00">
              <w:rPr>
                <w:b/>
              </w:rPr>
              <w:t>NSI on-line</w:t>
            </w:r>
            <w:r>
              <w:t xml:space="preserve"> button</w:t>
            </w:r>
          </w:p>
          <w:p w:rsidR="00F47A00" w:rsidRDefault="00F47A00" w:rsidP="00F47A00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F47A00" w:rsidRDefault="00F47A00" w:rsidP="00F47A00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F47A00">
            <w:pPr>
              <w:cnfStyle w:val="000000000000"/>
            </w:pPr>
            <w:r>
              <w:t>Screen changes to NSI View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F47A00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F47A00">
              <w:rPr>
                <w:b/>
              </w:rPr>
              <w:t>on Clear All fields</w:t>
            </w:r>
            <w:r>
              <w:t xml:space="preserve"> </w:t>
            </w:r>
            <w:r>
              <w:lastRenderedPageBreak/>
              <w:t>button from the screen.</w:t>
            </w:r>
          </w:p>
        </w:tc>
        <w:tc>
          <w:tcPr>
            <w:tcW w:w="704" w:type="pct"/>
          </w:tcPr>
          <w:p w:rsidR="00F47A00" w:rsidRDefault="00F47A00" w:rsidP="00F47A00">
            <w:pPr>
              <w:pStyle w:val="ListParagraph"/>
              <w:ind w:left="391"/>
              <w:cnfStyle w:val="000000100000"/>
            </w:pPr>
          </w:p>
        </w:tc>
        <w:tc>
          <w:tcPr>
            <w:tcW w:w="484" w:type="pct"/>
          </w:tcPr>
          <w:p w:rsidR="00F47A00" w:rsidRDefault="00F47A00" w:rsidP="00F47A00">
            <w:pPr>
              <w:cnfStyle w:val="000000100000"/>
            </w:pPr>
            <w:r>
              <w:t xml:space="preserve">This will clear the </w:t>
            </w:r>
            <w:r>
              <w:lastRenderedPageBreak/>
              <w:t>data in the fields.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 w:val="restart"/>
          </w:tcPr>
          <w:p w:rsidR="00F47A00" w:rsidRPr="00F47A00" w:rsidRDefault="00F47A00" w:rsidP="00F47A00">
            <w:pPr>
              <w:pStyle w:val="Heading3"/>
              <w:outlineLvl w:val="2"/>
            </w:pPr>
            <w:bookmarkStart w:id="10" w:name="_Toc360807502"/>
            <w:r w:rsidRPr="00F47A00">
              <w:lastRenderedPageBreak/>
              <w:t xml:space="preserve">23.1 NSI Batch - </w:t>
            </w:r>
            <w:bookmarkStart w:id="11" w:name="NSIbatchI"/>
            <w:r w:rsidRPr="00F47A00">
              <w:t>Insert</w:t>
            </w:r>
            <w:bookmarkEnd w:id="10"/>
            <w:bookmarkEnd w:id="11"/>
          </w:p>
        </w:tc>
        <w:tc>
          <w:tcPr>
            <w:tcW w:w="679" w:type="pct"/>
            <w:vMerge w:val="restar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Person Record must be in batch queue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Admissions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 Batch</w:t>
            </w:r>
          </w:p>
          <w:p w:rsidR="00F47A00" w:rsidRDefault="00F47A00" w:rsidP="00096986">
            <w:pPr>
              <w:pStyle w:val="ListParagraph"/>
              <w:cnfStyle w:val="000000000000"/>
            </w:pPr>
          </w:p>
          <w:p w:rsidR="00F47A00" w:rsidRDefault="00F47A00" w:rsidP="00F47A00">
            <w:pPr>
              <w:pStyle w:val="ListParagraph"/>
              <w:ind w:left="0"/>
              <w:cnfStyle w:val="000000000000"/>
            </w:pPr>
            <w:r>
              <w:t>NSI Parameters must be set up in system Manager-&gt; System parameters</w:t>
            </w:r>
          </w:p>
          <w:p w:rsidR="00F47A00" w:rsidRDefault="00F47A00" w:rsidP="00F47A00">
            <w:pPr>
              <w:pStyle w:val="ListParagraph"/>
              <w:ind w:left="0"/>
              <w:cnfStyle w:val="000000000000"/>
            </w:pP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NSIWS</w:t>
            </w:r>
          </w:p>
          <w:p w:rsidR="00F47A00" w:rsidRDefault="00F47A00" w:rsidP="00F47A0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NSIWP</w:t>
            </w:r>
          </w:p>
          <w:p w:rsidR="00F47A00" w:rsidRDefault="00F47A00" w:rsidP="00F47A00">
            <w:pPr>
              <w:cnfStyle w:val="000000000000"/>
            </w:pPr>
          </w:p>
          <w:p w:rsidR="00F47A00" w:rsidRDefault="00F47A00" w:rsidP="00F47A00">
            <w:pPr>
              <w:cnfStyle w:val="000000000000"/>
            </w:pPr>
            <w:r>
              <w:t>Must have NSI Login credentials to send the data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Go to Admissions and click on the NSI Batch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NSI Batch Module is loaded.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 xml:space="preserve">Select </w:t>
            </w:r>
            <w:r w:rsidRPr="00096986">
              <w:rPr>
                <w:b/>
              </w:rPr>
              <w:t>Insert button</w:t>
            </w:r>
            <w:r>
              <w:t xml:space="preserve"> from the left container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096986">
            <w:pPr>
              <w:pStyle w:val="ListParagraph"/>
              <w:ind w:left="643"/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 xml:space="preserve">All the persons are loaded who are in Insert queue 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Click on the one of the Students in the left container</w:t>
            </w:r>
          </w:p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Students data will be loaded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>Enter the data if you wish to change any of them</w:t>
            </w:r>
          </w:p>
        </w:tc>
        <w:tc>
          <w:tcPr>
            <w:tcW w:w="704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>On student Details side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Surname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ForeName1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ForeName2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ForeName3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Alt Surname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 xml:space="preserve">Alt ForeName1 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Alt ForeName2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Alt ForeName3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Preferred Name Indicator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Gender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DOB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lastRenderedPageBreak/>
              <w:t>Name/DOB Verification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Alt Name/DOB verification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Residential Status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Res. Status Verification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NZQA Paid</w:t>
            </w: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lastRenderedPageBreak/>
              <w:t>Data is visible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F47A00">
              <w:rPr>
                <w:b/>
              </w:rPr>
              <w:t>Insert radio button</w:t>
            </w:r>
            <w:r>
              <w:t xml:space="preserve"> from the NSI operation screen (to the right side of t he screen)</w:t>
            </w:r>
          </w:p>
        </w:tc>
        <w:tc>
          <w:tcPr>
            <w:tcW w:w="70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>Click on the Send Data button</w:t>
            </w:r>
          </w:p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NSI Login Screen appears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F47A00" w:rsidTr="00F47A00"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04" w:type="pct"/>
          </w:tcPr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Username</w:t>
            </w:r>
          </w:p>
          <w:p w:rsidR="00F47A00" w:rsidRDefault="00F47A00" w:rsidP="0009698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Password</w:t>
            </w:r>
          </w:p>
        </w:tc>
        <w:tc>
          <w:tcPr>
            <w:tcW w:w="484" w:type="pct"/>
          </w:tcPr>
          <w:p w:rsidR="00F47A00" w:rsidRDefault="00F47A00" w:rsidP="00096986">
            <w:pPr>
              <w:cnfStyle w:val="000000000000"/>
            </w:pPr>
            <w:r>
              <w:t>Data is visible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0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000000"/>
            </w:pPr>
          </w:p>
        </w:tc>
      </w:tr>
      <w:tr w:rsidR="00F47A00" w:rsidTr="00F47A00">
        <w:trPr>
          <w:cnfStyle w:val="000000100000"/>
        </w:trPr>
        <w:tc>
          <w:tcPr>
            <w:cnfStyle w:val="001000000000"/>
            <w:tcW w:w="1406" w:type="pct"/>
            <w:vMerge/>
          </w:tcPr>
          <w:p w:rsidR="00F47A00" w:rsidRDefault="00F47A00" w:rsidP="00096986"/>
        </w:tc>
        <w:tc>
          <w:tcPr>
            <w:tcW w:w="679" w:type="pct"/>
            <w:vMerge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F47A00" w:rsidRDefault="00F47A00" w:rsidP="00096986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F47A00">
              <w:rPr>
                <w:b/>
              </w:rPr>
              <w:t>Login</w:t>
            </w:r>
            <w:r>
              <w:t xml:space="preserve"> button</w:t>
            </w:r>
          </w:p>
        </w:tc>
        <w:tc>
          <w:tcPr>
            <w:tcW w:w="704" w:type="pct"/>
          </w:tcPr>
          <w:p w:rsidR="00F47A00" w:rsidRDefault="00F47A00" w:rsidP="00096986">
            <w:pPr>
              <w:pStyle w:val="ListParagraph"/>
              <w:ind w:left="391"/>
              <w:cnfStyle w:val="000000100000"/>
            </w:pPr>
          </w:p>
        </w:tc>
        <w:tc>
          <w:tcPr>
            <w:tcW w:w="484" w:type="pct"/>
          </w:tcPr>
          <w:p w:rsidR="00F47A00" w:rsidRDefault="00F47A00" w:rsidP="00096986">
            <w:pPr>
              <w:cnfStyle w:val="000000100000"/>
            </w:pPr>
            <w:r>
              <w:t>Result will be displayed on to the right side of the screen.</w:t>
            </w:r>
          </w:p>
        </w:tc>
        <w:tc>
          <w:tcPr>
            <w:tcW w:w="39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7" w:type="pct"/>
          </w:tcPr>
          <w:p w:rsidR="00F47A00" w:rsidRDefault="00F47A00" w:rsidP="00096986">
            <w:pPr>
              <w:cnfStyle w:val="000000100000"/>
            </w:pPr>
          </w:p>
        </w:tc>
        <w:tc>
          <w:tcPr>
            <w:tcW w:w="373" w:type="pct"/>
          </w:tcPr>
          <w:p w:rsidR="00F47A00" w:rsidRDefault="00F47A00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 w:val="restart"/>
          </w:tcPr>
          <w:p w:rsidR="000F19B7" w:rsidRPr="000F19B7" w:rsidRDefault="000F19B7" w:rsidP="000F19B7">
            <w:pPr>
              <w:pStyle w:val="Heading3"/>
              <w:outlineLvl w:val="2"/>
            </w:pPr>
            <w:bookmarkStart w:id="12" w:name="_Toc360807503"/>
            <w:r w:rsidRPr="000F19B7">
              <w:lastRenderedPageBreak/>
              <w:t xml:space="preserve">23.2 NSI Batch - </w:t>
            </w:r>
            <w:bookmarkStart w:id="13" w:name="NSIbatchU"/>
            <w:r w:rsidRPr="000F19B7">
              <w:t>Update</w:t>
            </w:r>
            <w:bookmarkEnd w:id="12"/>
            <w:bookmarkEnd w:id="13"/>
          </w:p>
        </w:tc>
        <w:tc>
          <w:tcPr>
            <w:tcW w:w="679" w:type="pct"/>
            <w:vMerge w:val="restar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>Person Record must be in batch queue</w:t>
            </w: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Admissions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 Batch</w:t>
            </w:r>
          </w:p>
          <w:p w:rsidR="000F19B7" w:rsidRDefault="000F19B7" w:rsidP="004170EC">
            <w:pPr>
              <w:pStyle w:val="ListParagraph"/>
              <w:cnfStyle w:val="000000000000"/>
            </w:pPr>
          </w:p>
          <w:p w:rsidR="000F19B7" w:rsidRDefault="000F19B7" w:rsidP="000F19B7">
            <w:pPr>
              <w:pStyle w:val="ListParagraph"/>
              <w:ind w:left="0"/>
              <w:cnfStyle w:val="000000000000"/>
            </w:pPr>
            <w:r>
              <w:t>NSI Parameters must be set up in system Manager-&gt; System parameters</w:t>
            </w:r>
          </w:p>
          <w:p w:rsidR="000F19B7" w:rsidRDefault="000F19B7" w:rsidP="000F19B7">
            <w:pPr>
              <w:pStyle w:val="ListParagraph"/>
              <w:ind w:left="0"/>
              <w:cnfStyle w:val="000000000000"/>
            </w:pPr>
          </w:p>
          <w:p w:rsidR="000F19B7" w:rsidRDefault="000F19B7" w:rsidP="000F19B7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NSIWS</w:t>
            </w:r>
          </w:p>
          <w:p w:rsidR="000F19B7" w:rsidRDefault="000F19B7" w:rsidP="000F19B7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NSIWP</w:t>
            </w:r>
          </w:p>
          <w:p w:rsidR="000F19B7" w:rsidRDefault="000F19B7" w:rsidP="000F19B7">
            <w:pPr>
              <w:cnfStyle w:val="000000000000"/>
            </w:pPr>
          </w:p>
          <w:p w:rsidR="000F19B7" w:rsidRDefault="000F19B7" w:rsidP="000F19B7">
            <w:pPr>
              <w:cnfStyle w:val="000000000000"/>
            </w:pPr>
            <w:r>
              <w:t>Must have NSI Login credentials to send the data</w:t>
            </w: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>Go to Admissions and click on the NSI Batch</w:t>
            </w: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0F19B7" w:rsidRDefault="000F19B7" w:rsidP="004170EC">
            <w:pPr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>NSI Batch Module is loaded.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 xml:space="preserve">Select </w:t>
            </w:r>
            <w:r>
              <w:rPr>
                <w:b/>
              </w:rPr>
              <w:t>Update</w:t>
            </w:r>
            <w:r w:rsidRPr="00096986">
              <w:rPr>
                <w:b/>
              </w:rPr>
              <w:t xml:space="preserve"> button</w:t>
            </w:r>
            <w:r>
              <w:t xml:space="preserve"> from the left container</w:t>
            </w:r>
          </w:p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643"/>
              <w:cnfStyle w:val="0000001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  <w:r>
              <w:t xml:space="preserve">All the persons are loaded who are in Insert queue 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>Click on the one of the Students in the left container</w:t>
            </w: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0F19B7" w:rsidRDefault="000F19B7" w:rsidP="004170EC">
            <w:pPr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>Students data will be loaded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>Enter the data if you wish to change any of them</w:t>
            </w: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>On student Details side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Surname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ForeName1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ForeName2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ForeName3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Alt Surname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 xml:space="preserve">Alt ForeName1 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Alt ForeName2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Alt ForeName3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Preferred Name Indicator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Gender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DOB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Name/DOB Verification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lastRenderedPageBreak/>
              <w:t>Alt Name/DOB verification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Residential Status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Res. Status Verification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NZQA Paid</w:t>
            </w: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  <w:r>
              <w:lastRenderedPageBreak/>
              <w:t>Data is visible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170EC">
              <w:rPr>
                <w:b/>
              </w:rPr>
              <w:t>update radio button</w:t>
            </w:r>
            <w:r>
              <w:t xml:space="preserve"> from the NSI operation screen (to the right side of t he screen)</w:t>
            </w:r>
          </w:p>
        </w:tc>
        <w:tc>
          <w:tcPr>
            <w:tcW w:w="704" w:type="pct"/>
          </w:tcPr>
          <w:p w:rsidR="000F19B7" w:rsidRDefault="000F19B7" w:rsidP="004170EC">
            <w:pPr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>Click on the Send Data button</w:t>
            </w:r>
          </w:p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0F19B7" w:rsidRDefault="000F19B7" w:rsidP="004170EC">
            <w:pPr>
              <w:cnfStyle w:val="0000001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  <w:r>
              <w:t>NSI Login Screen appears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Username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Password</w:t>
            </w: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>Data is visible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0F19B7">
              <w:rPr>
                <w:b/>
              </w:rPr>
              <w:t>Login</w:t>
            </w:r>
            <w:r>
              <w:t xml:space="preserve"> button</w:t>
            </w: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391"/>
              <w:cnfStyle w:val="0000001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  <w:r>
              <w:t>Result will be displayed on to the right side of the screen.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 w:val="restart"/>
          </w:tcPr>
          <w:p w:rsidR="000F19B7" w:rsidRPr="000F19B7" w:rsidRDefault="000F19B7" w:rsidP="000F19B7">
            <w:pPr>
              <w:pStyle w:val="Heading3"/>
              <w:outlineLvl w:val="2"/>
            </w:pPr>
            <w:bookmarkStart w:id="14" w:name="_Toc360807504"/>
            <w:r w:rsidRPr="000F19B7">
              <w:lastRenderedPageBreak/>
              <w:t xml:space="preserve">23.3 NSI Batch - </w:t>
            </w:r>
            <w:bookmarkStart w:id="15" w:name="NSIbatchS"/>
            <w:r w:rsidRPr="000F19B7">
              <w:t>Search</w:t>
            </w:r>
            <w:bookmarkEnd w:id="14"/>
            <w:bookmarkEnd w:id="15"/>
          </w:p>
        </w:tc>
        <w:tc>
          <w:tcPr>
            <w:tcW w:w="679" w:type="pct"/>
            <w:vMerge w:val="restar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>Person Record must be in batch queue</w:t>
            </w: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Admissions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 Batch</w:t>
            </w:r>
          </w:p>
          <w:p w:rsidR="000F19B7" w:rsidRDefault="000F19B7" w:rsidP="004170EC">
            <w:pPr>
              <w:pStyle w:val="ListParagraph"/>
              <w:cnfStyle w:val="000000000000"/>
            </w:pPr>
          </w:p>
          <w:p w:rsidR="000F19B7" w:rsidRDefault="000F19B7" w:rsidP="000F19B7">
            <w:pPr>
              <w:pStyle w:val="ListParagraph"/>
              <w:ind w:left="0"/>
              <w:cnfStyle w:val="000000000000"/>
            </w:pPr>
            <w:r>
              <w:t>NSI Parameters must be set up in system Manager-&gt; System parameters</w:t>
            </w:r>
          </w:p>
          <w:p w:rsidR="000F19B7" w:rsidRDefault="000F19B7" w:rsidP="000F19B7">
            <w:pPr>
              <w:pStyle w:val="ListParagraph"/>
              <w:ind w:left="0"/>
              <w:cnfStyle w:val="000000000000"/>
            </w:pPr>
          </w:p>
          <w:p w:rsidR="000F19B7" w:rsidRDefault="000F19B7" w:rsidP="000F19B7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NSIWS</w:t>
            </w:r>
          </w:p>
          <w:p w:rsidR="000F19B7" w:rsidRDefault="000F19B7" w:rsidP="000F19B7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NSIWP</w:t>
            </w:r>
          </w:p>
          <w:p w:rsidR="000F19B7" w:rsidRDefault="000F19B7" w:rsidP="000F19B7">
            <w:pPr>
              <w:cnfStyle w:val="000000000000"/>
            </w:pPr>
          </w:p>
          <w:p w:rsidR="000F19B7" w:rsidRDefault="000F19B7" w:rsidP="000F19B7">
            <w:pPr>
              <w:cnfStyle w:val="000000000000"/>
            </w:pPr>
            <w:r>
              <w:t>Must have NSI Login credentials to send the data</w:t>
            </w: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>Go to Admissions and click on the NSI Batch</w:t>
            </w: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0F19B7" w:rsidRDefault="000F19B7" w:rsidP="004170EC">
            <w:pPr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>NSI Batch Module is loaded.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 xml:space="preserve">Select </w:t>
            </w:r>
            <w:r>
              <w:rPr>
                <w:b/>
              </w:rPr>
              <w:t>Search</w:t>
            </w:r>
            <w:r w:rsidRPr="00096986">
              <w:rPr>
                <w:b/>
              </w:rPr>
              <w:t xml:space="preserve"> button</w:t>
            </w:r>
            <w:r>
              <w:t xml:space="preserve"> from the left container</w:t>
            </w:r>
          </w:p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643"/>
              <w:cnfStyle w:val="0000001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  <w:r>
              <w:t xml:space="preserve">All the persons are loaded who are in Insert queue 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>Click on the one of the Students in the left container</w:t>
            </w: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0F19B7" w:rsidRDefault="000F19B7" w:rsidP="004170EC">
            <w:pPr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>Students data will be loaded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170EC">
              <w:rPr>
                <w:b/>
              </w:rPr>
              <w:t>Search radio button</w:t>
            </w:r>
            <w:r>
              <w:t xml:space="preserve"> from the NSI operation screen (to the right side of t he screen)</w:t>
            </w:r>
          </w:p>
        </w:tc>
        <w:tc>
          <w:tcPr>
            <w:tcW w:w="704" w:type="pct"/>
          </w:tcPr>
          <w:p w:rsidR="000F19B7" w:rsidRDefault="000F19B7" w:rsidP="004170EC">
            <w:pPr>
              <w:cnfStyle w:val="0000001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>Click on the</w:t>
            </w:r>
            <w:r w:rsidRPr="004170EC">
              <w:rPr>
                <w:b/>
              </w:rPr>
              <w:t xml:space="preserve"> Send Data </w:t>
            </w:r>
            <w:r>
              <w:t>button</w:t>
            </w: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0F19B7" w:rsidRDefault="000F19B7" w:rsidP="004170EC">
            <w:pPr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>NSI Login Screen appears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Username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Password</w:t>
            </w: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  <w:r>
              <w:t>Data is visible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>Click on Login button</w:t>
            </w: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391"/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 xml:space="preserve">Result will be displayed </w:t>
            </w:r>
            <w:r>
              <w:lastRenderedPageBreak/>
              <w:t>on to the right side of the screen.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 w:val="restart"/>
          </w:tcPr>
          <w:p w:rsidR="000F19B7" w:rsidRPr="000F19B7" w:rsidRDefault="000F19B7" w:rsidP="000F19B7">
            <w:pPr>
              <w:pStyle w:val="Heading3"/>
              <w:outlineLvl w:val="2"/>
            </w:pPr>
            <w:bookmarkStart w:id="16" w:name="_Toc360807505"/>
            <w:r w:rsidRPr="000F19B7">
              <w:lastRenderedPageBreak/>
              <w:t xml:space="preserve">23.4 NSI Batch - </w:t>
            </w:r>
            <w:bookmarkStart w:id="17" w:name="NSIbatchADD"/>
            <w:r w:rsidRPr="000F19B7">
              <w:t xml:space="preserve">Add </w:t>
            </w:r>
            <w:bookmarkEnd w:id="17"/>
            <w:r w:rsidRPr="000F19B7">
              <w:t>students to Merge</w:t>
            </w:r>
            <w:bookmarkEnd w:id="16"/>
          </w:p>
        </w:tc>
        <w:tc>
          <w:tcPr>
            <w:tcW w:w="679" w:type="pct"/>
            <w:vMerge w:val="restart"/>
          </w:tcPr>
          <w:p w:rsidR="000F19B7" w:rsidRDefault="000F19B7" w:rsidP="0092417E">
            <w:pPr>
              <w:pStyle w:val="ListParagraph"/>
              <w:ind w:left="0"/>
              <w:cnfStyle w:val="000000100000"/>
            </w:pPr>
            <w:r>
              <w:t>Person Record must be in batch queue</w:t>
            </w:r>
          </w:p>
          <w:p w:rsidR="000F19B7" w:rsidRDefault="000F19B7" w:rsidP="0092417E">
            <w:pPr>
              <w:pStyle w:val="ListParagraph"/>
              <w:ind w:left="0"/>
              <w:cnfStyle w:val="000000100000"/>
            </w:pPr>
          </w:p>
          <w:p w:rsidR="000F19B7" w:rsidRDefault="000F19B7" w:rsidP="0092417E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0F19B7" w:rsidRDefault="000F19B7" w:rsidP="0092417E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Admissions</w:t>
            </w:r>
          </w:p>
          <w:p w:rsidR="000F19B7" w:rsidRDefault="000F19B7" w:rsidP="0092417E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NSI Batch</w:t>
            </w:r>
          </w:p>
          <w:p w:rsidR="000F19B7" w:rsidRDefault="000F19B7" w:rsidP="0092417E">
            <w:pPr>
              <w:pStyle w:val="ListParagraph"/>
              <w:cnfStyle w:val="000000100000"/>
            </w:pPr>
          </w:p>
          <w:p w:rsidR="000F19B7" w:rsidRDefault="000F19B7" w:rsidP="000F19B7">
            <w:pPr>
              <w:cnfStyle w:val="000000100000"/>
            </w:pPr>
          </w:p>
        </w:tc>
        <w:tc>
          <w:tcPr>
            <w:tcW w:w="580" w:type="pct"/>
          </w:tcPr>
          <w:p w:rsidR="000F19B7" w:rsidRDefault="000F19B7" w:rsidP="0092417E">
            <w:pPr>
              <w:pStyle w:val="ListParagraph"/>
              <w:ind w:left="0"/>
              <w:cnfStyle w:val="000000100000"/>
            </w:pPr>
            <w:r>
              <w:t>Go to Admissions and click on the NSI Batch</w:t>
            </w:r>
          </w:p>
          <w:p w:rsidR="000F19B7" w:rsidRDefault="000F19B7" w:rsidP="0092417E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0F19B7" w:rsidRDefault="000F19B7" w:rsidP="0092417E">
            <w:pPr>
              <w:cnfStyle w:val="000000100000"/>
            </w:pPr>
          </w:p>
        </w:tc>
        <w:tc>
          <w:tcPr>
            <w:tcW w:w="484" w:type="pct"/>
          </w:tcPr>
          <w:p w:rsidR="000F19B7" w:rsidRDefault="000F19B7" w:rsidP="0092417E">
            <w:pPr>
              <w:cnfStyle w:val="000000100000"/>
            </w:pPr>
            <w:r>
              <w:t>NSI Batch Module is loaded.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92417E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92417E">
            <w:pPr>
              <w:pStyle w:val="ListParagraph"/>
              <w:ind w:left="0"/>
              <w:cnfStyle w:val="000000000000"/>
            </w:pPr>
            <w:r>
              <w:t xml:space="preserve">Select </w:t>
            </w:r>
            <w:r>
              <w:rPr>
                <w:b/>
              </w:rPr>
              <w:t>Merge</w:t>
            </w:r>
            <w:r w:rsidRPr="00096986">
              <w:rPr>
                <w:b/>
              </w:rPr>
              <w:t xml:space="preserve"> button</w:t>
            </w:r>
            <w:r>
              <w:t xml:space="preserve"> from the left container</w:t>
            </w:r>
          </w:p>
          <w:p w:rsidR="000F19B7" w:rsidRDefault="000F19B7" w:rsidP="0092417E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0F19B7" w:rsidRDefault="000F19B7" w:rsidP="0092417E">
            <w:pPr>
              <w:pStyle w:val="ListParagraph"/>
              <w:ind w:left="643"/>
              <w:cnfStyle w:val="000000000000"/>
            </w:pPr>
          </w:p>
        </w:tc>
        <w:tc>
          <w:tcPr>
            <w:tcW w:w="484" w:type="pct"/>
          </w:tcPr>
          <w:p w:rsidR="000F19B7" w:rsidRDefault="000F19B7" w:rsidP="0092417E">
            <w:pPr>
              <w:cnfStyle w:val="000000000000"/>
            </w:pPr>
            <w:r>
              <w:t xml:space="preserve">All the persons are loaded who are in Insert queue 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0F19B7">
              <w:rPr>
                <w:b/>
              </w:rPr>
              <w:t>Add</w:t>
            </w:r>
            <w:r>
              <w:t xml:space="preserve"> button on the top left corner of the screen.</w:t>
            </w: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391"/>
              <w:cnfStyle w:val="000000100000"/>
            </w:pPr>
          </w:p>
        </w:tc>
        <w:tc>
          <w:tcPr>
            <w:tcW w:w="484" w:type="pct"/>
          </w:tcPr>
          <w:p w:rsidR="000F19B7" w:rsidRDefault="000F19B7" w:rsidP="0092417E">
            <w:pPr>
              <w:cnfStyle w:val="000000100000"/>
            </w:pPr>
            <w:r>
              <w:t>NSI Merge popup appears on screen.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92417E">
            <w:pPr>
              <w:pStyle w:val="ListParagraph"/>
              <w:ind w:left="0"/>
              <w:cnfStyle w:val="000000000000"/>
            </w:pPr>
            <w:r>
              <w:t>Enter any of the data</w:t>
            </w:r>
          </w:p>
        </w:tc>
        <w:tc>
          <w:tcPr>
            <w:tcW w:w="704" w:type="pct"/>
          </w:tcPr>
          <w:p w:rsidR="000F19B7" w:rsidRDefault="000F19B7" w:rsidP="0092417E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Surname</w:t>
            </w:r>
          </w:p>
          <w:p w:rsidR="000F19B7" w:rsidRDefault="000F19B7" w:rsidP="0092417E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First Name</w:t>
            </w:r>
          </w:p>
          <w:p w:rsidR="000F19B7" w:rsidRDefault="000F19B7" w:rsidP="0092417E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NSN</w:t>
            </w: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>Data is visible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92417E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0F19B7">
              <w:rPr>
                <w:b/>
              </w:rPr>
              <w:t>Search</w:t>
            </w:r>
            <w:r>
              <w:rPr>
                <w:b/>
              </w:rPr>
              <w:t xml:space="preserve"> button</w:t>
            </w:r>
          </w:p>
        </w:tc>
        <w:tc>
          <w:tcPr>
            <w:tcW w:w="704" w:type="pct"/>
          </w:tcPr>
          <w:p w:rsidR="000F19B7" w:rsidRDefault="000F19B7" w:rsidP="000F19B7">
            <w:pPr>
              <w:pStyle w:val="ListParagraph"/>
              <w:ind w:left="360"/>
              <w:cnfStyle w:val="0000001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  <w:r>
              <w:t>Search displays list of available students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92417E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0F19B7">
              <w:rPr>
                <w:b/>
              </w:rPr>
              <w:t>Add</w:t>
            </w:r>
            <w:r>
              <w:t xml:space="preserve"> button on available Students</w:t>
            </w:r>
          </w:p>
        </w:tc>
        <w:tc>
          <w:tcPr>
            <w:tcW w:w="704" w:type="pct"/>
          </w:tcPr>
          <w:p w:rsidR="000F19B7" w:rsidRDefault="000F19B7" w:rsidP="0092417E">
            <w:pPr>
              <w:pStyle w:val="ListParagraph"/>
              <w:ind w:left="360"/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>Record will be added to selected students grid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92417E">
            <w:pPr>
              <w:pStyle w:val="ListParagraph"/>
              <w:ind w:left="0"/>
              <w:cnfStyle w:val="000000100000"/>
            </w:pPr>
            <w:r>
              <w:t>Click Delete button on Selected students table if you wish to remove any of the record.</w:t>
            </w:r>
          </w:p>
        </w:tc>
        <w:tc>
          <w:tcPr>
            <w:tcW w:w="704" w:type="pct"/>
          </w:tcPr>
          <w:p w:rsidR="000F19B7" w:rsidRDefault="000F19B7" w:rsidP="0092417E">
            <w:pPr>
              <w:pStyle w:val="ListParagraph"/>
              <w:ind w:left="360"/>
              <w:cnfStyle w:val="0000001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  <w:r>
              <w:t>Record deleted from the grid.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92417E">
            <w:pPr>
              <w:pStyle w:val="ListParagraph"/>
              <w:ind w:left="0"/>
              <w:cnfStyle w:val="000000000000"/>
            </w:pPr>
            <w:r>
              <w:t>Click on Queue button to send the records to Merge Queue.</w:t>
            </w:r>
          </w:p>
        </w:tc>
        <w:tc>
          <w:tcPr>
            <w:tcW w:w="704" w:type="pct"/>
          </w:tcPr>
          <w:p w:rsidR="000F19B7" w:rsidRDefault="000F19B7" w:rsidP="0092417E">
            <w:pPr>
              <w:pStyle w:val="ListParagraph"/>
              <w:ind w:left="360"/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 w:val="restart"/>
          </w:tcPr>
          <w:p w:rsidR="000F19B7" w:rsidRPr="000F19B7" w:rsidRDefault="000F19B7" w:rsidP="000F19B7">
            <w:pPr>
              <w:pStyle w:val="Heading3"/>
              <w:outlineLvl w:val="2"/>
            </w:pPr>
            <w:bookmarkStart w:id="18" w:name="_Toc360807506"/>
            <w:r w:rsidRPr="000F19B7">
              <w:t>23.5</w:t>
            </w:r>
            <w:bookmarkStart w:id="19" w:name="NSIbatchDel"/>
            <w:r w:rsidRPr="000F19B7">
              <w:t xml:space="preserve"> Delete </w:t>
            </w:r>
            <w:bookmarkEnd w:id="19"/>
            <w:r w:rsidRPr="000F19B7">
              <w:t>students from the selected (Insert/Update/Search/Merge) Panel</w:t>
            </w:r>
            <w:bookmarkEnd w:id="18"/>
          </w:p>
        </w:tc>
        <w:tc>
          <w:tcPr>
            <w:tcW w:w="679" w:type="pct"/>
            <w:vMerge w:val="restart"/>
          </w:tcPr>
          <w:p w:rsidR="000F19B7" w:rsidRDefault="000F19B7" w:rsidP="00F47A00">
            <w:pPr>
              <w:pStyle w:val="ListParagraph"/>
              <w:ind w:left="0"/>
              <w:cnfStyle w:val="000000100000"/>
            </w:pPr>
            <w:r>
              <w:t>Person Record must be in batch queue</w:t>
            </w:r>
          </w:p>
          <w:p w:rsidR="000F19B7" w:rsidRDefault="000F19B7" w:rsidP="00F47A00">
            <w:pPr>
              <w:pStyle w:val="ListParagraph"/>
              <w:ind w:left="0"/>
              <w:cnfStyle w:val="000000100000"/>
            </w:pPr>
          </w:p>
          <w:p w:rsidR="000F19B7" w:rsidRDefault="000F19B7" w:rsidP="00F47A00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0F19B7" w:rsidRDefault="000F19B7" w:rsidP="00F47A00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Admissions</w:t>
            </w:r>
          </w:p>
          <w:p w:rsidR="000F19B7" w:rsidRDefault="000F19B7" w:rsidP="00F47A00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NSI Batch</w:t>
            </w:r>
          </w:p>
          <w:p w:rsidR="000F19B7" w:rsidRDefault="000F19B7" w:rsidP="00F47A00">
            <w:pPr>
              <w:pStyle w:val="ListParagraph"/>
              <w:cnfStyle w:val="000000100000"/>
            </w:pPr>
          </w:p>
          <w:p w:rsidR="000F19B7" w:rsidRDefault="000F19B7" w:rsidP="00F47A00">
            <w:pPr>
              <w:pStyle w:val="ListParagraph"/>
              <w:ind w:left="0"/>
              <w:cnfStyle w:val="000000100000"/>
            </w:pPr>
            <w:r>
              <w:t>NSI configuration must be set up.</w:t>
            </w:r>
          </w:p>
        </w:tc>
        <w:tc>
          <w:tcPr>
            <w:tcW w:w="580" w:type="pct"/>
          </w:tcPr>
          <w:p w:rsidR="000F19B7" w:rsidRDefault="000F19B7" w:rsidP="00F47A00">
            <w:pPr>
              <w:pStyle w:val="ListParagraph"/>
              <w:ind w:left="0"/>
              <w:cnfStyle w:val="000000100000"/>
            </w:pPr>
            <w:r>
              <w:t>Go to Admissions and click on the NSI Batch</w:t>
            </w:r>
          </w:p>
          <w:p w:rsidR="000F19B7" w:rsidRDefault="000F19B7" w:rsidP="00F47A00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0F19B7" w:rsidRDefault="000F19B7" w:rsidP="00F47A00">
            <w:pPr>
              <w:cnfStyle w:val="000000100000"/>
            </w:pPr>
          </w:p>
        </w:tc>
        <w:tc>
          <w:tcPr>
            <w:tcW w:w="484" w:type="pct"/>
          </w:tcPr>
          <w:p w:rsidR="000F19B7" w:rsidRDefault="000F19B7" w:rsidP="00F47A00">
            <w:pPr>
              <w:cnfStyle w:val="000000100000"/>
            </w:pPr>
            <w:r>
              <w:t>NSI Batch Module is loaded.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F47A00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F47A00">
            <w:pPr>
              <w:pStyle w:val="ListParagraph"/>
              <w:ind w:left="0"/>
              <w:cnfStyle w:val="000000000000"/>
            </w:pPr>
            <w:r>
              <w:t xml:space="preserve">Select </w:t>
            </w:r>
            <w:r>
              <w:rPr>
                <w:b/>
              </w:rPr>
              <w:t>any one of the panel</w:t>
            </w:r>
            <w:r>
              <w:t xml:space="preserve"> from the left container</w:t>
            </w:r>
          </w:p>
          <w:p w:rsidR="000F19B7" w:rsidRDefault="000F19B7" w:rsidP="00F47A00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0F19B7" w:rsidRDefault="000F19B7" w:rsidP="00F47A00">
            <w:pPr>
              <w:pStyle w:val="ListParagraph"/>
              <w:ind w:left="643"/>
              <w:cnfStyle w:val="000000000000"/>
            </w:pPr>
          </w:p>
        </w:tc>
        <w:tc>
          <w:tcPr>
            <w:tcW w:w="484" w:type="pct"/>
          </w:tcPr>
          <w:p w:rsidR="000F19B7" w:rsidRDefault="000F19B7" w:rsidP="0095732A">
            <w:pPr>
              <w:cnfStyle w:val="000000000000"/>
            </w:pPr>
            <w:r>
              <w:t xml:space="preserve">All the persons are loaded who are in that queue 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F47A00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95732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95732A">
              <w:rPr>
                <w:b/>
              </w:rPr>
              <w:t>Delete Selected Item</w:t>
            </w:r>
            <w:r>
              <w:t xml:space="preserve"> button on the top left corner of the screen.</w:t>
            </w:r>
          </w:p>
        </w:tc>
        <w:tc>
          <w:tcPr>
            <w:tcW w:w="704" w:type="pct"/>
          </w:tcPr>
          <w:p w:rsidR="000F19B7" w:rsidRDefault="000F19B7" w:rsidP="00F47A00">
            <w:pPr>
              <w:pStyle w:val="ListParagraph"/>
              <w:ind w:left="391"/>
              <w:cnfStyle w:val="000000100000"/>
            </w:pPr>
          </w:p>
        </w:tc>
        <w:tc>
          <w:tcPr>
            <w:tcW w:w="484" w:type="pct"/>
          </w:tcPr>
          <w:p w:rsidR="000F19B7" w:rsidRDefault="000F19B7" w:rsidP="00F47A00">
            <w:pPr>
              <w:cnfStyle w:val="000000100000"/>
            </w:pPr>
            <w:r>
              <w:t>A confirmation message appears on the screen.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92417E">
            <w:pPr>
              <w:pStyle w:val="ListParagraph"/>
              <w:ind w:left="0"/>
              <w:cnfStyle w:val="000000000000"/>
            </w:pPr>
            <w:r>
              <w:t>Say Yes on the confirmation message</w:t>
            </w:r>
          </w:p>
        </w:tc>
        <w:tc>
          <w:tcPr>
            <w:tcW w:w="704" w:type="pct"/>
          </w:tcPr>
          <w:p w:rsidR="000F19B7" w:rsidRDefault="000F19B7" w:rsidP="0092417E">
            <w:pPr>
              <w:pStyle w:val="ListParagraph"/>
              <w:ind w:left="360"/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>Record deleted successfully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 w:val="restart"/>
          </w:tcPr>
          <w:p w:rsidR="000F19B7" w:rsidRPr="000F19B7" w:rsidRDefault="000F19B7" w:rsidP="000F19B7">
            <w:pPr>
              <w:pStyle w:val="Heading3"/>
              <w:outlineLvl w:val="2"/>
            </w:pPr>
            <w:bookmarkStart w:id="20" w:name="_Toc360807507"/>
            <w:r w:rsidRPr="000F19B7">
              <w:lastRenderedPageBreak/>
              <w:t xml:space="preserve">23.6 NSI </w:t>
            </w:r>
            <w:bookmarkStart w:id="21" w:name="NSIbatchExport"/>
            <w:r w:rsidRPr="000F19B7">
              <w:t xml:space="preserve">Batch </w:t>
            </w:r>
            <w:bookmarkEnd w:id="21"/>
            <w:r w:rsidRPr="000F19B7">
              <w:t>- Export Merge  students to NSI</w:t>
            </w:r>
            <w:bookmarkEnd w:id="20"/>
          </w:p>
        </w:tc>
        <w:tc>
          <w:tcPr>
            <w:tcW w:w="679" w:type="pct"/>
            <w:vMerge w:val="restar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>Person Record must be in batch queue</w:t>
            </w:r>
          </w:p>
          <w:p w:rsidR="000F19B7" w:rsidRDefault="000F19B7" w:rsidP="004170EC">
            <w:pPr>
              <w:pStyle w:val="ListParagraph"/>
              <w:ind w:left="0"/>
              <w:cnfStyle w:val="000000100000"/>
            </w:pPr>
          </w:p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Admissions</w:t>
            </w:r>
          </w:p>
          <w:p w:rsidR="000F19B7" w:rsidRDefault="000F19B7" w:rsidP="004170E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NSI Batch</w:t>
            </w:r>
          </w:p>
          <w:p w:rsidR="000F19B7" w:rsidRDefault="000F19B7" w:rsidP="004170EC">
            <w:pPr>
              <w:pStyle w:val="ListParagraph"/>
              <w:cnfStyle w:val="000000100000"/>
            </w:pPr>
          </w:p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>Go to Admissions and click on the NSI Batch</w:t>
            </w:r>
          </w:p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0F19B7" w:rsidRDefault="000F19B7" w:rsidP="004170EC">
            <w:pPr>
              <w:cnfStyle w:val="0000001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  <w:r>
              <w:t>NSI Batch Module is loaded.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 xml:space="preserve">Select </w:t>
            </w:r>
            <w:r>
              <w:rPr>
                <w:b/>
              </w:rPr>
              <w:t>Merge</w:t>
            </w:r>
            <w:r w:rsidRPr="00096986">
              <w:rPr>
                <w:b/>
              </w:rPr>
              <w:t xml:space="preserve"> button</w:t>
            </w:r>
            <w:r>
              <w:t xml:space="preserve"> from the left container</w:t>
            </w:r>
          </w:p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643"/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 xml:space="preserve">All the persons are loaded who are in Insert queue 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170EC">
              <w:rPr>
                <w:b/>
              </w:rPr>
              <w:t>Export</w:t>
            </w:r>
            <w:r>
              <w:t xml:space="preserve"> button on the top left corner of the screen</w:t>
            </w:r>
          </w:p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0F19B7" w:rsidRDefault="000F19B7" w:rsidP="004170EC">
            <w:pPr>
              <w:cnfStyle w:val="0000001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  <w:r>
              <w:t>A file download window displays.</w:t>
            </w:r>
          </w:p>
          <w:p w:rsidR="000F19B7" w:rsidRDefault="000F19B7" w:rsidP="004170EC">
            <w:pPr>
              <w:cnfStyle w:val="000000100000"/>
            </w:pPr>
          </w:p>
          <w:p w:rsidR="000F19B7" w:rsidRDefault="000F19B7" w:rsidP="004170EC">
            <w:pPr>
              <w:cnfStyle w:val="000000100000"/>
            </w:pPr>
            <w:r>
              <w:t>A confirmation message displays ,asking if you have downloaded the file correctly.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0F19B7">
              <w:rPr>
                <w:b/>
              </w:rPr>
              <w:t>Yes</w:t>
            </w:r>
            <w:r>
              <w:t xml:space="preserve"> on the confirmation</w:t>
            </w:r>
          </w:p>
        </w:tc>
        <w:tc>
          <w:tcPr>
            <w:tcW w:w="704" w:type="pct"/>
          </w:tcPr>
          <w:p w:rsidR="000F19B7" w:rsidRDefault="000F19B7" w:rsidP="00572650">
            <w:pPr>
              <w:pStyle w:val="ListParagraph"/>
              <w:ind w:left="391"/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>The student records in the merge panel are removed.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 w:val="restart"/>
          </w:tcPr>
          <w:p w:rsidR="000F19B7" w:rsidRPr="000F19B7" w:rsidRDefault="000F19B7" w:rsidP="000F19B7">
            <w:pPr>
              <w:pStyle w:val="Heading3"/>
              <w:outlineLvl w:val="2"/>
            </w:pPr>
            <w:bookmarkStart w:id="22" w:name="_Toc360807508"/>
            <w:r w:rsidRPr="000F19B7">
              <w:lastRenderedPageBreak/>
              <w:t>23.7</w:t>
            </w:r>
            <w:bookmarkStart w:id="23" w:name="NSIbatchImport"/>
            <w:r w:rsidRPr="000F19B7">
              <w:t xml:space="preserve"> Import </w:t>
            </w:r>
            <w:bookmarkEnd w:id="23"/>
            <w:r w:rsidRPr="000F19B7">
              <w:t>Change Notifications from NSI</w:t>
            </w:r>
            <w:bookmarkEnd w:id="22"/>
          </w:p>
        </w:tc>
        <w:tc>
          <w:tcPr>
            <w:tcW w:w="679" w:type="pct"/>
            <w:vMerge w:val="restart"/>
          </w:tcPr>
          <w:p w:rsidR="000F19B7" w:rsidRDefault="000F19B7" w:rsidP="00D35413">
            <w:pPr>
              <w:pStyle w:val="ListParagraph"/>
              <w:ind w:left="0"/>
              <w:cnfStyle w:val="000000100000"/>
            </w:pPr>
            <w:r>
              <w:t>Person Record must be in batch queue</w:t>
            </w:r>
          </w:p>
          <w:p w:rsidR="000F19B7" w:rsidRDefault="000F19B7" w:rsidP="00D35413">
            <w:pPr>
              <w:pStyle w:val="ListParagraph"/>
              <w:ind w:left="0"/>
              <w:cnfStyle w:val="000000100000"/>
            </w:pPr>
          </w:p>
          <w:p w:rsidR="000F19B7" w:rsidRDefault="000F19B7" w:rsidP="00D35413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0F19B7" w:rsidRDefault="000F19B7" w:rsidP="00D35413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Admissions</w:t>
            </w:r>
          </w:p>
          <w:p w:rsidR="000F19B7" w:rsidRDefault="000F19B7" w:rsidP="00D35413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NSI Batch</w:t>
            </w:r>
          </w:p>
          <w:p w:rsidR="000F19B7" w:rsidRDefault="000F19B7" w:rsidP="00D35413">
            <w:pPr>
              <w:pStyle w:val="ListParagraph"/>
              <w:cnfStyle w:val="000000100000"/>
            </w:pPr>
          </w:p>
          <w:p w:rsidR="000F19B7" w:rsidRDefault="000F19B7" w:rsidP="00D35413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F47A00">
            <w:pPr>
              <w:pStyle w:val="ListParagraph"/>
              <w:ind w:left="0"/>
              <w:cnfStyle w:val="000000100000"/>
            </w:pPr>
            <w:r>
              <w:t>Go to Admissions and click on the NSI Batch</w:t>
            </w:r>
          </w:p>
          <w:p w:rsidR="000F19B7" w:rsidRDefault="000F19B7" w:rsidP="00F47A00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0F19B7" w:rsidRDefault="000F19B7" w:rsidP="00F47A00">
            <w:pPr>
              <w:cnfStyle w:val="000000100000"/>
            </w:pPr>
          </w:p>
        </w:tc>
        <w:tc>
          <w:tcPr>
            <w:tcW w:w="484" w:type="pct"/>
          </w:tcPr>
          <w:p w:rsidR="000F19B7" w:rsidRDefault="000F19B7" w:rsidP="00F47A00">
            <w:pPr>
              <w:cnfStyle w:val="000000100000"/>
            </w:pPr>
            <w:r>
              <w:t>NSI Batch Module is loaded.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>Select Import under NSI Batch</w:t>
            </w:r>
          </w:p>
        </w:tc>
        <w:tc>
          <w:tcPr>
            <w:tcW w:w="704" w:type="pct"/>
          </w:tcPr>
          <w:p w:rsidR="000F19B7" w:rsidRDefault="000F19B7" w:rsidP="004170EC">
            <w:pPr>
              <w:cnfStyle w:val="0000000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000000"/>
            </w:pPr>
            <w:r>
              <w:t>The file selection dialog box displays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  <w:r>
              <w:t>Browse and select the file received from NSI</w:t>
            </w: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numPr>
                <w:ilvl w:val="0"/>
                <w:numId w:val="5"/>
              </w:numPr>
              <w:cnfStyle w:val="000000100000"/>
            </w:pPr>
          </w:p>
        </w:tc>
        <w:tc>
          <w:tcPr>
            <w:tcW w:w="484" w:type="pct"/>
          </w:tcPr>
          <w:p w:rsidR="000F19B7" w:rsidRDefault="000F19B7" w:rsidP="004170EC">
            <w:pPr>
              <w:cnfStyle w:val="000000100000"/>
            </w:pP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0F19B7">
              <w:rPr>
                <w:b/>
              </w:rPr>
              <w:t>Open</w:t>
            </w: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391"/>
              <w:cnfStyle w:val="000000000000"/>
            </w:pPr>
          </w:p>
        </w:tc>
        <w:tc>
          <w:tcPr>
            <w:tcW w:w="484" w:type="pct"/>
          </w:tcPr>
          <w:p w:rsidR="000F19B7" w:rsidRDefault="000F19B7" w:rsidP="00D35413">
            <w:pPr>
              <w:cnfStyle w:val="000000000000"/>
            </w:pPr>
            <w:r>
              <w:t xml:space="preserve">The list of changed records displays in the </w:t>
            </w:r>
            <w:r>
              <w:rPr>
                <w:b/>
                <w:bCs/>
              </w:rPr>
              <w:t>NSI Batch</w:t>
            </w:r>
            <w:r>
              <w:t xml:space="preserve"> records panel under </w:t>
            </w:r>
            <w:r>
              <w:rPr>
                <w:b/>
                <w:bCs/>
              </w:rPr>
              <w:t>Change Notification</w:t>
            </w:r>
            <w:r>
              <w:t>, and lists the number of items in the list.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F47A00">
            <w:pPr>
              <w:pStyle w:val="ListParagraph"/>
              <w:ind w:left="0"/>
              <w:cnfStyle w:val="000000100000"/>
            </w:pPr>
            <w:r>
              <w:t xml:space="preserve">Click a record in the </w:t>
            </w:r>
            <w:r>
              <w:rPr>
                <w:b/>
                <w:bCs/>
              </w:rPr>
              <w:t>Change Notifications</w:t>
            </w:r>
            <w:r>
              <w:t xml:space="preserve"> panel, which </w:t>
            </w:r>
            <w:r>
              <w:lastRenderedPageBreak/>
              <w:t>will highlight.</w:t>
            </w: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391"/>
              <w:cnfStyle w:val="000000100000"/>
            </w:pPr>
          </w:p>
        </w:tc>
        <w:tc>
          <w:tcPr>
            <w:tcW w:w="484" w:type="pct"/>
          </w:tcPr>
          <w:p w:rsidR="000F19B7" w:rsidRDefault="000F19B7" w:rsidP="00D35413">
            <w:pPr>
              <w:cnfStyle w:val="000000100000"/>
            </w:pPr>
            <w:r>
              <w:t xml:space="preserve">The student details held in NSI display next </w:t>
            </w:r>
            <w:r>
              <w:lastRenderedPageBreak/>
              <w:t>to the details held in Artena.</w:t>
            </w:r>
          </w:p>
          <w:p w:rsidR="000F19B7" w:rsidRPr="00D35413" w:rsidRDefault="000F19B7" w:rsidP="00D35413">
            <w:pPr>
              <w:jc w:val="center"/>
              <w:cnfStyle w:val="000000100000"/>
            </w:pP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F47A00">
            <w:pPr>
              <w:pStyle w:val="ListParagraph"/>
              <w:ind w:left="0"/>
              <w:cnfStyle w:val="000000000000"/>
            </w:pPr>
            <w:r>
              <w:t xml:space="preserve">Click to tick the boxes for the fields that you want to import into Artena from NSI, or alternatively click </w:t>
            </w:r>
            <w:r>
              <w:rPr>
                <w:b/>
                <w:bCs/>
              </w:rPr>
              <w:t>Check All</w:t>
            </w:r>
            <w:r>
              <w:t xml:space="preserve"> to select all fields</w:t>
            </w: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391"/>
              <w:cnfStyle w:val="000000000000"/>
            </w:pPr>
          </w:p>
        </w:tc>
        <w:tc>
          <w:tcPr>
            <w:tcW w:w="484" w:type="pct"/>
          </w:tcPr>
          <w:p w:rsidR="000F19B7" w:rsidRDefault="000F19B7" w:rsidP="00D35413">
            <w:pPr>
              <w:cnfStyle w:val="000000000000"/>
            </w:pP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Default="000F19B7" w:rsidP="00D35413">
            <w:pPr>
              <w:pStyle w:val="ListParagraph"/>
              <w:ind w:left="0"/>
              <w:jc w:val="center"/>
              <w:cnfStyle w:val="000000100000"/>
            </w:pPr>
          </w:p>
        </w:tc>
        <w:tc>
          <w:tcPr>
            <w:tcW w:w="580" w:type="pct"/>
          </w:tcPr>
          <w:p w:rsidR="000F19B7" w:rsidRPr="00D35413" w:rsidRDefault="000F19B7" w:rsidP="00F47A00">
            <w:pPr>
              <w:pStyle w:val="numbering-1-western"/>
              <w:cnfStyle w:val="000000100000"/>
              <w:rPr>
                <w:rFonts w:asciiTheme="minorHAnsi" w:hAnsiTheme="minorHAnsi"/>
              </w:rPr>
            </w:pPr>
            <w:r w:rsidRPr="00D35413">
              <w:rPr>
                <w:rFonts w:asciiTheme="minorHAnsi" w:hAnsiTheme="minorHAnsi"/>
              </w:rPr>
              <w:t xml:space="preserve">Click </w:t>
            </w:r>
            <w:r w:rsidRPr="00D35413">
              <w:rPr>
                <w:rFonts w:asciiTheme="minorHAnsi" w:hAnsiTheme="minorHAnsi"/>
                <w:b/>
                <w:bCs/>
              </w:rPr>
              <w:t>Save Changes to Artena</w:t>
            </w:r>
            <w:r w:rsidRPr="00D35413">
              <w:rPr>
                <w:rFonts w:asciiTheme="minorHAnsi" w:hAnsiTheme="minorHAnsi"/>
              </w:rPr>
              <w:t>.</w:t>
            </w:r>
          </w:p>
          <w:p w:rsidR="000F19B7" w:rsidRDefault="000F19B7" w:rsidP="00F47A00">
            <w:pPr>
              <w:pStyle w:val="ListParagraph"/>
              <w:ind w:left="0"/>
              <w:jc w:val="center"/>
              <w:cnfStyle w:val="000000100000"/>
            </w:pP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391"/>
              <w:cnfStyle w:val="000000100000"/>
            </w:pPr>
          </w:p>
        </w:tc>
        <w:tc>
          <w:tcPr>
            <w:tcW w:w="484" w:type="pct"/>
          </w:tcPr>
          <w:p w:rsidR="000F19B7" w:rsidRDefault="000F19B7" w:rsidP="00D35413">
            <w:pPr>
              <w:cnfStyle w:val="000000100000"/>
            </w:pPr>
            <w:r>
              <w:t>Record will be updated in Artena.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 w:val="restart"/>
          </w:tcPr>
          <w:p w:rsidR="000F19B7" w:rsidRPr="000F19B7" w:rsidRDefault="000F19B7" w:rsidP="000F19B7">
            <w:pPr>
              <w:pStyle w:val="Heading3"/>
              <w:outlineLvl w:val="2"/>
            </w:pPr>
            <w:bookmarkStart w:id="24" w:name="_Toc360807509"/>
            <w:r w:rsidRPr="000F19B7">
              <w:t>23.8 NSI Batch-</w:t>
            </w:r>
            <w:bookmarkStart w:id="25" w:name="ClearBatch"/>
            <w:r w:rsidRPr="000F19B7">
              <w:t xml:space="preserve">Clear </w:t>
            </w:r>
            <w:bookmarkEnd w:id="25"/>
            <w:r w:rsidRPr="000F19B7">
              <w:t>All Fields</w:t>
            </w:r>
            <w:bookmarkEnd w:id="24"/>
          </w:p>
        </w:tc>
        <w:tc>
          <w:tcPr>
            <w:tcW w:w="679" w:type="pct"/>
            <w:vMerge w:val="restart"/>
          </w:tcPr>
          <w:p w:rsidR="000F19B7" w:rsidRDefault="000F19B7" w:rsidP="00F47A00">
            <w:pPr>
              <w:pStyle w:val="ListParagraph"/>
              <w:ind w:left="0"/>
              <w:cnfStyle w:val="000000000000"/>
            </w:pPr>
            <w:r>
              <w:t>Person Record must be in batch queue</w:t>
            </w:r>
          </w:p>
          <w:p w:rsidR="000F19B7" w:rsidRDefault="000F19B7" w:rsidP="00F47A00">
            <w:pPr>
              <w:pStyle w:val="ListParagraph"/>
              <w:ind w:left="0"/>
              <w:cnfStyle w:val="000000000000"/>
            </w:pPr>
          </w:p>
          <w:p w:rsidR="000F19B7" w:rsidRDefault="000F19B7" w:rsidP="00F47A00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0F19B7" w:rsidRDefault="000F19B7" w:rsidP="00F47A0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Admissions</w:t>
            </w:r>
          </w:p>
          <w:p w:rsidR="000F19B7" w:rsidRDefault="000F19B7" w:rsidP="00F47A0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NSI Batch</w:t>
            </w:r>
          </w:p>
          <w:p w:rsidR="000F19B7" w:rsidRDefault="000F19B7" w:rsidP="00F47A00">
            <w:pPr>
              <w:pStyle w:val="ListParagraph"/>
              <w:cnfStyle w:val="000000000000"/>
            </w:pPr>
          </w:p>
          <w:p w:rsidR="000F19B7" w:rsidRDefault="000F19B7" w:rsidP="00F47A00">
            <w:pPr>
              <w:pStyle w:val="ListParagraph"/>
              <w:ind w:left="0"/>
              <w:cnfStyle w:val="000000000000"/>
            </w:pPr>
          </w:p>
        </w:tc>
        <w:tc>
          <w:tcPr>
            <w:tcW w:w="580" w:type="pct"/>
          </w:tcPr>
          <w:p w:rsidR="000F19B7" w:rsidRDefault="000F19B7" w:rsidP="00F47A00">
            <w:pPr>
              <w:pStyle w:val="ListParagraph"/>
              <w:ind w:left="0"/>
              <w:cnfStyle w:val="000000000000"/>
            </w:pPr>
            <w:r>
              <w:t>Go to Admissions and click on the NSI Batch</w:t>
            </w:r>
          </w:p>
          <w:p w:rsidR="000F19B7" w:rsidRDefault="000F19B7" w:rsidP="00F47A00">
            <w:pPr>
              <w:pStyle w:val="ListParagraph"/>
              <w:ind w:left="0"/>
              <w:cnfStyle w:val="000000000000"/>
            </w:pPr>
          </w:p>
        </w:tc>
        <w:tc>
          <w:tcPr>
            <w:tcW w:w="704" w:type="pct"/>
          </w:tcPr>
          <w:p w:rsidR="000F19B7" w:rsidRDefault="000F19B7" w:rsidP="00F47A00">
            <w:pPr>
              <w:cnfStyle w:val="000000000000"/>
            </w:pPr>
          </w:p>
        </w:tc>
        <w:tc>
          <w:tcPr>
            <w:tcW w:w="484" w:type="pct"/>
          </w:tcPr>
          <w:p w:rsidR="000F19B7" w:rsidRDefault="000F19B7" w:rsidP="00F47A00">
            <w:pPr>
              <w:cnfStyle w:val="000000000000"/>
            </w:pPr>
            <w:r>
              <w:t>NSI Batch Module is loaded.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  <w:tr w:rsidR="000F19B7" w:rsidTr="000F19B7">
        <w:trPr>
          <w:cnfStyle w:val="000000100000"/>
        </w:trPr>
        <w:tc>
          <w:tcPr>
            <w:cnfStyle w:val="001000000000"/>
            <w:tcW w:w="1406" w:type="pct"/>
            <w:vMerge/>
          </w:tcPr>
          <w:p w:rsidR="000F19B7" w:rsidRDefault="000F19B7" w:rsidP="00F47A00"/>
        </w:tc>
        <w:tc>
          <w:tcPr>
            <w:tcW w:w="679" w:type="pct"/>
            <w:vMerge/>
          </w:tcPr>
          <w:p w:rsidR="000F19B7" w:rsidRDefault="000F19B7" w:rsidP="00F47A00">
            <w:pPr>
              <w:pStyle w:val="ListParagraph"/>
              <w:ind w:left="0"/>
              <w:cnfStyle w:val="000000100000"/>
            </w:pPr>
          </w:p>
        </w:tc>
        <w:tc>
          <w:tcPr>
            <w:tcW w:w="580" w:type="pct"/>
          </w:tcPr>
          <w:p w:rsidR="000F19B7" w:rsidRDefault="000F19B7" w:rsidP="00F47A00">
            <w:pPr>
              <w:pStyle w:val="ListParagraph"/>
              <w:ind w:left="0"/>
              <w:cnfStyle w:val="000000100000"/>
            </w:pPr>
            <w:r>
              <w:t xml:space="preserve">Select </w:t>
            </w:r>
            <w:r>
              <w:rPr>
                <w:b/>
              </w:rPr>
              <w:t>any record</w:t>
            </w:r>
            <w:r>
              <w:t xml:space="preserve"> from the available panels on the left container</w:t>
            </w:r>
          </w:p>
          <w:p w:rsidR="000F19B7" w:rsidRDefault="000F19B7" w:rsidP="00F47A00">
            <w:pPr>
              <w:pStyle w:val="ListParagraph"/>
              <w:ind w:left="0"/>
              <w:cnfStyle w:val="000000100000"/>
            </w:pPr>
          </w:p>
        </w:tc>
        <w:tc>
          <w:tcPr>
            <w:tcW w:w="704" w:type="pct"/>
          </w:tcPr>
          <w:p w:rsidR="000F19B7" w:rsidRDefault="000F19B7" w:rsidP="00F47A00">
            <w:pPr>
              <w:pStyle w:val="ListParagraph"/>
              <w:ind w:left="643"/>
              <w:cnfStyle w:val="000000100000"/>
            </w:pPr>
          </w:p>
        </w:tc>
        <w:tc>
          <w:tcPr>
            <w:tcW w:w="484" w:type="pct"/>
          </w:tcPr>
          <w:p w:rsidR="000F19B7" w:rsidRDefault="000F19B7" w:rsidP="00F47A00">
            <w:pPr>
              <w:cnfStyle w:val="000000100000"/>
            </w:pPr>
            <w:r>
              <w:t xml:space="preserve">All the persons are loaded who are in that queue 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1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100000"/>
            </w:pPr>
          </w:p>
        </w:tc>
      </w:tr>
      <w:tr w:rsidR="000F19B7" w:rsidTr="000F19B7">
        <w:tc>
          <w:tcPr>
            <w:cnfStyle w:val="001000000000"/>
            <w:tcW w:w="1406" w:type="pct"/>
            <w:vMerge/>
          </w:tcPr>
          <w:p w:rsidR="000F19B7" w:rsidRDefault="000F19B7" w:rsidP="004170EC"/>
        </w:tc>
        <w:tc>
          <w:tcPr>
            <w:tcW w:w="679" w:type="pct"/>
            <w:vMerge/>
          </w:tcPr>
          <w:p w:rsidR="000F19B7" w:rsidRPr="00D35413" w:rsidRDefault="000F19B7" w:rsidP="00D35413">
            <w:pPr>
              <w:pStyle w:val="numbering-1-western"/>
              <w:cnfStyle w:val="000000000000"/>
              <w:rPr>
                <w:rFonts w:asciiTheme="minorHAnsi" w:hAnsiTheme="minorHAnsi"/>
              </w:rPr>
            </w:pPr>
          </w:p>
        </w:tc>
        <w:tc>
          <w:tcPr>
            <w:tcW w:w="580" w:type="pct"/>
          </w:tcPr>
          <w:p w:rsidR="000F19B7" w:rsidRDefault="000F19B7" w:rsidP="004170E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0F19B7">
              <w:rPr>
                <w:b/>
              </w:rPr>
              <w:t>Clear All fields</w:t>
            </w:r>
            <w:r>
              <w:t xml:space="preserve"> button from the screen.</w:t>
            </w:r>
          </w:p>
        </w:tc>
        <w:tc>
          <w:tcPr>
            <w:tcW w:w="704" w:type="pct"/>
          </w:tcPr>
          <w:p w:rsidR="000F19B7" w:rsidRDefault="000F19B7" w:rsidP="004170EC">
            <w:pPr>
              <w:pStyle w:val="ListParagraph"/>
              <w:ind w:left="391"/>
              <w:cnfStyle w:val="000000000000"/>
            </w:pPr>
          </w:p>
        </w:tc>
        <w:tc>
          <w:tcPr>
            <w:tcW w:w="484" w:type="pct"/>
          </w:tcPr>
          <w:p w:rsidR="000F19B7" w:rsidRDefault="000F19B7" w:rsidP="00D35413">
            <w:pPr>
              <w:cnfStyle w:val="000000000000"/>
            </w:pPr>
            <w:r>
              <w:t>This will clear the data in the fields.</w:t>
            </w:r>
          </w:p>
        </w:tc>
        <w:tc>
          <w:tcPr>
            <w:tcW w:w="39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7" w:type="pct"/>
          </w:tcPr>
          <w:p w:rsidR="000F19B7" w:rsidRDefault="000F19B7" w:rsidP="00096986">
            <w:pPr>
              <w:cnfStyle w:val="000000000000"/>
            </w:pPr>
          </w:p>
        </w:tc>
        <w:tc>
          <w:tcPr>
            <w:tcW w:w="373" w:type="pct"/>
          </w:tcPr>
          <w:p w:rsidR="000F19B7" w:rsidRDefault="000F19B7" w:rsidP="00096986">
            <w:pPr>
              <w:cnfStyle w:val="000000000000"/>
            </w:pPr>
          </w:p>
        </w:tc>
      </w:tr>
    </w:tbl>
    <w:p w:rsidR="00BB39B3" w:rsidRDefault="00BB39B3" w:rsidP="00E11D0F"/>
    <w:p w:rsidR="00717C15" w:rsidRPr="00E11D0F" w:rsidRDefault="00717C15" w:rsidP="00E11D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</w:p>
    <w:sectPr w:rsidR="00717C15" w:rsidRPr="00E11D0F" w:rsidSect="00685618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2E5" w:rsidRDefault="00F102E5" w:rsidP="000366C0">
      <w:pPr>
        <w:spacing w:after="0" w:line="240" w:lineRule="auto"/>
      </w:pPr>
      <w:r>
        <w:separator/>
      </w:r>
    </w:p>
  </w:endnote>
  <w:endnote w:type="continuationSeparator" w:id="0">
    <w:p w:rsidR="00F102E5" w:rsidRDefault="00F102E5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A00" w:rsidRPr="00065894" w:rsidRDefault="00F47A00">
    <w:pPr>
      <w:pStyle w:val="Footer"/>
      <w:rPr>
        <w:sz w:val="16"/>
        <w:szCs w:val="16"/>
      </w:rPr>
    </w:pPr>
    <w:r>
      <w:t>Generic Regression Test Plan - NSI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2A0300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2A0300" w:rsidRPr="00065894">
      <w:rPr>
        <w:sz w:val="16"/>
        <w:szCs w:val="16"/>
      </w:rPr>
      <w:fldChar w:fldCharType="separate"/>
    </w:r>
    <w:r w:rsidR="00862131">
      <w:rPr>
        <w:noProof/>
        <w:sz w:val="16"/>
        <w:szCs w:val="16"/>
      </w:rPr>
      <w:t>1</w:t>
    </w:r>
    <w:r w:rsidR="002A0300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862131" w:rsidRPr="00862131">
        <w:rPr>
          <w:noProof/>
          <w:sz w:val="16"/>
          <w:szCs w:val="16"/>
        </w:rPr>
        <w:t>18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A00" w:rsidRPr="00065894" w:rsidRDefault="00F47A00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2A0300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2A0300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2A0300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862131" w:rsidRPr="00862131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2E5" w:rsidRDefault="00F102E5" w:rsidP="000366C0">
      <w:pPr>
        <w:spacing w:after="0" w:line="240" w:lineRule="auto"/>
      </w:pPr>
      <w:r>
        <w:separator/>
      </w:r>
    </w:p>
  </w:footnote>
  <w:footnote w:type="continuationSeparator" w:id="0">
    <w:p w:rsidR="00F102E5" w:rsidRDefault="00F102E5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A00" w:rsidRDefault="00F47A00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Generic Regression Test Plan - NSI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A00" w:rsidRDefault="00F47A00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457"/>
    <w:multiLevelType w:val="hybridMultilevel"/>
    <w:tmpl w:val="ED20A18C"/>
    <w:lvl w:ilvl="0" w:tplc="1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D7179"/>
    <w:multiLevelType w:val="hybridMultilevel"/>
    <w:tmpl w:val="1682BA8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833388"/>
    <w:multiLevelType w:val="hybridMultilevel"/>
    <w:tmpl w:val="579C512E"/>
    <w:lvl w:ilvl="0" w:tplc="1409000D">
      <w:start w:val="1"/>
      <w:numFmt w:val="bullet"/>
      <w:lvlText w:val=""/>
      <w:lvlJc w:val="left"/>
      <w:pPr>
        <w:ind w:left="39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5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57256"/>
    <w:multiLevelType w:val="hybridMultilevel"/>
    <w:tmpl w:val="416C15FA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CA47D58"/>
    <w:multiLevelType w:val="hybridMultilevel"/>
    <w:tmpl w:val="F8C64D22"/>
    <w:lvl w:ilvl="0" w:tplc="1409000D">
      <w:start w:val="1"/>
      <w:numFmt w:val="bullet"/>
      <w:lvlText w:val=""/>
      <w:lvlJc w:val="left"/>
      <w:pPr>
        <w:ind w:left="37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102E5"/>
    <w:rsid w:val="000256F9"/>
    <w:rsid w:val="000366C0"/>
    <w:rsid w:val="00043523"/>
    <w:rsid w:val="00065894"/>
    <w:rsid w:val="00075BCE"/>
    <w:rsid w:val="0008207B"/>
    <w:rsid w:val="00084E9C"/>
    <w:rsid w:val="00096986"/>
    <w:rsid w:val="000F19B7"/>
    <w:rsid w:val="000F6D72"/>
    <w:rsid w:val="001B4450"/>
    <w:rsid w:val="001C2DA5"/>
    <w:rsid w:val="001C4734"/>
    <w:rsid w:val="00217530"/>
    <w:rsid w:val="00217850"/>
    <w:rsid w:val="00226028"/>
    <w:rsid w:val="00246927"/>
    <w:rsid w:val="00252DAF"/>
    <w:rsid w:val="002A0300"/>
    <w:rsid w:val="002C5F4A"/>
    <w:rsid w:val="002E0024"/>
    <w:rsid w:val="002E39DD"/>
    <w:rsid w:val="002F1CB4"/>
    <w:rsid w:val="002F7A19"/>
    <w:rsid w:val="003133D8"/>
    <w:rsid w:val="00355EE4"/>
    <w:rsid w:val="003C2014"/>
    <w:rsid w:val="003D7A83"/>
    <w:rsid w:val="00400B9C"/>
    <w:rsid w:val="00404CB5"/>
    <w:rsid w:val="004170EC"/>
    <w:rsid w:val="004337C8"/>
    <w:rsid w:val="0043389D"/>
    <w:rsid w:val="00474F4B"/>
    <w:rsid w:val="004B7870"/>
    <w:rsid w:val="004F63F6"/>
    <w:rsid w:val="00512264"/>
    <w:rsid w:val="00515866"/>
    <w:rsid w:val="0052626C"/>
    <w:rsid w:val="00572650"/>
    <w:rsid w:val="005805C6"/>
    <w:rsid w:val="0059604A"/>
    <w:rsid w:val="00596FA8"/>
    <w:rsid w:val="005C6583"/>
    <w:rsid w:val="005D7C22"/>
    <w:rsid w:val="00613850"/>
    <w:rsid w:val="00640E15"/>
    <w:rsid w:val="006527FC"/>
    <w:rsid w:val="00685618"/>
    <w:rsid w:val="006B04D9"/>
    <w:rsid w:val="006D5517"/>
    <w:rsid w:val="00717C15"/>
    <w:rsid w:val="00743B91"/>
    <w:rsid w:val="00744089"/>
    <w:rsid w:val="0075545C"/>
    <w:rsid w:val="00785BDC"/>
    <w:rsid w:val="007A2F9B"/>
    <w:rsid w:val="007B1836"/>
    <w:rsid w:val="007D3BC5"/>
    <w:rsid w:val="00803CFF"/>
    <w:rsid w:val="008435D6"/>
    <w:rsid w:val="00862131"/>
    <w:rsid w:val="00872B68"/>
    <w:rsid w:val="00881EAA"/>
    <w:rsid w:val="008A0088"/>
    <w:rsid w:val="008C68F6"/>
    <w:rsid w:val="008D444F"/>
    <w:rsid w:val="008D6359"/>
    <w:rsid w:val="0092417E"/>
    <w:rsid w:val="00946475"/>
    <w:rsid w:val="0095732A"/>
    <w:rsid w:val="00967DBC"/>
    <w:rsid w:val="00980C9B"/>
    <w:rsid w:val="00A26C8E"/>
    <w:rsid w:val="00A53ACC"/>
    <w:rsid w:val="00A62066"/>
    <w:rsid w:val="00A67620"/>
    <w:rsid w:val="00AC41A9"/>
    <w:rsid w:val="00AC46FE"/>
    <w:rsid w:val="00AD2E9B"/>
    <w:rsid w:val="00AD63BB"/>
    <w:rsid w:val="00AF5D83"/>
    <w:rsid w:val="00B16F9A"/>
    <w:rsid w:val="00B86AC9"/>
    <w:rsid w:val="00BB23E8"/>
    <w:rsid w:val="00BB39B3"/>
    <w:rsid w:val="00BD27AB"/>
    <w:rsid w:val="00C3595B"/>
    <w:rsid w:val="00C43746"/>
    <w:rsid w:val="00C806B8"/>
    <w:rsid w:val="00CE2B59"/>
    <w:rsid w:val="00D25C2F"/>
    <w:rsid w:val="00D33567"/>
    <w:rsid w:val="00D35413"/>
    <w:rsid w:val="00D7634D"/>
    <w:rsid w:val="00DD7AC8"/>
    <w:rsid w:val="00E11D0F"/>
    <w:rsid w:val="00E826F2"/>
    <w:rsid w:val="00EE6F06"/>
    <w:rsid w:val="00F102E5"/>
    <w:rsid w:val="00F254F5"/>
    <w:rsid w:val="00F47A00"/>
    <w:rsid w:val="00F500F8"/>
    <w:rsid w:val="00F51F3E"/>
    <w:rsid w:val="00F95A06"/>
    <w:rsid w:val="00FA2CFA"/>
    <w:rsid w:val="00FB6F03"/>
    <w:rsid w:val="00FC3BCD"/>
    <w:rsid w:val="00FC7711"/>
    <w:rsid w:val="00FE04A9"/>
    <w:rsid w:val="00FE5F96"/>
    <w:rsid w:val="00FE758C"/>
    <w:rsid w:val="00FE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7A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umbering-1-western">
    <w:name w:val="numbering-1-western"/>
    <w:basedOn w:val="Normal"/>
    <w:rsid w:val="00D3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717C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7C1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47A00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19B7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0F19B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F19B7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Generic%20Test%20plans\Test%20Plan_NS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EA461-ED78-47D3-8A3F-A6A20BDD2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 Plan_NSI</Template>
  <TotalTime>0</TotalTime>
  <Pages>18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12171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2013-08-29T21:57:00Z</dcterms:created>
  <dcterms:modified xsi:type="dcterms:W3CDTF">2013-08-29T21:57:00Z</dcterms:modified>
</cp:coreProperties>
</file>